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BAC" w:rsidRPr="006E07CA" w:rsidRDefault="00743BAC" w:rsidP="006E07CA">
      <w:pPr>
        <w:pStyle w:val="NormalWeb"/>
        <w:spacing w:before="0" w:beforeAutospacing="0" w:after="0" w:afterAutospacing="0"/>
        <w:jc w:val="center"/>
        <w:rPr>
          <w:color w:val="333333"/>
          <w:lang w:val="uk-UA"/>
        </w:rPr>
      </w:pPr>
      <w:r w:rsidRPr="006E07CA">
        <w:rPr>
          <w:color w:val="333333"/>
          <w:lang w:val="uk-UA"/>
        </w:rPr>
        <w:t xml:space="preserve">                                                                                           </w:t>
      </w:r>
      <w:r w:rsidRPr="006E07CA">
        <w:rPr>
          <w:color w:val="333333"/>
        </w:rPr>
        <w:t>ЗАТВЕРДЖЕНО</w:t>
      </w:r>
      <w:r w:rsidRPr="006E07CA">
        <w:rPr>
          <w:color w:val="333333"/>
          <w:lang w:val="uk-UA"/>
        </w:rPr>
        <w:t>:</w:t>
      </w:r>
    </w:p>
    <w:p w:rsidR="00743BAC" w:rsidRPr="006E07CA" w:rsidRDefault="00743BAC" w:rsidP="006E07CA">
      <w:pPr>
        <w:pStyle w:val="NormalWeb"/>
        <w:spacing w:before="0" w:beforeAutospacing="0" w:after="0" w:afterAutospacing="0"/>
        <w:jc w:val="center"/>
        <w:rPr>
          <w:color w:val="333333"/>
          <w:lang w:val="uk-UA"/>
        </w:rPr>
      </w:pPr>
      <w:r w:rsidRPr="006E07CA">
        <w:rPr>
          <w:color w:val="333333"/>
          <w:lang w:val="uk-UA"/>
        </w:rPr>
        <w:t xml:space="preserve">                                                                              рішенням</w:t>
      </w:r>
    </w:p>
    <w:p w:rsidR="00743BAC" w:rsidRPr="006E07CA" w:rsidRDefault="00743BAC" w:rsidP="006E07CA">
      <w:pPr>
        <w:pStyle w:val="NormalWeb"/>
        <w:spacing w:before="0" w:beforeAutospacing="0" w:after="0" w:afterAutospacing="0"/>
        <w:jc w:val="right"/>
        <w:rPr>
          <w:color w:val="333333"/>
          <w:lang w:val="uk-UA"/>
        </w:rPr>
      </w:pPr>
      <w:r w:rsidRPr="006E07CA">
        <w:rPr>
          <w:color w:val="333333"/>
          <w:lang w:val="uk-UA"/>
        </w:rPr>
        <w:t xml:space="preserve">                                                                                     Нагірянської сільської ради</w:t>
      </w:r>
    </w:p>
    <w:p w:rsidR="00743BAC" w:rsidRPr="006E07CA" w:rsidRDefault="00743BAC" w:rsidP="006E07CA">
      <w:pPr>
        <w:pStyle w:val="NormalWeb"/>
        <w:spacing w:before="0" w:beforeAutospacing="0" w:after="0" w:afterAutospacing="0"/>
        <w:jc w:val="right"/>
        <w:rPr>
          <w:color w:val="333333"/>
          <w:lang w:val="uk-UA"/>
        </w:rPr>
      </w:pPr>
      <w:r w:rsidRPr="006E07CA">
        <w:rPr>
          <w:color w:val="333333"/>
          <w:lang w:val="uk-UA"/>
        </w:rPr>
        <w:t xml:space="preserve">                                    </w:t>
      </w:r>
      <w:r w:rsidRPr="006E07CA">
        <w:rPr>
          <w:color w:val="333333"/>
          <w:bdr w:val="none" w:sz="0" w:space="0" w:color="auto" w:frame="1"/>
        </w:rPr>
        <w:t xml:space="preserve"> </w:t>
      </w:r>
      <w:r w:rsidRPr="006E07CA">
        <w:rPr>
          <w:color w:val="333333"/>
          <w:bdr w:val="none" w:sz="0" w:space="0" w:color="auto" w:frame="1"/>
          <w:lang w:val="uk-UA"/>
        </w:rPr>
        <w:t xml:space="preserve">                                             від _____ 2021 року №_____</w:t>
      </w:r>
      <w:r w:rsidRPr="006E07CA">
        <w:rPr>
          <w:color w:val="333333"/>
        </w:rPr>
        <w:t> </w:t>
      </w:r>
    </w:p>
    <w:p w:rsidR="00743BAC" w:rsidRPr="006E07CA" w:rsidRDefault="00743BAC" w:rsidP="006E07CA">
      <w:pPr>
        <w:pStyle w:val="NormalWeb"/>
        <w:spacing w:before="225" w:beforeAutospacing="0" w:after="225" w:afterAutospacing="0"/>
        <w:jc w:val="both"/>
        <w:rPr>
          <w:color w:val="333333"/>
        </w:rPr>
      </w:pPr>
    </w:p>
    <w:p w:rsidR="00743BAC" w:rsidRPr="008D73C8" w:rsidRDefault="00743BAC" w:rsidP="006E07CA">
      <w:pPr>
        <w:pStyle w:val="NormalWeb"/>
        <w:spacing w:before="0" w:beforeAutospacing="0" w:after="0" w:afterAutospacing="0"/>
        <w:jc w:val="center"/>
        <w:rPr>
          <w:b/>
          <w:color w:val="333333"/>
        </w:rPr>
      </w:pPr>
      <w:r w:rsidRPr="008D73C8">
        <w:rPr>
          <w:b/>
          <w:bCs/>
          <w:color w:val="333333"/>
          <w:bdr w:val="none" w:sz="0" w:space="0" w:color="auto" w:frame="1"/>
        </w:rPr>
        <w:t>ПОЛОЖЕННЯ</w:t>
      </w:r>
    </w:p>
    <w:p w:rsidR="00743BAC" w:rsidRPr="008D73C8" w:rsidRDefault="00743BAC" w:rsidP="006E07CA">
      <w:pPr>
        <w:pStyle w:val="NormalWeb"/>
        <w:spacing w:before="0" w:beforeAutospacing="0" w:after="0" w:afterAutospacing="0"/>
        <w:jc w:val="center"/>
        <w:rPr>
          <w:b/>
          <w:bCs/>
          <w:color w:val="333333"/>
          <w:bdr w:val="none" w:sz="0" w:space="0" w:color="auto" w:frame="1"/>
        </w:rPr>
      </w:pPr>
      <w:r w:rsidRPr="008D73C8">
        <w:rPr>
          <w:b/>
          <w:bCs/>
          <w:color w:val="333333"/>
          <w:bdr w:val="none" w:sz="0" w:space="0" w:color="auto" w:frame="1"/>
        </w:rPr>
        <w:t>про службу</w:t>
      </w:r>
      <w:r>
        <w:rPr>
          <w:b/>
          <w:bCs/>
          <w:color w:val="333333"/>
          <w:bdr w:val="none" w:sz="0" w:space="0" w:color="auto" w:frame="1"/>
          <w:lang w:val="uk-UA"/>
        </w:rPr>
        <w:t xml:space="preserve"> </w:t>
      </w:r>
      <w:r w:rsidRPr="008D73C8">
        <w:rPr>
          <w:b/>
          <w:bCs/>
          <w:color w:val="333333"/>
          <w:bdr w:val="none" w:sz="0" w:space="0" w:color="auto" w:frame="1"/>
        </w:rPr>
        <w:t xml:space="preserve"> у справах </w:t>
      </w:r>
      <w:r>
        <w:rPr>
          <w:b/>
          <w:bCs/>
          <w:color w:val="333333"/>
          <w:bdr w:val="none" w:sz="0" w:space="0" w:color="auto" w:frame="1"/>
          <w:lang w:val="uk-UA"/>
        </w:rPr>
        <w:t xml:space="preserve"> </w:t>
      </w:r>
      <w:r w:rsidRPr="008D73C8">
        <w:rPr>
          <w:b/>
          <w:bCs/>
          <w:color w:val="333333"/>
          <w:bdr w:val="none" w:sz="0" w:space="0" w:color="auto" w:frame="1"/>
        </w:rPr>
        <w:t>дітей</w:t>
      </w:r>
    </w:p>
    <w:p w:rsidR="00743BAC" w:rsidRPr="008D73C8" w:rsidRDefault="00743BAC" w:rsidP="006E07CA">
      <w:pPr>
        <w:pStyle w:val="NormalWeb"/>
        <w:spacing w:before="0" w:beforeAutospacing="0" w:after="0" w:afterAutospacing="0"/>
        <w:jc w:val="center"/>
        <w:rPr>
          <w:b/>
          <w:color w:val="333333"/>
          <w:lang w:val="uk-UA"/>
        </w:rPr>
      </w:pPr>
      <w:r w:rsidRPr="008D73C8">
        <w:rPr>
          <w:b/>
          <w:bCs/>
          <w:color w:val="333333"/>
          <w:bdr w:val="none" w:sz="0" w:space="0" w:color="auto" w:frame="1"/>
          <w:lang w:val="uk-UA"/>
        </w:rPr>
        <w:t xml:space="preserve">Нагірянської </w:t>
      </w:r>
      <w:r>
        <w:rPr>
          <w:b/>
          <w:bCs/>
          <w:color w:val="333333"/>
          <w:bdr w:val="none" w:sz="0" w:space="0" w:color="auto" w:frame="1"/>
          <w:lang w:val="uk-UA"/>
        </w:rPr>
        <w:t xml:space="preserve"> </w:t>
      </w:r>
      <w:r w:rsidRPr="008D73C8">
        <w:rPr>
          <w:b/>
          <w:bCs/>
          <w:color w:val="333333"/>
          <w:bdr w:val="none" w:sz="0" w:space="0" w:color="auto" w:frame="1"/>
          <w:lang w:val="uk-UA"/>
        </w:rPr>
        <w:t xml:space="preserve">сільської  </w:t>
      </w:r>
      <w:r w:rsidRPr="008D73C8">
        <w:rPr>
          <w:b/>
          <w:bCs/>
          <w:color w:val="333333"/>
          <w:bdr w:val="none" w:sz="0" w:space="0" w:color="auto" w:frame="1"/>
        </w:rPr>
        <w:t>ради</w:t>
      </w:r>
    </w:p>
    <w:p w:rsidR="00743BAC" w:rsidRPr="008D73C8" w:rsidRDefault="00743BAC" w:rsidP="006E07CA">
      <w:pPr>
        <w:pStyle w:val="NormalWeb"/>
        <w:spacing w:before="0" w:beforeAutospacing="0" w:after="0" w:afterAutospacing="0"/>
        <w:jc w:val="center"/>
        <w:rPr>
          <w:b/>
          <w:color w:val="333333"/>
          <w:lang w:val="uk-UA"/>
        </w:rPr>
      </w:pPr>
    </w:p>
    <w:p w:rsidR="00743BAC" w:rsidRPr="008D73C8" w:rsidRDefault="00743BAC" w:rsidP="006E07CA">
      <w:pPr>
        <w:pStyle w:val="NormalWeb"/>
        <w:spacing w:before="0" w:beforeAutospacing="0" w:after="0" w:afterAutospacing="0"/>
        <w:jc w:val="both"/>
        <w:rPr>
          <w:b/>
          <w:bCs/>
          <w:color w:val="333333"/>
          <w:bdr w:val="none" w:sz="0" w:space="0" w:color="auto" w:frame="1"/>
          <w:lang w:val="uk-UA"/>
        </w:rPr>
      </w:pPr>
      <w:r w:rsidRPr="008D73C8">
        <w:rPr>
          <w:b/>
          <w:bCs/>
          <w:color w:val="333333"/>
          <w:bdr w:val="none" w:sz="0" w:space="0" w:color="auto" w:frame="1"/>
        </w:rPr>
        <w:t>1. ЗАГАЛЬНІ ПОЛОЖЕН</w:t>
      </w:r>
      <w:r w:rsidRPr="008D73C8">
        <w:rPr>
          <w:b/>
          <w:bCs/>
          <w:color w:val="333333"/>
          <w:bdr w:val="none" w:sz="0" w:space="0" w:color="auto" w:frame="1"/>
          <w:lang w:val="uk-UA"/>
        </w:rPr>
        <w:t>НЯ</w:t>
      </w:r>
    </w:p>
    <w:p w:rsidR="00743BAC" w:rsidRPr="00D130DD" w:rsidRDefault="00743BAC" w:rsidP="006E07CA">
      <w:pPr>
        <w:pStyle w:val="NormalWeb"/>
        <w:spacing w:before="0" w:beforeAutospacing="0" w:after="0" w:afterAutospacing="0"/>
        <w:jc w:val="both"/>
        <w:rPr>
          <w:color w:val="333333"/>
          <w:lang w:val="uk-UA"/>
        </w:rPr>
      </w:pPr>
    </w:p>
    <w:p w:rsidR="00743BAC" w:rsidRPr="006E07CA" w:rsidRDefault="00743BAC" w:rsidP="006E07CA">
      <w:pPr>
        <w:pStyle w:val="NormalWeb"/>
        <w:spacing w:before="0" w:beforeAutospacing="0" w:after="0" w:afterAutospacing="0"/>
        <w:jc w:val="both"/>
        <w:rPr>
          <w:color w:val="333333"/>
          <w:lang w:val="uk-UA"/>
        </w:rPr>
      </w:pPr>
      <w:r w:rsidRPr="006E07CA">
        <w:rPr>
          <w:color w:val="333333"/>
        </w:rPr>
        <w:t>1.1.Служба у справах дітей є структурним</w:t>
      </w:r>
      <w:r w:rsidRPr="006E07CA">
        <w:rPr>
          <w:color w:val="333333"/>
          <w:lang w:val="uk-UA"/>
        </w:rPr>
        <w:t xml:space="preserve"> </w:t>
      </w:r>
      <w:r w:rsidRPr="006E07CA">
        <w:rPr>
          <w:color w:val="333333"/>
        </w:rPr>
        <w:t xml:space="preserve"> підрозділом </w:t>
      </w:r>
      <w:r w:rsidRPr="006E07CA">
        <w:rPr>
          <w:bCs/>
          <w:color w:val="333333"/>
          <w:bdr w:val="none" w:sz="0" w:space="0" w:color="auto" w:frame="1"/>
          <w:lang w:val="uk-UA"/>
        </w:rPr>
        <w:t xml:space="preserve">Нагірянської сільської  </w:t>
      </w:r>
      <w:r w:rsidRPr="006E07CA">
        <w:rPr>
          <w:bCs/>
          <w:color w:val="333333"/>
          <w:bdr w:val="none" w:sz="0" w:space="0" w:color="auto" w:frame="1"/>
        </w:rPr>
        <w:t>ради</w:t>
      </w:r>
      <w:r w:rsidRPr="006E07CA">
        <w:rPr>
          <w:bCs/>
          <w:color w:val="333333"/>
          <w:bdr w:val="none" w:sz="0" w:space="0" w:color="auto" w:frame="1"/>
          <w:lang w:val="uk-UA"/>
        </w:rPr>
        <w:t>.</w:t>
      </w:r>
    </w:p>
    <w:p w:rsidR="00743BAC" w:rsidRDefault="00743BAC" w:rsidP="006E07CA">
      <w:pPr>
        <w:pStyle w:val="NormalWeb"/>
        <w:spacing w:before="0" w:beforeAutospacing="0" w:after="0" w:afterAutospacing="0"/>
        <w:jc w:val="both"/>
        <w:rPr>
          <w:color w:val="333333"/>
          <w:lang w:val="uk-UA"/>
        </w:rPr>
      </w:pPr>
      <w:r>
        <w:rPr>
          <w:color w:val="333333"/>
          <w:lang w:val="uk-UA"/>
        </w:rPr>
        <w:t xml:space="preserve"> </w:t>
      </w:r>
    </w:p>
    <w:p w:rsidR="00743BAC" w:rsidRPr="006E07CA" w:rsidRDefault="00743BAC" w:rsidP="006E07CA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E07CA">
        <w:rPr>
          <w:rFonts w:ascii="Times New Roman" w:hAnsi="Times New Roman"/>
          <w:sz w:val="24"/>
          <w:szCs w:val="24"/>
        </w:rPr>
        <w:t>Служба у справах дітей утворена відповідно до ст. 54 Закону України "Про місцеве самоврядування в Україні", п.3 Порядку</w:t>
      </w:r>
      <w:r w:rsidRPr="006E07CA">
        <w:rPr>
          <w:rStyle w:val="apple-converted-space"/>
          <w:rFonts w:ascii="Times New Roman" w:hAnsi="Times New Roman"/>
          <w:bCs/>
          <w:sz w:val="24"/>
          <w:szCs w:val="24"/>
          <w:shd w:val="clear" w:color="auto" w:fill="FFFFFF"/>
        </w:rPr>
        <w:t> </w:t>
      </w:r>
      <w:r w:rsidRPr="006E07CA">
        <w:rPr>
          <w:rStyle w:val="rvts23"/>
          <w:rFonts w:ascii="Times New Roman" w:hAnsi="Times New Roman"/>
          <w:bCs/>
          <w:sz w:val="24"/>
          <w:szCs w:val="24"/>
          <w:shd w:val="clear" w:color="auto" w:fill="FFFFFF"/>
        </w:rPr>
        <w:t xml:space="preserve">провадження органами опіки та піклування діяльності, пов'язаної із захистом прав дитини, затвердженого </w:t>
      </w:r>
      <w:r w:rsidRPr="006E07CA">
        <w:rPr>
          <w:rFonts w:ascii="Times New Roman" w:hAnsi="Times New Roman"/>
          <w:sz w:val="24"/>
          <w:szCs w:val="24"/>
        </w:rPr>
        <w:t xml:space="preserve">постановою Кабінету Міністрів України від 24 вересня 2008 року № 866 «Питання діяльності органів опіки та піклування, пов'язаної із захистом прав дитини» (із змінами)  і забезпечує виконання покладених на службу завдань згідно з Законом України “Про органи і служби у справах дітей та спеціальні установи для дітей” (зі змінами). </w:t>
      </w:r>
    </w:p>
    <w:p w:rsidR="00743BAC" w:rsidRPr="000E3498" w:rsidRDefault="00743BAC" w:rsidP="006E07CA">
      <w:pPr>
        <w:pStyle w:val="NormalWeb"/>
        <w:spacing w:before="225" w:beforeAutospacing="0" w:after="225" w:afterAutospacing="0"/>
        <w:jc w:val="both"/>
        <w:rPr>
          <w:color w:val="333333"/>
          <w:lang w:val="uk-UA"/>
        </w:rPr>
      </w:pPr>
      <w:r w:rsidRPr="00912905">
        <w:rPr>
          <w:color w:val="333333"/>
          <w:lang w:val="uk-UA"/>
        </w:rPr>
        <w:t>Служба пі</w:t>
      </w:r>
      <w:r>
        <w:rPr>
          <w:color w:val="333333"/>
          <w:lang w:val="uk-UA"/>
        </w:rPr>
        <w:t>дконтрольна та підзвітна сільсько</w:t>
      </w:r>
      <w:r w:rsidRPr="00912905">
        <w:rPr>
          <w:color w:val="333333"/>
          <w:lang w:val="uk-UA"/>
        </w:rPr>
        <w:t>му голові та в</w:t>
      </w:r>
      <w:r>
        <w:rPr>
          <w:color w:val="333333"/>
        </w:rPr>
        <w:t>иконавчому комітету с</w:t>
      </w:r>
      <w:r>
        <w:rPr>
          <w:color w:val="333333"/>
          <w:lang w:val="uk-UA"/>
        </w:rPr>
        <w:t>ільськ</w:t>
      </w:r>
      <w:r w:rsidRPr="00D130DD">
        <w:rPr>
          <w:color w:val="333333"/>
        </w:rPr>
        <w:t>ої ради.</w:t>
      </w:r>
      <w:r>
        <w:rPr>
          <w:color w:val="333333"/>
          <w:lang w:val="uk-UA"/>
        </w:rPr>
        <w:t xml:space="preserve"> </w:t>
      </w:r>
      <w:r w:rsidRPr="000E3498">
        <w:rPr>
          <w:color w:val="333333"/>
          <w:lang w:val="uk-UA"/>
        </w:rPr>
        <w:t>Служба є самостійною, не має статусу юридичної</w:t>
      </w:r>
      <w:r>
        <w:rPr>
          <w:color w:val="333333"/>
          <w:lang w:val="uk-UA"/>
        </w:rPr>
        <w:t xml:space="preserve"> </w:t>
      </w:r>
      <w:r w:rsidRPr="000E3498">
        <w:rPr>
          <w:color w:val="333333"/>
          <w:lang w:val="uk-UA"/>
        </w:rPr>
        <w:t>особи.</w:t>
      </w:r>
    </w:p>
    <w:p w:rsidR="00743BAC" w:rsidRPr="000E3498" w:rsidRDefault="00743BAC" w:rsidP="006E07CA">
      <w:pPr>
        <w:pStyle w:val="NormalWeb"/>
        <w:spacing w:before="225" w:beforeAutospacing="0" w:after="225" w:afterAutospacing="0"/>
        <w:jc w:val="both"/>
        <w:rPr>
          <w:color w:val="333333"/>
          <w:lang w:val="uk-UA"/>
        </w:rPr>
      </w:pPr>
      <w:r w:rsidRPr="000E3498">
        <w:rPr>
          <w:color w:val="333333"/>
          <w:lang w:val="uk-UA"/>
        </w:rPr>
        <w:t>1.2. Служба утворюється з метою здійснення соціального захисту дітей, профілактики правопорушень та дитячої бездоглядності в об’єднаній територіальній громаді, ведення питань опіки, піклування.</w:t>
      </w:r>
    </w:p>
    <w:p w:rsidR="00743BAC" w:rsidRPr="00912905" w:rsidRDefault="00743BAC" w:rsidP="006E07CA">
      <w:pPr>
        <w:pStyle w:val="NormalWeb"/>
        <w:spacing w:before="225" w:beforeAutospacing="0" w:after="225" w:afterAutospacing="0"/>
        <w:jc w:val="both"/>
        <w:rPr>
          <w:color w:val="333333"/>
        </w:rPr>
      </w:pPr>
      <w:r w:rsidRPr="00D130DD">
        <w:rPr>
          <w:color w:val="333333"/>
        </w:rPr>
        <w:t xml:space="preserve">1.3. У своїй діяльності Служба керується Конституцією України, Законом  України </w:t>
      </w:r>
      <w:r>
        <w:rPr>
          <w:color w:val="333333"/>
          <w:lang w:val="uk-UA"/>
        </w:rPr>
        <w:t xml:space="preserve">                  </w:t>
      </w:r>
      <w:r w:rsidRPr="00D130DD">
        <w:rPr>
          <w:color w:val="333333"/>
        </w:rPr>
        <w:t>"Про органи та служби у справах дітей та спеціальні установи для дітей", Законом України "Про охорону дитинства", Законом України "Про забезпечення організаційно-правових умов соціального захисту дітей-сиріт та дітей, позбавлених батьківського піклування", Законом України "Про попередження насильства в сім'ї" та іншими законами України, Сімейним кодексом України, наказами Міністерства  молоді та спорту, нормативно-правовими актами органів центральної виконавчої влади, рішеннями обласної ради, розпорядженнями облдержадміністрації та  голови громади, прийнятими до вимог чинного законодавства за цим положенням.</w:t>
      </w:r>
    </w:p>
    <w:p w:rsidR="00743BAC" w:rsidRPr="00D130DD" w:rsidRDefault="00743BAC" w:rsidP="006E07CA">
      <w:pPr>
        <w:pStyle w:val="NormalWeb"/>
        <w:spacing w:before="225" w:beforeAutospacing="0" w:after="225" w:afterAutospacing="0"/>
        <w:jc w:val="both"/>
        <w:rPr>
          <w:color w:val="333333"/>
        </w:rPr>
      </w:pPr>
      <w:r w:rsidRPr="00D130DD">
        <w:rPr>
          <w:color w:val="333333"/>
        </w:rPr>
        <w:t xml:space="preserve">1.4. Посадові особи, що працюють у Службі, є посадовими особами місцевого самоврядування, відповідно до цього </w:t>
      </w:r>
      <w:r>
        <w:rPr>
          <w:color w:val="333333"/>
          <w:lang w:val="uk-UA"/>
        </w:rPr>
        <w:t>П</w:t>
      </w:r>
      <w:r w:rsidRPr="00D130DD">
        <w:rPr>
          <w:color w:val="333333"/>
        </w:rPr>
        <w:t>оложення мають посадові повноваження щодо здійснення організаційно-розпорядчих та консультативно-дорадчих функцій і отримують заробітну плату за рахунок місцевого бюджету.</w:t>
      </w:r>
    </w:p>
    <w:p w:rsidR="00743BAC" w:rsidRPr="004C2C8D" w:rsidRDefault="00743BAC" w:rsidP="006E07CA">
      <w:pPr>
        <w:pStyle w:val="NormalWeb"/>
        <w:spacing w:before="0" w:beforeAutospacing="0" w:after="0" w:afterAutospacing="0"/>
        <w:jc w:val="both"/>
        <w:rPr>
          <w:color w:val="333333"/>
        </w:rPr>
      </w:pPr>
      <w:r w:rsidRPr="00D130DD">
        <w:rPr>
          <w:b/>
          <w:bCs/>
          <w:color w:val="333333"/>
          <w:bdr w:val="none" w:sz="0" w:space="0" w:color="auto" w:frame="1"/>
        </w:rPr>
        <w:t>2. ОСНОВНІ ЗАВДАННЯ ТА ФУНКЦІЇ СЛУЖБИ</w:t>
      </w:r>
    </w:p>
    <w:p w:rsidR="00743BAC" w:rsidRPr="00D130DD" w:rsidRDefault="00743BAC" w:rsidP="006E07CA">
      <w:pPr>
        <w:pStyle w:val="NormalWeb"/>
        <w:spacing w:before="225" w:beforeAutospacing="0" w:after="225" w:afterAutospacing="0"/>
        <w:jc w:val="both"/>
        <w:rPr>
          <w:color w:val="333333"/>
          <w:lang w:val="uk-UA"/>
        </w:rPr>
      </w:pPr>
      <w:r w:rsidRPr="00D130DD">
        <w:rPr>
          <w:color w:val="333333"/>
        </w:rPr>
        <w:t>Основними завданнями Служби є:</w:t>
      </w:r>
    </w:p>
    <w:p w:rsidR="00743BAC" w:rsidRPr="00D130DD" w:rsidRDefault="00743BAC" w:rsidP="006E07CA">
      <w:pPr>
        <w:pStyle w:val="NormalWeb"/>
        <w:spacing w:before="225" w:beforeAutospacing="0" w:after="225" w:afterAutospacing="0"/>
        <w:jc w:val="both"/>
        <w:rPr>
          <w:color w:val="333333"/>
          <w:lang w:val="uk-UA"/>
        </w:rPr>
      </w:pPr>
      <w:r w:rsidRPr="00D130DD">
        <w:rPr>
          <w:color w:val="333333"/>
        </w:rPr>
        <w:t>2.1. Контроль за дотриманням законодавства стосовно дітей.</w:t>
      </w:r>
    </w:p>
    <w:p w:rsidR="00743BAC" w:rsidRPr="00D130DD" w:rsidRDefault="00743BAC" w:rsidP="006E07CA">
      <w:pPr>
        <w:pStyle w:val="NormalWeb"/>
        <w:spacing w:before="225" w:beforeAutospacing="0" w:after="225" w:afterAutospacing="0"/>
        <w:jc w:val="both"/>
        <w:rPr>
          <w:color w:val="333333"/>
          <w:lang w:val="uk-UA"/>
        </w:rPr>
      </w:pPr>
      <w:r w:rsidRPr="004C2C8D">
        <w:rPr>
          <w:color w:val="333333"/>
          <w:lang w:val="uk-UA"/>
        </w:rPr>
        <w:t>2.1.2. Реалізація державної політики у сфері соціального захисту дітей, запобігання дитячій бездоглядності та безпритульності, вчиненню дітьми правопорушень.</w:t>
      </w:r>
    </w:p>
    <w:p w:rsidR="00743BAC" w:rsidRPr="00D130DD" w:rsidRDefault="00743BAC" w:rsidP="006E07CA">
      <w:pPr>
        <w:pStyle w:val="NormalWeb"/>
        <w:spacing w:before="225" w:beforeAutospacing="0" w:after="225" w:afterAutospacing="0"/>
        <w:jc w:val="both"/>
        <w:rPr>
          <w:color w:val="333333"/>
          <w:lang w:val="uk-UA"/>
        </w:rPr>
      </w:pPr>
      <w:r w:rsidRPr="00D130DD">
        <w:rPr>
          <w:color w:val="333333"/>
        </w:rPr>
        <w:t>2.1.3. Профілактика дитячої бездоглядності та безпритульності.</w:t>
      </w:r>
    </w:p>
    <w:p w:rsidR="00743BAC" w:rsidRPr="00D130DD" w:rsidRDefault="00743BAC" w:rsidP="006E07CA">
      <w:pPr>
        <w:pStyle w:val="NormalWeb"/>
        <w:spacing w:before="225" w:beforeAutospacing="0" w:after="225" w:afterAutospacing="0"/>
        <w:jc w:val="both"/>
        <w:rPr>
          <w:color w:val="333333"/>
          <w:lang w:val="uk-UA"/>
        </w:rPr>
      </w:pPr>
      <w:r w:rsidRPr="004C2C8D">
        <w:rPr>
          <w:color w:val="333333"/>
          <w:lang w:val="uk-UA"/>
        </w:rPr>
        <w:t>2.1.4. Подання пропозицій на розгляд виконавчого комі</w:t>
      </w:r>
      <w:r>
        <w:rPr>
          <w:color w:val="333333"/>
          <w:lang w:val="uk-UA"/>
        </w:rPr>
        <w:t>тету Нагірянської сільської ради</w:t>
      </w:r>
      <w:r w:rsidRPr="004C2C8D">
        <w:rPr>
          <w:color w:val="333333"/>
          <w:lang w:val="uk-UA"/>
        </w:rPr>
        <w:t xml:space="preserve"> щодо встановлення опіки та піклування над дітьми-сиротами та дітьми, позбавленими батьківського піклування.</w:t>
      </w:r>
    </w:p>
    <w:p w:rsidR="00743BAC" w:rsidRPr="00D130DD" w:rsidRDefault="00743BAC" w:rsidP="006E07CA">
      <w:pPr>
        <w:pStyle w:val="NormalWeb"/>
        <w:spacing w:before="225" w:beforeAutospacing="0" w:after="225" w:afterAutospacing="0"/>
        <w:jc w:val="both"/>
        <w:rPr>
          <w:color w:val="333333"/>
          <w:lang w:val="uk-UA"/>
        </w:rPr>
      </w:pPr>
      <w:r w:rsidRPr="004C2C8D">
        <w:rPr>
          <w:color w:val="333333"/>
          <w:lang w:val="uk-UA"/>
        </w:rPr>
        <w:t>2.1.5. Організація та проведення рейдів спільно з оперупо</w:t>
      </w:r>
      <w:r>
        <w:rPr>
          <w:color w:val="333333"/>
          <w:lang w:val="uk-UA"/>
        </w:rPr>
        <w:t xml:space="preserve">вноваженими  Чортківського ВП ГУНП в Тернопільській </w:t>
      </w:r>
      <w:r w:rsidRPr="004C2C8D">
        <w:rPr>
          <w:color w:val="333333"/>
          <w:lang w:val="uk-UA"/>
        </w:rPr>
        <w:t>області для вирішення проблем неповнолітніх, протидії втягненню їх у протиправну діяльність.</w:t>
      </w:r>
    </w:p>
    <w:p w:rsidR="00743BAC" w:rsidRDefault="00743BAC" w:rsidP="006E07CA">
      <w:pPr>
        <w:pStyle w:val="NormalWeb"/>
        <w:spacing w:before="225" w:beforeAutospacing="0" w:after="225" w:afterAutospacing="0"/>
        <w:jc w:val="both"/>
        <w:rPr>
          <w:color w:val="333333"/>
          <w:lang w:val="uk-UA"/>
        </w:rPr>
      </w:pPr>
      <w:r w:rsidRPr="00D130DD">
        <w:rPr>
          <w:color w:val="333333"/>
        </w:rPr>
        <w:t>2.1.6. Пропагування здорового способу життя серед дітей, попередження вживання алкогольних напоїв, тютюнопаління та наркоманії.</w:t>
      </w:r>
    </w:p>
    <w:p w:rsidR="00743BAC" w:rsidRPr="006E07CA" w:rsidRDefault="00743BAC" w:rsidP="006E07CA">
      <w:pPr>
        <w:pStyle w:val="NormalWeb"/>
        <w:spacing w:before="225" w:beforeAutospacing="0" w:after="225" w:afterAutospacing="0"/>
        <w:jc w:val="both"/>
        <w:rPr>
          <w:b/>
          <w:color w:val="333333"/>
          <w:lang w:val="uk-UA"/>
        </w:rPr>
      </w:pPr>
      <w:r w:rsidRPr="00E12379">
        <w:rPr>
          <w:b/>
          <w:color w:val="333333"/>
          <w:lang w:val="uk-UA"/>
        </w:rPr>
        <w:t>2.2.Ф</w:t>
      </w:r>
      <w:r w:rsidRPr="00E12379">
        <w:rPr>
          <w:b/>
          <w:bCs/>
          <w:color w:val="333333"/>
          <w:bdr w:val="none" w:sz="0" w:space="0" w:color="auto" w:frame="1"/>
          <w:lang w:val="uk-UA"/>
        </w:rPr>
        <w:t>ункції служби</w:t>
      </w:r>
      <w:r w:rsidRPr="006E07CA">
        <w:rPr>
          <w:b/>
          <w:bCs/>
          <w:color w:val="333333"/>
          <w:bdr w:val="none" w:sz="0" w:space="0" w:color="auto" w:frame="1"/>
          <w:lang w:val="uk-UA"/>
        </w:rPr>
        <w:t>.</w:t>
      </w:r>
    </w:p>
    <w:p w:rsidR="00743BAC" w:rsidRPr="00E12379" w:rsidRDefault="00743BAC" w:rsidP="006E07CA">
      <w:pPr>
        <w:pStyle w:val="NormalWeb"/>
        <w:spacing w:before="225" w:beforeAutospacing="0" w:after="225" w:afterAutospacing="0"/>
        <w:jc w:val="both"/>
        <w:rPr>
          <w:color w:val="333333"/>
          <w:lang w:val="uk-UA"/>
        </w:rPr>
      </w:pPr>
      <w:r>
        <w:rPr>
          <w:color w:val="333333"/>
        </w:rPr>
        <w:t> </w:t>
      </w:r>
      <w:r w:rsidRPr="00E12379">
        <w:rPr>
          <w:color w:val="333333"/>
          <w:lang w:val="uk-UA"/>
        </w:rPr>
        <w:t>Служба:</w:t>
      </w:r>
    </w:p>
    <w:p w:rsidR="00743BAC" w:rsidRPr="00E12379" w:rsidRDefault="00743BAC" w:rsidP="006E07CA">
      <w:pPr>
        <w:pStyle w:val="NormalWeb"/>
        <w:spacing w:before="225" w:beforeAutospacing="0" w:after="225" w:afterAutospacing="0"/>
        <w:jc w:val="both"/>
        <w:rPr>
          <w:color w:val="333333"/>
          <w:lang w:val="uk-UA"/>
        </w:rPr>
      </w:pPr>
      <w:r w:rsidRPr="00E12379">
        <w:rPr>
          <w:color w:val="333333"/>
          <w:lang w:val="uk-UA"/>
        </w:rPr>
        <w:t>2.2.1. Організовує засідання Комісії з питань захисту прав дитини з метою координації зусиль відділів і управлінь об’єднаної громади, підприємств, установ та організацій незалежно від форм власності, громадських організацій у вирішенні питань соціального захисту неповнолітніх, організації роботи щодо запобігання бездоглядності та вчинення неповнолітніми правопорушень.</w:t>
      </w:r>
    </w:p>
    <w:p w:rsidR="00743BAC" w:rsidRPr="00D130DD" w:rsidRDefault="00743BAC" w:rsidP="006E07CA">
      <w:pPr>
        <w:pStyle w:val="NormalWeb"/>
        <w:spacing w:before="225" w:beforeAutospacing="0" w:after="225" w:afterAutospacing="0"/>
        <w:jc w:val="both"/>
        <w:rPr>
          <w:color w:val="333333"/>
          <w:lang w:val="uk-UA"/>
        </w:rPr>
      </w:pPr>
      <w:r w:rsidRPr="00E12379">
        <w:rPr>
          <w:color w:val="333333"/>
          <w:lang w:val="uk-UA"/>
        </w:rPr>
        <w:t>2.2.2. Розробляє і здійснює самостійно або разом з відповідними відділами об’єднаної громади, заходи щодо забезпечення прав, свобод і законних інтересів дітей та здійснює контроль за виконанням цих заходів.</w:t>
      </w:r>
    </w:p>
    <w:p w:rsidR="00743BAC" w:rsidRPr="00D130DD" w:rsidRDefault="00743BAC" w:rsidP="006E07CA">
      <w:pPr>
        <w:pStyle w:val="NormalWeb"/>
        <w:spacing w:before="225" w:beforeAutospacing="0" w:after="225" w:afterAutospacing="0"/>
        <w:jc w:val="both"/>
        <w:rPr>
          <w:color w:val="333333"/>
          <w:lang w:val="uk-UA"/>
        </w:rPr>
      </w:pPr>
      <w:r w:rsidRPr="004C2C8D">
        <w:rPr>
          <w:color w:val="333333"/>
          <w:lang w:val="uk-UA"/>
        </w:rPr>
        <w:t>2.2.3. Готує проекти рішень виконавчого комітету, як органу опіки та піклування, та його висновків при розгляді судом спорів щодо визначення імені, прізвища, по батькові дитини; участі одного з батьків у вихованні дитини; визначення місця проживання дитини.</w:t>
      </w:r>
    </w:p>
    <w:p w:rsidR="00743BAC" w:rsidRPr="00D130DD" w:rsidRDefault="00743BAC" w:rsidP="006E07CA">
      <w:pPr>
        <w:pStyle w:val="NormalWeb"/>
        <w:spacing w:before="225" w:beforeAutospacing="0" w:after="225" w:afterAutospacing="0"/>
        <w:jc w:val="both"/>
        <w:rPr>
          <w:color w:val="333333"/>
          <w:lang w:val="uk-UA"/>
        </w:rPr>
      </w:pPr>
      <w:r w:rsidRPr="004C2C8D">
        <w:rPr>
          <w:color w:val="333333"/>
          <w:lang w:val="uk-UA"/>
        </w:rPr>
        <w:t>2.2.4. Забезпечує тимчасове влаштування дітей, залишених без батьківського піклування та приймає рішення про доцільність (недоцільність) повернення таких дітей, а також дітей, які перебувають у складних життєвих обставинах, та перебували у різних формах тимчасового влаштування, до батьків або осіб, які їх замінюють.</w:t>
      </w:r>
    </w:p>
    <w:p w:rsidR="00743BAC" w:rsidRPr="00D130DD" w:rsidRDefault="00743BAC" w:rsidP="006E07CA">
      <w:pPr>
        <w:pStyle w:val="NormalWeb"/>
        <w:spacing w:before="225" w:beforeAutospacing="0" w:after="225" w:afterAutospacing="0"/>
        <w:jc w:val="both"/>
        <w:rPr>
          <w:color w:val="333333"/>
          <w:lang w:val="uk-UA"/>
        </w:rPr>
      </w:pPr>
      <w:r w:rsidRPr="004C2C8D">
        <w:rPr>
          <w:color w:val="333333"/>
          <w:lang w:val="uk-UA"/>
        </w:rPr>
        <w:t>2.2.5. Вживає заходів щодо влаштування дітей-сиріт та дітей, позбавлених батьківського піклування під опіку, піклування.</w:t>
      </w:r>
    </w:p>
    <w:p w:rsidR="00743BAC" w:rsidRPr="00D130DD" w:rsidRDefault="00743BAC" w:rsidP="006E07CA">
      <w:pPr>
        <w:pStyle w:val="NormalWeb"/>
        <w:spacing w:before="225" w:beforeAutospacing="0" w:after="225" w:afterAutospacing="0"/>
        <w:jc w:val="both"/>
        <w:rPr>
          <w:color w:val="333333"/>
          <w:lang w:val="uk-UA"/>
        </w:rPr>
      </w:pPr>
      <w:r w:rsidRPr="00D130DD">
        <w:rPr>
          <w:color w:val="333333"/>
        </w:rPr>
        <w:t>2.2.6. Здійснює контроль за умовами виховання, утримання і розвитку дитини, над якою встановлено опіку, піклування, яка влаштована в прийомну сім’ю, дитячий будинок сімейного типу.</w:t>
      </w:r>
    </w:p>
    <w:p w:rsidR="00743BAC" w:rsidRPr="00D130DD" w:rsidRDefault="00743BAC" w:rsidP="006E07CA">
      <w:pPr>
        <w:pStyle w:val="NormalWeb"/>
        <w:spacing w:before="225" w:beforeAutospacing="0" w:after="225" w:afterAutospacing="0"/>
        <w:jc w:val="both"/>
        <w:rPr>
          <w:color w:val="333333"/>
          <w:lang w:val="uk-UA"/>
        </w:rPr>
      </w:pPr>
      <w:r w:rsidRPr="004C2C8D">
        <w:rPr>
          <w:color w:val="333333"/>
          <w:lang w:val="uk-UA"/>
        </w:rPr>
        <w:t>2.2.7. Разом з відділом кримінальної поліції у справах дітей організовує і проводить рейди щодо запобігання дитячої бездоглядності та профілактики скоєння правопорушень.</w:t>
      </w:r>
    </w:p>
    <w:p w:rsidR="00743BAC" w:rsidRPr="00D130DD" w:rsidRDefault="00743BAC" w:rsidP="006E07CA">
      <w:pPr>
        <w:pStyle w:val="NormalWeb"/>
        <w:spacing w:before="225" w:beforeAutospacing="0" w:after="225" w:afterAutospacing="0"/>
        <w:jc w:val="both"/>
        <w:rPr>
          <w:color w:val="333333"/>
          <w:lang w:val="uk-UA"/>
        </w:rPr>
      </w:pPr>
      <w:r w:rsidRPr="00D130DD">
        <w:rPr>
          <w:color w:val="333333"/>
        </w:rPr>
        <w:t>2.2.8. Представляє у межах своєї компетенції права дитини в суді.</w:t>
      </w:r>
    </w:p>
    <w:p w:rsidR="00743BAC" w:rsidRPr="00D130DD" w:rsidRDefault="00743BAC" w:rsidP="006E07CA">
      <w:pPr>
        <w:pStyle w:val="NormalWeb"/>
        <w:spacing w:before="225" w:beforeAutospacing="0" w:after="225" w:afterAutospacing="0"/>
        <w:jc w:val="both"/>
        <w:rPr>
          <w:color w:val="333333"/>
        </w:rPr>
      </w:pPr>
      <w:r w:rsidRPr="00D130DD">
        <w:rPr>
          <w:color w:val="333333"/>
        </w:rPr>
        <w:t>2.2.9. Вживає заходи щодо захисту особистих, м</w:t>
      </w:r>
      <w:r>
        <w:rPr>
          <w:color w:val="333333"/>
        </w:rPr>
        <w:t>айнових та житлових прав дітей.</w:t>
      </w:r>
      <w:r w:rsidRPr="00D130DD">
        <w:rPr>
          <w:color w:val="333333"/>
        </w:rPr>
        <w:t> </w:t>
      </w:r>
    </w:p>
    <w:p w:rsidR="00743BAC" w:rsidRPr="00D130DD" w:rsidRDefault="00743BAC" w:rsidP="006E07CA">
      <w:pPr>
        <w:pStyle w:val="NormalWeb"/>
        <w:spacing w:before="225" w:beforeAutospacing="0" w:after="225" w:afterAutospacing="0"/>
        <w:jc w:val="both"/>
        <w:rPr>
          <w:color w:val="333333"/>
          <w:lang w:val="uk-UA"/>
        </w:rPr>
      </w:pPr>
      <w:r w:rsidRPr="00D130DD">
        <w:rPr>
          <w:color w:val="333333"/>
        </w:rPr>
        <w:t>2.2.10. Здійснює контроль за цільовим використанням аліментів.</w:t>
      </w:r>
    </w:p>
    <w:p w:rsidR="00743BAC" w:rsidRPr="00D130DD" w:rsidRDefault="00743BAC" w:rsidP="006E07CA">
      <w:pPr>
        <w:pStyle w:val="NormalWeb"/>
        <w:spacing w:before="225" w:beforeAutospacing="0" w:after="225" w:afterAutospacing="0"/>
        <w:jc w:val="both"/>
        <w:rPr>
          <w:color w:val="333333"/>
          <w:lang w:val="uk-UA"/>
        </w:rPr>
      </w:pPr>
      <w:r w:rsidRPr="004C2C8D">
        <w:rPr>
          <w:color w:val="333333"/>
          <w:lang w:val="uk-UA"/>
        </w:rPr>
        <w:t xml:space="preserve">2.2.11. </w:t>
      </w:r>
      <w:r w:rsidRPr="00D130DD">
        <w:rPr>
          <w:color w:val="333333"/>
        </w:rPr>
        <w:t> </w:t>
      </w:r>
      <w:r w:rsidRPr="004C2C8D">
        <w:rPr>
          <w:color w:val="333333"/>
          <w:lang w:val="uk-UA"/>
        </w:rPr>
        <w:t>Веде облік дітей, які перебувають у складних життєвих обставинах, дітей-сиріт, дітей, позбавлених батьківського піклування, дітей, які залишились без піклування батьків.</w:t>
      </w:r>
      <w:r>
        <w:rPr>
          <w:color w:val="333333"/>
        </w:rPr>
        <w:t>   </w:t>
      </w:r>
    </w:p>
    <w:p w:rsidR="00743BAC" w:rsidRPr="00D130DD" w:rsidRDefault="00743BAC" w:rsidP="006E07CA">
      <w:pPr>
        <w:pStyle w:val="NormalWeb"/>
        <w:spacing w:before="225" w:beforeAutospacing="0" w:after="225" w:afterAutospacing="0"/>
        <w:jc w:val="both"/>
        <w:rPr>
          <w:color w:val="333333"/>
          <w:lang w:val="uk-UA"/>
        </w:rPr>
      </w:pPr>
      <w:r w:rsidRPr="00D130DD">
        <w:rPr>
          <w:color w:val="333333"/>
        </w:rPr>
        <w:t>2.2.12. Організов</w:t>
      </w:r>
      <w:r>
        <w:rPr>
          <w:color w:val="333333"/>
        </w:rPr>
        <w:t>ує облік дітей дошкільного віку</w:t>
      </w:r>
      <w:r>
        <w:rPr>
          <w:color w:val="333333"/>
          <w:lang w:val="uk-UA"/>
        </w:rPr>
        <w:t>.</w:t>
      </w:r>
    </w:p>
    <w:p w:rsidR="00743BAC" w:rsidRPr="00D130DD" w:rsidRDefault="00743BAC" w:rsidP="006E07CA">
      <w:pPr>
        <w:pStyle w:val="NormalWeb"/>
        <w:spacing w:before="225" w:beforeAutospacing="0" w:after="225" w:afterAutospacing="0"/>
        <w:jc w:val="both"/>
        <w:rPr>
          <w:color w:val="333333"/>
          <w:lang w:val="uk-UA"/>
        </w:rPr>
      </w:pPr>
      <w:r w:rsidRPr="004C2C8D">
        <w:rPr>
          <w:color w:val="333333"/>
          <w:lang w:val="uk-UA"/>
        </w:rPr>
        <w:t>2.2.13. Здійснює моніторинг забезпечення школярів із числа дітей-сиріт, дітей, позбавлених батьківського піклування, дітей-інвалідів та дітей із сімей, які отримують допомогу відповідно до Закону України “Про державну соціальну допомогу малозабезпеченим сім’ям ”, які навчаються в комунальних навчальних закладах, безоплатними підручниками.</w:t>
      </w:r>
    </w:p>
    <w:p w:rsidR="00743BAC" w:rsidRPr="00D130DD" w:rsidRDefault="00743BAC" w:rsidP="006E07CA">
      <w:pPr>
        <w:pStyle w:val="NormalWeb"/>
        <w:spacing w:before="225" w:beforeAutospacing="0" w:after="225" w:afterAutospacing="0"/>
        <w:jc w:val="both"/>
        <w:rPr>
          <w:color w:val="333333"/>
          <w:lang w:val="uk-UA"/>
        </w:rPr>
      </w:pPr>
      <w:r w:rsidRPr="004C2C8D">
        <w:rPr>
          <w:color w:val="333333"/>
          <w:lang w:val="uk-UA"/>
        </w:rPr>
        <w:t xml:space="preserve">2.2.14. Здійснює контроль за виплатою одноразової допомоги дітям-сиротам і дітям, позбавленим батьківського піклування, після досягнення </w:t>
      </w:r>
      <w:r>
        <w:rPr>
          <w:color w:val="333333"/>
        </w:rPr>
        <w:t> </w:t>
      </w:r>
      <w:r w:rsidRPr="004C2C8D">
        <w:rPr>
          <w:color w:val="333333"/>
          <w:lang w:val="uk-UA"/>
        </w:rPr>
        <w:t>18-річного віку.</w:t>
      </w:r>
    </w:p>
    <w:p w:rsidR="00743BAC" w:rsidRPr="00D130DD" w:rsidRDefault="00743BAC" w:rsidP="006E07CA">
      <w:pPr>
        <w:pStyle w:val="NormalWeb"/>
        <w:spacing w:before="0" w:beforeAutospacing="0" w:after="0" w:afterAutospacing="0"/>
        <w:jc w:val="both"/>
        <w:rPr>
          <w:color w:val="333333"/>
          <w:lang w:val="uk-UA"/>
        </w:rPr>
      </w:pPr>
      <w:r w:rsidRPr="00D130DD">
        <w:rPr>
          <w:b/>
          <w:bCs/>
          <w:color w:val="333333"/>
          <w:bdr w:val="none" w:sz="0" w:space="0" w:color="auto" w:frame="1"/>
        </w:rPr>
        <w:t>3. МАЄ ПРАВО</w:t>
      </w:r>
    </w:p>
    <w:p w:rsidR="00743BAC" w:rsidRPr="00D130DD" w:rsidRDefault="00743BAC" w:rsidP="006E07CA">
      <w:pPr>
        <w:pStyle w:val="NormalWeb"/>
        <w:spacing w:before="225" w:beforeAutospacing="0" w:after="225" w:afterAutospacing="0"/>
        <w:jc w:val="both"/>
        <w:rPr>
          <w:color w:val="333333"/>
        </w:rPr>
      </w:pPr>
      <w:r w:rsidRPr="00D130DD">
        <w:rPr>
          <w:color w:val="333333"/>
        </w:rPr>
        <w:t>3.1. Готувати матеріали для розгляду на засіданнях Комісії з питань захисту прав дитини.</w:t>
      </w:r>
    </w:p>
    <w:p w:rsidR="00743BAC" w:rsidRPr="00D130DD" w:rsidRDefault="00743BAC" w:rsidP="006E07CA">
      <w:pPr>
        <w:pStyle w:val="NormalWeb"/>
        <w:spacing w:before="225" w:beforeAutospacing="0" w:after="225" w:afterAutospacing="0"/>
        <w:jc w:val="both"/>
        <w:rPr>
          <w:color w:val="333333"/>
        </w:rPr>
      </w:pPr>
      <w:r w:rsidRPr="00D130DD">
        <w:rPr>
          <w:color w:val="333333"/>
        </w:rPr>
        <w:t>3.2. Здійснювати контроль за виконанням прийнятих рішень Комісії.</w:t>
      </w:r>
    </w:p>
    <w:p w:rsidR="00743BAC" w:rsidRPr="00D130DD" w:rsidRDefault="00743BAC" w:rsidP="006E07CA">
      <w:pPr>
        <w:pStyle w:val="NormalWeb"/>
        <w:spacing w:before="225" w:beforeAutospacing="0" w:after="225" w:afterAutospacing="0"/>
        <w:jc w:val="both"/>
        <w:rPr>
          <w:color w:val="333333"/>
          <w:lang w:val="uk-UA"/>
        </w:rPr>
      </w:pPr>
      <w:r w:rsidRPr="00D130DD">
        <w:rPr>
          <w:color w:val="333333"/>
        </w:rPr>
        <w:t> 3.3. Проводити особистий прийом дітей, а також їх батьків, опікунів чи піклувальників, розглядати їх скарги та заяви з питань, що належать до її компетенції.</w:t>
      </w:r>
    </w:p>
    <w:p w:rsidR="00743BAC" w:rsidRPr="00D130DD" w:rsidRDefault="00743BAC" w:rsidP="006E07CA">
      <w:pPr>
        <w:pStyle w:val="NormalWeb"/>
        <w:spacing w:before="225" w:beforeAutospacing="0" w:after="225" w:afterAutospacing="0"/>
        <w:jc w:val="both"/>
        <w:rPr>
          <w:color w:val="333333"/>
          <w:lang w:val="uk-UA"/>
        </w:rPr>
      </w:pPr>
      <w:r w:rsidRPr="00D130DD">
        <w:rPr>
          <w:color w:val="333333"/>
        </w:rPr>
        <w:t>3.4. Здійснювати  перевірки правовиховної роботи з дітьми у навчальних закладах громади.</w:t>
      </w:r>
    </w:p>
    <w:p w:rsidR="00743BAC" w:rsidRPr="00D130DD" w:rsidRDefault="00743BAC" w:rsidP="006E07CA">
      <w:pPr>
        <w:pStyle w:val="NormalWeb"/>
        <w:spacing w:before="225" w:beforeAutospacing="0" w:after="225" w:afterAutospacing="0"/>
        <w:jc w:val="both"/>
        <w:rPr>
          <w:color w:val="333333"/>
          <w:lang w:val="uk-UA"/>
        </w:rPr>
      </w:pPr>
      <w:r w:rsidRPr="00D130DD">
        <w:rPr>
          <w:color w:val="333333"/>
          <w:lang w:val="uk-UA"/>
        </w:rPr>
        <w:t>3.5. Організовувати і проводити спільно з іншими структурн</w:t>
      </w:r>
      <w:r>
        <w:rPr>
          <w:color w:val="333333"/>
          <w:lang w:val="uk-UA"/>
        </w:rPr>
        <w:t>ими підрозділами Нагірянської сільської ради</w:t>
      </w:r>
      <w:r w:rsidRPr="00D130DD">
        <w:rPr>
          <w:color w:val="333333"/>
          <w:lang w:val="uk-UA"/>
        </w:rPr>
        <w:t>, оп</w:t>
      </w:r>
      <w:r>
        <w:rPr>
          <w:color w:val="333333"/>
          <w:lang w:val="uk-UA"/>
        </w:rPr>
        <w:t xml:space="preserve">еруповноваженими Чортківського  ВП ГУ НП  в Тернопільській </w:t>
      </w:r>
      <w:r w:rsidRPr="00D130DD">
        <w:rPr>
          <w:color w:val="333333"/>
          <w:lang w:val="uk-UA"/>
        </w:rPr>
        <w:t>області заходи щодо соціального захисту дітей, виявляти причини, що зумовлюють дитячу бездоглядність та безпритульність, організовувати профілактичні заходи (рейди).</w:t>
      </w:r>
    </w:p>
    <w:p w:rsidR="00743BAC" w:rsidRPr="00D130DD" w:rsidRDefault="00743BAC" w:rsidP="006E07CA">
      <w:pPr>
        <w:pStyle w:val="NormalWeb"/>
        <w:spacing w:before="225" w:beforeAutospacing="0" w:after="225" w:afterAutospacing="0"/>
        <w:jc w:val="both"/>
        <w:rPr>
          <w:color w:val="333333"/>
          <w:lang w:val="uk-UA"/>
        </w:rPr>
      </w:pPr>
      <w:r w:rsidRPr="00D130DD">
        <w:rPr>
          <w:color w:val="333333"/>
        </w:rPr>
        <w:t>3.6. Перевіряти, у разі необхідності, умов роботи працівників молодше 18 років на підприємствах, в установах та організація</w:t>
      </w:r>
      <w:r>
        <w:rPr>
          <w:color w:val="333333"/>
        </w:rPr>
        <w:t>х незалежно від форми власності</w:t>
      </w:r>
    </w:p>
    <w:p w:rsidR="00743BAC" w:rsidRPr="00D130DD" w:rsidRDefault="00743BAC" w:rsidP="006E07CA">
      <w:pPr>
        <w:pStyle w:val="NormalWeb"/>
        <w:spacing w:before="225" w:beforeAutospacing="0" w:after="225" w:afterAutospacing="0"/>
        <w:jc w:val="both"/>
        <w:rPr>
          <w:color w:val="333333"/>
        </w:rPr>
      </w:pPr>
      <w:r w:rsidRPr="00D130DD">
        <w:rPr>
          <w:color w:val="333333"/>
        </w:rPr>
        <w:t>3.7. Подавати пропозиції для заслуховування на засіданнях Комісії про виконання опікунами своїх обов'язків.</w:t>
      </w:r>
    </w:p>
    <w:p w:rsidR="00743BAC" w:rsidRPr="004C2C8D" w:rsidRDefault="00743BAC" w:rsidP="006E07CA">
      <w:pPr>
        <w:pStyle w:val="NormalWeb"/>
        <w:spacing w:before="225" w:beforeAutospacing="0" w:after="225" w:afterAutospacing="0"/>
        <w:jc w:val="both"/>
        <w:rPr>
          <w:color w:val="333333"/>
        </w:rPr>
      </w:pPr>
      <w:r w:rsidRPr="00D130DD">
        <w:rPr>
          <w:color w:val="333333"/>
        </w:rPr>
        <w:t>3.8. Готувати матеріали на засідання Комісії щодо розгляду сімейних конфліктів, регламентування побачення батьків з дитиною, якщо вони розлучені.</w:t>
      </w:r>
    </w:p>
    <w:p w:rsidR="00743BAC" w:rsidRPr="00D130DD" w:rsidRDefault="00743BAC" w:rsidP="006E07CA">
      <w:pPr>
        <w:pStyle w:val="NormalWeb"/>
        <w:spacing w:before="225" w:beforeAutospacing="0" w:after="225" w:afterAutospacing="0"/>
        <w:jc w:val="both"/>
        <w:rPr>
          <w:color w:val="333333"/>
          <w:lang w:val="uk-UA"/>
        </w:rPr>
      </w:pPr>
      <w:r w:rsidRPr="00D130DD">
        <w:rPr>
          <w:color w:val="333333"/>
        </w:rPr>
        <w:t>3.9. Виносити на розгляд комісії питання, що стосуються захисту прав та законних інтересів дітей, батьки яких не виконують свої батьківські обов'язки.</w:t>
      </w:r>
    </w:p>
    <w:p w:rsidR="00743BAC" w:rsidRPr="00D130DD" w:rsidRDefault="00743BAC" w:rsidP="006E07CA">
      <w:pPr>
        <w:pStyle w:val="NormalWeb"/>
        <w:spacing w:before="225" w:beforeAutospacing="0" w:after="225" w:afterAutospacing="0"/>
        <w:jc w:val="both"/>
        <w:rPr>
          <w:color w:val="333333"/>
          <w:lang w:val="uk-UA"/>
        </w:rPr>
      </w:pPr>
      <w:r w:rsidRPr="004C2C8D">
        <w:rPr>
          <w:color w:val="333333"/>
          <w:lang w:val="uk-UA"/>
        </w:rPr>
        <w:t>3.10. Вести профілактичний облік дітей, які схильні до вчинення правопорушень та інших категорій дітей, які підпадають взяттю на облік, проводити з ними відповідну роботу.</w:t>
      </w:r>
    </w:p>
    <w:p w:rsidR="00743BAC" w:rsidRPr="00D130DD" w:rsidRDefault="00743BAC" w:rsidP="006E07CA">
      <w:pPr>
        <w:pStyle w:val="NormalWeb"/>
        <w:spacing w:before="225" w:beforeAutospacing="0" w:after="225" w:afterAutospacing="0"/>
        <w:jc w:val="both"/>
        <w:rPr>
          <w:color w:val="333333"/>
          <w:lang w:val="uk-UA"/>
        </w:rPr>
      </w:pPr>
      <w:r w:rsidRPr="00D130DD">
        <w:rPr>
          <w:color w:val="333333"/>
        </w:rPr>
        <w:t>3.11. Перевіряти матеріально-побутові умови та сімейні обставини у кризових сім'ях; вести облік кризових сімей у яких виховуються діти. Проводити профілактичну роботу з ними.</w:t>
      </w:r>
    </w:p>
    <w:p w:rsidR="00743BAC" w:rsidRPr="00D130DD" w:rsidRDefault="00743BAC" w:rsidP="006E07CA">
      <w:pPr>
        <w:pStyle w:val="NormalWeb"/>
        <w:spacing w:before="225" w:beforeAutospacing="0" w:after="225" w:afterAutospacing="0"/>
        <w:jc w:val="both"/>
        <w:rPr>
          <w:color w:val="333333"/>
          <w:lang w:val="uk-UA"/>
        </w:rPr>
      </w:pPr>
      <w:r w:rsidRPr="00D130DD">
        <w:rPr>
          <w:color w:val="333333"/>
        </w:rPr>
        <w:t>3.12. Здійснювати контроль за умовами виховання, утримання і розвитку дитини, над якою встановлено опіку, піклування, яка влаштована в прийомну сім'ю, дитячий будинок сімейного типу.</w:t>
      </w:r>
    </w:p>
    <w:p w:rsidR="00743BAC" w:rsidRPr="004C2C8D" w:rsidRDefault="00743BAC" w:rsidP="006E07CA">
      <w:pPr>
        <w:pStyle w:val="NormalWeb"/>
        <w:spacing w:before="225" w:beforeAutospacing="0" w:after="225" w:afterAutospacing="0"/>
        <w:jc w:val="both"/>
        <w:rPr>
          <w:color w:val="333333"/>
          <w:lang w:val="uk-UA"/>
        </w:rPr>
      </w:pPr>
      <w:r w:rsidRPr="004C2C8D">
        <w:rPr>
          <w:color w:val="333333"/>
          <w:lang w:val="uk-UA"/>
        </w:rPr>
        <w:t>3.13. Щорічно отримувати звіти опікунів та піклувальників про виконання своїх обов'язків.</w:t>
      </w:r>
      <w:r w:rsidRPr="00D130DD">
        <w:rPr>
          <w:color w:val="333333"/>
        </w:rPr>
        <w:t> </w:t>
      </w:r>
    </w:p>
    <w:p w:rsidR="00743BAC" w:rsidRPr="00D130DD" w:rsidRDefault="00743BAC" w:rsidP="006E07CA">
      <w:pPr>
        <w:pStyle w:val="NormalWeb"/>
        <w:spacing w:before="225" w:beforeAutospacing="0" w:after="225" w:afterAutospacing="0"/>
        <w:jc w:val="both"/>
        <w:rPr>
          <w:color w:val="333333"/>
          <w:lang w:val="uk-UA"/>
        </w:rPr>
      </w:pPr>
      <w:r w:rsidRPr="00D130DD">
        <w:rPr>
          <w:color w:val="333333"/>
        </w:rPr>
        <w:t>3.14. Одержувати в установленому порядку від установ та організацій інформацію та документи, які необхідні Службі для виконання покладених на неї завдань.</w:t>
      </w:r>
    </w:p>
    <w:p w:rsidR="00743BAC" w:rsidRDefault="00743BAC" w:rsidP="006E07CA">
      <w:pPr>
        <w:pStyle w:val="NormalWeb"/>
        <w:spacing w:before="0" w:beforeAutospacing="0" w:after="0" w:afterAutospacing="0"/>
        <w:jc w:val="both"/>
        <w:rPr>
          <w:b/>
          <w:bCs/>
          <w:color w:val="333333"/>
          <w:bdr w:val="none" w:sz="0" w:space="0" w:color="auto" w:frame="1"/>
          <w:lang w:val="uk-UA"/>
        </w:rPr>
      </w:pPr>
    </w:p>
    <w:p w:rsidR="00743BAC" w:rsidRPr="00D130DD" w:rsidRDefault="00743BAC" w:rsidP="006E07CA">
      <w:pPr>
        <w:pStyle w:val="NormalWeb"/>
        <w:spacing w:before="0" w:beforeAutospacing="0" w:after="0" w:afterAutospacing="0"/>
        <w:jc w:val="both"/>
        <w:rPr>
          <w:color w:val="333333"/>
          <w:lang w:val="uk-UA"/>
        </w:rPr>
      </w:pPr>
      <w:r>
        <w:rPr>
          <w:b/>
          <w:bCs/>
          <w:color w:val="333333"/>
          <w:bdr w:val="none" w:sz="0" w:space="0" w:color="auto" w:frame="1"/>
          <w:lang w:val="uk-UA"/>
        </w:rPr>
        <w:t>4</w:t>
      </w:r>
      <w:r w:rsidRPr="004C2C8D">
        <w:rPr>
          <w:b/>
          <w:bCs/>
          <w:color w:val="333333"/>
          <w:bdr w:val="none" w:sz="0" w:space="0" w:color="auto" w:frame="1"/>
          <w:lang w:val="uk-UA"/>
        </w:rPr>
        <w:t>. ВІДПОВІДАЛЬНІСТЬ</w:t>
      </w:r>
    </w:p>
    <w:p w:rsidR="00743BAC" w:rsidRPr="00B5303D" w:rsidRDefault="00743BAC" w:rsidP="006E07CA">
      <w:pPr>
        <w:pStyle w:val="NormalWeb"/>
        <w:spacing w:before="225" w:beforeAutospacing="0" w:after="225" w:afterAutospacing="0"/>
        <w:jc w:val="both"/>
        <w:rPr>
          <w:color w:val="333333"/>
          <w:lang w:val="uk-UA"/>
        </w:rPr>
      </w:pPr>
      <w:r>
        <w:rPr>
          <w:color w:val="333333"/>
          <w:lang w:val="uk-UA"/>
        </w:rPr>
        <w:t>4.1. Працівник</w:t>
      </w:r>
      <w:r w:rsidRPr="004C2C8D">
        <w:rPr>
          <w:color w:val="333333"/>
          <w:lang w:val="uk-UA"/>
        </w:rPr>
        <w:t xml:space="preserve"> служби у справах д</w:t>
      </w:r>
      <w:r>
        <w:rPr>
          <w:color w:val="333333"/>
          <w:lang w:val="uk-UA"/>
        </w:rPr>
        <w:t>ітей Нагірянської сільської ради</w:t>
      </w:r>
      <w:r w:rsidRPr="004C2C8D">
        <w:rPr>
          <w:color w:val="333333"/>
          <w:lang w:val="uk-UA"/>
        </w:rPr>
        <w:t xml:space="preserve"> є посад</w:t>
      </w:r>
      <w:r>
        <w:rPr>
          <w:color w:val="333333"/>
          <w:lang w:val="uk-UA"/>
        </w:rPr>
        <w:t>овою особою</w:t>
      </w:r>
      <w:r w:rsidRPr="004C2C8D">
        <w:rPr>
          <w:color w:val="333333"/>
          <w:lang w:val="uk-UA"/>
        </w:rPr>
        <w:t xml:space="preserve"> місцевого самоврядування і нес</w:t>
      </w:r>
      <w:r>
        <w:rPr>
          <w:color w:val="333333"/>
          <w:lang w:val="uk-UA"/>
        </w:rPr>
        <w:t>е</w:t>
      </w:r>
      <w:r w:rsidRPr="004C2C8D">
        <w:rPr>
          <w:color w:val="333333"/>
          <w:lang w:val="uk-UA"/>
        </w:rPr>
        <w:t xml:space="preserve"> відповідальність за недоліки в роботі та невиконання посадових обов'язків у порядку встановленому законодавством. </w:t>
      </w:r>
      <w:r w:rsidRPr="00D130DD">
        <w:rPr>
          <w:color w:val="333333"/>
        </w:rPr>
        <w:t>Вони зобов'язані дотримуватись основних вимог та обмежень, відповідно до Законів України "Про службу в органах місцевого самоврядування" та "Про запобігання корупції". </w:t>
      </w:r>
    </w:p>
    <w:p w:rsidR="00743BAC" w:rsidRPr="00D130DD" w:rsidRDefault="00743BAC" w:rsidP="006E07CA">
      <w:pPr>
        <w:pStyle w:val="NormalWeb"/>
        <w:spacing w:before="225" w:beforeAutospacing="0" w:after="225" w:afterAutospacing="0"/>
        <w:jc w:val="both"/>
        <w:rPr>
          <w:color w:val="333333"/>
          <w:lang w:val="uk-UA"/>
        </w:rPr>
      </w:pPr>
      <w:r>
        <w:rPr>
          <w:color w:val="333333"/>
          <w:lang w:val="uk-UA"/>
        </w:rPr>
        <w:t>4.2</w:t>
      </w:r>
      <w:r w:rsidRPr="004C2C8D">
        <w:rPr>
          <w:color w:val="333333"/>
          <w:lang w:val="uk-UA"/>
        </w:rPr>
        <w:t>. Виконан</w:t>
      </w:r>
      <w:r>
        <w:rPr>
          <w:color w:val="333333"/>
          <w:lang w:val="uk-UA"/>
        </w:rPr>
        <w:t xml:space="preserve">ня рішень Нагірянської сільської ради </w:t>
      </w:r>
      <w:r w:rsidRPr="004C2C8D">
        <w:rPr>
          <w:color w:val="333333"/>
          <w:lang w:val="uk-UA"/>
        </w:rPr>
        <w:t>та її виконавчого комітету, р</w:t>
      </w:r>
      <w:r>
        <w:rPr>
          <w:color w:val="333333"/>
          <w:lang w:val="uk-UA"/>
        </w:rPr>
        <w:t>озпоряджень і доручень сільського</w:t>
      </w:r>
      <w:r w:rsidRPr="004C2C8D">
        <w:rPr>
          <w:color w:val="333333"/>
          <w:lang w:val="uk-UA"/>
        </w:rPr>
        <w:t xml:space="preserve"> голови відповідно до компетенції Служби.</w:t>
      </w:r>
    </w:p>
    <w:p w:rsidR="00743BAC" w:rsidRPr="00D130DD" w:rsidRDefault="00743BAC" w:rsidP="006E07CA">
      <w:pPr>
        <w:pStyle w:val="NormalWeb"/>
        <w:spacing w:before="225" w:beforeAutospacing="0" w:after="225" w:afterAutospacing="0"/>
        <w:jc w:val="both"/>
        <w:rPr>
          <w:color w:val="333333"/>
          <w:lang w:val="uk-UA"/>
        </w:rPr>
      </w:pPr>
      <w:r>
        <w:rPr>
          <w:color w:val="333333"/>
          <w:lang w:val="uk-UA"/>
        </w:rPr>
        <w:t>4.3</w:t>
      </w:r>
      <w:r w:rsidRPr="004C2C8D">
        <w:rPr>
          <w:color w:val="333333"/>
          <w:lang w:val="uk-UA"/>
        </w:rPr>
        <w:t>. Своєчасну і достовірну подачу інформацій та звітів, що входять до компетенції Служби, стан діловодства, ведення особових справ дітей сиріт та дітей, позбавлених батьківського піклування, обліку дітей.</w:t>
      </w:r>
    </w:p>
    <w:p w:rsidR="00743BAC" w:rsidRPr="00D130DD" w:rsidRDefault="00743BAC" w:rsidP="006E07CA">
      <w:pPr>
        <w:pStyle w:val="NormalWeb"/>
        <w:spacing w:before="0" w:beforeAutospacing="0" w:after="0" w:afterAutospacing="0"/>
        <w:jc w:val="both"/>
        <w:rPr>
          <w:color w:val="333333"/>
          <w:lang w:val="uk-UA"/>
        </w:rPr>
      </w:pPr>
      <w:r>
        <w:rPr>
          <w:b/>
          <w:bCs/>
          <w:color w:val="333333"/>
          <w:bdr w:val="none" w:sz="0" w:space="0" w:color="auto" w:frame="1"/>
          <w:lang w:val="uk-UA"/>
        </w:rPr>
        <w:t>5</w:t>
      </w:r>
      <w:r w:rsidRPr="00D130DD">
        <w:rPr>
          <w:b/>
          <w:bCs/>
          <w:color w:val="333333"/>
          <w:bdr w:val="none" w:sz="0" w:space="0" w:color="auto" w:frame="1"/>
        </w:rPr>
        <w:t>. ЗАКЛЮЧНІ ПОЛОЖЕННЯ</w:t>
      </w:r>
    </w:p>
    <w:p w:rsidR="00743BAC" w:rsidRPr="00E12379" w:rsidRDefault="00743BAC" w:rsidP="00E12379">
      <w:pPr>
        <w:pStyle w:val="a"/>
        <w:shd w:val="clear" w:color="auto" w:fill="FFFFFF"/>
        <w:spacing w:before="0" w:beforeAutospacing="0" w:after="0" w:afterAutospacing="0" w:line="360" w:lineRule="auto"/>
        <w:textAlignment w:val="baseline"/>
        <w:rPr>
          <w:color w:val="1D1D1B"/>
        </w:rPr>
      </w:pPr>
      <w:r>
        <w:rPr>
          <w:color w:val="333333"/>
          <w:lang w:val="uk-UA"/>
        </w:rPr>
        <w:t>5</w:t>
      </w:r>
      <w:r w:rsidRPr="00E12379">
        <w:rPr>
          <w:color w:val="333333"/>
        </w:rPr>
        <w:t xml:space="preserve">.1. </w:t>
      </w:r>
      <w:r w:rsidRPr="00E12379">
        <w:rPr>
          <w:color w:val="1D1D1B"/>
          <w:bdr w:val="none" w:sz="0" w:space="0" w:color="auto" w:frame="1"/>
          <w:lang w:val="uk-UA"/>
        </w:rPr>
        <w:t>Утримання служби здійснюється відповідно до законодавства.</w:t>
      </w:r>
    </w:p>
    <w:p w:rsidR="00743BAC" w:rsidRPr="00E12379" w:rsidRDefault="00743BAC" w:rsidP="00E12379">
      <w:pPr>
        <w:pStyle w:val="a"/>
        <w:shd w:val="clear" w:color="auto" w:fill="FFFFFF"/>
        <w:spacing w:before="0" w:beforeAutospacing="0" w:after="0" w:afterAutospacing="0" w:line="360" w:lineRule="auto"/>
        <w:textAlignment w:val="baseline"/>
        <w:rPr>
          <w:color w:val="1D1D1B"/>
        </w:rPr>
      </w:pPr>
      <w:r w:rsidRPr="00E12379">
        <w:rPr>
          <w:color w:val="1D1D1B"/>
          <w:bdr w:val="none" w:sz="0" w:space="0" w:color="auto" w:frame="1"/>
          <w:lang w:val="uk-UA"/>
        </w:rPr>
        <w:t>Гранична чисельність, фонд оплати праці працівників служби затверджуються головою с</w:t>
      </w:r>
      <w:r>
        <w:rPr>
          <w:color w:val="1D1D1B"/>
          <w:bdr w:val="none" w:sz="0" w:space="0" w:color="auto" w:frame="1"/>
          <w:lang w:val="uk-UA"/>
        </w:rPr>
        <w:t xml:space="preserve">ільської </w:t>
      </w:r>
      <w:r w:rsidRPr="00E12379">
        <w:rPr>
          <w:color w:val="1D1D1B"/>
          <w:bdr w:val="none" w:sz="0" w:space="0" w:color="auto" w:frame="1"/>
          <w:lang w:val="uk-UA"/>
        </w:rPr>
        <w:t xml:space="preserve"> ради.</w:t>
      </w:r>
    </w:p>
    <w:p w:rsidR="00743BAC" w:rsidRPr="00E12379" w:rsidRDefault="00743BAC" w:rsidP="00E12379">
      <w:pPr>
        <w:pStyle w:val="a"/>
        <w:shd w:val="clear" w:color="auto" w:fill="FFFFFF"/>
        <w:spacing w:before="0" w:beforeAutospacing="0" w:after="0" w:afterAutospacing="0" w:line="360" w:lineRule="auto"/>
        <w:textAlignment w:val="baseline"/>
        <w:rPr>
          <w:color w:val="1D1D1B"/>
          <w:sz w:val="28"/>
          <w:szCs w:val="28"/>
        </w:rPr>
      </w:pPr>
      <w:r w:rsidRPr="00E12379">
        <w:rPr>
          <w:bdr w:val="none" w:sz="0" w:space="0" w:color="auto" w:frame="1"/>
        </w:rPr>
        <w:t>Матеріально-технічне забезпечення служби здійснює с</w:t>
      </w:r>
      <w:r>
        <w:rPr>
          <w:bdr w:val="none" w:sz="0" w:space="0" w:color="auto" w:frame="1"/>
        </w:rPr>
        <w:t>ільська</w:t>
      </w:r>
      <w:r w:rsidRPr="00E12379">
        <w:rPr>
          <w:bdr w:val="none" w:sz="0" w:space="0" w:color="auto" w:frame="1"/>
        </w:rPr>
        <w:t xml:space="preserve"> рад</w:t>
      </w:r>
      <w:r>
        <w:rPr>
          <w:bdr w:val="none" w:sz="0" w:space="0" w:color="auto" w:frame="1"/>
        </w:rPr>
        <w:t>а</w:t>
      </w:r>
      <w:r>
        <w:rPr>
          <w:sz w:val="28"/>
          <w:szCs w:val="28"/>
          <w:bdr w:val="none" w:sz="0" w:space="0" w:color="auto" w:frame="1"/>
        </w:rPr>
        <w:t>.</w:t>
      </w:r>
    </w:p>
    <w:p w:rsidR="00743BAC" w:rsidRPr="00D130DD" w:rsidRDefault="00743BAC" w:rsidP="006E07CA">
      <w:pPr>
        <w:pStyle w:val="NormalWeb"/>
        <w:spacing w:before="225" w:beforeAutospacing="0" w:after="225" w:afterAutospacing="0"/>
        <w:jc w:val="both"/>
        <w:rPr>
          <w:color w:val="333333"/>
          <w:lang w:val="uk-UA"/>
        </w:rPr>
      </w:pPr>
      <w:r>
        <w:rPr>
          <w:color w:val="333333"/>
          <w:lang w:val="uk-UA"/>
        </w:rPr>
        <w:t>5</w:t>
      </w:r>
      <w:r w:rsidRPr="00D130DD">
        <w:rPr>
          <w:color w:val="333333"/>
        </w:rPr>
        <w:t xml:space="preserve">.2. Служба веде діловодство відповідно до Інструкції з діловодства. </w:t>
      </w:r>
    </w:p>
    <w:p w:rsidR="00743BAC" w:rsidRPr="006E07CA" w:rsidRDefault="00743BAC" w:rsidP="006E07CA">
      <w:pPr>
        <w:pStyle w:val="NormalWeb"/>
        <w:spacing w:before="225" w:beforeAutospacing="0" w:after="225" w:afterAutospacing="0"/>
        <w:jc w:val="both"/>
        <w:rPr>
          <w:color w:val="333333"/>
          <w:lang w:val="uk-UA"/>
        </w:rPr>
      </w:pPr>
      <w:r>
        <w:rPr>
          <w:color w:val="333333"/>
          <w:lang w:val="uk-UA"/>
        </w:rPr>
        <w:t xml:space="preserve">5.3. Нагірянський сільський голова </w:t>
      </w:r>
      <w:r w:rsidRPr="00B5303D">
        <w:rPr>
          <w:color w:val="333333"/>
          <w:lang w:val="uk-UA"/>
        </w:rPr>
        <w:t xml:space="preserve"> створює</w:t>
      </w:r>
      <w:r w:rsidRPr="00D130DD">
        <w:rPr>
          <w:color w:val="333333"/>
        </w:rPr>
        <w:t> </w:t>
      </w:r>
      <w:r w:rsidRPr="00B5303D">
        <w:rPr>
          <w:color w:val="333333"/>
          <w:lang w:val="uk-UA"/>
        </w:rPr>
        <w:t>умови для нормальної роботи і підвищення</w:t>
      </w:r>
      <w:r w:rsidRPr="00D130DD">
        <w:rPr>
          <w:color w:val="333333"/>
        </w:rPr>
        <w:t>  </w:t>
      </w:r>
      <w:r w:rsidRPr="00B5303D">
        <w:rPr>
          <w:color w:val="333333"/>
          <w:lang w:val="uk-UA"/>
        </w:rPr>
        <w:t>кваліфікації</w:t>
      </w:r>
      <w:r w:rsidRPr="00D130DD">
        <w:rPr>
          <w:color w:val="333333"/>
        </w:rPr>
        <w:t> </w:t>
      </w:r>
      <w:r w:rsidRPr="00B5303D">
        <w:rPr>
          <w:color w:val="333333"/>
          <w:lang w:val="uk-UA"/>
        </w:rPr>
        <w:t xml:space="preserve"> працівників Служби,</w:t>
      </w:r>
      <w:r w:rsidRPr="00D130DD">
        <w:rPr>
          <w:color w:val="333333"/>
        </w:rPr>
        <w:t> </w:t>
      </w:r>
      <w:r w:rsidRPr="00B5303D">
        <w:rPr>
          <w:color w:val="333333"/>
          <w:lang w:val="uk-UA"/>
        </w:rPr>
        <w:t xml:space="preserve"> забезпечує</w:t>
      </w:r>
      <w:r w:rsidRPr="00D130DD">
        <w:rPr>
          <w:color w:val="333333"/>
        </w:rPr>
        <w:t> </w:t>
      </w:r>
      <w:r w:rsidRPr="00B5303D">
        <w:rPr>
          <w:color w:val="333333"/>
          <w:lang w:val="uk-UA"/>
        </w:rPr>
        <w:t xml:space="preserve"> їх приміщеннями,</w:t>
      </w:r>
      <w:r w:rsidRPr="00D130DD">
        <w:rPr>
          <w:color w:val="333333"/>
        </w:rPr>
        <w:t>  </w:t>
      </w:r>
      <w:r w:rsidRPr="00B5303D">
        <w:rPr>
          <w:color w:val="333333"/>
          <w:lang w:val="uk-UA"/>
        </w:rPr>
        <w:t xml:space="preserve"> телефонним</w:t>
      </w:r>
      <w:r w:rsidRPr="00D130DD">
        <w:rPr>
          <w:color w:val="333333"/>
        </w:rPr>
        <w:t>  </w:t>
      </w:r>
      <w:r w:rsidRPr="00B5303D">
        <w:rPr>
          <w:color w:val="333333"/>
          <w:lang w:val="uk-UA"/>
        </w:rPr>
        <w:t xml:space="preserve"> зв'язком,</w:t>
      </w:r>
      <w:r w:rsidRPr="00D130DD">
        <w:rPr>
          <w:color w:val="333333"/>
        </w:rPr>
        <w:t>  </w:t>
      </w:r>
      <w:r w:rsidRPr="00B5303D">
        <w:rPr>
          <w:color w:val="333333"/>
          <w:lang w:val="uk-UA"/>
        </w:rPr>
        <w:t xml:space="preserve"> засобами</w:t>
      </w:r>
      <w:r w:rsidRPr="00D130DD">
        <w:rPr>
          <w:color w:val="333333"/>
        </w:rPr>
        <w:t>  </w:t>
      </w:r>
      <w:r w:rsidRPr="00B5303D">
        <w:rPr>
          <w:color w:val="333333"/>
          <w:lang w:val="uk-UA"/>
        </w:rPr>
        <w:t xml:space="preserve"> оргтехніки,</w:t>
      </w:r>
      <w:r w:rsidRPr="00D130DD">
        <w:rPr>
          <w:color w:val="333333"/>
        </w:rPr>
        <w:t> </w:t>
      </w:r>
      <w:r w:rsidRPr="00B5303D">
        <w:rPr>
          <w:color w:val="333333"/>
          <w:lang w:val="uk-UA"/>
        </w:rPr>
        <w:t xml:space="preserve"> відповідно обладнаними засобами збереження документів, а також законодавчими</w:t>
      </w:r>
      <w:r w:rsidRPr="00D130DD">
        <w:rPr>
          <w:color w:val="333333"/>
        </w:rPr>
        <w:t> </w:t>
      </w:r>
      <w:r w:rsidRPr="00B5303D">
        <w:rPr>
          <w:color w:val="333333"/>
          <w:lang w:val="uk-UA"/>
        </w:rPr>
        <w:t xml:space="preserve"> та іншими нормативними актами і довідковими матеріалами з напрямків діяльності Служби.</w:t>
      </w:r>
    </w:p>
    <w:p w:rsidR="00743BAC" w:rsidRDefault="00743BAC" w:rsidP="006E07CA">
      <w:pPr>
        <w:pStyle w:val="NormalWeb"/>
        <w:spacing w:before="225" w:beforeAutospacing="0" w:after="225" w:afterAutospacing="0"/>
        <w:ind w:left="1920"/>
        <w:jc w:val="both"/>
        <w:rPr>
          <w:rFonts w:ascii="Arial" w:hAnsi="Arial" w:cs="Arial"/>
          <w:color w:val="333333"/>
          <w:sz w:val="21"/>
          <w:szCs w:val="21"/>
          <w:lang w:val="uk-UA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743BAC" w:rsidRPr="00C11A05" w:rsidRDefault="00743BAC" w:rsidP="006E07CA">
      <w:pPr>
        <w:pStyle w:val="NormalWeb"/>
        <w:spacing w:before="225" w:beforeAutospacing="0" w:after="225" w:afterAutospacing="0"/>
        <w:jc w:val="both"/>
        <w:rPr>
          <w:color w:val="333333"/>
          <w:lang w:val="uk-UA"/>
        </w:rPr>
      </w:pPr>
      <w:r>
        <w:rPr>
          <w:color w:val="333333"/>
          <w:lang w:val="uk-UA"/>
        </w:rPr>
        <w:t xml:space="preserve">  </w:t>
      </w:r>
      <w:r w:rsidRPr="00C11A05">
        <w:rPr>
          <w:color w:val="333333"/>
          <w:lang w:val="uk-UA"/>
        </w:rPr>
        <w:t xml:space="preserve">Секретар </w:t>
      </w:r>
      <w:r>
        <w:rPr>
          <w:color w:val="333333"/>
          <w:lang w:val="uk-UA"/>
        </w:rPr>
        <w:t xml:space="preserve">  </w:t>
      </w:r>
      <w:r w:rsidRPr="00C11A05">
        <w:rPr>
          <w:color w:val="333333"/>
          <w:lang w:val="uk-UA"/>
        </w:rPr>
        <w:t>с</w:t>
      </w:r>
      <w:r>
        <w:rPr>
          <w:color w:val="333333"/>
          <w:lang w:val="uk-UA"/>
        </w:rPr>
        <w:t xml:space="preserve">ільської  </w:t>
      </w:r>
      <w:r w:rsidRPr="00C11A05">
        <w:rPr>
          <w:color w:val="333333"/>
          <w:lang w:val="uk-UA"/>
        </w:rPr>
        <w:t>ради</w:t>
      </w:r>
      <w:r>
        <w:rPr>
          <w:color w:val="333333"/>
          <w:lang w:val="uk-UA"/>
        </w:rPr>
        <w:t xml:space="preserve">                                              Галина БУРЯК</w:t>
      </w:r>
      <w:r w:rsidRPr="00C11A05">
        <w:rPr>
          <w:color w:val="333333"/>
          <w:lang w:val="uk-UA"/>
        </w:rPr>
        <w:t xml:space="preserve"> </w:t>
      </w:r>
      <w:r>
        <w:rPr>
          <w:color w:val="333333"/>
          <w:lang w:val="uk-UA"/>
        </w:rPr>
        <w:t xml:space="preserve">                           </w:t>
      </w:r>
    </w:p>
    <w:p w:rsidR="00743BAC" w:rsidRDefault="00743BAC" w:rsidP="009F2923">
      <w:pPr>
        <w:pStyle w:val="NormalWeb"/>
        <w:spacing w:before="225" w:beforeAutospacing="0" w:after="225" w:afterAutospacing="0"/>
        <w:ind w:left="1920"/>
        <w:jc w:val="both"/>
        <w:rPr>
          <w:rFonts w:ascii="Arial" w:hAnsi="Arial" w:cs="Arial"/>
          <w:color w:val="333333"/>
          <w:sz w:val="21"/>
          <w:szCs w:val="21"/>
          <w:lang w:val="uk-UA"/>
        </w:rPr>
      </w:pPr>
    </w:p>
    <w:p w:rsidR="00743BAC" w:rsidRDefault="00743BAC" w:rsidP="009F2923">
      <w:pPr>
        <w:pStyle w:val="NormalWeb"/>
        <w:spacing w:before="225" w:beforeAutospacing="0" w:after="225" w:afterAutospacing="0"/>
        <w:ind w:left="1920"/>
        <w:jc w:val="both"/>
        <w:rPr>
          <w:rFonts w:ascii="Arial" w:hAnsi="Arial" w:cs="Arial"/>
          <w:color w:val="333333"/>
          <w:sz w:val="21"/>
          <w:szCs w:val="21"/>
          <w:lang w:val="uk-UA"/>
        </w:rPr>
      </w:pPr>
    </w:p>
    <w:p w:rsidR="00743BAC" w:rsidRPr="00C11A05" w:rsidRDefault="00743BAC" w:rsidP="009F2923">
      <w:pPr>
        <w:pStyle w:val="NormalWeb"/>
        <w:spacing w:before="225" w:beforeAutospacing="0" w:after="225" w:afterAutospacing="0"/>
        <w:ind w:left="1920"/>
        <w:jc w:val="both"/>
        <w:rPr>
          <w:rFonts w:ascii="Arial" w:hAnsi="Arial" w:cs="Arial"/>
          <w:color w:val="333333"/>
          <w:sz w:val="21"/>
          <w:szCs w:val="21"/>
          <w:lang w:val="uk-UA"/>
        </w:rPr>
      </w:pPr>
    </w:p>
    <w:p w:rsidR="00743BAC" w:rsidRDefault="00743BAC" w:rsidP="00760500">
      <w:pPr>
        <w:rPr>
          <w:lang w:val="ru-RU"/>
        </w:rPr>
      </w:pPr>
    </w:p>
    <w:p w:rsidR="00743BAC" w:rsidRDefault="00743BAC" w:rsidP="00760500">
      <w:pPr>
        <w:rPr>
          <w:lang w:val="ru-RU"/>
        </w:rPr>
      </w:pPr>
    </w:p>
    <w:p w:rsidR="00743BAC" w:rsidRDefault="00743BAC" w:rsidP="00760500">
      <w:pPr>
        <w:rPr>
          <w:lang w:val="ru-RU"/>
        </w:rPr>
      </w:pPr>
    </w:p>
    <w:p w:rsidR="00743BAC" w:rsidRDefault="00743BAC" w:rsidP="00760500">
      <w:pPr>
        <w:rPr>
          <w:lang w:val="ru-RU"/>
        </w:rPr>
      </w:pPr>
    </w:p>
    <w:p w:rsidR="00743BAC" w:rsidRDefault="00743BAC" w:rsidP="00760500">
      <w:pPr>
        <w:rPr>
          <w:lang w:val="ru-RU"/>
        </w:rPr>
      </w:pPr>
    </w:p>
    <w:p w:rsidR="00743BAC" w:rsidRDefault="00743BAC" w:rsidP="00760500">
      <w:pPr>
        <w:rPr>
          <w:lang w:val="ru-RU"/>
        </w:rPr>
      </w:pPr>
    </w:p>
    <w:p w:rsidR="00743BAC" w:rsidRDefault="00743BAC" w:rsidP="00760500">
      <w:pPr>
        <w:rPr>
          <w:lang w:val="ru-RU"/>
        </w:rPr>
      </w:pPr>
    </w:p>
    <w:p w:rsidR="00743BAC" w:rsidRDefault="00743BAC" w:rsidP="00760500">
      <w:pPr>
        <w:rPr>
          <w:lang w:val="ru-RU"/>
        </w:rPr>
      </w:pPr>
    </w:p>
    <w:p w:rsidR="00743BAC" w:rsidRDefault="00743BAC" w:rsidP="00760500">
      <w:pPr>
        <w:rPr>
          <w:lang w:val="ru-RU"/>
        </w:rPr>
      </w:pPr>
    </w:p>
    <w:p w:rsidR="00743BAC" w:rsidRDefault="00743BAC" w:rsidP="00760500">
      <w:pPr>
        <w:rPr>
          <w:lang w:val="ru-RU"/>
        </w:rPr>
      </w:pPr>
    </w:p>
    <w:p w:rsidR="00743BAC" w:rsidRDefault="00743BAC" w:rsidP="00760500">
      <w:pPr>
        <w:rPr>
          <w:lang w:val="ru-RU"/>
        </w:rPr>
      </w:pPr>
    </w:p>
    <w:p w:rsidR="00743BAC" w:rsidRDefault="00743BAC" w:rsidP="00760500">
      <w:pPr>
        <w:rPr>
          <w:lang w:val="ru-RU"/>
        </w:rPr>
      </w:pPr>
    </w:p>
    <w:p w:rsidR="00743BAC" w:rsidRDefault="00743BAC" w:rsidP="00760500">
      <w:pPr>
        <w:rPr>
          <w:lang w:val="ru-RU"/>
        </w:rPr>
      </w:pPr>
    </w:p>
    <w:p w:rsidR="00743BAC" w:rsidRDefault="00743BAC" w:rsidP="00760500">
      <w:pPr>
        <w:rPr>
          <w:lang w:val="ru-RU"/>
        </w:rPr>
      </w:pPr>
    </w:p>
    <w:p w:rsidR="00743BAC" w:rsidRDefault="00743BAC" w:rsidP="00760500">
      <w:pPr>
        <w:rPr>
          <w:lang w:val="ru-RU"/>
        </w:rPr>
      </w:pPr>
    </w:p>
    <w:p w:rsidR="00743BAC" w:rsidRDefault="00743BAC" w:rsidP="00760500">
      <w:pPr>
        <w:rPr>
          <w:lang w:val="ru-RU"/>
        </w:rPr>
      </w:pPr>
    </w:p>
    <w:p w:rsidR="00743BAC" w:rsidRDefault="00743BAC" w:rsidP="00760500">
      <w:pPr>
        <w:rPr>
          <w:lang w:val="ru-RU"/>
        </w:rPr>
      </w:pPr>
    </w:p>
    <w:p w:rsidR="00743BAC" w:rsidRPr="008D1BD6" w:rsidRDefault="00743BAC" w:rsidP="00760500">
      <w:pPr>
        <w:rPr>
          <w:lang w:val="ru-RU"/>
        </w:rPr>
      </w:pPr>
    </w:p>
    <w:sectPr w:rsidR="00743BAC" w:rsidRPr="008D1BD6" w:rsidSect="006E07C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icrosoft Uighur">
    <w:panose1 w:val="02000000000000000000"/>
    <w:charset w:val="00"/>
    <w:family w:val="auto"/>
    <w:pitch w:val="variable"/>
    <w:sig w:usb0="00002003" w:usb1="80000000" w:usb2="00000008" w:usb3="00000000" w:csb0="0000004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6C72AC5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2EAE0DF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8B2CA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84948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31CEF52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5A48D9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5DE532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E4093A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44E07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4F6A1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5070CDC"/>
    <w:multiLevelType w:val="multilevel"/>
    <w:tmpl w:val="35070CDC"/>
    <w:lvl w:ilvl="0">
      <w:start w:val="1"/>
      <w:numFmt w:val="decimal"/>
      <w:lvlText w:val="%1."/>
      <w:lvlJc w:val="left"/>
      <w:pPr>
        <w:ind w:left="10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7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4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0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780" w:hanging="180"/>
      </w:pPr>
      <w:rPr>
        <w:rFonts w:cs="Times New Roman"/>
      </w:rPr>
    </w:lvl>
  </w:abstractNum>
  <w:abstractNum w:abstractNumId="11">
    <w:nsid w:val="36FE7101"/>
    <w:multiLevelType w:val="multilevel"/>
    <w:tmpl w:val="36FE7101"/>
    <w:lvl w:ilvl="0">
      <w:start w:val="1"/>
      <w:numFmt w:val="decimal"/>
      <w:lvlText w:val="%1."/>
      <w:lvlJc w:val="left"/>
      <w:pPr>
        <w:ind w:left="11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12">
    <w:nsid w:val="3BFD1A5B"/>
    <w:multiLevelType w:val="multilevel"/>
    <w:tmpl w:val="3BFD1A5B"/>
    <w:lvl w:ilvl="0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>
    <w:nsid w:val="4C3A1933"/>
    <w:multiLevelType w:val="multilevel"/>
    <w:tmpl w:val="15581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3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52634"/>
    <w:rsid w:val="00016BFE"/>
    <w:rsid w:val="00021EA8"/>
    <w:rsid w:val="000401F3"/>
    <w:rsid w:val="00045159"/>
    <w:rsid w:val="000C5002"/>
    <w:rsid w:val="000D15B9"/>
    <w:rsid w:val="000E3498"/>
    <w:rsid w:val="001151F3"/>
    <w:rsid w:val="0011647B"/>
    <w:rsid w:val="00150973"/>
    <w:rsid w:val="00175F3C"/>
    <w:rsid w:val="001C5201"/>
    <w:rsid w:val="00206F3F"/>
    <w:rsid w:val="002218FF"/>
    <w:rsid w:val="00226B4F"/>
    <w:rsid w:val="00243E75"/>
    <w:rsid w:val="002C36BD"/>
    <w:rsid w:val="002C5D51"/>
    <w:rsid w:val="0031166A"/>
    <w:rsid w:val="0031535D"/>
    <w:rsid w:val="003228CB"/>
    <w:rsid w:val="00337CE9"/>
    <w:rsid w:val="00352531"/>
    <w:rsid w:val="00354E99"/>
    <w:rsid w:val="00374550"/>
    <w:rsid w:val="003A378B"/>
    <w:rsid w:val="003B7615"/>
    <w:rsid w:val="00475FDF"/>
    <w:rsid w:val="004C1B5A"/>
    <w:rsid w:val="004C2C8D"/>
    <w:rsid w:val="005068EF"/>
    <w:rsid w:val="00535066"/>
    <w:rsid w:val="00561ABD"/>
    <w:rsid w:val="005827F8"/>
    <w:rsid w:val="005B1025"/>
    <w:rsid w:val="005C0987"/>
    <w:rsid w:val="00601F0E"/>
    <w:rsid w:val="00662126"/>
    <w:rsid w:val="006809A2"/>
    <w:rsid w:val="006854BA"/>
    <w:rsid w:val="006863C1"/>
    <w:rsid w:val="006D5F0E"/>
    <w:rsid w:val="006E07CA"/>
    <w:rsid w:val="006E0E94"/>
    <w:rsid w:val="007221E1"/>
    <w:rsid w:val="00743BAC"/>
    <w:rsid w:val="00760500"/>
    <w:rsid w:val="0078758C"/>
    <w:rsid w:val="007B0C61"/>
    <w:rsid w:val="007E5D93"/>
    <w:rsid w:val="0081022C"/>
    <w:rsid w:val="008223F9"/>
    <w:rsid w:val="00853CC3"/>
    <w:rsid w:val="00864345"/>
    <w:rsid w:val="00864958"/>
    <w:rsid w:val="00864E76"/>
    <w:rsid w:val="00865625"/>
    <w:rsid w:val="00886E8C"/>
    <w:rsid w:val="00895A3A"/>
    <w:rsid w:val="008D1BD6"/>
    <w:rsid w:val="008D3DE4"/>
    <w:rsid w:val="008D73C8"/>
    <w:rsid w:val="00905626"/>
    <w:rsid w:val="00912905"/>
    <w:rsid w:val="0093036B"/>
    <w:rsid w:val="009509B1"/>
    <w:rsid w:val="009631B9"/>
    <w:rsid w:val="009A119E"/>
    <w:rsid w:val="009C3A5E"/>
    <w:rsid w:val="009F2923"/>
    <w:rsid w:val="00A25C16"/>
    <w:rsid w:val="00A35543"/>
    <w:rsid w:val="00A35786"/>
    <w:rsid w:val="00A529FD"/>
    <w:rsid w:val="00A86241"/>
    <w:rsid w:val="00A929E9"/>
    <w:rsid w:val="00AE20CA"/>
    <w:rsid w:val="00AF0291"/>
    <w:rsid w:val="00B0785D"/>
    <w:rsid w:val="00B369D6"/>
    <w:rsid w:val="00B52634"/>
    <w:rsid w:val="00B5303D"/>
    <w:rsid w:val="00B53207"/>
    <w:rsid w:val="00B563AE"/>
    <w:rsid w:val="00B6209C"/>
    <w:rsid w:val="00B93B1F"/>
    <w:rsid w:val="00BA2E2A"/>
    <w:rsid w:val="00BA3C25"/>
    <w:rsid w:val="00C11A05"/>
    <w:rsid w:val="00C368F6"/>
    <w:rsid w:val="00C610AA"/>
    <w:rsid w:val="00CF15DB"/>
    <w:rsid w:val="00CF488A"/>
    <w:rsid w:val="00D130DD"/>
    <w:rsid w:val="00D447BF"/>
    <w:rsid w:val="00D460E5"/>
    <w:rsid w:val="00D8223F"/>
    <w:rsid w:val="00DD66AB"/>
    <w:rsid w:val="00E12379"/>
    <w:rsid w:val="00EB41CE"/>
    <w:rsid w:val="00EF54E1"/>
    <w:rsid w:val="00F02DD0"/>
    <w:rsid w:val="00F03875"/>
    <w:rsid w:val="00F41966"/>
    <w:rsid w:val="00FA23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icrosoft Uighur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1EA8"/>
    <w:pPr>
      <w:spacing w:after="200" w:line="276" w:lineRule="auto"/>
    </w:pPr>
    <w:rPr>
      <w:rFonts w:cs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52634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7875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8758C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99"/>
    <w:rsid w:val="0086434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9F292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styleId="Strong">
    <w:name w:val="Strong"/>
    <w:basedOn w:val="DefaultParagraphFont"/>
    <w:uiPriority w:val="99"/>
    <w:qFormat/>
    <w:locked/>
    <w:rsid w:val="009F2923"/>
    <w:rPr>
      <w:rFonts w:cs="Times New Roman"/>
      <w:b/>
      <w:bCs/>
    </w:rPr>
  </w:style>
  <w:style w:type="character" w:customStyle="1" w:styleId="rvts23">
    <w:name w:val="rvts23"/>
    <w:basedOn w:val="DefaultParagraphFont"/>
    <w:uiPriority w:val="99"/>
    <w:rsid w:val="006E07CA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6E07CA"/>
    <w:rPr>
      <w:rFonts w:cs="Times New Roman"/>
    </w:rPr>
  </w:style>
  <w:style w:type="paragraph" w:customStyle="1" w:styleId="a">
    <w:name w:val="a"/>
    <w:basedOn w:val="Normal"/>
    <w:uiPriority w:val="99"/>
    <w:rsid w:val="00E1237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082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2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2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2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2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8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8230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82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82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82293">
                      <w:marLeft w:val="0"/>
                      <w:marRight w:val="0"/>
                      <w:marTop w:val="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8229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8" w:color="E5E5E5"/>
                            <w:right w:val="none" w:sz="0" w:space="0" w:color="auto"/>
                          </w:divBdr>
                          <w:divsChild>
                            <w:div w:id="12408230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082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082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4082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082314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408231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8" w:color="E5E5E5"/>
                            <w:right w:val="none" w:sz="0" w:space="0" w:color="auto"/>
                          </w:divBdr>
                          <w:divsChild>
                            <w:div w:id="124082338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082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082298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4082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082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408232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8" w:color="E5E5E5"/>
                            <w:right w:val="none" w:sz="0" w:space="0" w:color="auto"/>
                          </w:divBdr>
                        </w:div>
                        <w:div w:id="124082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BEE5EB"/>
                            <w:left w:val="single" w:sz="6" w:space="0" w:color="BEE5EB"/>
                            <w:bottom w:val="single" w:sz="6" w:space="0" w:color="BEE5EB"/>
                            <w:right w:val="single" w:sz="6" w:space="0" w:color="BEE5EB"/>
                          </w:divBdr>
                        </w:div>
                        <w:div w:id="12408232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8" w:color="E5E5E5"/>
                            <w:right w:val="none" w:sz="0" w:space="0" w:color="auto"/>
                          </w:divBdr>
                          <w:divsChild>
                            <w:div w:id="124082316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082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082323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4082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082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408233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8" w:color="E5E5E5"/>
                            <w:right w:val="none" w:sz="0" w:space="0" w:color="auto"/>
                          </w:divBdr>
                          <w:divsChild>
                            <w:div w:id="124082306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082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082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4082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082337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4082300">
                      <w:marLeft w:val="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82296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08231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8" w:color="E5E5E5"/>
                            <w:right w:val="none" w:sz="0" w:space="0" w:color="auto"/>
                          </w:divBdr>
                        </w:div>
                      </w:divsChild>
                    </w:div>
                    <w:div w:id="124082329">
                      <w:marLeft w:val="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82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082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082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082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4082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082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082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0823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082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0823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4082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082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4082332">
                      <w:marLeft w:val="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8229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8" w:color="E5E5E5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082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2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544</TotalTime>
  <Pages>5</Pages>
  <Words>1438</Words>
  <Characters>8199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</dc:creator>
  <cp:keywords/>
  <dc:description/>
  <cp:lastModifiedBy>ASUS</cp:lastModifiedBy>
  <cp:revision>29</cp:revision>
  <cp:lastPrinted>2021-04-21T14:11:00Z</cp:lastPrinted>
  <dcterms:created xsi:type="dcterms:W3CDTF">2017-02-22T11:24:00Z</dcterms:created>
  <dcterms:modified xsi:type="dcterms:W3CDTF">2021-04-26T08:58:00Z</dcterms:modified>
</cp:coreProperties>
</file>