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78E" w:rsidRPr="007F54BB" w:rsidRDefault="001C678E" w:rsidP="00F26CDC">
      <w:pPr>
        <w:tabs>
          <w:tab w:val="left" w:pos="3900"/>
        </w:tabs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ПРОЄКТ</w:t>
      </w:r>
    </w:p>
    <w:p w:rsidR="001C678E" w:rsidRPr="00764409" w:rsidRDefault="001C678E" w:rsidP="007F54BB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2A7412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5" o:title=""/>
          </v:shape>
        </w:pict>
      </w:r>
    </w:p>
    <w:p w:rsidR="001C678E" w:rsidRPr="00764409" w:rsidRDefault="001C678E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764409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1C678E" w:rsidRPr="00764409" w:rsidRDefault="001C678E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1C678E" w:rsidRPr="00764409" w:rsidRDefault="001C678E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1C678E" w:rsidRPr="00764409" w:rsidRDefault="001C678E" w:rsidP="001321B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ДЕ</w:t>
      </w:r>
      <w:r>
        <w:rPr>
          <w:rFonts w:ascii="Times New Roman" w:hAnsi="Times New Roman"/>
          <w:sz w:val="24"/>
          <w:szCs w:val="24"/>
          <w:lang w:val="uk-UA" w:eastAsia="ru-RU"/>
        </w:rPr>
        <w:t>СЯ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ТА  СЕСІЯ </w:t>
      </w:r>
    </w:p>
    <w:p w:rsidR="001C678E" w:rsidRPr="00764409" w:rsidRDefault="001C678E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</w:p>
    <w:p w:rsidR="001C678E" w:rsidRDefault="001C678E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__ серпня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2021 </w:t>
      </w:r>
      <w:r w:rsidRPr="00764409">
        <w:rPr>
          <w:rFonts w:ascii="Times New Roman" w:hAnsi="Times New Roman"/>
          <w:sz w:val="24"/>
          <w:szCs w:val="24"/>
          <w:lang w:eastAsia="ru-RU"/>
        </w:rPr>
        <w:t xml:space="preserve"> року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764409">
        <w:rPr>
          <w:rFonts w:ascii="Times New Roman" w:hAnsi="Times New Roman"/>
          <w:sz w:val="24"/>
          <w:szCs w:val="24"/>
          <w:lang w:eastAsia="ru-RU"/>
        </w:rPr>
        <w:t>№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___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1C678E" w:rsidRPr="00764409" w:rsidRDefault="001C678E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1C678E" w:rsidRDefault="001C678E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Про відмову в наданні дозволу на розроблення </w:t>
      </w:r>
    </w:p>
    <w:p w:rsidR="001C678E" w:rsidRDefault="001C678E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Проекту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землеустрою щодо відведення земельн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ої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</w:p>
    <w:p w:rsidR="001C678E" w:rsidRDefault="001C678E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ділян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ки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гр. Подолян Миколі Миколайовичу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у приватну </w:t>
      </w:r>
    </w:p>
    <w:p w:rsidR="001C678E" w:rsidRDefault="001C678E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власність </w:t>
      </w:r>
      <w:r w:rsidRPr="00F26CDC">
        <w:rPr>
          <w:rFonts w:ascii="Times New Roman" w:hAnsi="Times New Roman"/>
          <w:b/>
          <w:sz w:val="24"/>
          <w:szCs w:val="24"/>
          <w:lang w:val="uk-UA" w:eastAsia="ru-RU"/>
        </w:rPr>
        <w:t xml:space="preserve">для ведення особистого селянського </w:t>
      </w:r>
    </w:p>
    <w:p w:rsidR="001C678E" w:rsidRPr="00F26CDC" w:rsidRDefault="001C678E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F26CDC">
        <w:rPr>
          <w:rFonts w:ascii="Times New Roman" w:hAnsi="Times New Roman"/>
          <w:b/>
          <w:sz w:val="24"/>
          <w:szCs w:val="24"/>
          <w:lang w:val="uk-UA" w:eastAsia="ru-RU"/>
        </w:rPr>
        <w:t>господарства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на території Нагірянської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сільської ради </w:t>
      </w:r>
    </w:p>
    <w:p w:rsidR="001C678E" w:rsidRPr="00764409" w:rsidRDefault="001C678E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1C678E" w:rsidRPr="00530EC9" w:rsidRDefault="001C678E" w:rsidP="007F54BB">
      <w:pPr>
        <w:spacing w:after="0" w:line="276" w:lineRule="auto"/>
        <w:ind w:left="-142" w:right="-284" w:firstLine="86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>Розглянувши заяв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530EC9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гр. Подолян Миколи Миколайовича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про надання дозволу на виготовлення проекту землеустрою щодо відведення земельн</w:t>
      </w:r>
      <w:r>
        <w:rPr>
          <w:rFonts w:ascii="Times New Roman" w:hAnsi="Times New Roman"/>
          <w:sz w:val="24"/>
          <w:szCs w:val="24"/>
          <w:lang w:val="uk-UA" w:eastAsia="ru-RU"/>
        </w:rPr>
        <w:t>ої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ділян</w:t>
      </w:r>
      <w:r>
        <w:rPr>
          <w:rFonts w:ascii="Times New Roman" w:hAnsi="Times New Roman"/>
          <w:sz w:val="24"/>
          <w:szCs w:val="24"/>
          <w:lang w:val="uk-UA" w:eastAsia="ru-RU"/>
        </w:rPr>
        <w:t>ки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у приватну власність на території Нагірянської сільської ради  для ведення особистого селянського господарста,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 w:rsidRPr="00530EC9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постійної комісії з питань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містобудування, земельних відно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син та сталого розвитку,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сільськ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рад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</w:t>
      </w:r>
    </w:p>
    <w:p w:rsidR="001C678E" w:rsidRPr="00530EC9" w:rsidRDefault="001C678E" w:rsidP="0013678A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30EC9">
        <w:rPr>
          <w:rFonts w:ascii="Times New Roman" w:hAnsi="Times New Roman"/>
          <w:b/>
          <w:sz w:val="24"/>
          <w:szCs w:val="24"/>
          <w:lang w:val="uk-UA" w:eastAsia="ru-RU"/>
        </w:rPr>
        <w:t>В И Р І Ш И Л А :</w:t>
      </w:r>
    </w:p>
    <w:p w:rsidR="001C678E" w:rsidRPr="00530EC9" w:rsidRDefault="001C678E" w:rsidP="0013678A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1C678E" w:rsidRPr="00530EC9" w:rsidRDefault="001C678E" w:rsidP="00530EC9">
      <w:pPr>
        <w:spacing w:after="0" w:line="276" w:lineRule="auto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Подолян Миколі Миколайовичу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530EC9">
          <w:rPr>
            <w:rFonts w:ascii="Times New Roman" w:hAnsi="Times New Roman"/>
            <w:sz w:val="24"/>
            <w:szCs w:val="24"/>
            <w:lang w:val="uk-UA" w:eastAsia="ru-RU"/>
          </w:rPr>
          <w:t>2,00 га</w:t>
        </w:r>
      </w:smartTag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кадастровий номер </w:t>
      </w:r>
      <w:r>
        <w:rPr>
          <w:rFonts w:ascii="Times New Roman" w:hAnsi="Times New Roman"/>
          <w:sz w:val="24"/>
          <w:szCs w:val="24"/>
          <w:lang w:val="uk-UA" w:eastAsia="ru-RU"/>
        </w:rPr>
        <w:t>відсутній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Pr="00530EC9">
        <w:rPr>
          <w:rFonts w:ascii="Times New Roman" w:hAnsi="Times New Roman"/>
          <w:sz w:val="24"/>
          <w:szCs w:val="24"/>
          <w:lang w:val="uk-UA"/>
        </w:rPr>
        <w:t>на території колишн</w:t>
      </w:r>
      <w:r>
        <w:rPr>
          <w:rFonts w:ascii="Times New Roman" w:hAnsi="Times New Roman"/>
          <w:sz w:val="24"/>
          <w:szCs w:val="24"/>
          <w:lang w:val="uk-UA"/>
        </w:rPr>
        <w:t>ьої Капустинської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сільськ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Чортківського району Тернопільської області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для  ведення особистого селянського господарства для переда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чі у власність враховуючи, що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вказан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земельн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ділянк</w:t>
      </w:r>
      <w:r>
        <w:rPr>
          <w:rFonts w:ascii="Times New Roman" w:hAnsi="Times New Roman"/>
          <w:sz w:val="24"/>
          <w:szCs w:val="24"/>
          <w:lang w:val="uk-UA" w:eastAsia="ru-RU"/>
        </w:rPr>
        <w:t>а відноситься до земель загального користування (громадське пасовище).</w:t>
      </w:r>
    </w:p>
    <w:p w:rsidR="001C678E" w:rsidRPr="00530EC9" w:rsidRDefault="001C678E" w:rsidP="007F54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2</w:t>
      </w: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Дане рішення направити заявнику.</w:t>
      </w:r>
    </w:p>
    <w:p w:rsidR="001C678E" w:rsidRPr="00530EC9" w:rsidRDefault="001C678E" w:rsidP="007F54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3</w:t>
      </w: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Контроль за викон</w:t>
      </w:r>
      <w:bookmarkStart w:id="0" w:name="_GoBack"/>
      <w:bookmarkEnd w:id="0"/>
      <w:r w:rsidRPr="00530EC9">
        <w:rPr>
          <w:rFonts w:ascii="Times New Roman" w:hAnsi="Times New Roman"/>
          <w:sz w:val="24"/>
          <w:szCs w:val="24"/>
          <w:lang w:val="uk-UA" w:eastAsia="ru-RU"/>
        </w:rPr>
        <w:t>анням даного рішення покласти на постійну комісію Нагірянської сільської ради з питань містобудування, земельних відносин та сталого розвитку.</w:t>
      </w:r>
    </w:p>
    <w:p w:rsidR="001C678E" w:rsidRPr="00530EC9" w:rsidRDefault="001C678E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C678E" w:rsidRPr="00D30488" w:rsidRDefault="001C678E" w:rsidP="007F54BB">
      <w:pPr>
        <w:spacing w:after="20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30488">
        <w:rPr>
          <w:rFonts w:ascii="Times New Roman" w:hAnsi="Times New Roman"/>
          <w:b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</w:t>
      </w:r>
    </w:p>
    <w:p w:rsidR="001C678E" w:rsidRPr="00530EC9" w:rsidRDefault="001C678E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C678E" w:rsidRDefault="001C678E" w:rsidP="00DB311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Йосип ЗІБРІВСЬКИЙ</w:t>
      </w:r>
    </w:p>
    <w:p w:rsidR="001C678E" w:rsidRDefault="001C678E" w:rsidP="00DB311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Любомир ХОМ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ЯК</w:t>
      </w:r>
    </w:p>
    <w:p w:rsidR="001C678E" w:rsidRDefault="001C678E" w:rsidP="00DB311C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Оксана КОВАЛЬЧУК</w:t>
      </w:r>
    </w:p>
    <w:p w:rsidR="001C678E" w:rsidRPr="00530EC9" w:rsidRDefault="001C678E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Галина БУРЯК</w:t>
      </w:r>
    </w:p>
    <w:p w:rsidR="001C678E" w:rsidRPr="00530EC9" w:rsidRDefault="001C678E" w:rsidP="007F54BB">
      <w:pPr>
        <w:spacing w:after="200" w:line="276" w:lineRule="auto"/>
        <w:rPr>
          <w:lang w:eastAsia="ru-RU"/>
        </w:rPr>
      </w:pPr>
    </w:p>
    <w:p w:rsidR="001C678E" w:rsidRPr="00456E20" w:rsidRDefault="001C678E" w:rsidP="00456E20">
      <w:pPr>
        <w:tabs>
          <w:tab w:val="left" w:pos="3900"/>
        </w:tabs>
        <w:spacing w:after="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C678E" w:rsidRDefault="001C678E" w:rsidP="00456E20">
      <w:pPr>
        <w:tabs>
          <w:tab w:val="left" w:pos="3900"/>
        </w:tabs>
        <w:spacing w:after="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C678E" w:rsidRDefault="001C678E"/>
    <w:sectPr w:rsidR="001C678E" w:rsidSect="00D304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10E6E"/>
    <w:multiLevelType w:val="hybridMultilevel"/>
    <w:tmpl w:val="6142B240"/>
    <w:lvl w:ilvl="0" w:tplc="172411F4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7D6"/>
    <w:rsid w:val="00032E2E"/>
    <w:rsid w:val="000A62E4"/>
    <w:rsid w:val="001321B7"/>
    <w:rsid w:val="0013678A"/>
    <w:rsid w:val="0014154E"/>
    <w:rsid w:val="001868EC"/>
    <w:rsid w:val="001C678E"/>
    <w:rsid w:val="002A7412"/>
    <w:rsid w:val="002B2802"/>
    <w:rsid w:val="0036161F"/>
    <w:rsid w:val="003F4607"/>
    <w:rsid w:val="0040531F"/>
    <w:rsid w:val="00456E20"/>
    <w:rsid w:val="00474910"/>
    <w:rsid w:val="004D793D"/>
    <w:rsid w:val="00530EC9"/>
    <w:rsid w:val="005C096B"/>
    <w:rsid w:val="005C3B09"/>
    <w:rsid w:val="00640E31"/>
    <w:rsid w:val="006667FF"/>
    <w:rsid w:val="00764409"/>
    <w:rsid w:val="007833A7"/>
    <w:rsid w:val="007F54BB"/>
    <w:rsid w:val="00817EC5"/>
    <w:rsid w:val="00871496"/>
    <w:rsid w:val="00877E0D"/>
    <w:rsid w:val="0096235C"/>
    <w:rsid w:val="00A95CF7"/>
    <w:rsid w:val="00AC325C"/>
    <w:rsid w:val="00B653C5"/>
    <w:rsid w:val="00B765E3"/>
    <w:rsid w:val="00C947C7"/>
    <w:rsid w:val="00CC1198"/>
    <w:rsid w:val="00D30488"/>
    <w:rsid w:val="00D37A23"/>
    <w:rsid w:val="00DA480C"/>
    <w:rsid w:val="00DB311C"/>
    <w:rsid w:val="00DC7153"/>
    <w:rsid w:val="00DD5883"/>
    <w:rsid w:val="00E1254E"/>
    <w:rsid w:val="00E44CD0"/>
    <w:rsid w:val="00E507D6"/>
    <w:rsid w:val="00E64ACA"/>
    <w:rsid w:val="00ED1E87"/>
    <w:rsid w:val="00EE458C"/>
    <w:rsid w:val="00F039C6"/>
    <w:rsid w:val="00F26CDC"/>
    <w:rsid w:val="00F30974"/>
    <w:rsid w:val="00F317E0"/>
    <w:rsid w:val="00F5409C"/>
    <w:rsid w:val="00F644E7"/>
    <w:rsid w:val="00F7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5C"/>
    <w:pPr>
      <w:spacing w:after="160" w:line="252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3678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30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0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4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2</Pages>
  <Words>292</Words>
  <Characters>1670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24</cp:revision>
  <cp:lastPrinted>2021-08-17T11:33:00Z</cp:lastPrinted>
  <dcterms:created xsi:type="dcterms:W3CDTF">2021-03-10T09:20:00Z</dcterms:created>
  <dcterms:modified xsi:type="dcterms:W3CDTF">2021-08-19T07:29:00Z</dcterms:modified>
</cp:coreProperties>
</file>