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36F" w:rsidRPr="00A43DC9" w:rsidRDefault="00A6736F" w:rsidP="0061606E">
      <w:pPr>
        <w:pStyle w:val="1"/>
        <w:jc w:val="right"/>
        <w:rPr>
          <w:noProof/>
        </w:rPr>
      </w:pPr>
      <w:r w:rsidRPr="00A43DC9">
        <w:rPr>
          <w:rFonts w:ascii="Times New Roman" w:hAnsi="Times New Roman"/>
          <w:sz w:val="24"/>
          <w:szCs w:val="24"/>
        </w:rPr>
        <w:t>ПРОЄКТ</w:t>
      </w:r>
      <w:r>
        <w:rPr>
          <w:rFonts w:ascii="Times New Roman" w:hAnsi="Times New Roman"/>
          <w:sz w:val="24"/>
          <w:szCs w:val="24"/>
        </w:rPr>
        <w:t xml:space="preserve">  (2)</w:t>
      </w:r>
    </w:p>
    <w:p w:rsidR="00A6736F" w:rsidRPr="00A43DC9" w:rsidRDefault="00A6736F" w:rsidP="0061606E">
      <w:pPr>
        <w:ind w:right="-5"/>
        <w:jc w:val="both"/>
        <w:rPr>
          <w:lang w:val="uk-UA"/>
        </w:rPr>
      </w:pPr>
    </w:p>
    <w:p w:rsidR="00A6736F" w:rsidRPr="00A43DC9" w:rsidRDefault="00A6736F" w:rsidP="0061606E">
      <w:pPr>
        <w:ind w:right="-5"/>
        <w:jc w:val="both"/>
        <w:rPr>
          <w:lang w:val="uk-UA"/>
        </w:rPr>
      </w:pPr>
    </w:p>
    <w:p w:rsidR="00A6736F" w:rsidRPr="00A43DC9" w:rsidRDefault="00A6736F" w:rsidP="0061606E">
      <w:pPr>
        <w:tabs>
          <w:tab w:val="left" w:pos="3900"/>
        </w:tabs>
        <w:spacing w:line="276" w:lineRule="auto"/>
        <w:jc w:val="center"/>
      </w:pPr>
      <w:r w:rsidRPr="0037003F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  <w:r w:rsidRPr="00A43DC9">
        <w:t xml:space="preserve"> </w:t>
      </w:r>
    </w:p>
    <w:p w:rsidR="00A6736F" w:rsidRPr="00A43DC9" w:rsidRDefault="00A6736F" w:rsidP="0061606E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A6736F" w:rsidRPr="00A43DC9" w:rsidRDefault="00A6736F" w:rsidP="0061606E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A43DC9">
        <w:rPr>
          <w:lang w:eastAsia="ru-RU"/>
        </w:rPr>
        <w:t xml:space="preserve">НАГІРЯНСЬКА </w:t>
      </w:r>
      <w:r w:rsidRPr="00A43DC9">
        <w:rPr>
          <w:lang w:eastAsia="ru-RU"/>
        </w:rPr>
        <w:tab/>
        <w:t xml:space="preserve"> С І Л Ь С Ь К А   Р А Д А</w:t>
      </w:r>
    </w:p>
    <w:p w:rsidR="00A6736F" w:rsidRPr="00A43DC9" w:rsidRDefault="00A6736F" w:rsidP="0061606E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A43DC9">
        <w:rPr>
          <w:lang w:eastAsia="ru-RU"/>
        </w:rPr>
        <w:t>ЧОРТКІВСЬКОГО РАЙОНУ ТЕРНОПІЛЬСЬКОЇ ОБЛАСТІ</w:t>
      </w:r>
    </w:p>
    <w:p w:rsidR="00A6736F" w:rsidRPr="00A43DC9" w:rsidRDefault="00A6736F" w:rsidP="0061606E">
      <w:pPr>
        <w:spacing w:line="276" w:lineRule="auto"/>
        <w:jc w:val="center"/>
        <w:outlineLvl w:val="0"/>
        <w:rPr>
          <w:lang w:val="uk-UA" w:eastAsia="ru-RU"/>
        </w:rPr>
      </w:pPr>
      <w:r w:rsidRPr="00A43DC9">
        <w:rPr>
          <w:lang w:val="uk-UA" w:eastAsia="ru-RU"/>
        </w:rPr>
        <w:t>ВОСЬМЕ СКЛИКАННЯ</w:t>
      </w:r>
    </w:p>
    <w:p w:rsidR="00A6736F" w:rsidRDefault="00A6736F" w:rsidP="00133A0A">
      <w:pPr>
        <w:spacing w:line="276" w:lineRule="auto"/>
        <w:jc w:val="center"/>
        <w:outlineLvl w:val="0"/>
        <w:rPr>
          <w:lang w:val="uk-UA" w:eastAsia="ru-RU"/>
        </w:rPr>
      </w:pPr>
      <w:r w:rsidRPr="00A43DC9">
        <w:rPr>
          <w:lang w:val="uk-UA" w:eastAsia="ru-RU"/>
        </w:rPr>
        <w:t>СІМНАДЦЯТА  СЕСІЯ</w:t>
      </w:r>
    </w:p>
    <w:p w:rsidR="00A6736F" w:rsidRPr="00A43DC9" w:rsidRDefault="00A6736F" w:rsidP="00133A0A">
      <w:pPr>
        <w:spacing w:line="276" w:lineRule="auto"/>
        <w:jc w:val="center"/>
        <w:outlineLvl w:val="0"/>
        <w:rPr>
          <w:lang w:val="uk-UA" w:eastAsia="ru-RU"/>
        </w:rPr>
      </w:pPr>
      <w:r>
        <w:rPr>
          <w:lang w:val="uk-UA" w:eastAsia="ru-RU"/>
        </w:rPr>
        <w:t>Друге пленарне засідання</w:t>
      </w:r>
    </w:p>
    <w:p w:rsidR="00A6736F" w:rsidRPr="00A43DC9" w:rsidRDefault="00A6736F" w:rsidP="0061606E">
      <w:pPr>
        <w:spacing w:line="276" w:lineRule="auto"/>
        <w:jc w:val="center"/>
        <w:outlineLvl w:val="0"/>
        <w:rPr>
          <w:lang w:val="uk-UA" w:eastAsia="ru-RU"/>
        </w:rPr>
      </w:pPr>
      <w:r w:rsidRPr="00A43DC9">
        <w:rPr>
          <w:lang w:val="uk-UA" w:eastAsia="ru-RU"/>
        </w:rPr>
        <w:t>РІШЕННЯ</w:t>
      </w:r>
    </w:p>
    <w:p w:rsidR="00A6736F" w:rsidRPr="00A43DC9" w:rsidRDefault="00A6736F" w:rsidP="0061606E">
      <w:pPr>
        <w:outlineLvl w:val="0"/>
        <w:rPr>
          <w:lang w:val="uk-UA" w:eastAsia="en-US"/>
        </w:rPr>
      </w:pPr>
      <w:r w:rsidRPr="00A43DC9">
        <w:rPr>
          <w:lang w:val="uk-UA" w:eastAsia="ru-RU"/>
        </w:rPr>
        <w:t>від __лютого</w:t>
      </w:r>
      <w:r w:rsidRPr="00A43DC9">
        <w:rPr>
          <w:lang w:val="uk-UA"/>
        </w:rPr>
        <w:t xml:space="preserve"> 2022 року                               </w:t>
      </w:r>
      <w:r>
        <w:rPr>
          <w:lang w:val="uk-UA"/>
        </w:rPr>
        <w:t xml:space="preserve">   </w:t>
      </w:r>
      <w:r w:rsidRPr="00A43DC9">
        <w:rPr>
          <w:lang w:val="uk-UA"/>
        </w:rPr>
        <w:t xml:space="preserve"> № _ </w:t>
      </w:r>
    </w:p>
    <w:p w:rsidR="00A6736F" w:rsidRPr="00A43DC9" w:rsidRDefault="00A6736F" w:rsidP="00416C12">
      <w:pPr>
        <w:outlineLvl w:val="0"/>
        <w:rPr>
          <w:lang w:val="uk-UA" w:eastAsia="ru-RU"/>
        </w:rPr>
      </w:pPr>
      <w:r w:rsidRPr="00A43DC9">
        <w:rPr>
          <w:lang w:val="uk-UA"/>
        </w:rPr>
        <w:t>с-ще Нагірянка</w:t>
      </w:r>
    </w:p>
    <w:p w:rsidR="00A6736F" w:rsidRPr="00A43DC9" w:rsidRDefault="00A6736F" w:rsidP="0061606E">
      <w:pPr>
        <w:spacing w:line="276" w:lineRule="auto"/>
        <w:outlineLvl w:val="0"/>
        <w:rPr>
          <w:lang w:val="uk-UA" w:eastAsia="ru-RU"/>
        </w:rPr>
      </w:pPr>
    </w:p>
    <w:p w:rsidR="00A6736F" w:rsidRDefault="00A6736F" w:rsidP="0061606E">
      <w:pPr>
        <w:spacing w:line="100" w:lineRule="atLeast"/>
        <w:jc w:val="both"/>
        <w:rPr>
          <w:b/>
          <w:bCs/>
          <w:spacing w:val="-12"/>
          <w:lang w:val="uk-UA"/>
        </w:rPr>
      </w:pPr>
      <w:r w:rsidRPr="00133A0A">
        <w:rPr>
          <w:b/>
          <w:bCs/>
          <w:spacing w:val="-12"/>
          <w:lang w:val="uk-UA"/>
        </w:rPr>
        <w:t xml:space="preserve">Про надання дозволу на розроблення проекту </w:t>
      </w:r>
    </w:p>
    <w:p w:rsidR="00A6736F" w:rsidRDefault="00A6736F" w:rsidP="0061606E">
      <w:pPr>
        <w:spacing w:line="100" w:lineRule="atLeast"/>
        <w:jc w:val="both"/>
        <w:rPr>
          <w:b/>
          <w:bCs/>
          <w:spacing w:val="-12"/>
          <w:lang w:val="uk-UA"/>
        </w:rPr>
      </w:pPr>
      <w:r w:rsidRPr="00133A0A">
        <w:rPr>
          <w:b/>
          <w:bCs/>
          <w:spacing w:val="-12"/>
          <w:lang w:val="uk-UA"/>
        </w:rPr>
        <w:t xml:space="preserve">землеустрою щодо відведення земельних ділянок </w:t>
      </w:r>
    </w:p>
    <w:p w:rsidR="00A6736F" w:rsidRDefault="00A6736F" w:rsidP="0061606E">
      <w:pPr>
        <w:spacing w:line="100" w:lineRule="atLeast"/>
        <w:jc w:val="both"/>
        <w:rPr>
          <w:b/>
          <w:bCs/>
          <w:spacing w:val="-12"/>
          <w:lang w:val="uk-UA"/>
        </w:rPr>
      </w:pPr>
      <w:r w:rsidRPr="00133A0A">
        <w:rPr>
          <w:b/>
          <w:bCs/>
          <w:spacing w:val="-12"/>
          <w:lang w:val="uk-UA"/>
        </w:rPr>
        <w:t xml:space="preserve">громадянам у приватну власність для ведення </w:t>
      </w:r>
    </w:p>
    <w:p w:rsidR="00A6736F" w:rsidRPr="00133A0A" w:rsidRDefault="00A6736F" w:rsidP="0061606E">
      <w:pPr>
        <w:spacing w:line="100" w:lineRule="atLeast"/>
        <w:jc w:val="both"/>
        <w:rPr>
          <w:b/>
          <w:bCs/>
          <w:spacing w:val="-12"/>
          <w:lang w:val="uk-UA"/>
        </w:rPr>
      </w:pPr>
      <w:r w:rsidRPr="00133A0A">
        <w:rPr>
          <w:b/>
          <w:bCs/>
          <w:spacing w:val="-12"/>
          <w:lang w:val="uk-UA"/>
        </w:rPr>
        <w:t xml:space="preserve">особистого селянського господарства </w:t>
      </w:r>
    </w:p>
    <w:p w:rsidR="00A6736F" w:rsidRPr="00133A0A" w:rsidRDefault="00A6736F" w:rsidP="0061606E">
      <w:pPr>
        <w:spacing w:line="100" w:lineRule="atLeast"/>
        <w:jc w:val="both"/>
        <w:rPr>
          <w:b/>
          <w:bCs/>
          <w:spacing w:val="-12"/>
          <w:lang w:val="uk-UA"/>
        </w:rPr>
      </w:pPr>
    </w:p>
    <w:p w:rsidR="00A6736F" w:rsidRPr="00133A0A" w:rsidRDefault="00A6736F" w:rsidP="00133A0A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 w:rsidRPr="00133A0A">
        <w:rPr>
          <w:lang w:val="uk-UA"/>
        </w:rPr>
        <w:t xml:space="preserve">Розглянувши заяви громадян відповідно до статей 12, 33, 50, 116, 118, 121, 122 Земельного кодексу України, керуючись статтею 26 Закону України «Про місцеве самоврядування в Україні», та </w:t>
      </w:r>
      <w:r>
        <w:rPr>
          <w:lang w:val="uk-UA"/>
        </w:rPr>
        <w:t xml:space="preserve">враховуючи пропозиції та </w:t>
      </w:r>
      <w:r w:rsidRPr="00133A0A">
        <w:rPr>
          <w:lang w:val="uk-UA"/>
        </w:rPr>
        <w:t xml:space="preserve"> рекомендації</w:t>
      </w:r>
      <w:r w:rsidRPr="00133A0A">
        <w:rPr>
          <w:bdr w:val="none" w:sz="0" w:space="0" w:color="auto" w:frame="1"/>
          <w:lang w:val="uk-UA"/>
        </w:rPr>
        <w:t xml:space="preserve"> постійної комісії з питань </w:t>
      </w:r>
      <w:r w:rsidRPr="00133A0A">
        <w:rPr>
          <w:lang w:val="uk-UA"/>
        </w:rPr>
        <w:t>містобудування, земельних відносин та сталого розвитку, сільська рада</w:t>
      </w:r>
    </w:p>
    <w:p w:rsidR="00A6736F" w:rsidRPr="00133A0A" w:rsidRDefault="00A6736F" w:rsidP="0061606E">
      <w:pPr>
        <w:ind w:right="-5"/>
        <w:rPr>
          <w:b/>
          <w:lang w:val="uk-UA"/>
        </w:rPr>
      </w:pPr>
    </w:p>
    <w:p w:rsidR="00A6736F" w:rsidRPr="00133A0A" w:rsidRDefault="00A6736F" w:rsidP="0061606E">
      <w:pPr>
        <w:ind w:right="-5"/>
        <w:rPr>
          <w:b/>
          <w:lang w:val="uk-UA"/>
        </w:rPr>
      </w:pPr>
      <w:r w:rsidRPr="00133A0A">
        <w:rPr>
          <w:b/>
          <w:lang w:val="uk-UA"/>
        </w:rPr>
        <w:t>ВИРІШИЛА:</w:t>
      </w:r>
    </w:p>
    <w:p w:rsidR="00A6736F" w:rsidRPr="00133A0A" w:rsidRDefault="00A6736F" w:rsidP="0061606E">
      <w:pPr>
        <w:spacing w:line="100" w:lineRule="atLeast"/>
        <w:jc w:val="both"/>
        <w:rPr>
          <w:lang w:val="uk-UA"/>
        </w:rPr>
      </w:pPr>
    </w:p>
    <w:p w:rsidR="00A6736F" w:rsidRPr="00133A0A" w:rsidRDefault="00A6736F" w:rsidP="0061606E">
      <w:pPr>
        <w:spacing w:line="100" w:lineRule="atLeast"/>
        <w:jc w:val="both"/>
        <w:rPr>
          <w:lang w:val="uk-UA"/>
        </w:rPr>
      </w:pPr>
      <w:r w:rsidRPr="00133A0A">
        <w:rPr>
          <w:b/>
          <w:lang w:val="uk-UA"/>
        </w:rPr>
        <w:t>1.</w:t>
      </w:r>
      <w:r>
        <w:rPr>
          <w:b/>
          <w:lang w:val="uk-UA"/>
        </w:rPr>
        <w:t xml:space="preserve"> </w:t>
      </w:r>
      <w:r w:rsidRPr="00133A0A">
        <w:rPr>
          <w:lang w:val="uk-UA"/>
        </w:rPr>
        <w:t>Надати дозвіл Тригук Євдокії Юріївні</w:t>
      </w:r>
      <w:r w:rsidRPr="00133A0A">
        <w:rPr>
          <w:bCs/>
          <w:spacing w:val="-12"/>
          <w:lang w:val="uk-UA"/>
        </w:rPr>
        <w:t xml:space="preserve"> </w:t>
      </w:r>
      <w:r w:rsidRPr="00133A0A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6000 га"/>
        </w:smartTagPr>
        <w:r w:rsidRPr="00133A0A">
          <w:rPr>
            <w:spacing w:val="-12"/>
            <w:lang w:val="uk-UA"/>
          </w:rPr>
          <w:t>0,6000</w:t>
        </w:r>
        <w:r w:rsidRPr="00133A0A">
          <w:rPr>
            <w:spacing w:val="-12"/>
            <w:shd w:val="clear" w:color="auto" w:fill="FFFFFF"/>
            <w:lang w:val="uk-UA"/>
          </w:rPr>
          <w:t xml:space="preserve"> г</w:t>
        </w:r>
        <w:r w:rsidRPr="00133A0A">
          <w:rPr>
            <w:spacing w:val="-12"/>
            <w:lang w:val="uk-UA"/>
          </w:rPr>
          <w:t>а</w:t>
        </w:r>
      </w:smartTag>
      <w:r w:rsidRPr="00133A0A">
        <w:rPr>
          <w:spacing w:val="-12"/>
          <w:lang w:val="uk-UA"/>
        </w:rPr>
        <w:t xml:space="preserve">,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селянського господарства в с. Стара Ягільниця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Pr="00133A0A" w:rsidRDefault="00A6736F" w:rsidP="0061606E">
      <w:pPr>
        <w:spacing w:line="100" w:lineRule="atLeast"/>
        <w:jc w:val="both"/>
        <w:rPr>
          <w:lang w:val="uk-UA"/>
        </w:rPr>
      </w:pPr>
      <w:r w:rsidRPr="00133A0A">
        <w:rPr>
          <w:b/>
          <w:lang w:val="uk-UA"/>
        </w:rPr>
        <w:t>2.</w:t>
      </w:r>
      <w:r>
        <w:rPr>
          <w:b/>
          <w:lang w:val="uk-UA"/>
        </w:rPr>
        <w:t xml:space="preserve"> </w:t>
      </w:r>
      <w:r w:rsidRPr="00133A0A">
        <w:rPr>
          <w:lang w:val="uk-UA"/>
        </w:rPr>
        <w:t>Надати дозвіл Стефанишин Наталії Сергіївні</w:t>
      </w:r>
      <w:r w:rsidRPr="00133A0A">
        <w:rPr>
          <w:bCs/>
          <w:spacing w:val="-12"/>
          <w:lang w:val="uk-UA"/>
        </w:rPr>
        <w:t xml:space="preserve"> </w:t>
      </w:r>
      <w:r w:rsidRPr="00133A0A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7000 га"/>
        </w:smartTagPr>
        <w:r w:rsidRPr="00133A0A">
          <w:rPr>
            <w:spacing w:val="-12"/>
            <w:lang w:val="uk-UA"/>
          </w:rPr>
          <w:t>0,7000 га</w:t>
        </w:r>
      </w:smartTag>
      <w:r w:rsidRPr="00133A0A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2100 га"/>
        </w:smartTagPr>
        <w:r w:rsidRPr="00133A0A">
          <w:rPr>
            <w:spacing w:val="-12"/>
            <w:lang w:val="uk-UA"/>
          </w:rPr>
          <w:t>0,2100 га</w:t>
        </w:r>
      </w:smartTag>
      <w:r w:rsidRPr="00133A0A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3400 га"/>
        </w:smartTagPr>
        <w:r w:rsidRPr="00133A0A">
          <w:rPr>
            <w:spacing w:val="-12"/>
            <w:lang w:val="uk-UA"/>
          </w:rPr>
          <w:t>0,3400 га</w:t>
        </w:r>
      </w:smartTag>
      <w:r w:rsidRPr="00133A0A">
        <w:rPr>
          <w:spacing w:val="-12"/>
          <w:lang w:val="uk-UA"/>
        </w:rPr>
        <w:t xml:space="preserve">,  та </w:t>
      </w:r>
      <w:smartTag w:uri="urn:schemas-microsoft-com:office:smarttags" w:element="metricconverter">
        <w:smartTagPr>
          <w:attr w:name="ProductID" w:val="0,1500 га"/>
        </w:smartTagPr>
        <w:r w:rsidRPr="00133A0A">
          <w:rPr>
            <w:spacing w:val="-12"/>
            <w:lang w:val="uk-UA"/>
          </w:rPr>
          <w:t>0,1500 га</w:t>
        </w:r>
      </w:smartTag>
      <w:r w:rsidRPr="00133A0A">
        <w:rPr>
          <w:spacing w:val="-12"/>
          <w:lang w:val="uk-UA"/>
        </w:rPr>
        <w:t xml:space="preserve">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селянського господарства в с. Капустинці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Pr="00133A0A" w:rsidRDefault="00A6736F" w:rsidP="00C21CB4">
      <w:pPr>
        <w:spacing w:line="100" w:lineRule="atLeast"/>
        <w:jc w:val="both"/>
        <w:rPr>
          <w:lang w:val="uk-UA"/>
        </w:rPr>
      </w:pPr>
      <w:r w:rsidRPr="00133A0A">
        <w:rPr>
          <w:b/>
          <w:lang w:val="uk-UA"/>
        </w:rPr>
        <w:t>3.</w:t>
      </w:r>
      <w:r>
        <w:rPr>
          <w:b/>
          <w:lang w:val="uk-UA"/>
        </w:rPr>
        <w:t xml:space="preserve"> </w:t>
      </w:r>
      <w:r w:rsidRPr="00133A0A">
        <w:rPr>
          <w:lang w:val="uk-UA"/>
        </w:rPr>
        <w:t>Надати дозвіл Осадца Роману Вікторовичу</w:t>
      </w:r>
      <w:r w:rsidRPr="00133A0A">
        <w:rPr>
          <w:bCs/>
          <w:spacing w:val="-12"/>
          <w:lang w:val="uk-UA"/>
        </w:rPr>
        <w:t xml:space="preserve"> </w:t>
      </w:r>
      <w:r w:rsidRPr="00133A0A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7 га"/>
        </w:smartTagPr>
        <w:r w:rsidRPr="00133A0A">
          <w:rPr>
            <w:spacing w:val="-12"/>
            <w:lang w:val="uk-UA"/>
          </w:rPr>
          <w:t>0,27 га</w:t>
        </w:r>
      </w:smartTag>
      <w:r w:rsidRPr="00133A0A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20 га"/>
        </w:smartTagPr>
        <w:r w:rsidRPr="00133A0A">
          <w:rPr>
            <w:spacing w:val="-12"/>
            <w:lang w:val="uk-UA"/>
          </w:rPr>
          <w:t>0,20 га</w:t>
        </w:r>
      </w:smartTag>
      <w:r w:rsidRPr="00133A0A">
        <w:rPr>
          <w:spacing w:val="-12"/>
          <w:lang w:val="uk-UA"/>
        </w:rPr>
        <w:t xml:space="preserve">,  та </w:t>
      </w:r>
      <w:smartTag w:uri="urn:schemas-microsoft-com:office:smarttags" w:element="metricconverter">
        <w:smartTagPr>
          <w:attr w:name="ProductID" w:val="0,07 га"/>
        </w:smartTagPr>
        <w:r w:rsidRPr="00133A0A">
          <w:rPr>
            <w:spacing w:val="-12"/>
            <w:lang w:val="uk-UA"/>
          </w:rPr>
          <w:t>0,07 га</w:t>
        </w:r>
      </w:smartTag>
      <w:r w:rsidRPr="00133A0A">
        <w:rPr>
          <w:spacing w:val="-12"/>
          <w:lang w:val="uk-UA"/>
        </w:rPr>
        <w:t xml:space="preserve">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селянського господарства в с-щі Нагірянка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Pr="00133A0A" w:rsidRDefault="00A6736F" w:rsidP="000F0393">
      <w:pPr>
        <w:spacing w:line="100" w:lineRule="atLeast"/>
        <w:jc w:val="both"/>
        <w:rPr>
          <w:lang w:val="uk-UA"/>
        </w:rPr>
      </w:pPr>
      <w:r w:rsidRPr="00416C12">
        <w:rPr>
          <w:b/>
          <w:lang w:val="uk-UA"/>
        </w:rPr>
        <w:t>4.</w:t>
      </w:r>
      <w:r>
        <w:rPr>
          <w:lang w:val="uk-UA"/>
        </w:rPr>
        <w:t xml:space="preserve"> </w:t>
      </w:r>
      <w:r w:rsidRPr="00133A0A">
        <w:rPr>
          <w:lang w:val="uk-UA"/>
        </w:rPr>
        <w:t>Надати дозвіл Садовій Емілії Зіновіївні</w:t>
      </w:r>
      <w:r w:rsidRPr="00133A0A">
        <w:rPr>
          <w:bCs/>
          <w:spacing w:val="-12"/>
          <w:lang w:val="uk-UA"/>
        </w:rPr>
        <w:t xml:space="preserve"> </w:t>
      </w:r>
      <w:r w:rsidRPr="00133A0A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3817 га"/>
        </w:smartTagPr>
        <w:r w:rsidRPr="00133A0A">
          <w:rPr>
            <w:spacing w:val="-12"/>
            <w:lang w:val="uk-UA"/>
          </w:rPr>
          <w:t>0,3817 га</w:t>
        </w:r>
      </w:smartTag>
      <w:r w:rsidRPr="00133A0A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2300 га"/>
        </w:smartTagPr>
        <w:r w:rsidRPr="00133A0A">
          <w:rPr>
            <w:spacing w:val="-12"/>
            <w:lang w:val="uk-UA"/>
          </w:rPr>
          <w:t>0,2300 га</w:t>
        </w:r>
      </w:smartTag>
      <w:r w:rsidRPr="00133A0A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1517 га"/>
        </w:smartTagPr>
        <w:r w:rsidRPr="00133A0A">
          <w:rPr>
            <w:spacing w:val="-12"/>
            <w:lang w:val="uk-UA"/>
          </w:rPr>
          <w:t>0,1517 га</w:t>
        </w:r>
      </w:smartTag>
      <w:r w:rsidRPr="00133A0A">
        <w:rPr>
          <w:spacing w:val="-12"/>
          <w:lang w:val="uk-UA"/>
        </w:rPr>
        <w:t xml:space="preserve">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селянського господарства в с-щі Нагірянка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Pr="00133A0A" w:rsidRDefault="00A6736F" w:rsidP="0083344F">
      <w:pPr>
        <w:spacing w:line="100" w:lineRule="atLeast"/>
        <w:jc w:val="both"/>
        <w:rPr>
          <w:lang w:val="uk-UA"/>
        </w:rPr>
      </w:pPr>
      <w:r w:rsidRPr="00416C12">
        <w:rPr>
          <w:b/>
          <w:lang w:val="uk-UA"/>
        </w:rPr>
        <w:t>5.</w:t>
      </w:r>
      <w:r>
        <w:rPr>
          <w:lang w:val="uk-UA"/>
        </w:rPr>
        <w:t xml:space="preserve"> </w:t>
      </w:r>
      <w:r w:rsidRPr="00133A0A">
        <w:rPr>
          <w:lang w:val="uk-UA"/>
        </w:rPr>
        <w:t>Надати дозвіл Сапіщук Христині Сергіївні</w:t>
      </w:r>
      <w:r w:rsidRPr="00133A0A">
        <w:rPr>
          <w:bCs/>
          <w:spacing w:val="-12"/>
          <w:lang w:val="uk-UA"/>
        </w:rPr>
        <w:t xml:space="preserve"> </w:t>
      </w:r>
      <w:r w:rsidRPr="00133A0A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3300 га"/>
        </w:smartTagPr>
        <w:r w:rsidRPr="00133A0A">
          <w:rPr>
            <w:spacing w:val="-12"/>
            <w:lang w:val="uk-UA"/>
          </w:rPr>
          <w:t>0,3300 га</w:t>
        </w:r>
      </w:smartTag>
      <w:r w:rsidRPr="00133A0A">
        <w:rPr>
          <w:spacing w:val="-12"/>
          <w:lang w:val="uk-UA"/>
        </w:rPr>
        <w:t xml:space="preserve">,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селянського господарства в с. Сосулівка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Pr="00133A0A" w:rsidRDefault="00A6736F" w:rsidP="00821A07">
      <w:pPr>
        <w:spacing w:line="100" w:lineRule="atLeast"/>
        <w:jc w:val="both"/>
        <w:rPr>
          <w:spacing w:val="-12"/>
          <w:lang w:val="uk-UA"/>
        </w:rPr>
      </w:pPr>
      <w:r w:rsidRPr="00416C12">
        <w:rPr>
          <w:b/>
          <w:lang w:val="uk-UA"/>
        </w:rPr>
        <w:t>6.</w:t>
      </w:r>
      <w:r>
        <w:rPr>
          <w:lang w:val="uk-UA"/>
        </w:rPr>
        <w:t xml:space="preserve"> </w:t>
      </w:r>
      <w:r w:rsidRPr="00133A0A">
        <w:rPr>
          <w:lang w:val="uk-UA"/>
        </w:rPr>
        <w:t>Надати дозвіл Дутковському Михайлу Йосиповичу</w:t>
      </w:r>
      <w:r w:rsidRPr="00133A0A">
        <w:rPr>
          <w:bCs/>
          <w:spacing w:val="-12"/>
          <w:lang w:val="uk-UA"/>
        </w:rPr>
        <w:t xml:space="preserve"> </w:t>
      </w:r>
      <w:r w:rsidRPr="00133A0A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1750 га"/>
        </w:smartTagPr>
        <w:r w:rsidRPr="00133A0A">
          <w:rPr>
            <w:spacing w:val="-12"/>
            <w:lang w:val="uk-UA"/>
          </w:rPr>
          <w:t>1,1750 га</w:t>
        </w:r>
      </w:smartTag>
      <w:r w:rsidRPr="00133A0A">
        <w:rPr>
          <w:spacing w:val="-12"/>
          <w:lang w:val="uk-UA"/>
        </w:rPr>
        <w:t xml:space="preserve"> з них:</w:t>
      </w:r>
    </w:p>
    <w:p w:rsidR="00A6736F" w:rsidRPr="00133A0A" w:rsidRDefault="00A6736F" w:rsidP="00821A07">
      <w:pPr>
        <w:spacing w:line="100" w:lineRule="atLeast"/>
        <w:jc w:val="both"/>
        <w:rPr>
          <w:bCs/>
          <w:spacing w:val="-12"/>
          <w:lang w:val="uk-UA"/>
        </w:rPr>
      </w:pPr>
      <w:r w:rsidRPr="00133A0A">
        <w:rPr>
          <w:spacing w:val="-12"/>
          <w:lang w:val="uk-UA"/>
        </w:rPr>
        <w:t xml:space="preserve">- площею </w:t>
      </w:r>
      <w:smartTag w:uri="urn:schemas-microsoft-com:office:smarttags" w:element="metricconverter">
        <w:smartTagPr>
          <w:attr w:name="ProductID" w:val="0,2200 га"/>
        </w:smartTagPr>
        <w:r w:rsidRPr="00133A0A">
          <w:rPr>
            <w:spacing w:val="-12"/>
            <w:lang w:val="uk-UA"/>
          </w:rPr>
          <w:t>0,2200 га</w:t>
        </w:r>
      </w:smartTag>
      <w:r w:rsidRPr="00133A0A">
        <w:rPr>
          <w:spacing w:val="-12"/>
          <w:lang w:val="uk-UA"/>
        </w:rPr>
        <w:t xml:space="preserve"> </w:t>
      </w:r>
      <w:r w:rsidRPr="00133A0A">
        <w:rPr>
          <w:bCs/>
          <w:spacing w:val="-12"/>
          <w:lang w:val="uk-UA"/>
        </w:rPr>
        <w:t>для ведення особистого селянського господарства за адресою вул. Незалежності, с. Мухавка, Чортківський район, Тернопільська область;</w:t>
      </w:r>
    </w:p>
    <w:p w:rsidR="00A6736F" w:rsidRPr="00133A0A" w:rsidRDefault="00A6736F" w:rsidP="00821A07">
      <w:pPr>
        <w:spacing w:line="100" w:lineRule="atLeast"/>
        <w:jc w:val="both"/>
        <w:rPr>
          <w:bCs/>
          <w:spacing w:val="-12"/>
          <w:lang w:val="uk-UA"/>
        </w:rPr>
      </w:pPr>
      <w:r w:rsidRPr="00133A0A">
        <w:rPr>
          <w:spacing w:val="-12"/>
          <w:lang w:val="uk-UA"/>
        </w:rPr>
        <w:t xml:space="preserve">- площею </w:t>
      </w:r>
      <w:smartTag w:uri="urn:schemas-microsoft-com:office:smarttags" w:element="metricconverter">
        <w:smartTagPr>
          <w:attr w:name="ProductID" w:val="0,8300 га"/>
        </w:smartTagPr>
        <w:r w:rsidRPr="00133A0A">
          <w:rPr>
            <w:spacing w:val="-12"/>
            <w:lang w:val="uk-UA"/>
          </w:rPr>
          <w:t>0,8300 га</w:t>
        </w:r>
      </w:smartTag>
      <w:r w:rsidRPr="00133A0A">
        <w:rPr>
          <w:spacing w:val="-12"/>
          <w:lang w:val="uk-UA"/>
        </w:rPr>
        <w:t xml:space="preserve"> </w:t>
      </w:r>
      <w:r w:rsidRPr="00133A0A">
        <w:rPr>
          <w:bCs/>
          <w:spacing w:val="-12"/>
          <w:lang w:val="uk-UA"/>
        </w:rPr>
        <w:t>для ведення особистого селянського господарства за адресою с. Мухавка, Чортківський район, Тернопільська область;</w:t>
      </w:r>
    </w:p>
    <w:p w:rsidR="00A6736F" w:rsidRPr="00133A0A" w:rsidRDefault="00A6736F" w:rsidP="00821A07">
      <w:pPr>
        <w:spacing w:line="100" w:lineRule="atLeast"/>
        <w:jc w:val="both"/>
        <w:rPr>
          <w:bCs/>
          <w:spacing w:val="-12"/>
          <w:lang w:val="uk-UA"/>
        </w:rPr>
      </w:pPr>
      <w:r w:rsidRPr="00133A0A">
        <w:rPr>
          <w:spacing w:val="-12"/>
          <w:lang w:val="uk-UA"/>
        </w:rPr>
        <w:t xml:space="preserve">- площею </w:t>
      </w:r>
      <w:smartTag w:uri="urn:schemas-microsoft-com:office:smarttags" w:element="metricconverter">
        <w:smartTagPr>
          <w:attr w:name="ProductID" w:val="0,1250 га"/>
        </w:smartTagPr>
        <w:r w:rsidRPr="00133A0A">
          <w:rPr>
            <w:spacing w:val="-12"/>
            <w:lang w:val="uk-UA"/>
          </w:rPr>
          <w:t>0,1250 га</w:t>
        </w:r>
      </w:smartTag>
      <w:r w:rsidRPr="00133A0A">
        <w:rPr>
          <w:spacing w:val="-12"/>
          <w:lang w:val="uk-UA"/>
        </w:rPr>
        <w:t xml:space="preserve"> </w:t>
      </w:r>
      <w:r w:rsidRPr="00133A0A">
        <w:rPr>
          <w:bCs/>
          <w:spacing w:val="-12"/>
          <w:lang w:val="uk-UA"/>
        </w:rPr>
        <w:t>для ведення особистого селянського господарства за адресою с. Мухавка, Чортківський район, Тернопільська область за рахунок земель комунальної власності (землі не надані у власність або постійне користування в межах населених пунктів /</w:t>
      </w:r>
      <w:r w:rsidRPr="00133A0A">
        <w:rPr>
          <w:lang w:val="uk-UA"/>
        </w:rPr>
        <w:t xml:space="preserve"> сільськогосподарські землі у тому числі сільськогосподарські угіддя (рілля)/.</w:t>
      </w:r>
    </w:p>
    <w:p w:rsidR="00A6736F" w:rsidRPr="00133A0A" w:rsidRDefault="00A6736F" w:rsidP="003E4818">
      <w:pPr>
        <w:spacing w:line="100" w:lineRule="atLeast"/>
        <w:jc w:val="both"/>
        <w:rPr>
          <w:bCs/>
          <w:spacing w:val="-12"/>
          <w:lang w:val="uk-UA"/>
        </w:rPr>
      </w:pPr>
      <w:r w:rsidRPr="00416C12">
        <w:rPr>
          <w:b/>
          <w:lang w:val="uk-UA"/>
        </w:rPr>
        <w:t>7.</w:t>
      </w:r>
      <w:r>
        <w:rPr>
          <w:lang w:val="uk-UA"/>
        </w:rPr>
        <w:t xml:space="preserve"> </w:t>
      </w:r>
      <w:r w:rsidRPr="00133A0A">
        <w:rPr>
          <w:lang w:val="uk-UA"/>
        </w:rPr>
        <w:t>Надати дозвіл Ралик Богдану Семеновичу</w:t>
      </w:r>
      <w:r w:rsidRPr="00133A0A">
        <w:rPr>
          <w:bCs/>
          <w:spacing w:val="-12"/>
          <w:lang w:val="uk-UA"/>
        </w:rPr>
        <w:t xml:space="preserve"> </w:t>
      </w:r>
      <w:r w:rsidRPr="00133A0A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193 га"/>
        </w:smartTagPr>
        <w:r w:rsidRPr="00133A0A">
          <w:rPr>
            <w:spacing w:val="-12"/>
            <w:lang w:val="uk-UA"/>
          </w:rPr>
          <w:t>0,2193 га</w:t>
        </w:r>
      </w:smartTag>
      <w:r w:rsidRPr="00133A0A">
        <w:rPr>
          <w:spacing w:val="-12"/>
          <w:lang w:val="uk-UA"/>
        </w:rPr>
        <w:t xml:space="preserve"> </w:t>
      </w:r>
      <w:r w:rsidRPr="00133A0A">
        <w:rPr>
          <w:bCs/>
          <w:spacing w:val="-12"/>
          <w:lang w:val="uk-UA"/>
        </w:rPr>
        <w:t>для ведення особистого селянського господарства за адресою вул. Незалежності, с. Мухавка, Чортківський район, Тернопільська область за рахунок земель комунальної власності (землі не надані у власність або постійне користування в межах населених пунктів /</w:t>
      </w:r>
      <w:r w:rsidRPr="00133A0A">
        <w:rPr>
          <w:lang w:val="uk-UA"/>
        </w:rPr>
        <w:t xml:space="preserve"> сільськогосподарські землі у тому числі сільськогосподарські угіддя (рілля)/.</w:t>
      </w:r>
    </w:p>
    <w:p w:rsidR="00A6736F" w:rsidRPr="00133A0A" w:rsidRDefault="00A6736F" w:rsidP="003E4818">
      <w:pPr>
        <w:spacing w:line="100" w:lineRule="atLeast"/>
        <w:jc w:val="both"/>
        <w:rPr>
          <w:lang w:val="uk-UA"/>
        </w:rPr>
      </w:pPr>
      <w:r w:rsidRPr="00416C12">
        <w:rPr>
          <w:b/>
          <w:lang w:val="uk-UA"/>
        </w:rPr>
        <w:t>8.</w:t>
      </w:r>
      <w:r>
        <w:rPr>
          <w:lang w:val="uk-UA"/>
        </w:rPr>
        <w:t xml:space="preserve"> </w:t>
      </w:r>
      <w:r w:rsidRPr="00133A0A">
        <w:rPr>
          <w:lang w:val="uk-UA"/>
        </w:rPr>
        <w:t>Надати дозвіл Казімович Богдану Петровичу</w:t>
      </w:r>
      <w:r w:rsidRPr="00133A0A">
        <w:rPr>
          <w:bCs/>
          <w:spacing w:val="-12"/>
          <w:lang w:val="uk-UA"/>
        </w:rPr>
        <w:t xml:space="preserve"> </w:t>
      </w:r>
      <w:r w:rsidRPr="00133A0A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3000 га"/>
        </w:smartTagPr>
        <w:r w:rsidRPr="00133A0A">
          <w:rPr>
            <w:spacing w:val="-12"/>
            <w:lang w:val="uk-UA"/>
          </w:rPr>
          <w:t>0,3000 га</w:t>
        </w:r>
      </w:smartTag>
      <w:r w:rsidRPr="00133A0A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0900 га"/>
        </w:smartTagPr>
        <w:r w:rsidRPr="00133A0A">
          <w:rPr>
            <w:spacing w:val="-12"/>
            <w:lang w:val="uk-UA"/>
          </w:rPr>
          <w:t>0,0900 га</w:t>
        </w:r>
      </w:smartTag>
      <w:r w:rsidRPr="00133A0A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0800 га"/>
        </w:smartTagPr>
        <w:r w:rsidRPr="00133A0A">
          <w:rPr>
            <w:spacing w:val="-12"/>
            <w:lang w:val="uk-UA"/>
          </w:rPr>
          <w:t>0,0800 га</w:t>
        </w:r>
      </w:smartTag>
      <w:r w:rsidRPr="00133A0A">
        <w:rPr>
          <w:spacing w:val="-12"/>
          <w:lang w:val="uk-UA"/>
        </w:rPr>
        <w:t xml:space="preserve">,  та </w:t>
      </w:r>
      <w:smartTag w:uri="urn:schemas-microsoft-com:office:smarttags" w:element="metricconverter">
        <w:smartTagPr>
          <w:attr w:name="ProductID" w:val="0,1300 га"/>
        </w:smartTagPr>
        <w:r w:rsidRPr="00133A0A">
          <w:rPr>
            <w:spacing w:val="-12"/>
            <w:lang w:val="uk-UA"/>
          </w:rPr>
          <w:t>0,1300 га</w:t>
        </w:r>
      </w:smartTag>
      <w:r w:rsidRPr="00133A0A">
        <w:rPr>
          <w:spacing w:val="-12"/>
          <w:lang w:val="uk-UA"/>
        </w:rPr>
        <w:t xml:space="preserve">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селянського господарства в с. Шульганівка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Default="00A6736F" w:rsidP="004C061F">
      <w:pPr>
        <w:spacing w:line="100" w:lineRule="atLeast"/>
        <w:jc w:val="both"/>
        <w:rPr>
          <w:lang w:val="uk-UA"/>
        </w:rPr>
      </w:pPr>
      <w:r w:rsidRPr="00416C12">
        <w:rPr>
          <w:b/>
          <w:lang w:val="uk-UA"/>
        </w:rPr>
        <w:t>9.</w:t>
      </w:r>
      <w:r>
        <w:rPr>
          <w:lang w:val="uk-UA"/>
        </w:rPr>
        <w:t xml:space="preserve"> </w:t>
      </w:r>
      <w:r w:rsidRPr="00133A0A">
        <w:rPr>
          <w:lang w:val="uk-UA"/>
        </w:rPr>
        <w:t xml:space="preserve">Надати дозвіл Дідик Івану Мар’яновичу </w:t>
      </w:r>
      <w:r w:rsidRPr="00133A0A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500 га"/>
        </w:smartTagPr>
        <w:r w:rsidRPr="00133A0A">
          <w:rPr>
            <w:spacing w:val="-12"/>
            <w:lang w:val="uk-UA"/>
          </w:rPr>
          <w:t>0,2500 га</w:t>
        </w:r>
      </w:smartTag>
      <w:r w:rsidRPr="00133A0A">
        <w:rPr>
          <w:spacing w:val="-12"/>
          <w:lang w:val="uk-UA"/>
        </w:rPr>
        <w:t xml:space="preserve">,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селянського господарства в с-щі Нагірянка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Pr="00133A0A" w:rsidRDefault="00A6736F" w:rsidP="004C061F">
      <w:pPr>
        <w:spacing w:line="100" w:lineRule="atLeast"/>
        <w:jc w:val="both"/>
        <w:rPr>
          <w:lang w:val="uk-UA"/>
        </w:rPr>
      </w:pPr>
      <w:r w:rsidRPr="00133A0A">
        <w:rPr>
          <w:b/>
          <w:lang w:val="uk-UA"/>
        </w:rPr>
        <w:t>10.</w:t>
      </w:r>
      <w:r>
        <w:rPr>
          <w:lang w:val="uk-UA"/>
        </w:rPr>
        <w:t xml:space="preserve"> </w:t>
      </w:r>
      <w:r w:rsidRPr="00133A0A">
        <w:rPr>
          <w:lang w:val="uk-UA"/>
        </w:rPr>
        <w:t xml:space="preserve">Надати дозвіл Шкільнюк Андрію Михайловичу </w:t>
      </w:r>
      <w:r w:rsidRPr="00133A0A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200 га"/>
        </w:smartTagPr>
        <w:r w:rsidRPr="00133A0A">
          <w:rPr>
            <w:spacing w:val="-12"/>
            <w:lang w:val="uk-UA"/>
          </w:rPr>
          <w:t>0,2200 га</w:t>
        </w:r>
      </w:smartTag>
      <w:r w:rsidRPr="00133A0A">
        <w:rPr>
          <w:spacing w:val="-12"/>
          <w:lang w:val="uk-UA"/>
        </w:rPr>
        <w:t xml:space="preserve">,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селянського господарства в с. Капустинці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Pr="00133A0A" w:rsidRDefault="00A6736F" w:rsidP="00A45BE1">
      <w:pPr>
        <w:spacing w:line="100" w:lineRule="atLeast"/>
        <w:jc w:val="both"/>
        <w:rPr>
          <w:lang w:val="uk-UA"/>
        </w:rPr>
      </w:pPr>
      <w:r w:rsidRPr="00133A0A">
        <w:rPr>
          <w:b/>
          <w:lang w:val="uk-UA"/>
        </w:rPr>
        <w:t>11.</w:t>
      </w:r>
      <w:r>
        <w:rPr>
          <w:lang w:val="uk-UA"/>
        </w:rPr>
        <w:t xml:space="preserve"> </w:t>
      </w:r>
      <w:r w:rsidRPr="00133A0A">
        <w:rPr>
          <w:lang w:val="uk-UA"/>
        </w:rPr>
        <w:t xml:space="preserve">Надати дозвіл Білоус Мирославі Володимирівні </w:t>
      </w:r>
      <w:r w:rsidRPr="00133A0A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1500 га"/>
        </w:smartTagPr>
        <w:r w:rsidRPr="00133A0A">
          <w:rPr>
            <w:spacing w:val="-12"/>
            <w:lang w:val="uk-UA"/>
          </w:rPr>
          <w:t>0,1500 га</w:t>
        </w:r>
      </w:smartTag>
      <w:r w:rsidRPr="00133A0A">
        <w:rPr>
          <w:spacing w:val="-12"/>
          <w:lang w:val="uk-UA"/>
        </w:rPr>
        <w:t xml:space="preserve">,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селянського господарства в с. Стара Ягільниця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Default="00A6736F" w:rsidP="00960369">
      <w:pPr>
        <w:spacing w:line="100" w:lineRule="atLeast"/>
        <w:jc w:val="both"/>
        <w:rPr>
          <w:lang w:val="uk-UA"/>
        </w:rPr>
      </w:pPr>
      <w:r w:rsidRPr="00133A0A">
        <w:rPr>
          <w:b/>
          <w:lang w:val="uk-UA"/>
        </w:rPr>
        <w:t>12.</w:t>
      </w:r>
      <w:r>
        <w:rPr>
          <w:lang w:val="uk-UA"/>
        </w:rPr>
        <w:t xml:space="preserve"> </w:t>
      </w:r>
      <w:r w:rsidRPr="00133A0A">
        <w:rPr>
          <w:lang w:val="uk-UA"/>
        </w:rPr>
        <w:t xml:space="preserve">Надати дозвіл Довжик Андрію Валерійовичу </w:t>
      </w:r>
      <w:r w:rsidRPr="00133A0A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8600 га"/>
        </w:smartTagPr>
        <w:r w:rsidRPr="00133A0A">
          <w:rPr>
            <w:spacing w:val="-12"/>
            <w:lang w:val="uk-UA"/>
          </w:rPr>
          <w:t>0,8600 га</w:t>
        </w:r>
      </w:smartTag>
      <w:r w:rsidRPr="00133A0A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600 га"/>
        </w:smartTagPr>
        <w:r w:rsidRPr="00133A0A">
          <w:rPr>
            <w:spacing w:val="-12"/>
            <w:lang w:val="uk-UA"/>
          </w:rPr>
          <w:t>0,1600 га</w:t>
        </w:r>
      </w:smartTag>
      <w:r w:rsidRPr="00133A0A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2000 га"/>
        </w:smartTagPr>
        <w:r w:rsidRPr="00133A0A">
          <w:rPr>
            <w:spacing w:val="-12"/>
            <w:lang w:val="uk-UA"/>
          </w:rPr>
          <w:t>0,2000 га</w:t>
        </w:r>
      </w:smartTag>
      <w:r w:rsidRPr="00133A0A">
        <w:rPr>
          <w:spacing w:val="-12"/>
          <w:lang w:val="uk-UA"/>
        </w:rPr>
        <w:t xml:space="preserve">,  та </w:t>
      </w:r>
      <w:smartTag w:uri="urn:schemas-microsoft-com:office:smarttags" w:element="metricconverter">
        <w:smartTagPr>
          <w:attr w:name="ProductID" w:val="0,5000 га"/>
        </w:smartTagPr>
        <w:r w:rsidRPr="00133A0A">
          <w:rPr>
            <w:spacing w:val="-12"/>
            <w:lang w:val="uk-UA"/>
          </w:rPr>
          <w:t>0,5000 га</w:t>
        </w:r>
      </w:smartTag>
      <w:r w:rsidRPr="00133A0A">
        <w:rPr>
          <w:spacing w:val="-12"/>
          <w:lang w:val="uk-UA"/>
        </w:rPr>
        <w:t xml:space="preserve">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селянського господарства в с. Шульганівка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Pr="00133A0A" w:rsidRDefault="00A6736F" w:rsidP="00960369">
      <w:pPr>
        <w:spacing w:line="100" w:lineRule="atLeast"/>
        <w:jc w:val="both"/>
        <w:rPr>
          <w:lang w:val="uk-UA"/>
        </w:rPr>
      </w:pPr>
      <w:r w:rsidRPr="00133A0A">
        <w:rPr>
          <w:b/>
          <w:lang w:val="uk-UA"/>
        </w:rPr>
        <w:t>13.</w:t>
      </w:r>
      <w:r>
        <w:rPr>
          <w:lang w:val="uk-UA"/>
        </w:rPr>
        <w:t xml:space="preserve"> </w:t>
      </w:r>
      <w:r w:rsidRPr="00133A0A">
        <w:rPr>
          <w:lang w:val="uk-UA"/>
        </w:rPr>
        <w:t xml:space="preserve">Надати дозвіл Єременко Надії Мар’янівні  </w:t>
      </w:r>
      <w:r w:rsidRPr="00133A0A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6070 га"/>
        </w:smartTagPr>
        <w:r w:rsidRPr="00133A0A">
          <w:rPr>
            <w:spacing w:val="-12"/>
            <w:lang w:val="uk-UA"/>
          </w:rPr>
          <w:t>0,6070 га</w:t>
        </w:r>
      </w:smartTag>
      <w:r w:rsidRPr="00133A0A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790 га"/>
        </w:smartTagPr>
        <w:r w:rsidRPr="00133A0A">
          <w:rPr>
            <w:spacing w:val="-12"/>
            <w:lang w:val="uk-UA"/>
          </w:rPr>
          <w:t>0,1790 га</w:t>
        </w:r>
      </w:smartTag>
      <w:r w:rsidRPr="00133A0A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2280 га"/>
        </w:smartTagPr>
        <w:r w:rsidRPr="00133A0A">
          <w:rPr>
            <w:spacing w:val="-12"/>
            <w:lang w:val="uk-UA"/>
          </w:rPr>
          <w:t>0,2280 га</w:t>
        </w:r>
      </w:smartTag>
      <w:r w:rsidRPr="00133A0A">
        <w:rPr>
          <w:spacing w:val="-12"/>
          <w:lang w:val="uk-UA"/>
        </w:rPr>
        <w:t xml:space="preserve">, та </w:t>
      </w:r>
      <w:smartTag w:uri="urn:schemas-microsoft-com:office:smarttags" w:element="metricconverter">
        <w:smartTagPr>
          <w:attr w:name="ProductID" w:val="0,2000 га"/>
        </w:smartTagPr>
        <w:r w:rsidRPr="00133A0A">
          <w:rPr>
            <w:spacing w:val="-12"/>
            <w:lang w:val="uk-UA"/>
          </w:rPr>
          <w:t>0,2000 га</w:t>
        </w:r>
      </w:smartTag>
      <w:r w:rsidRPr="00133A0A">
        <w:rPr>
          <w:spacing w:val="-12"/>
          <w:lang w:val="uk-UA"/>
        </w:rPr>
        <w:t xml:space="preserve"> 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Pr="00133A0A" w:rsidRDefault="00A6736F" w:rsidP="00DC235A">
      <w:pPr>
        <w:spacing w:line="100" w:lineRule="atLeast"/>
        <w:jc w:val="both"/>
        <w:rPr>
          <w:lang w:val="uk-UA"/>
        </w:rPr>
      </w:pPr>
      <w:r w:rsidRPr="00133A0A">
        <w:rPr>
          <w:b/>
          <w:lang w:val="uk-UA"/>
        </w:rPr>
        <w:t>14.</w:t>
      </w:r>
      <w:r>
        <w:rPr>
          <w:b/>
          <w:lang w:val="uk-UA"/>
        </w:rPr>
        <w:t xml:space="preserve"> </w:t>
      </w:r>
      <w:r w:rsidRPr="00133A0A">
        <w:rPr>
          <w:lang w:val="uk-UA"/>
        </w:rPr>
        <w:t xml:space="preserve">Надати дозвіл Чайковському Василю Богдановичу  </w:t>
      </w:r>
      <w:r w:rsidRPr="00133A0A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3997 га"/>
        </w:smartTagPr>
        <w:r w:rsidRPr="00133A0A">
          <w:rPr>
            <w:spacing w:val="-12"/>
            <w:lang w:val="uk-UA"/>
          </w:rPr>
          <w:t>0,3997 га</w:t>
        </w:r>
      </w:smartTag>
      <w:r w:rsidRPr="00133A0A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2500 га"/>
        </w:smartTagPr>
        <w:r w:rsidRPr="00133A0A">
          <w:rPr>
            <w:spacing w:val="-12"/>
            <w:lang w:val="uk-UA"/>
          </w:rPr>
          <w:t>0,2500 га</w:t>
        </w:r>
      </w:smartTag>
      <w:r w:rsidRPr="00133A0A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497 га"/>
        </w:smartTagPr>
        <w:r w:rsidRPr="00133A0A">
          <w:rPr>
            <w:spacing w:val="-12"/>
            <w:lang w:val="uk-UA"/>
          </w:rPr>
          <w:t>0,1497 га</w:t>
        </w:r>
      </w:smartTag>
      <w:r w:rsidRPr="00133A0A">
        <w:rPr>
          <w:spacing w:val="-12"/>
          <w:lang w:val="uk-UA"/>
        </w:rPr>
        <w:t xml:space="preserve">,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Pr="00133A0A" w:rsidRDefault="00A6736F" w:rsidP="00DC235A">
      <w:pPr>
        <w:spacing w:line="100" w:lineRule="atLeast"/>
        <w:jc w:val="both"/>
        <w:rPr>
          <w:lang w:val="uk-UA"/>
        </w:rPr>
      </w:pPr>
      <w:r w:rsidRPr="00133A0A">
        <w:rPr>
          <w:b/>
          <w:lang w:val="uk-UA"/>
        </w:rPr>
        <w:t>15.</w:t>
      </w:r>
      <w:r>
        <w:rPr>
          <w:lang w:val="uk-UA"/>
        </w:rPr>
        <w:t xml:space="preserve"> </w:t>
      </w:r>
      <w:r w:rsidRPr="00133A0A">
        <w:rPr>
          <w:lang w:val="uk-UA"/>
        </w:rPr>
        <w:t xml:space="preserve">Надати дозвіл Дрогомирецькій Ірині Володимирівні </w:t>
      </w:r>
      <w:r w:rsidRPr="00133A0A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3300 га"/>
        </w:smartTagPr>
        <w:r w:rsidRPr="00133A0A">
          <w:rPr>
            <w:spacing w:val="-12"/>
            <w:lang w:val="uk-UA"/>
          </w:rPr>
          <w:t>0,3300 га</w:t>
        </w:r>
      </w:smartTag>
      <w:r w:rsidRPr="00133A0A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000 га"/>
        </w:smartTagPr>
        <w:r w:rsidRPr="00133A0A">
          <w:rPr>
            <w:spacing w:val="-12"/>
            <w:lang w:val="uk-UA"/>
          </w:rPr>
          <w:t>0,1000 га</w:t>
        </w:r>
      </w:smartTag>
      <w:r w:rsidRPr="00133A0A"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2300 га"/>
        </w:smartTagPr>
        <w:r w:rsidRPr="00133A0A">
          <w:rPr>
            <w:spacing w:val="-12"/>
            <w:lang w:val="uk-UA"/>
          </w:rPr>
          <w:t>0,2300 га</w:t>
        </w:r>
      </w:smartTag>
      <w:r w:rsidRPr="00133A0A">
        <w:rPr>
          <w:spacing w:val="-12"/>
          <w:lang w:val="uk-UA"/>
        </w:rPr>
        <w:t xml:space="preserve">,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Pr="00133A0A" w:rsidRDefault="00A6736F" w:rsidP="006047CD">
      <w:pPr>
        <w:spacing w:line="100" w:lineRule="atLeast"/>
        <w:jc w:val="both"/>
        <w:rPr>
          <w:lang w:val="uk-UA"/>
        </w:rPr>
      </w:pPr>
      <w:r w:rsidRPr="00133A0A">
        <w:rPr>
          <w:b/>
          <w:lang w:val="uk-UA"/>
        </w:rPr>
        <w:t>16.</w:t>
      </w:r>
      <w:r>
        <w:rPr>
          <w:lang w:val="uk-UA"/>
        </w:rPr>
        <w:t xml:space="preserve"> </w:t>
      </w:r>
      <w:r w:rsidRPr="00133A0A">
        <w:rPr>
          <w:lang w:val="uk-UA"/>
        </w:rPr>
        <w:t xml:space="preserve">Надати дозвіл Галушка Світлані Дем’янівні </w:t>
      </w:r>
      <w:r w:rsidRPr="00133A0A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8000 га"/>
        </w:smartTagPr>
        <w:r w:rsidRPr="00133A0A">
          <w:rPr>
            <w:spacing w:val="-12"/>
            <w:lang w:val="uk-UA"/>
          </w:rPr>
          <w:t>0,8000 га</w:t>
        </w:r>
      </w:smartTag>
      <w:r w:rsidRPr="00133A0A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8000 га"/>
        </w:smartTagPr>
        <w:r w:rsidRPr="00133A0A">
          <w:rPr>
            <w:spacing w:val="-12"/>
            <w:lang w:val="uk-UA"/>
          </w:rPr>
          <w:t>0,8000 га</w:t>
        </w:r>
      </w:smartTag>
      <w:r w:rsidRPr="00133A0A">
        <w:rPr>
          <w:spacing w:val="-12"/>
          <w:lang w:val="uk-UA"/>
        </w:rPr>
        <w:t xml:space="preserve">,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Pr="00133A0A" w:rsidRDefault="00A6736F" w:rsidP="006047CD">
      <w:pPr>
        <w:spacing w:line="100" w:lineRule="atLeast"/>
        <w:jc w:val="both"/>
        <w:rPr>
          <w:lang w:val="uk-UA"/>
        </w:rPr>
      </w:pPr>
      <w:r w:rsidRPr="00133A0A">
        <w:rPr>
          <w:b/>
          <w:lang w:val="uk-UA"/>
        </w:rPr>
        <w:t>17.</w:t>
      </w:r>
      <w:r>
        <w:rPr>
          <w:lang w:val="uk-UA"/>
        </w:rPr>
        <w:t xml:space="preserve"> </w:t>
      </w:r>
      <w:r w:rsidRPr="00133A0A">
        <w:rPr>
          <w:lang w:val="uk-UA"/>
        </w:rPr>
        <w:t xml:space="preserve">Надати дозвіл Прудиус Руслану Михайловичу </w:t>
      </w:r>
      <w:r w:rsidRPr="00133A0A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650 га"/>
        </w:smartTagPr>
        <w:r w:rsidRPr="00133A0A">
          <w:rPr>
            <w:spacing w:val="-12"/>
            <w:lang w:val="uk-UA"/>
          </w:rPr>
          <w:t>0,2650 га</w:t>
        </w:r>
      </w:smartTag>
      <w:r w:rsidRPr="00133A0A">
        <w:rPr>
          <w:spacing w:val="-12"/>
          <w:lang w:val="uk-UA"/>
        </w:rPr>
        <w:t xml:space="preserve">, в тому числі: 0,1300 га, 0,1350 га,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Pr="00133A0A" w:rsidRDefault="00A6736F" w:rsidP="00140E48">
      <w:pPr>
        <w:spacing w:line="100" w:lineRule="atLeast"/>
        <w:jc w:val="both"/>
        <w:rPr>
          <w:lang w:val="uk-UA"/>
        </w:rPr>
      </w:pPr>
      <w:r w:rsidRPr="00133A0A">
        <w:rPr>
          <w:b/>
          <w:lang w:val="uk-UA"/>
        </w:rPr>
        <w:t>18.</w:t>
      </w:r>
      <w:r>
        <w:rPr>
          <w:lang w:val="uk-UA"/>
        </w:rPr>
        <w:t xml:space="preserve"> </w:t>
      </w:r>
      <w:r w:rsidRPr="00133A0A">
        <w:rPr>
          <w:lang w:val="uk-UA"/>
        </w:rPr>
        <w:t xml:space="preserve">Надати дозвіл Скочеляс Галині Іванівні </w:t>
      </w:r>
      <w:r w:rsidRPr="00133A0A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0,5900 га, в тому числі: 0,1500 га, 0,1900 га, та 0,2500 га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Pr="00133A0A" w:rsidRDefault="00A6736F" w:rsidP="00140E48">
      <w:pPr>
        <w:spacing w:line="100" w:lineRule="atLeast"/>
        <w:jc w:val="both"/>
        <w:rPr>
          <w:lang w:val="uk-UA"/>
        </w:rPr>
      </w:pPr>
      <w:r w:rsidRPr="00133A0A">
        <w:rPr>
          <w:b/>
          <w:lang w:val="uk-UA"/>
        </w:rPr>
        <w:t>19.</w:t>
      </w:r>
      <w:r>
        <w:rPr>
          <w:lang w:val="uk-UA"/>
        </w:rPr>
        <w:t xml:space="preserve"> </w:t>
      </w:r>
      <w:r w:rsidRPr="00133A0A">
        <w:rPr>
          <w:lang w:val="uk-UA"/>
        </w:rPr>
        <w:t xml:space="preserve">Надати дозвіл Українець Василю Михайловичу </w:t>
      </w:r>
      <w:r w:rsidRPr="00133A0A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0,3800 га, в тому числі: 0,2000 га, 0,1800 га,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Default="00A6736F" w:rsidP="00140E48">
      <w:pPr>
        <w:spacing w:line="100" w:lineRule="atLeast"/>
        <w:jc w:val="both"/>
        <w:rPr>
          <w:lang w:val="uk-UA"/>
        </w:rPr>
      </w:pPr>
      <w:r w:rsidRPr="00133A0A">
        <w:rPr>
          <w:b/>
          <w:lang w:val="uk-UA"/>
        </w:rPr>
        <w:t>20.</w:t>
      </w:r>
      <w:r w:rsidRPr="00133A0A">
        <w:rPr>
          <w:lang w:val="uk-UA"/>
        </w:rPr>
        <w:t xml:space="preserve">Надати дозвіл Українець Йосафату Михайловичу </w:t>
      </w:r>
      <w:r w:rsidRPr="00133A0A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0,4600 га, в тому числі: 0,1400 га, 0,3200 га,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Default="00A6736F" w:rsidP="00140E48">
      <w:pPr>
        <w:spacing w:line="100" w:lineRule="atLeast"/>
        <w:jc w:val="both"/>
        <w:rPr>
          <w:lang w:val="uk-UA"/>
        </w:rPr>
      </w:pPr>
      <w:r>
        <w:rPr>
          <w:b/>
          <w:lang w:val="uk-UA"/>
        </w:rPr>
        <w:t>21.</w:t>
      </w:r>
      <w:r>
        <w:rPr>
          <w:lang w:val="uk-UA"/>
        </w:rPr>
        <w:t xml:space="preserve"> </w:t>
      </w:r>
      <w:r w:rsidRPr="00133A0A">
        <w:rPr>
          <w:lang w:val="uk-UA"/>
        </w:rPr>
        <w:t xml:space="preserve">Надати дозвіл Окулянка Ользі Миколаївні </w:t>
      </w:r>
      <w:r w:rsidRPr="00133A0A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0,8250 га, в тому числі: 0,2550 га, 0,0900 га, та 0,4800 га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селянського господарства в с. Улашківці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Pr="00133A0A" w:rsidRDefault="00A6736F" w:rsidP="0022508B">
      <w:pPr>
        <w:spacing w:line="100" w:lineRule="atLeast"/>
        <w:jc w:val="both"/>
        <w:rPr>
          <w:lang w:val="uk-UA"/>
        </w:rPr>
      </w:pPr>
      <w:r>
        <w:rPr>
          <w:b/>
          <w:lang w:val="uk-UA"/>
        </w:rPr>
        <w:t>22.</w:t>
      </w:r>
      <w:r>
        <w:rPr>
          <w:lang w:val="uk-UA"/>
        </w:rPr>
        <w:t xml:space="preserve"> </w:t>
      </w:r>
      <w:r w:rsidRPr="00133A0A">
        <w:rPr>
          <w:lang w:val="uk-UA"/>
        </w:rPr>
        <w:t xml:space="preserve">Надати </w:t>
      </w:r>
      <w:r>
        <w:rPr>
          <w:lang w:val="uk-UA"/>
        </w:rPr>
        <w:t>дозвіл Фірман Володимиру Євгеновичу</w:t>
      </w:r>
      <w:r w:rsidRPr="00133A0A">
        <w:rPr>
          <w:lang w:val="uk-UA"/>
        </w:rPr>
        <w:t xml:space="preserve"> </w:t>
      </w:r>
      <w:r w:rsidRPr="00133A0A">
        <w:rPr>
          <w:spacing w:val="-12"/>
          <w:lang w:val="uk-UA"/>
        </w:rPr>
        <w:t>на розроблення проекту землеустрою щодо відведення земельної д</w:t>
      </w:r>
      <w:r>
        <w:rPr>
          <w:spacing w:val="-12"/>
          <w:lang w:val="uk-UA"/>
        </w:rPr>
        <w:t>ілянки орієнтовною площею 0,1435</w:t>
      </w:r>
      <w:r w:rsidRPr="00133A0A">
        <w:rPr>
          <w:spacing w:val="-12"/>
          <w:lang w:val="uk-UA"/>
        </w:rPr>
        <w:t xml:space="preserve"> га,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</w:t>
      </w:r>
      <w:r>
        <w:rPr>
          <w:bCs/>
          <w:spacing w:val="-12"/>
          <w:lang w:val="uk-UA"/>
        </w:rPr>
        <w:t>кого господарства в с. Капустинці</w:t>
      </w:r>
      <w:r w:rsidRPr="00133A0A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Pr="00133A0A" w:rsidRDefault="00A6736F" w:rsidP="0022508B">
      <w:pPr>
        <w:spacing w:line="100" w:lineRule="atLeast"/>
        <w:jc w:val="both"/>
        <w:rPr>
          <w:lang w:val="uk-UA"/>
        </w:rPr>
      </w:pPr>
      <w:r>
        <w:rPr>
          <w:b/>
          <w:lang w:val="uk-UA"/>
        </w:rPr>
        <w:t>23.</w:t>
      </w:r>
      <w:r>
        <w:rPr>
          <w:lang w:val="uk-UA"/>
        </w:rPr>
        <w:t xml:space="preserve"> </w:t>
      </w:r>
      <w:r w:rsidRPr="00133A0A">
        <w:rPr>
          <w:lang w:val="uk-UA"/>
        </w:rPr>
        <w:t xml:space="preserve">Надати </w:t>
      </w:r>
      <w:r>
        <w:rPr>
          <w:lang w:val="uk-UA"/>
        </w:rPr>
        <w:t>дозвіл Войковському Назарію Олексійовичу</w:t>
      </w:r>
      <w:r w:rsidRPr="00133A0A">
        <w:rPr>
          <w:lang w:val="uk-UA"/>
        </w:rPr>
        <w:t xml:space="preserve"> </w:t>
      </w:r>
      <w:r w:rsidRPr="00133A0A">
        <w:rPr>
          <w:spacing w:val="-12"/>
          <w:lang w:val="uk-UA"/>
        </w:rPr>
        <w:t>на розроблення проекту землеустрою щодо відведення земельної д</w:t>
      </w:r>
      <w:r>
        <w:rPr>
          <w:spacing w:val="-12"/>
          <w:lang w:val="uk-UA"/>
        </w:rPr>
        <w:t>ілянки орієнтовною площею 0,8908</w:t>
      </w:r>
      <w:r w:rsidRPr="00133A0A">
        <w:rPr>
          <w:spacing w:val="-12"/>
          <w:lang w:val="uk-UA"/>
        </w:rPr>
        <w:t xml:space="preserve"> га,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</w:t>
      </w:r>
      <w:r>
        <w:rPr>
          <w:bCs/>
          <w:spacing w:val="-12"/>
          <w:lang w:val="uk-UA"/>
        </w:rPr>
        <w:t>кого господарства в с. Шульганівка</w:t>
      </w:r>
      <w:r w:rsidRPr="00133A0A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Default="00A6736F" w:rsidP="0022508B">
      <w:pPr>
        <w:spacing w:line="100" w:lineRule="atLeast"/>
        <w:jc w:val="both"/>
        <w:rPr>
          <w:lang w:val="uk-UA"/>
        </w:rPr>
      </w:pPr>
      <w:r>
        <w:rPr>
          <w:b/>
          <w:lang w:val="uk-UA"/>
        </w:rPr>
        <w:t>24.</w:t>
      </w:r>
      <w:r>
        <w:rPr>
          <w:lang w:val="uk-UA"/>
        </w:rPr>
        <w:t xml:space="preserve"> </w:t>
      </w:r>
      <w:r w:rsidRPr="00133A0A">
        <w:rPr>
          <w:lang w:val="uk-UA"/>
        </w:rPr>
        <w:t xml:space="preserve">Надати </w:t>
      </w:r>
      <w:r>
        <w:rPr>
          <w:lang w:val="uk-UA"/>
        </w:rPr>
        <w:t>дозвіл Петрончак Ніні Володимирівні</w:t>
      </w:r>
      <w:r w:rsidRPr="00133A0A">
        <w:rPr>
          <w:lang w:val="uk-UA"/>
        </w:rPr>
        <w:t xml:space="preserve"> </w:t>
      </w:r>
      <w:r w:rsidRPr="00133A0A">
        <w:rPr>
          <w:spacing w:val="-12"/>
          <w:lang w:val="uk-UA"/>
        </w:rPr>
        <w:t>на розроблення проекту землеустрою щодо відведення земельної д</w:t>
      </w:r>
      <w:r>
        <w:rPr>
          <w:spacing w:val="-12"/>
          <w:lang w:val="uk-UA"/>
        </w:rPr>
        <w:t>ілянки орієнтовною площею 0,2501</w:t>
      </w:r>
      <w:r w:rsidRPr="00133A0A">
        <w:rPr>
          <w:spacing w:val="-12"/>
          <w:lang w:val="uk-UA"/>
        </w:rPr>
        <w:t xml:space="preserve"> га,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</w:t>
      </w:r>
      <w:r>
        <w:rPr>
          <w:bCs/>
          <w:spacing w:val="-12"/>
          <w:lang w:val="uk-UA"/>
        </w:rPr>
        <w:t>кого господарства в с. Ягільниця</w:t>
      </w:r>
      <w:r w:rsidRPr="00133A0A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Pr="00133A0A" w:rsidRDefault="00A6736F" w:rsidP="00151980">
      <w:pPr>
        <w:spacing w:line="100" w:lineRule="atLeast"/>
        <w:jc w:val="both"/>
        <w:rPr>
          <w:lang w:val="uk-UA"/>
        </w:rPr>
      </w:pPr>
      <w:r>
        <w:rPr>
          <w:b/>
          <w:lang w:val="uk-UA"/>
        </w:rPr>
        <w:t>25.</w:t>
      </w:r>
      <w:r>
        <w:rPr>
          <w:lang w:val="uk-UA"/>
        </w:rPr>
        <w:t xml:space="preserve"> </w:t>
      </w:r>
      <w:r w:rsidRPr="00133A0A">
        <w:rPr>
          <w:lang w:val="uk-UA"/>
        </w:rPr>
        <w:t xml:space="preserve">Надати </w:t>
      </w:r>
      <w:r>
        <w:rPr>
          <w:lang w:val="uk-UA"/>
        </w:rPr>
        <w:t>дозвіл Хованець Стефанії Іванівні</w:t>
      </w:r>
      <w:r w:rsidRPr="00133A0A">
        <w:rPr>
          <w:lang w:val="uk-UA"/>
        </w:rPr>
        <w:t xml:space="preserve"> </w:t>
      </w:r>
      <w:r w:rsidRPr="00133A0A">
        <w:rPr>
          <w:spacing w:val="-12"/>
          <w:lang w:val="uk-UA"/>
        </w:rPr>
        <w:t>на розроблення проекту землеустрою щодо відведення земельної д</w:t>
      </w:r>
      <w:r>
        <w:rPr>
          <w:spacing w:val="-12"/>
          <w:lang w:val="uk-UA"/>
        </w:rPr>
        <w:t>ілянки орієнтовною площею 0,3172</w:t>
      </w:r>
      <w:r w:rsidRPr="00133A0A">
        <w:rPr>
          <w:spacing w:val="-12"/>
          <w:lang w:val="uk-UA"/>
        </w:rPr>
        <w:t xml:space="preserve"> га,</w:t>
      </w:r>
      <w:r w:rsidRPr="004752D8">
        <w:rPr>
          <w:spacing w:val="-12"/>
          <w:lang w:val="uk-UA"/>
        </w:rPr>
        <w:t xml:space="preserve"> </w:t>
      </w:r>
      <w:r>
        <w:rPr>
          <w:spacing w:val="-12"/>
          <w:lang w:val="uk-UA"/>
        </w:rPr>
        <w:t>в тому числі: 0,1172 га, 0,1000 га та 0,10</w:t>
      </w:r>
      <w:r w:rsidRPr="00133A0A">
        <w:rPr>
          <w:spacing w:val="-12"/>
          <w:lang w:val="uk-UA"/>
        </w:rPr>
        <w:t xml:space="preserve">00 га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</w:t>
      </w:r>
      <w:r>
        <w:rPr>
          <w:bCs/>
          <w:spacing w:val="-12"/>
          <w:lang w:val="uk-UA"/>
        </w:rPr>
        <w:t>кого господарства в с. Долина</w:t>
      </w:r>
      <w:r w:rsidRPr="00133A0A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Pr="00133A0A" w:rsidRDefault="00A6736F" w:rsidP="00894383">
      <w:pPr>
        <w:spacing w:line="100" w:lineRule="atLeast"/>
        <w:jc w:val="both"/>
        <w:rPr>
          <w:lang w:val="uk-UA"/>
        </w:rPr>
      </w:pPr>
      <w:r>
        <w:rPr>
          <w:b/>
          <w:lang w:val="uk-UA"/>
        </w:rPr>
        <w:t>26.</w:t>
      </w:r>
      <w:r>
        <w:rPr>
          <w:lang w:val="uk-UA"/>
        </w:rPr>
        <w:t xml:space="preserve"> </w:t>
      </w:r>
      <w:r w:rsidRPr="00133A0A">
        <w:rPr>
          <w:lang w:val="uk-UA"/>
        </w:rPr>
        <w:t xml:space="preserve">Надати </w:t>
      </w:r>
      <w:r>
        <w:rPr>
          <w:lang w:val="uk-UA"/>
        </w:rPr>
        <w:t>дозвіл Сандуляк Михайлу Ярославовичу</w:t>
      </w:r>
      <w:r w:rsidRPr="00133A0A">
        <w:rPr>
          <w:lang w:val="uk-UA"/>
        </w:rPr>
        <w:t xml:space="preserve"> </w:t>
      </w:r>
      <w:r w:rsidRPr="00133A0A">
        <w:rPr>
          <w:spacing w:val="-12"/>
          <w:lang w:val="uk-UA"/>
        </w:rPr>
        <w:t>на розроблення проекту землеустрою щодо відведення земельної д</w:t>
      </w:r>
      <w:r>
        <w:rPr>
          <w:spacing w:val="-12"/>
          <w:lang w:val="uk-UA"/>
        </w:rPr>
        <w:t>ілянки орієнтовною площею 0,8500</w:t>
      </w:r>
      <w:r w:rsidRPr="00133A0A">
        <w:rPr>
          <w:spacing w:val="-12"/>
          <w:lang w:val="uk-UA"/>
        </w:rPr>
        <w:t xml:space="preserve"> га,</w:t>
      </w:r>
      <w:r w:rsidRPr="004752D8">
        <w:rPr>
          <w:spacing w:val="-12"/>
          <w:lang w:val="uk-UA"/>
        </w:rPr>
        <w:t xml:space="preserve"> </w:t>
      </w:r>
      <w:r>
        <w:rPr>
          <w:spacing w:val="-12"/>
          <w:lang w:val="uk-UA"/>
        </w:rPr>
        <w:t>в тому числі: 0,4250 га та 0,4250</w:t>
      </w:r>
      <w:r w:rsidRPr="00133A0A">
        <w:rPr>
          <w:spacing w:val="-12"/>
          <w:lang w:val="uk-UA"/>
        </w:rPr>
        <w:t xml:space="preserve"> га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</w:t>
      </w:r>
      <w:r>
        <w:rPr>
          <w:bCs/>
          <w:spacing w:val="-12"/>
          <w:lang w:val="uk-UA"/>
        </w:rPr>
        <w:t>кого господарства в с. Черкавщина</w:t>
      </w:r>
      <w:r w:rsidRPr="00133A0A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Pr="00133A0A" w:rsidRDefault="00A6736F" w:rsidP="005A367D">
      <w:pPr>
        <w:spacing w:line="100" w:lineRule="atLeast"/>
        <w:jc w:val="both"/>
        <w:rPr>
          <w:lang w:val="uk-UA"/>
        </w:rPr>
      </w:pPr>
      <w:r>
        <w:rPr>
          <w:b/>
          <w:lang w:val="uk-UA"/>
        </w:rPr>
        <w:t>27</w:t>
      </w:r>
      <w:r w:rsidRPr="00133A0A">
        <w:rPr>
          <w:b/>
          <w:lang w:val="uk-UA"/>
        </w:rPr>
        <w:t>.</w:t>
      </w:r>
      <w:r>
        <w:rPr>
          <w:lang w:val="uk-UA"/>
        </w:rPr>
        <w:t xml:space="preserve"> Надати дозвіл Корчак Володимиру Анатолійовичу</w:t>
      </w:r>
      <w:r w:rsidRPr="00133A0A">
        <w:rPr>
          <w:lang w:val="uk-UA"/>
        </w:rPr>
        <w:t xml:space="preserve"> </w:t>
      </w:r>
      <w:r w:rsidRPr="00133A0A">
        <w:rPr>
          <w:spacing w:val="-12"/>
          <w:lang w:val="uk-UA"/>
        </w:rPr>
        <w:t>на розроблення проекту землеустрою щодо відведення земельної</w:t>
      </w:r>
      <w:r>
        <w:rPr>
          <w:spacing w:val="-12"/>
          <w:lang w:val="uk-UA"/>
        </w:rPr>
        <w:t xml:space="preserve"> ділянки орієнтовною площею 0,10</w:t>
      </w:r>
      <w:r w:rsidRPr="00133A0A">
        <w:rPr>
          <w:spacing w:val="-12"/>
          <w:lang w:val="uk-UA"/>
        </w:rPr>
        <w:t xml:space="preserve">00 га,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селянськ</w:t>
      </w:r>
      <w:r>
        <w:rPr>
          <w:bCs/>
          <w:spacing w:val="-12"/>
          <w:lang w:val="uk-UA"/>
        </w:rPr>
        <w:t>ого господарства в с-щі Нагірянка</w:t>
      </w:r>
      <w:r w:rsidRPr="00133A0A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Pr="00133A0A" w:rsidRDefault="00A6736F" w:rsidP="005A367D">
      <w:pPr>
        <w:spacing w:line="100" w:lineRule="atLeast"/>
        <w:jc w:val="both"/>
        <w:rPr>
          <w:lang w:val="uk-UA"/>
        </w:rPr>
      </w:pPr>
      <w:r>
        <w:rPr>
          <w:b/>
          <w:lang w:val="uk-UA"/>
        </w:rPr>
        <w:t>28</w:t>
      </w:r>
      <w:r w:rsidRPr="00133A0A">
        <w:rPr>
          <w:b/>
          <w:lang w:val="uk-UA"/>
        </w:rPr>
        <w:t>.</w:t>
      </w:r>
      <w:r>
        <w:rPr>
          <w:lang w:val="uk-UA"/>
        </w:rPr>
        <w:t xml:space="preserve"> Надати дозвіл Скриник Іванні Марянівні</w:t>
      </w:r>
      <w:r w:rsidRPr="00133A0A">
        <w:rPr>
          <w:lang w:val="uk-UA"/>
        </w:rPr>
        <w:t xml:space="preserve"> </w:t>
      </w:r>
      <w:r w:rsidRPr="00133A0A">
        <w:rPr>
          <w:spacing w:val="-12"/>
          <w:lang w:val="uk-UA"/>
        </w:rPr>
        <w:t>на розроблення проекту землеустрою щодо відведення земельної</w:t>
      </w:r>
      <w:r>
        <w:rPr>
          <w:spacing w:val="-12"/>
          <w:lang w:val="uk-UA"/>
        </w:rPr>
        <w:t xml:space="preserve"> ділянки орієнтовною площею 0,50</w:t>
      </w:r>
      <w:r w:rsidRPr="00133A0A">
        <w:rPr>
          <w:spacing w:val="-12"/>
          <w:lang w:val="uk-UA"/>
        </w:rPr>
        <w:t xml:space="preserve">00 га, у приватну власність </w:t>
      </w:r>
      <w:r w:rsidRPr="00133A0A">
        <w:rPr>
          <w:bCs/>
          <w:spacing w:val="-12"/>
          <w:lang w:val="uk-UA"/>
        </w:rPr>
        <w:t>для ведення особистого</w:t>
      </w:r>
      <w:bookmarkStart w:id="0" w:name="_GoBack"/>
      <w:bookmarkEnd w:id="0"/>
      <w:r w:rsidRPr="00133A0A">
        <w:rPr>
          <w:bCs/>
          <w:spacing w:val="-12"/>
          <w:lang w:val="uk-UA"/>
        </w:rPr>
        <w:t xml:space="preserve"> селянськ</w:t>
      </w:r>
      <w:r>
        <w:rPr>
          <w:bCs/>
          <w:spacing w:val="-12"/>
          <w:lang w:val="uk-UA"/>
        </w:rPr>
        <w:t>ого господарства в с. Милівці</w:t>
      </w:r>
      <w:r w:rsidRPr="00133A0A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Default="00A6736F" w:rsidP="007719F1">
      <w:pPr>
        <w:spacing w:line="100" w:lineRule="atLeast"/>
        <w:jc w:val="both"/>
        <w:rPr>
          <w:lang w:val="uk-UA"/>
        </w:rPr>
      </w:pPr>
      <w:r>
        <w:rPr>
          <w:b/>
          <w:lang w:val="uk-UA"/>
        </w:rPr>
        <w:t>29</w:t>
      </w:r>
      <w:r w:rsidRPr="00133A0A">
        <w:rPr>
          <w:b/>
          <w:lang w:val="uk-UA"/>
        </w:rPr>
        <w:t>.</w:t>
      </w:r>
      <w:r>
        <w:rPr>
          <w:lang w:val="uk-UA"/>
        </w:rPr>
        <w:t xml:space="preserve"> Надати дозвіл Багрій Марії Степанівні</w:t>
      </w:r>
      <w:r w:rsidRPr="00133A0A">
        <w:rPr>
          <w:lang w:val="uk-UA"/>
        </w:rPr>
        <w:t xml:space="preserve"> </w:t>
      </w:r>
      <w:r w:rsidRPr="00133A0A">
        <w:rPr>
          <w:spacing w:val="-12"/>
          <w:lang w:val="uk-UA"/>
        </w:rPr>
        <w:t>на розроблення проекту землеустрою щодо відведення земельної</w:t>
      </w:r>
      <w:r>
        <w:rPr>
          <w:spacing w:val="-12"/>
          <w:lang w:val="uk-UA"/>
        </w:rPr>
        <w:t xml:space="preserve"> ділянки орієнтовною площею 0,4838</w:t>
      </w:r>
      <w:r w:rsidRPr="00133A0A">
        <w:rPr>
          <w:spacing w:val="-12"/>
          <w:lang w:val="uk-UA"/>
        </w:rPr>
        <w:t xml:space="preserve"> га,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селянськ</w:t>
      </w:r>
      <w:r>
        <w:rPr>
          <w:bCs/>
          <w:spacing w:val="-12"/>
          <w:lang w:val="uk-UA"/>
        </w:rPr>
        <w:t>ого господарства в с. Милівці</w:t>
      </w:r>
      <w:r w:rsidRPr="00133A0A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</w:t>
      </w:r>
    </w:p>
    <w:p w:rsidR="00A6736F" w:rsidRDefault="00A6736F" w:rsidP="007719F1">
      <w:pPr>
        <w:spacing w:line="100" w:lineRule="atLeast"/>
        <w:jc w:val="both"/>
        <w:rPr>
          <w:lang w:val="uk-UA"/>
        </w:rPr>
      </w:pPr>
      <w:r>
        <w:rPr>
          <w:b/>
          <w:lang w:val="uk-UA"/>
        </w:rPr>
        <w:t>30</w:t>
      </w:r>
      <w:r w:rsidRPr="00133A0A">
        <w:rPr>
          <w:b/>
          <w:lang w:val="uk-UA"/>
        </w:rPr>
        <w:t>.</w:t>
      </w:r>
      <w:r>
        <w:rPr>
          <w:lang w:val="uk-UA"/>
        </w:rPr>
        <w:t xml:space="preserve"> Надати дозвіл Хруставка Соломії Любомирівні</w:t>
      </w:r>
      <w:r w:rsidRPr="00133A0A">
        <w:rPr>
          <w:lang w:val="uk-UA"/>
        </w:rPr>
        <w:t xml:space="preserve"> </w:t>
      </w:r>
      <w:r w:rsidRPr="00133A0A">
        <w:rPr>
          <w:spacing w:val="-12"/>
          <w:lang w:val="uk-UA"/>
        </w:rPr>
        <w:t>на розроблення проекту землеустрою щодо відведення земельної</w:t>
      </w:r>
      <w:r>
        <w:rPr>
          <w:spacing w:val="-12"/>
          <w:lang w:val="uk-UA"/>
        </w:rPr>
        <w:t xml:space="preserve"> ділянки орієнтовною площею 0,3000</w:t>
      </w:r>
      <w:r w:rsidRPr="00133A0A">
        <w:rPr>
          <w:spacing w:val="-12"/>
          <w:lang w:val="uk-UA"/>
        </w:rPr>
        <w:t xml:space="preserve"> га,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селянськ</w:t>
      </w:r>
      <w:r>
        <w:rPr>
          <w:bCs/>
          <w:spacing w:val="-12"/>
          <w:lang w:val="uk-UA"/>
        </w:rPr>
        <w:t>ого господарства в с. Долина</w:t>
      </w:r>
      <w:r w:rsidRPr="00133A0A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Default="00A6736F" w:rsidP="000632FC">
      <w:pPr>
        <w:spacing w:line="100" w:lineRule="atLeast"/>
        <w:jc w:val="both"/>
        <w:rPr>
          <w:lang w:val="uk-UA"/>
        </w:rPr>
      </w:pPr>
      <w:r w:rsidRPr="00133A0A">
        <w:rPr>
          <w:lang w:val="uk-UA"/>
        </w:rPr>
        <w:t>дарські землі / рілля).</w:t>
      </w:r>
    </w:p>
    <w:p w:rsidR="00A6736F" w:rsidRDefault="00A6736F" w:rsidP="007719F1">
      <w:pPr>
        <w:spacing w:line="100" w:lineRule="atLeast"/>
        <w:jc w:val="both"/>
        <w:rPr>
          <w:lang w:val="uk-UA"/>
        </w:rPr>
      </w:pPr>
      <w:r>
        <w:rPr>
          <w:b/>
          <w:lang w:val="uk-UA"/>
        </w:rPr>
        <w:t>31</w:t>
      </w:r>
      <w:r w:rsidRPr="00133A0A">
        <w:rPr>
          <w:b/>
          <w:lang w:val="uk-UA"/>
        </w:rPr>
        <w:t>.</w:t>
      </w:r>
      <w:r>
        <w:rPr>
          <w:lang w:val="uk-UA"/>
        </w:rPr>
        <w:t xml:space="preserve"> Надати дозвіл Хруставка Владиславу Романовичу</w:t>
      </w:r>
      <w:r w:rsidRPr="00133A0A">
        <w:rPr>
          <w:lang w:val="uk-UA"/>
        </w:rPr>
        <w:t xml:space="preserve"> </w:t>
      </w:r>
      <w:r w:rsidRPr="00133A0A">
        <w:rPr>
          <w:spacing w:val="-12"/>
          <w:lang w:val="uk-UA"/>
        </w:rPr>
        <w:t>на розроблення проекту землеустрою щодо відведення земельної</w:t>
      </w:r>
      <w:r>
        <w:rPr>
          <w:spacing w:val="-12"/>
          <w:lang w:val="uk-UA"/>
        </w:rPr>
        <w:t xml:space="preserve"> ділянки орієнтовною площею 0,1500</w:t>
      </w:r>
      <w:r w:rsidRPr="00133A0A">
        <w:rPr>
          <w:spacing w:val="-12"/>
          <w:lang w:val="uk-UA"/>
        </w:rPr>
        <w:t xml:space="preserve"> га, у приватну власність </w:t>
      </w:r>
      <w:r w:rsidRPr="00133A0A">
        <w:rPr>
          <w:bCs/>
          <w:spacing w:val="-12"/>
          <w:lang w:val="uk-UA"/>
        </w:rPr>
        <w:t>для ведення особистого селянськ</w:t>
      </w:r>
      <w:r>
        <w:rPr>
          <w:bCs/>
          <w:spacing w:val="-12"/>
          <w:lang w:val="uk-UA"/>
        </w:rPr>
        <w:t>ого господарства в с. Долина</w:t>
      </w:r>
      <w:r w:rsidRPr="00133A0A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133A0A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A6736F" w:rsidRDefault="00A6736F" w:rsidP="000632FC">
      <w:pPr>
        <w:spacing w:line="100" w:lineRule="atLeast"/>
        <w:jc w:val="both"/>
        <w:rPr>
          <w:lang w:val="uk-UA"/>
        </w:rPr>
      </w:pPr>
    </w:p>
    <w:p w:rsidR="00A6736F" w:rsidRDefault="00A6736F" w:rsidP="00133A0A">
      <w:pPr>
        <w:tabs>
          <w:tab w:val="left" w:pos="705"/>
        </w:tabs>
        <w:jc w:val="both"/>
        <w:rPr>
          <w:lang w:val="uk-UA"/>
        </w:rPr>
      </w:pPr>
      <w:r w:rsidRPr="0051167B">
        <w:rPr>
          <w:b/>
          <w:lang w:val="uk-UA"/>
        </w:rPr>
        <w:t>32.</w:t>
      </w:r>
      <w:r>
        <w:rPr>
          <w:lang w:val="uk-UA"/>
        </w:rPr>
        <w:t xml:space="preserve"> </w:t>
      </w:r>
      <w:r w:rsidRPr="00133A0A">
        <w:rPr>
          <w:lang w:val="uk-UA"/>
        </w:rPr>
        <w:t>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A6736F" w:rsidRPr="00133A0A" w:rsidRDefault="00A6736F" w:rsidP="00133A0A">
      <w:pPr>
        <w:tabs>
          <w:tab w:val="left" w:pos="705"/>
        </w:tabs>
        <w:jc w:val="both"/>
        <w:rPr>
          <w:lang w:val="uk-UA"/>
        </w:rPr>
      </w:pPr>
      <w:r w:rsidRPr="0051167B">
        <w:rPr>
          <w:b/>
          <w:lang w:val="uk-UA"/>
        </w:rPr>
        <w:t>33.</w:t>
      </w:r>
      <w:r>
        <w:rPr>
          <w:lang w:val="uk-UA"/>
        </w:rPr>
        <w:t xml:space="preserve"> </w:t>
      </w:r>
      <w:r w:rsidRPr="00133A0A">
        <w:rPr>
          <w:lang w:val="uk-UA"/>
        </w:rPr>
        <w:t>Копію рішення направити заявнику.</w:t>
      </w:r>
    </w:p>
    <w:p w:rsidR="00A6736F" w:rsidRDefault="00A6736F" w:rsidP="0061606E">
      <w:pPr>
        <w:spacing w:line="276" w:lineRule="auto"/>
        <w:jc w:val="both"/>
        <w:rPr>
          <w:lang w:val="uk-UA" w:eastAsia="ru-RU"/>
        </w:rPr>
      </w:pPr>
      <w:r w:rsidRPr="0051167B">
        <w:rPr>
          <w:b/>
          <w:lang w:val="uk-UA" w:eastAsia="ru-RU"/>
        </w:rPr>
        <w:t>34.</w:t>
      </w:r>
      <w:r>
        <w:rPr>
          <w:lang w:val="uk-UA" w:eastAsia="ru-RU"/>
        </w:rPr>
        <w:t xml:space="preserve"> </w:t>
      </w:r>
      <w:r w:rsidRPr="00133A0A">
        <w:rPr>
          <w:lang w:val="uk-UA" w:eastAsia="ru-RU"/>
        </w:rPr>
        <w:t>Контроль за виконанням даного рішення покласти на постійну комісію</w:t>
      </w:r>
      <w:r w:rsidRPr="00A43DC9">
        <w:rPr>
          <w:lang w:val="uk-UA" w:eastAsia="ru-RU"/>
        </w:rPr>
        <w:t xml:space="preserve"> </w:t>
      </w:r>
      <w:r w:rsidRPr="00133A0A">
        <w:rPr>
          <w:lang w:val="uk-UA" w:eastAsia="ru-RU"/>
        </w:rPr>
        <w:t>Нагірянської сільської ради з питань містобудування, земельних відносин та сталого розвитку .</w:t>
      </w:r>
    </w:p>
    <w:p w:rsidR="00A6736F" w:rsidRPr="00133A0A" w:rsidRDefault="00A6736F" w:rsidP="0061606E">
      <w:pPr>
        <w:spacing w:line="276" w:lineRule="auto"/>
        <w:jc w:val="both"/>
        <w:rPr>
          <w:lang w:val="uk-UA" w:eastAsia="ru-RU"/>
        </w:rPr>
      </w:pPr>
    </w:p>
    <w:p w:rsidR="00A6736F" w:rsidRPr="00133A0A" w:rsidRDefault="00A6736F" w:rsidP="0061606E">
      <w:pPr>
        <w:jc w:val="both"/>
        <w:rPr>
          <w:lang w:val="uk-UA"/>
        </w:rPr>
      </w:pPr>
    </w:p>
    <w:p w:rsidR="00A6736F" w:rsidRPr="00133A0A" w:rsidRDefault="00A6736F" w:rsidP="0061606E">
      <w:pPr>
        <w:rPr>
          <w:rFonts w:ascii="Calibri" w:hAnsi="Calibri"/>
          <w:lang w:val="uk-UA" w:eastAsia="en-US"/>
        </w:rPr>
      </w:pPr>
      <w:r w:rsidRPr="00133A0A">
        <w:rPr>
          <w:lang w:val="uk-UA"/>
        </w:rPr>
        <w:tab/>
      </w:r>
      <w:r w:rsidRPr="00133A0A">
        <w:rPr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A6736F" w:rsidRPr="00133A0A" w:rsidRDefault="00A6736F" w:rsidP="0061606E">
      <w:pPr>
        <w:rPr>
          <w:lang w:val="uk-UA"/>
        </w:rPr>
      </w:pPr>
    </w:p>
    <w:p w:rsidR="00A6736F" w:rsidRPr="00133A0A" w:rsidRDefault="00A6736F" w:rsidP="0061606E">
      <w:pPr>
        <w:rPr>
          <w:lang w:val="uk-UA"/>
        </w:rPr>
      </w:pPr>
    </w:p>
    <w:p w:rsidR="00A6736F" w:rsidRPr="00133A0A" w:rsidRDefault="00A6736F" w:rsidP="0061606E">
      <w:pPr>
        <w:rPr>
          <w:lang w:val="uk-UA"/>
        </w:rPr>
      </w:pPr>
      <w:r w:rsidRPr="00133A0A">
        <w:rPr>
          <w:lang w:val="uk-UA"/>
        </w:rPr>
        <w:t>Йосип ЗІБРІВСЬКИЙ</w:t>
      </w:r>
    </w:p>
    <w:p w:rsidR="00A6736F" w:rsidRPr="00133A0A" w:rsidRDefault="00A6736F" w:rsidP="0061606E">
      <w:pPr>
        <w:rPr>
          <w:lang w:val="uk-UA" w:eastAsia="ru-RU"/>
        </w:rPr>
      </w:pPr>
      <w:r w:rsidRPr="00133A0A">
        <w:rPr>
          <w:lang w:val="uk-UA"/>
        </w:rPr>
        <w:t xml:space="preserve"> </w:t>
      </w:r>
    </w:p>
    <w:p w:rsidR="00A6736F" w:rsidRPr="00133A0A" w:rsidRDefault="00A6736F" w:rsidP="0061606E">
      <w:pPr>
        <w:rPr>
          <w:lang w:val="uk-UA"/>
        </w:rPr>
      </w:pPr>
      <w:r w:rsidRPr="00133A0A">
        <w:rPr>
          <w:lang w:val="uk-UA"/>
        </w:rPr>
        <w:t>Любомир ХОМ’ЯК</w:t>
      </w:r>
    </w:p>
    <w:p w:rsidR="00A6736F" w:rsidRPr="00133A0A" w:rsidRDefault="00A6736F" w:rsidP="0061606E">
      <w:pPr>
        <w:rPr>
          <w:lang w:val="uk-UA"/>
        </w:rPr>
      </w:pPr>
    </w:p>
    <w:p w:rsidR="00A6736F" w:rsidRPr="00133A0A" w:rsidRDefault="00A6736F" w:rsidP="00AA6C23">
      <w:pPr>
        <w:rPr>
          <w:lang w:val="uk-UA" w:eastAsia="ru-RU"/>
        </w:rPr>
      </w:pPr>
      <w:r w:rsidRPr="00133A0A">
        <w:rPr>
          <w:lang w:val="uk-UA"/>
        </w:rPr>
        <w:t>Тетяна САВІНКІНА</w:t>
      </w:r>
    </w:p>
    <w:p w:rsidR="00A6736F" w:rsidRPr="00133A0A" w:rsidRDefault="00A6736F" w:rsidP="0061606E">
      <w:pPr>
        <w:rPr>
          <w:lang w:val="uk-UA"/>
        </w:rPr>
      </w:pPr>
    </w:p>
    <w:p w:rsidR="00A6736F" w:rsidRPr="00133A0A" w:rsidRDefault="00A6736F" w:rsidP="0061606E">
      <w:pPr>
        <w:rPr>
          <w:lang w:val="uk-UA"/>
        </w:rPr>
      </w:pPr>
      <w:r w:rsidRPr="00133A0A">
        <w:rPr>
          <w:lang w:val="uk-UA"/>
        </w:rPr>
        <w:t xml:space="preserve">Віталій БРОЩАК </w:t>
      </w:r>
    </w:p>
    <w:p w:rsidR="00A6736F" w:rsidRPr="00133A0A" w:rsidRDefault="00A6736F" w:rsidP="0061606E">
      <w:pPr>
        <w:rPr>
          <w:lang w:val="uk-UA"/>
        </w:rPr>
      </w:pPr>
    </w:p>
    <w:p w:rsidR="00A6736F" w:rsidRDefault="00A6736F" w:rsidP="0061606E">
      <w:pPr>
        <w:rPr>
          <w:lang w:val="uk-UA"/>
        </w:rPr>
      </w:pPr>
    </w:p>
    <w:p w:rsidR="00A6736F" w:rsidRDefault="00A6736F" w:rsidP="0061606E">
      <w:pPr>
        <w:rPr>
          <w:lang w:val="uk-UA"/>
        </w:rPr>
      </w:pPr>
    </w:p>
    <w:p w:rsidR="00A6736F" w:rsidRDefault="00A6736F" w:rsidP="0061606E">
      <w:pPr>
        <w:rPr>
          <w:lang w:val="uk-UA"/>
        </w:rPr>
      </w:pPr>
    </w:p>
    <w:p w:rsidR="00A6736F" w:rsidRDefault="00A6736F" w:rsidP="0061606E">
      <w:pPr>
        <w:rPr>
          <w:lang w:val="uk-UA"/>
        </w:rPr>
      </w:pPr>
    </w:p>
    <w:p w:rsidR="00A6736F" w:rsidRDefault="00A6736F" w:rsidP="0061606E">
      <w:pPr>
        <w:rPr>
          <w:lang w:val="uk-UA"/>
        </w:rPr>
      </w:pPr>
    </w:p>
    <w:p w:rsidR="00A6736F" w:rsidRDefault="00A6736F" w:rsidP="0061606E">
      <w:pPr>
        <w:rPr>
          <w:lang w:val="uk-UA"/>
        </w:rPr>
      </w:pPr>
    </w:p>
    <w:p w:rsidR="00A6736F" w:rsidRDefault="00A6736F" w:rsidP="0061606E">
      <w:pPr>
        <w:rPr>
          <w:lang w:val="uk-UA"/>
        </w:rPr>
      </w:pPr>
    </w:p>
    <w:p w:rsidR="00A6736F" w:rsidRDefault="00A6736F" w:rsidP="0061606E">
      <w:pPr>
        <w:rPr>
          <w:lang w:val="uk-UA"/>
        </w:rPr>
      </w:pPr>
    </w:p>
    <w:p w:rsidR="00A6736F" w:rsidRDefault="00A6736F" w:rsidP="0061606E">
      <w:pPr>
        <w:rPr>
          <w:lang w:val="uk-UA"/>
        </w:rPr>
      </w:pPr>
    </w:p>
    <w:p w:rsidR="00A6736F" w:rsidRPr="0061606E" w:rsidRDefault="00A6736F">
      <w:pPr>
        <w:rPr>
          <w:lang w:val="uk-UA"/>
        </w:rPr>
      </w:pPr>
    </w:p>
    <w:sectPr w:rsidR="00A6736F" w:rsidRPr="0061606E" w:rsidSect="00D91F6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01E8"/>
    <w:rsid w:val="00021AE5"/>
    <w:rsid w:val="000409BD"/>
    <w:rsid w:val="000632FC"/>
    <w:rsid w:val="00085A35"/>
    <w:rsid w:val="00096254"/>
    <w:rsid w:val="0009763B"/>
    <w:rsid w:val="000A1625"/>
    <w:rsid w:val="000B14DD"/>
    <w:rsid w:val="000F0393"/>
    <w:rsid w:val="001075E8"/>
    <w:rsid w:val="00133A0A"/>
    <w:rsid w:val="00140E48"/>
    <w:rsid w:val="00151980"/>
    <w:rsid w:val="001C69EB"/>
    <w:rsid w:val="001D6699"/>
    <w:rsid w:val="001E5FF0"/>
    <w:rsid w:val="001F03CE"/>
    <w:rsid w:val="00223BCD"/>
    <w:rsid w:val="0022508B"/>
    <w:rsid w:val="00250B92"/>
    <w:rsid w:val="00286F4F"/>
    <w:rsid w:val="002B3B93"/>
    <w:rsid w:val="002E1BB9"/>
    <w:rsid w:val="00342892"/>
    <w:rsid w:val="00357E6B"/>
    <w:rsid w:val="003677E6"/>
    <w:rsid w:val="0037003F"/>
    <w:rsid w:val="003D1449"/>
    <w:rsid w:val="003E4818"/>
    <w:rsid w:val="003E4E5B"/>
    <w:rsid w:val="003E61A9"/>
    <w:rsid w:val="003F1F18"/>
    <w:rsid w:val="003F7B91"/>
    <w:rsid w:val="004118C2"/>
    <w:rsid w:val="00416C12"/>
    <w:rsid w:val="00433124"/>
    <w:rsid w:val="00446065"/>
    <w:rsid w:val="00460553"/>
    <w:rsid w:val="004752D8"/>
    <w:rsid w:val="00476DD7"/>
    <w:rsid w:val="00494B91"/>
    <w:rsid w:val="004A5248"/>
    <w:rsid w:val="004C01E8"/>
    <w:rsid w:val="004C061F"/>
    <w:rsid w:val="004C570A"/>
    <w:rsid w:val="005030C8"/>
    <w:rsid w:val="0051167B"/>
    <w:rsid w:val="0055033F"/>
    <w:rsid w:val="00555301"/>
    <w:rsid w:val="0056336C"/>
    <w:rsid w:val="00566726"/>
    <w:rsid w:val="00575666"/>
    <w:rsid w:val="00581C93"/>
    <w:rsid w:val="0058613D"/>
    <w:rsid w:val="005A367D"/>
    <w:rsid w:val="005D53A9"/>
    <w:rsid w:val="005E1596"/>
    <w:rsid w:val="005E3A99"/>
    <w:rsid w:val="006047CD"/>
    <w:rsid w:val="0061606E"/>
    <w:rsid w:val="00617E8E"/>
    <w:rsid w:val="00625FD6"/>
    <w:rsid w:val="006353FF"/>
    <w:rsid w:val="006354E6"/>
    <w:rsid w:val="006364A3"/>
    <w:rsid w:val="00644BC2"/>
    <w:rsid w:val="00653833"/>
    <w:rsid w:val="006815DC"/>
    <w:rsid w:val="006F055D"/>
    <w:rsid w:val="00721623"/>
    <w:rsid w:val="00755994"/>
    <w:rsid w:val="007719F1"/>
    <w:rsid w:val="00794F89"/>
    <w:rsid w:val="00796257"/>
    <w:rsid w:val="007E73A4"/>
    <w:rsid w:val="00821A07"/>
    <w:rsid w:val="0083344F"/>
    <w:rsid w:val="0088660D"/>
    <w:rsid w:val="0089116C"/>
    <w:rsid w:val="00894383"/>
    <w:rsid w:val="00896708"/>
    <w:rsid w:val="008A7E37"/>
    <w:rsid w:val="008B79DB"/>
    <w:rsid w:val="008F1D2B"/>
    <w:rsid w:val="008F24F6"/>
    <w:rsid w:val="008F29E1"/>
    <w:rsid w:val="008F671F"/>
    <w:rsid w:val="00906EE1"/>
    <w:rsid w:val="00910638"/>
    <w:rsid w:val="00913419"/>
    <w:rsid w:val="009572D2"/>
    <w:rsid w:val="00960369"/>
    <w:rsid w:val="009605F0"/>
    <w:rsid w:val="00985A2C"/>
    <w:rsid w:val="009A48A6"/>
    <w:rsid w:val="00A43DC9"/>
    <w:rsid w:val="00A45BE1"/>
    <w:rsid w:val="00A6736F"/>
    <w:rsid w:val="00A80F50"/>
    <w:rsid w:val="00A94260"/>
    <w:rsid w:val="00A95E26"/>
    <w:rsid w:val="00AA6C23"/>
    <w:rsid w:val="00AE23E7"/>
    <w:rsid w:val="00B1364B"/>
    <w:rsid w:val="00B322CD"/>
    <w:rsid w:val="00B8508B"/>
    <w:rsid w:val="00BA03EB"/>
    <w:rsid w:val="00BB6261"/>
    <w:rsid w:val="00C07163"/>
    <w:rsid w:val="00C21CB4"/>
    <w:rsid w:val="00C52D7A"/>
    <w:rsid w:val="00C53C87"/>
    <w:rsid w:val="00C60A0C"/>
    <w:rsid w:val="00C726FB"/>
    <w:rsid w:val="00C80635"/>
    <w:rsid w:val="00C80BF8"/>
    <w:rsid w:val="00CB6D19"/>
    <w:rsid w:val="00CC6A0A"/>
    <w:rsid w:val="00CF02C7"/>
    <w:rsid w:val="00CF15A8"/>
    <w:rsid w:val="00D24B43"/>
    <w:rsid w:val="00D338E6"/>
    <w:rsid w:val="00D44715"/>
    <w:rsid w:val="00D608DB"/>
    <w:rsid w:val="00D84F63"/>
    <w:rsid w:val="00D91F62"/>
    <w:rsid w:val="00DB268B"/>
    <w:rsid w:val="00DC235A"/>
    <w:rsid w:val="00E45ED4"/>
    <w:rsid w:val="00E732FC"/>
    <w:rsid w:val="00EA57F3"/>
    <w:rsid w:val="00EB7D79"/>
    <w:rsid w:val="00EC5CDB"/>
    <w:rsid w:val="00EC77E8"/>
    <w:rsid w:val="00F042B7"/>
    <w:rsid w:val="00F23A98"/>
    <w:rsid w:val="00F323C7"/>
    <w:rsid w:val="00FA218C"/>
    <w:rsid w:val="00FA5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06E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61606E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21A07"/>
    <w:rPr>
      <w:rFonts w:ascii="Tahoma" w:eastAsia="Calibri" w:hAnsi="Tahoma"/>
      <w:sz w:val="16"/>
      <w:szCs w:val="20"/>
      <w:lang w:val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1A07"/>
    <w:rPr>
      <w:rFonts w:ascii="Tahoma" w:hAnsi="Tahoma" w:cs="Times New Roman"/>
      <w:sz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11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1261</TotalTime>
  <Pages>4</Pages>
  <Words>2234</Words>
  <Characters>12740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76</cp:revision>
  <cp:lastPrinted>2022-02-14T13:37:00Z</cp:lastPrinted>
  <dcterms:created xsi:type="dcterms:W3CDTF">2021-11-12T11:57:00Z</dcterms:created>
  <dcterms:modified xsi:type="dcterms:W3CDTF">2022-02-14T13:38:00Z</dcterms:modified>
</cp:coreProperties>
</file>