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07B" w:rsidRDefault="00D8007B" w:rsidP="0023044C">
      <w:pPr>
        <w:pStyle w:val="1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ПРОЄКТ</w:t>
      </w:r>
    </w:p>
    <w:p w:rsidR="00D8007B" w:rsidRDefault="00D8007B" w:rsidP="0023044C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:rsidR="00D8007B" w:rsidRDefault="00D8007B" w:rsidP="0023044C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  <w:r w:rsidRPr="00146748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D8007B" w:rsidRDefault="00D8007B" w:rsidP="0023044C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D8007B" w:rsidRDefault="00D8007B" w:rsidP="0023044C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D8007B" w:rsidRDefault="00D8007B" w:rsidP="0023044C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D8007B" w:rsidRPr="00962919" w:rsidRDefault="00D8007B" w:rsidP="0023044C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ЧОТИРНАДЦЯТА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СЕСІЯ</w:t>
      </w:r>
    </w:p>
    <w:p w:rsidR="00D8007B" w:rsidRDefault="00D8007B" w:rsidP="0023044C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D8007B" w:rsidRDefault="00D8007B" w:rsidP="0023044C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D8007B" w:rsidRDefault="00D8007B" w:rsidP="0023044C">
      <w:pPr>
        <w:spacing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>__ ______________</w:t>
      </w:r>
      <w:r>
        <w:rPr>
          <w:rFonts w:ascii="Times New Roman" w:hAnsi="Times New Roman"/>
          <w:sz w:val="24"/>
          <w:szCs w:val="24"/>
        </w:rPr>
        <w:t xml:space="preserve"> 2021  року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№ </w:t>
      </w:r>
      <w:r>
        <w:rPr>
          <w:rFonts w:ascii="Times New Roman" w:hAnsi="Times New Roman"/>
          <w:sz w:val="24"/>
          <w:szCs w:val="24"/>
          <w:lang w:val="uk-UA"/>
        </w:rPr>
        <w:t>___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D8007B" w:rsidRDefault="00D8007B" w:rsidP="0023044C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с-ще Нагірянка</w:t>
      </w:r>
    </w:p>
    <w:p w:rsidR="00D8007B" w:rsidRDefault="00D8007B" w:rsidP="0023044C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8244" w:type="dxa"/>
        <w:tblLook w:val="01E0"/>
      </w:tblPr>
      <w:tblGrid>
        <w:gridCol w:w="5868"/>
        <w:gridCol w:w="2376"/>
      </w:tblGrid>
      <w:tr w:rsidR="00D8007B" w:rsidRPr="00D620A7" w:rsidTr="00817D9B">
        <w:tc>
          <w:tcPr>
            <w:tcW w:w="5868" w:type="dxa"/>
          </w:tcPr>
          <w:p w:rsidR="00D8007B" w:rsidRDefault="00D8007B" w:rsidP="00FA399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887D31"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Про затвердження технічної документації із землеустрою щодо встановлення (відновлення) меж земельної ділянки в  натурі (на місцевості)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 xml:space="preserve"> та передачу громадянам безоплатно у приватну власність </w:t>
            </w:r>
          </w:p>
        </w:tc>
        <w:tc>
          <w:tcPr>
            <w:tcW w:w="2376" w:type="dxa"/>
          </w:tcPr>
          <w:p w:rsidR="00D8007B" w:rsidRDefault="00D8007B" w:rsidP="00817D9B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D8007B" w:rsidRPr="00E77AC1" w:rsidRDefault="00D8007B" w:rsidP="0023044C">
      <w:pPr>
        <w:spacing w:line="100" w:lineRule="atLeast"/>
        <w:jc w:val="both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16415B">
        <w:rPr>
          <w:rFonts w:ascii="Times New Roman" w:hAnsi="Times New Roman"/>
          <w:sz w:val="24"/>
          <w:szCs w:val="24"/>
          <w:lang w:val="uk-UA"/>
        </w:rPr>
        <w:t>Розглянувши звернення громадян,</w:t>
      </w:r>
      <w:r>
        <w:rPr>
          <w:rFonts w:ascii="Times New Roman" w:hAnsi="Times New Roman"/>
          <w:sz w:val="24"/>
          <w:szCs w:val="24"/>
          <w:lang w:val="uk-UA"/>
        </w:rPr>
        <w:t xml:space="preserve"> відповідно до статей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 12,</w:t>
      </w:r>
      <w:r>
        <w:rPr>
          <w:rFonts w:ascii="Times New Roman" w:hAnsi="Times New Roman"/>
          <w:sz w:val="24"/>
          <w:szCs w:val="24"/>
          <w:lang w:val="uk-UA"/>
        </w:rPr>
        <w:t xml:space="preserve"> 33, 40, </w:t>
      </w:r>
      <w:r w:rsidRPr="0016415B">
        <w:rPr>
          <w:rFonts w:ascii="Times New Roman" w:hAnsi="Times New Roman"/>
          <w:sz w:val="24"/>
          <w:szCs w:val="24"/>
          <w:lang w:val="uk-UA"/>
        </w:rPr>
        <w:t>79,</w:t>
      </w:r>
      <w:r>
        <w:rPr>
          <w:rFonts w:ascii="Times New Roman" w:hAnsi="Times New Roman"/>
          <w:sz w:val="24"/>
          <w:szCs w:val="24"/>
          <w:lang w:val="uk-UA"/>
        </w:rPr>
        <w:t xml:space="preserve"> 81,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107,</w:t>
      </w:r>
      <w:r>
        <w:rPr>
          <w:rFonts w:ascii="Times New Roman" w:hAnsi="Times New Roman"/>
          <w:sz w:val="24"/>
          <w:szCs w:val="24"/>
          <w:lang w:val="uk-UA"/>
        </w:rPr>
        <w:t xml:space="preserve"> 116,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118, </w:t>
      </w:r>
      <w:r>
        <w:rPr>
          <w:rFonts w:ascii="Times New Roman" w:hAnsi="Times New Roman"/>
          <w:sz w:val="24"/>
          <w:szCs w:val="24"/>
          <w:lang w:val="uk-UA"/>
        </w:rPr>
        <w:t xml:space="preserve">120, </w:t>
      </w:r>
      <w:r w:rsidRPr="0016415B">
        <w:rPr>
          <w:rFonts w:ascii="Times New Roman" w:hAnsi="Times New Roman"/>
          <w:sz w:val="24"/>
          <w:szCs w:val="24"/>
          <w:lang w:val="uk-UA"/>
        </w:rPr>
        <w:t>121,</w:t>
      </w:r>
      <w:r>
        <w:rPr>
          <w:rFonts w:ascii="Times New Roman" w:hAnsi="Times New Roman"/>
          <w:sz w:val="24"/>
          <w:szCs w:val="24"/>
          <w:lang w:val="uk-UA"/>
        </w:rPr>
        <w:t xml:space="preserve"> 122,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125, 126</w:t>
      </w:r>
      <w:r>
        <w:rPr>
          <w:rFonts w:ascii="Times New Roman" w:hAnsi="Times New Roman"/>
          <w:sz w:val="24"/>
          <w:szCs w:val="24"/>
          <w:lang w:val="uk-UA"/>
        </w:rPr>
        <w:t>, 186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Земельного кодексу України, ст. 25</w:t>
      </w:r>
      <w:r>
        <w:rPr>
          <w:rFonts w:ascii="Times New Roman" w:hAnsi="Times New Roman"/>
          <w:sz w:val="24"/>
          <w:szCs w:val="24"/>
          <w:lang w:val="uk-UA"/>
        </w:rPr>
        <w:t>, 55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Закону України «Про землеустрій», Закону України «Про державний земельний кадастр», ст. 26 Закону України «Про Місцеве самоврядування  в Україні»</w:t>
      </w:r>
      <w:r>
        <w:rPr>
          <w:lang w:val="uk-UA"/>
        </w:rPr>
        <w:t xml:space="preserve"> </w:t>
      </w:r>
      <w:r w:rsidRPr="0016415B">
        <w:rPr>
          <w:rFonts w:ascii="Times New Roman" w:hAnsi="Times New Roman"/>
          <w:sz w:val="24"/>
          <w:szCs w:val="24"/>
          <w:lang w:val="uk-UA"/>
        </w:rPr>
        <w:t>та враховуючи рекомендації</w:t>
      </w:r>
      <w:r w:rsidRPr="0016415B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16415B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 xml:space="preserve">а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</w:p>
    <w:p w:rsidR="00D8007B" w:rsidRDefault="00D8007B" w:rsidP="0023044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D8007B" w:rsidRPr="002675C5" w:rsidRDefault="00D8007B" w:rsidP="0023044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2675C5">
        <w:rPr>
          <w:rFonts w:ascii="Times New Roman" w:hAnsi="Times New Roman"/>
          <w:sz w:val="24"/>
          <w:szCs w:val="24"/>
        </w:rPr>
        <w:t>1. Затвердити  технічну документацію із землеустрою щодо встановлення (відновлення) меж земельної ділянки в натурі (на місцевості) та передати  безоплатно у приватну власність земельні ділянки громадянам:</w:t>
      </w:r>
    </w:p>
    <w:p w:rsidR="00D8007B" w:rsidRPr="00AF51DA" w:rsidRDefault="00D8007B" w:rsidP="0023044C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1.1</w:t>
      </w:r>
      <w:r w:rsidRPr="001D0601">
        <w:rPr>
          <w:rFonts w:ascii="Times New Roman" w:hAnsi="Times New Roman"/>
          <w:sz w:val="24"/>
          <w:szCs w:val="24"/>
        </w:rPr>
        <w:t>.</w:t>
      </w:r>
      <w:r w:rsidRPr="001D060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AF51DA">
        <w:rPr>
          <w:rFonts w:ascii="Times New Roman" w:hAnsi="Times New Roman"/>
          <w:b/>
          <w:bCs/>
          <w:sz w:val="24"/>
          <w:szCs w:val="24"/>
        </w:rPr>
        <w:t>Літвін Фердінанту Володимировичу</w:t>
      </w:r>
      <w:r w:rsidRPr="00AF51DA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6939 га"/>
        </w:smartTagPr>
        <w:r w:rsidRPr="00AF51DA">
          <w:rPr>
            <w:rFonts w:ascii="Times New Roman" w:hAnsi="Times New Roman"/>
            <w:sz w:val="24"/>
            <w:szCs w:val="24"/>
          </w:rPr>
          <w:t>0,6939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в с. Ягільниця Чортківського району Тернопільської області у приватну власність, в тому числі: </w:t>
      </w:r>
    </w:p>
    <w:p w:rsidR="00D8007B" w:rsidRPr="00AF51DA" w:rsidRDefault="00D8007B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5342 га"/>
        </w:smartTagPr>
        <w:r w:rsidRPr="00AF51DA">
          <w:rPr>
            <w:rFonts w:ascii="Times New Roman" w:hAnsi="Times New Roman"/>
            <w:sz w:val="24"/>
            <w:szCs w:val="24"/>
          </w:rPr>
          <w:t>0,5342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6125589800:02:001:0067;</w:t>
      </w:r>
    </w:p>
    <w:p w:rsidR="00D8007B" w:rsidRPr="00AF51DA" w:rsidRDefault="00D8007B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784 га"/>
        </w:smartTagPr>
        <w:r w:rsidRPr="00AF51DA">
          <w:rPr>
            <w:rFonts w:ascii="Times New Roman" w:hAnsi="Times New Roman"/>
            <w:sz w:val="24"/>
            <w:szCs w:val="24"/>
          </w:rPr>
          <w:t>0,1784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6125589800:02:001:0053.</w:t>
      </w:r>
    </w:p>
    <w:p w:rsidR="00D8007B" w:rsidRPr="00AF51DA" w:rsidRDefault="00D8007B" w:rsidP="0023044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         1.2.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Шевчук Надія Михайлівна</w:t>
      </w:r>
      <w:r w:rsidRPr="00AF51DA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600 га"/>
        </w:smartTagPr>
        <w:r w:rsidRPr="00AF51DA">
          <w:rPr>
            <w:rFonts w:ascii="Times New Roman" w:hAnsi="Times New Roman"/>
            <w:sz w:val="24"/>
            <w:szCs w:val="24"/>
          </w:rPr>
          <w:t>0,0600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Зелена, 44 в с. Долина Чортківського району Тернопільської області у приватну власність, в тому числі: </w:t>
      </w:r>
    </w:p>
    <w:p w:rsidR="00D8007B" w:rsidRPr="00AF51DA" w:rsidRDefault="00D8007B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600 га"/>
        </w:smartTagPr>
        <w:r w:rsidRPr="00AF51DA">
          <w:rPr>
            <w:rFonts w:ascii="Times New Roman" w:hAnsi="Times New Roman"/>
            <w:sz w:val="24"/>
            <w:szCs w:val="24"/>
          </w:rPr>
          <w:t>0,0600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6125589500:02:001:0052.</w:t>
      </w:r>
    </w:p>
    <w:p w:rsidR="00D8007B" w:rsidRPr="00AF51DA" w:rsidRDefault="00D8007B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1.3.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Тимошиній Галині Василівні</w:t>
      </w:r>
      <w:r w:rsidRPr="00AF51DA">
        <w:rPr>
          <w:rFonts w:ascii="Times New Roman" w:hAnsi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575 га"/>
        </w:smartTagPr>
        <w:r w:rsidRPr="00AF51DA">
          <w:rPr>
            <w:rFonts w:ascii="Times New Roman" w:hAnsi="Times New Roman"/>
            <w:sz w:val="24"/>
            <w:szCs w:val="24"/>
          </w:rPr>
          <w:t>0,0575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Надрічна, 56 в с. Милівці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23044C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6125585700:02:002:</w:t>
      </w:r>
      <w:r w:rsidRPr="00AF51DA">
        <w:rPr>
          <w:rFonts w:ascii="Times New Roman" w:hAnsi="Times New Roman"/>
          <w:sz w:val="24"/>
          <w:szCs w:val="24"/>
          <w:lang w:val="ru-RU"/>
        </w:rPr>
        <w:t>0067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D8007B" w:rsidRPr="00AF51DA" w:rsidRDefault="00D8007B" w:rsidP="00815B8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         1.4.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51DA">
        <w:rPr>
          <w:rFonts w:ascii="Times New Roman" w:hAnsi="Times New Roman"/>
          <w:b/>
          <w:sz w:val="24"/>
          <w:szCs w:val="24"/>
        </w:rPr>
        <w:t>Гут Ірині Еміліанівні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51DA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6209 га"/>
        </w:smartTagPr>
        <w:r w:rsidRPr="00AF51DA">
          <w:rPr>
            <w:rFonts w:ascii="Times New Roman" w:hAnsi="Times New Roman"/>
            <w:sz w:val="24"/>
            <w:szCs w:val="24"/>
          </w:rPr>
          <w:t>0,6209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в с. Ягільниця Чортківського району Тернопільської області у приватну власність, в тому числі: </w:t>
      </w:r>
    </w:p>
    <w:p w:rsidR="00D8007B" w:rsidRPr="00AF51DA" w:rsidRDefault="00D8007B" w:rsidP="00815B8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839 га"/>
        </w:smartTagPr>
        <w:r w:rsidRPr="00AF51DA">
          <w:rPr>
            <w:rFonts w:ascii="Times New Roman" w:hAnsi="Times New Roman"/>
            <w:sz w:val="24"/>
            <w:szCs w:val="24"/>
          </w:rPr>
          <w:t>0,2839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6125589800:02:001:0066;</w:t>
      </w:r>
    </w:p>
    <w:p w:rsidR="00D8007B" w:rsidRPr="00AF51DA" w:rsidRDefault="00D8007B" w:rsidP="00815B8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370 га"/>
        </w:smartTagPr>
        <w:r w:rsidRPr="00AF51DA">
          <w:rPr>
            <w:rFonts w:ascii="Times New Roman" w:hAnsi="Times New Roman"/>
            <w:sz w:val="24"/>
            <w:szCs w:val="24"/>
          </w:rPr>
          <w:t>0,1370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6125589800:02:001:0054;</w:t>
      </w:r>
    </w:p>
    <w:p w:rsidR="00D8007B" w:rsidRPr="00AF51DA" w:rsidRDefault="00D8007B" w:rsidP="00815B8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000 га"/>
        </w:smartTagPr>
        <w:r w:rsidRPr="00AF51DA">
          <w:rPr>
            <w:rFonts w:ascii="Times New Roman" w:hAnsi="Times New Roman"/>
            <w:sz w:val="24"/>
            <w:szCs w:val="24"/>
          </w:rPr>
          <w:t>0,2000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6125589800:02:001:0064.</w:t>
      </w:r>
    </w:p>
    <w:p w:rsidR="00D8007B" w:rsidRPr="00AF51DA" w:rsidRDefault="00D8007B" w:rsidP="00E2398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1.5.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51DA">
        <w:rPr>
          <w:rFonts w:ascii="Times New Roman" w:hAnsi="Times New Roman"/>
          <w:b/>
          <w:sz w:val="24"/>
          <w:szCs w:val="24"/>
        </w:rPr>
        <w:t>Гут Ірині Еміліанівні</w:t>
      </w:r>
      <w:r w:rsidRPr="00AF51DA">
        <w:rPr>
          <w:rFonts w:ascii="Times New Roman" w:hAnsi="Times New Roman"/>
          <w:sz w:val="24"/>
          <w:szCs w:val="24"/>
        </w:rPr>
        <w:t xml:space="preserve">  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1625 га"/>
        </w:smartTagPr>
        <w:r w:rsidRPr="00AF51DA">
          <w:rPr>
            <w:rFonts w:ascii="Times New Roman" w:hAnsi="Times New Roman"/>
            <w:sz w:val="24"/>
            <w:szCs w:val="24"/>
          </w:rPr>
          <w:t>0,1625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Будівельна, 6 в с. Ягільниця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1F7876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6125589800:02:001:</w:t>
      </w:r>
      <w:r w:rsidRPr="00AF51DA">
        <w:rPr>
          <w:rFonts w:ascii="Times New Roman" w:hAnsi="Times New Roman"/>
          <w:sz w:val="24"/>
          <w:szCs w:val="24"/>
          <w:lang w:val="ru-RU"/>
        </w:rPr>
        <w:t>0055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D8007B" w:rsidRPr="00AF51DA" w:rsidRDefault="00D8007B" w:rsidP="0023044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       1.6.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Савіцькій Іванні Тарасівні</w:t>
      </w:r>
      <w:r w:rsidRPr="00AF51DA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5400 га"/>
        </w:smartTagPr>
        <w:r w:rsidRPr="00AF51DA">
          <w:rPr>
            <w:rFonts w:ascii="Times New Roman" w:hAnsi="Times New Roman"/>
            <w:sz w:val="24"/>
            <w:szCs w:val="24"/>
          </w:rPr>
          <w:t>0,5400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в с. Сосулівка Чортківського району Тернопільської області у приватну власність, в тому числі: </w:t>
      </w:r>
    </w:p>
    <w:p w:rsidR="00D8007B" w:rsidRPr="00AF51DA" w:rsidRDefault="00D8007B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452 га"/>
        </w:smartTagPr>
        <w:r w:rsidRPr="00AF51DA">
          <w:rPr>
            <w:rFonts w:ascii="Times New Roman" w:hAnsi="Times New Roman"/>
            <w:sz w:val="24"/>
            <w:szCs w:val="24"/>
          </w:rPr>
          <w:t>0,1452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6125587500:02:001:0165;</w:t>
      </w:r>
    </w:p>
    <w:p w:rsidR="00D8007B" w:rsidRPr="00AF51DA" w:rsidRDefault="00D8007B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986 га"/>
        </w:smartTagPr>
        <w:r w:rsidRPr="00AF51DA">
          <w:rPr>
            <w:rFonts w:ascii="Times New Roman" w:hAnsi="Times New Roman"/>
            <w:sz w:val="24"/>
            <w:szCs w:val="24"/>
          </w:rPr>
          <w:t>0,0986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6125588300:01:002:1001.</w:t>
      </w:r>
    </w:p>
    <w:p w:rsidR="00D8007B" w:rsidRPr="00AF51DA" w:rsidRDefault="00D8007B" w:rsidP="001F787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230 га"/>
        </w:smartTagPr>
        <w:r w:rsidRPr="00AF51DA">
          <w:rPr>
            <w:rFonts w:ascii="Times New Roman" w:hAnsi="Times New Roman"/>
            <w:sz w:val="24"/>
            <w:szCs w:val="24"/>
          </w:rPr>
          <w:t>0,1230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6125587500:02:001:0164;</w:t>
      </w:r>
    </w:p>
    <w:p w:rsidR="00D8007B" w:rsidRPr="00AF51DA" w:rsidRDefault="00D8007B" w:rsidP="001F787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732 га"/>
        </w:smartTagPr>
        <w:r w:rsidRPr="00AF51DA">
          <w:rPr>
            <w:rFonts w:ascii="Times New Roman" w:hAnsi="Times New Roman"/>
            <w:sz w:val="24"/>
            <w:szCs w:val="24"/>
          </w:rPr>
          <w:t>0,1732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6125587500:02:001:0166.</w:t>
      </w:r>
    </w:p>
    <w:p w:rsidR="00D8007B" w:rsidRPr="00AF51DA" w:rsidRDefault="00D8007B" w:rsidP="00D3235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1.7.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Савіцькій Іванні Тарасівні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2270 га"/>
        </w:smartTagPr>
        <w:r w:rsidRPr="00AF51DA">
          <w:rPr>
            <w:rFonts w:ascii="Times New Roman" w:hAnsi="Times New Roman"/>
            <w:sz w:val="24"/>
            <w:szCs w:val="24"/>
          </w:rPr>
          <w:t>0,2270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Сагайдачного, 18 в с. Сосулівка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D32355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6125587500:02:001:</w:t>
      </w:r>
      <w:r w:rsidRPr="00AF51DA">
        <w:rPr>
          <w:rFonts w:ascii="Times New Roman" w:hAnsi="Times New Roman"/>
          <w:sz w:val="24"/>
          <w:szCs w:val="24"/>
          <w:lang w:val="ru-RU"/>
        </w:rPr>
        <w:t>0158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D8007B" w:rsidRPr="00AF51DA" w:rsidRDefault="00D8007B" w:rsidP="00D32355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       1.8.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Голубецькій Любові Василівні</w:t>
      </w:r>
      <w:r w:rsidRPr="00AF51DA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9300 га"/>
        </w:smartTagPr>
        <w:r w:rsidRPr="00AF51DA">
          <w:rPr>
            <w:rFonts w:ascii="Times New Roman" w:hAnsi="Times New Roman"/>
            <w:sz w:val="24"/>
            <w:szCs w:val="24"/>
          </w:rPr>
          <w:t>0,9300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в с-щі Нагірянка Чортківського району Тернопільської області у приватну власність, в тому числі: </w:t>
      </w:r>
    </w:p>
    <w:p w:rsidR="00D8007B" w:rsidRPr="00AF51DA" w:rsidRDefault="00D8007B" w:rsidP="00D3235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900 га"/>
        </w:smartTagPr>
        <w:r w:rsidRPr="00AF51DA">
          <w:rPr>
            <w:rFonts w:ascii="Times New Roman" w:hAnsi="Times New Roman"/>
            <w:sz w:val="24"/>
            <w:szCs w:val="24"/>
          </w:rPr>
          <w:t>0,3900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6125585900:02:003:0026;</w:t>
      </w:r>
    </w:p>
    <w:p w:rsidR="00D8007B" w:rsidRPr="00AF51DA" w:rsidRDefault="00D8007B" w:rsidP="00D3235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900 га"/>
        </w:smartTagPr>
        <w:r w:rsidRPr="00AF51DA">
          <w:rPr>
            <w:rFonts w:ascii="Times New Roman" w:hAnsi="Times New Roman"/>
            <w:sz w:val="24"/>
            <w:szCs w:val="24"/>
          </w:rPr>
          <w:t>0,2900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6125585900:02:002:0024;</w:t>
      </w:r>
    </w:p>
    <w:p w:rsidR="00D8007B" w:rsidRPr="00AF51DA" w:rsidRDefault="00D8007B" w:rsidP="00DB6BF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500 га"/>
        </w:smartTagPr>
        <w:r w:rsidRPr="00AF51DA">
          <w:rPr>
            <w:rFonts w:ascii="Times New Roman" w:hAnsi="Times New Roman"/>
            <w:sz w:val="24"/>
            <w:szCs w:val="24"/>
          </w:rPr>
          <w:t>0,2500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6125585900:02:006:0007.</w:t>
      </w:r>
    </w:p>
    <w:p w:rsidR="00D8007B" w:rsidRPr="00AF51DA" w:rsidRDefault="00D8007B" w:rsidP="00E24EC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1.</w:t>
      </w:r>
      <w:r w:rsidRPr="00AF51DA">
        <w:rPr>
          <w:rFonts w:ascii="Times New Roman" w:hAnsi="Times New Roman"/>
          <w:sz w:val="24"/>
          <w:szCs w:val="24"/>
          <w:lang w:val="ru-RU"/>
        </w:rPr>
        <w:t>9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Зявін Наталії Володимирівні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540 га"/>
        </w:smartTagPr>
        <w:r w:rsidRPr="00AF51DA">
          <w:rPr>
            <w:rFonts w:ascii="Times New Roman" w:hAnsi="Times New Roman"/>
            <w:sz w:val="24"/>
            <w:szCs w:val="24"/>
          </w:rPr>
          <w:t>0,0540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Чернецького, 13 в с-щі Нагірянка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E24EC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6125585900:02:001:</w:t>
      </w:r>
      <w:r w:rsidRPr="00AF51DA">
        <w:rPr>
          <w:rFonts w:ascii="Times New Roman" w:hAnsi="Times New Roman"/>
          <w:sz w:val="24"/>
          <w:szCs w:val="24"/>
          <w:lang w:val="ru-RU"/>
        </w:rPr>
        <w:t>1691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E24EC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1.</w:t>
      </w:r>
      <w:r w:rsidRPr="00AF51DA">
        <w:rPr>
          <w:rFonts w:ascii="Times New Roman" w:hAnsi="Times New Roman"/>
          <w:sz w:val="24"/>
          <w:szCs w:val="24"/>
          <w:lang w:val="ru-RU"/>
        </w:rPr>
        <w:t>10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Чайка Ярославу Йосиповичу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2228 га"/>
        </w:smartTagPr>
        <w:r w:rsidRPr="00AF51DA">
          <w:rPr>
            <w:rFonts w:ascii="Times New Roman" w:hAnsi="Times New Roman"/>
            <w:sz w:val="24"/>
            <w:szCs w:val="24"/>
          </w:rPr>
          <w:t>0,2228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Дружби, 6 в с. Ягільниця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E24EC3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6125589800:02:001:</w:t>
      </w:r>
      <w:r w:rsidRPr="00AF51DA">
        <w:rPr>
          <w:rFonts w:ascii="Times New Roman" w:hAnsi="Times New Roman"/>
          <w:sz w:val="24"/>
          <w:szCs w:val="24"/>
          <w:lang w:val="ru-RU"/>
        </w:rPr>
        <w:t>0071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D8007B" w:rsidRPr="00AF51DA" w:rsidRDefault="00D8007B" w:rsidP="00E24EC3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AF51DA">
        <w:rPr>
          <w:rFonts w:ascii="Times New Roman" w:hAnsi="Times New Roman"/>
          <w:sz w:val="24"/>
          <w:szCs w:val="24"/>
        </w:rPr>
        <w:t>1.11.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Тимофтей Марії Степанівні</w:t>
      </w:r>
      <w:r w:rsidRPr="00AF51DA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7174 га"/>
        </w:smartTagPr>
        <w:r w:rsidRPr="00AF51DA">
          <w:rPr>
            <w:rFonts w:ascii="Times New Roman" w:hAnsi="Times New Roman"/>
            <w:sz w:val="24"/>
            <w:szCs w:val="24"/>
          </w:rPr>
          <w:t>0,7174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D8007B" w:rsidRPr="00AF51DA" w:rsidRDefault="00D8007B" w:rsidP="00E24EC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500 га"/>
        </w:smartTagPr>
        <w:r w:rsidRPr="00AF51DA">
          <w:rPr>
            <w:rFonts w:ascii="Times New Roman" w:hAnsi="Times New Roman"/>
            <w:sz w:val="24"/>
            <w:szCs w:val="24"/>
          </w:rPr>
          <w:t>0,3500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6125587600:02:001:0118;</w:t>
      </w:r>
    </w:p>
    <w:p w:rsidR="00D8007B" w:rsidRPr="00AF51DA" w:rsidRDefault="00D8007B" w:rsidP="00E24EC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674 га"/>
        </w:smartTagPr>
        <w:r w:rsidRPr="00AF51DA">
          <w:rPr>
            <w:rFonts w:ascii="Times New Roman" w:hAnsi="Times New Roman"/>
            <w:sz w:val="24"/>
            <w:szCs w:val="24"/>
          </w:rPr>
          <w:t>0,1674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6125587600:02:001:0115;</w:t>
      </w:r>
    </w:p>
    <w:p w:rsidR="00D8007B" w:rsidRPr="00AF51DA" w:rsidRDefault="00D8007B" w:rsidP="00E24EC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000 га"/>
        </w:smartTagPr>
        <w:r w:rsidRPr="00AF51DA">
          <w:rPr>
            <w:rFonts w:ascii="Times New Roman" w:hAnsi="Times New Roman"/>
            <w:sz w:val="24"/>
            <w:szCs w:val="24"/>
          </w:rPr>
          <w:t>0,2000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6125587600:02:001:0114.</w:t>
      </w:r>
    </w:p>
    <w:p w:rsidR="00D8007B" w:rsidRPr="00AF51DA" w:rsidRDefault="00D8007B" w:rsidP="0051212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1.</w:t>
      </w:r>
      <w:r w:rsidRPr="00AF51DA">
        <w:rPr>
          <w:rFonts w:ascii="Times New Roman" w:hAnsi="Times New Roman"/>
          <w:sz w:val="24"/>
          <w:szCs w:val="24"/>
          <w:lang w:val="ru-RU"/>
        </w:rPr>
        <w:t>12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Тимофтей Марії Степанівні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1500 га"/>
        </w:smartTagPr>
        <w:r w:rsidRPr="00AF51DA">
          <w:rPr>
            <w:rFonts w:ascii="Times New Roman" w:hAnsi="Times New Roman"/>
            <w:sz w:val="24"/>
            <w:szCs w:val="24"/>
          </w:rPr>
          <w:t>0,1500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Шевченка, 17 в с. Стара Ягільниця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512125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6125587600:02:001:</w:t>
      </w:r>
      <w:r w:rsidRPr="00AF51DA">
        <w:rPr>
          <w:rFonts w:ascii="Times New Roman" w:hAnsi="Times New Roman"/>
          <w:sz w:val="24"/>
          <w:szCs w:val="24"/>
          <w:lang w:val="ru-RU"/>
        </w:rPr>
        <w:t>0112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D8007B" w:rsidRPr="00AF51DA" w:rsidRDefault="00D8007B" w:rsidP="00646E6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1.</w:t>
      </w:r>
      <w:r w:rsidRPr="00AF51DA">
        <w:rPr>
          <w:rFonts w:ascii="Times New Roman" w:hAnsi="Times New Roman"/>
          <w:sz w:val="24"/>
          <w:szCs w:val="24"/>
          <w:lang w:val="ru-RU"/>
        </w:rPr>
        <w:t>13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Чешичек Світлані Степанівні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1542 га"/>
        </w:smartTagPr>
        <w:r w:rsidRPr="00AF51DA">
          <w:rPr>
            <w:rFonts w:ascii="Times New Roman" w:hAnsi="Times New Roman"/>
            <w:sz w:val="24"/>
            <w:szCs w:val="24"/>
          </w:rPr>
          <w:t>0,1542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Шевченка Т.Г., 21 в с. Мухавка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646E6C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6125585800:02:002:</w:t>
      </w:r>
      <w:r w:rsidRPr="00AF51DA">
        <w:rPr>
          <w:rFonts w:ascii="Times New Roman" w:hAnsi="Times New Roman"/>
          <w:sz w:val="24"/>
          <w:szCs w:val="24"/>
          <w:lang w:val="ru-RU"/>
        </w:rPr>
        <w:t>1022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D8007B" w:rsidRPr="00AF51DA" w:rsidRDefault="00D8007B" w:rsidP="00263487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        1.14.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Квак Аделії Мар’янівні </w:t>
      </w:r>
      <w:r w:rsidRPr="00AF51DA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2240 га"/>
        </w:smartTagPr>
        <w:r w:rsidRPr="00AF51DA">
          <w:rPr>
            <w:rFonts w:ascii="Times New Roman" w:hAnsi="Times New Roman"/>
            <w:sz w:val="24"/>
            <w:szCs w:val="24"/>
          </w:rPr>
          <w:t>0,2240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в с. Улашківці Чортківського району Тернопільської області у приватну власність, в тому числі: </w:t>
      </w:r>
    </w:p>
    <w:p w:rsidR="00D8007B" w:rsidRPr="00AF51DA" w:rsidRDefault="00D8007B" w:rsidP="0026348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 w:rsidRPr="00AF51DA">
          <w:rPr>
            <w:rFonts w:ascii="Times New Roman" w:hAnsi="Times New Roman"/>
            <w:sz w:val="24"/>
            <w:szCs w:val="24"/>
          </w:rPr>
          <w:t>0,0800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6125585700:01:002:0006;</w:t>
      </w:r>
    </w:p>
    <w:p w:rsidR="00D8007B" w:rsidRPr="00AF51DA" w:rsidRDefault="00D8007B" w:rsidP="0026348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740 га"/>
        </w:smartTagPr>
        <w:r w:rsidRPr="00AF51DA">
          <w:rPr>
            <w:rFonts w:ascii="Times New Roman" w:hAnsi="Times New Roman"/>
            <w:sz w:val="24"/>
            <w:szCs w:val="24"/>
          </w:rPr>
          <w:t>0,0740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6125585700:01:002:0007;</w:t>
      </w:r>
    </w:p>
    <w:p w:rsidR="00D8007B" w:rsidRPr="00AF51DA" w:rsidRDefault="00D8007B" w:rsidP="0026348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700 га"/>
        </w:smartTagPr>
        <w:r w:rsidRPr="00AF51DA">
          <w:rPr>
            <w:rFonts w:ascii="Times New Roman" w:hAnsi="Times New Roman"/>
            <w:sz w:val="24"/>
            <w:szCs w:val="24"/>
          </w:rPr>
          <w:t>0,0700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6125588300:02:002:0263.</w:t>
      </w:r>
    </w:p>
    <w:p w:rsidR="00D8007B" w:rsidRPr="00AF51DA" w:rsidRDefault="00D8007B" w:rsidP="0016560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1.</w:t>
      </w:r>
      <w:r w:rsidRPr="00AF51DA">
        <w:rPr>
          <w:rFonts w:ascii="Times New Roman" w:hAnsi="Times New Roman"/>
          <w:sz w:val="24"/>
          <w:szCs w:val="24"/>
          <w:lang w:val="ru-RU"/>
        </w:rPr>
        <w:t>15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 Самотяга Володимиру Васильовичу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2500 га"/>
        </w:smartTagPr>
        <w:r w:rsidRPr="00AF51DA">
          <w:rPr>
            <w:rFonts w:ascii="Times New Roman" w:hAnsi="Times New Roman"/>
            <w:sz w:val="24"/>
            <w:szCs w:val="24"/>
          </w:rPr>
          <w:t>0,2500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Сонячна, 32 в с. Улашківці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16560C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6125588300:02:002:</w:t>
      </w:r>
      <w:r w:rsidRPr="00AF51DA">
        <w:rPr>
          <w:rFonts w:ascii="Times New Roman" w:hAnsi="Times New Roman"/>
          <w:sz w:val="24"/>
          <w:szCs w:val="24"/>
          <w:lang w:val="ru-RU"/>
        </w:rPr>
        <w:t>0230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D8007B" w:rsidRPr="00AF51DA" w:rsidRDefault="00D8007B" w:rsidP="007018EB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1.</w:t>
      </w:r>
      <w:r w:rsidRPr="00AF51DA">
        <w:rPr>
          <w:rFonts w:ascii="Times New Roman" w:hAnsi="Times New Roman"/>
          <w:sz w:val="24"/>
          <w:szCs w:val="24"/>
          <w:lang w:val="ru-RU"/>
        </w:rPr>
        <w:t>16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Двикалюку Роману Яремійовичу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2100 га"/>
        </w:smartTagPr>
        <w:r w:rsidRPr="00AF51DA">
          <w:rPr>
            <w:rFonts w:ascii="Times New Roman" w:hAnsi="Times New Roman"/>
            <w:sz w:val="24"/>
            <w:szCs w:val="24"/>
          </w:rPr>
          <w:t>0,2100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Миру, 58 в с. Улашківці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7018EB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6125588300:02:002:</w:t>
      </w:r>
      <w:r w:rsidRPr="00AF51DA">
        <w:rPr>
          <w:rFonts w:ascii="Times New Roman" w:hAnsi="Times New Roman"/>
          <w:sz w:val="24"/>
          <w:szCs w:val="24"/>
          <w:lang w:val="ru-RU"/>
        </w:rPr>
        <w:t>0281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D8007B" w:rsidRPr="00AF51DA" w:rsidRDefault="00D8007B" w:rsidP="0063719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1.</w:t>
      </w:r>
      <w:r w:rsidRPr="00AF51DA">
        <w:rPr>
          <w:rFonts w:ascii="Times New Roman" w:hAnsi="Times New Roman"/>
          <w:sz w:val="24"/>
          <w:szCs w:val="24"/>
          <w:lang w:val="ru-RU"/>
        </w:rPr>
        <w:t>17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Кушнірик Володимир</w:t>
      </w:r>
      <w:r>
        <w:rPr>
          <w:rFonts w:ascii="Times New Roman" w:hAnsi="Times New Roman"/>
          <w:b/>
          <w:bCs/>
          <w:sz w:val="24"/>
          <w:szCs w:val="24"/>
        </w:rPr>
        <w:t>і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Адольф</w:t>
      </w:r>
      <w:r>
        <w:rPr>
          <w:rFonts w:ascii="Times New Roman" w:hAnsi="Times New Roman"/>
          <w:b/>
          <w:bCs/>
          <w:sz w:val="24"/>
          <w:szCs w:val="24"/>
        </w:rPr>
        <w:t>івні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653 га"/>
        </w:smartTagPr>
        <w:r w:rsidRPr="00AF51DA">
          <w:rPr>
            <w:rFonts w:ascii="Times New Roman" w:hAnsi="Times New Roman"/>
            <w:sz w:val="24"/>
            <w:szCs w:val="24"/>
          </w:rPr>
          <w:t>0,0653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Визволителів, 5 в с. Улашківці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637193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6125588300:02:002:</w:t>
      </w:r>
      <w:r w:rsidRPr="00AF51DA">
        <w:rPr>
          <w:rFonts w:ascii="Times New Roman" w:hAnsi="Times New Roman"/>
          <w:sz w:val="24"/>
          <w:szCs w:val="24"/>
          <w:lang w:val="ru-RU"/>
        </w:rPr>
        <w:t>0259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D8007B" w:rsidRPr="00AF51DA" w:rsidRDefault="00D8007B" w:rsidP="006A7EA3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           1.18.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Кушнірик Володимир</w:t>
      </w:r>
      <w:r>
        <w:rPr>
          <w:rFonts w:ascii="Times New Roman" w:hAnsi="Times New Roman"/>
          <w:b/>
          <w:bCs/>
          <w:sz w:val="24"/>
          <w:szCs w:val="24"/>
        </w:rPr>
        <w:t>і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Адольф</w:t>
      </w:r>
      <w:r>
        <w:rPr>
          <w:rFonts w:ascii="Times New Roman" w:hAnsi="Times New Roman"/>
          <w:b/>
          <w:bCs/>
          <w:sz w:val="24"/>
          <w:szCs w:val="24"/>
        </w:rPr>
        <w:t>івні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51DA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4720 га"/>
        </w:smartTagPr>
        <w:r w:rsidRPr="00AF51DA">
          <w:rPr>
            <w:rFonts w:ascii="Times New Roman" w:hAnsi="Times New Roman"/>
            <w:sz w:val="24"/>
            <w:szCs w:val="24"/>
          </w:rPr>
          <w:t>0,4720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в с. Улашківці Чортківського району Тернопільської області у приватну власність, в тому числі: </w:t>
      </w:r>
    </w:p>
    <w:p w:rsidR="00D8007B" w:rsidRPr="00AF51DA" w:rsidRDefault="00D8007B" w:rsidP="006A7EA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700 га"/>
        </w:smartTagPr>
        <w:r w:rsidRPr="00AF51DA">
          <w:rPr>
            <w:rFonts w:ascii="Times New Roman" w:hAnsi="Times New Roman"/>
            <w:sz w:val="24"/>
            <w:szCs w:val="24"/>
          </w:rPr>
          <w:t>0,1700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6125588300:02:002:0260;</w:t>
      </w:r>
    </w:p>
    <w:p w:rsidR="00D8007B" w:rsidRPr="00AF51DA" w:rsidRDefault="00D8007B" w:rsidP="006A7EA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320 га"/>
        </w:smartTagPr>
        <w:r w:rsidRPr="00AF51DA">
          <w:rPr>
            <w:rFonts w:ascii="Times New Roman" w:hAnsi="Times New Roman"/>
            <w:sz w:val="24"/>
            <w:szCs w:val="24"/>
          </w:rPr>
          <w:t>0,2320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6125588300:02:002:0270;</w:t>
      </w:r>
    </w:p>
    <w:p w:rsidR="00D8007B" w:rsidRPr="00AF51DA" w:rsidRDefault="00D8007B" w:rsidP="006A7EA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700 га"/>
        </w:smartTagPr>
        <w:r w:rsidRPr="00AF51DA">
          <w:rPr>
            <w:rFonts w:ascii="Times New Roman" w:hAnsi="Times New Roman"/>
            <w:sz w:val="24"/>
            <w:szCs w:val="24"/>
          </w:rPr>
          <w:t>0,0700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6125588300:02:002:0263.</w:t>
      </w:r>
    </w:p>
    <w:p w:rsidR="00D8007B" w:rsidRPr="00AF51DA" w:rsidRDefault="00D8007B" w:rsidP="00C86B0B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1.</w:t>
      </w:r>
      <w:r w:rsidRPr="00AF51DA">
        <w:rPr>
          <w:rFonts w:ascii="Times New Roman" w:hAnsi="Times New Roman"/>
          <w:sz w:val="24"/>
          <w:szCs w:val="24"/>
          <w:lang w:val="ru-RU"/>
        </w:rPr>
        <w:t>19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Дідик Ірині Зеновіївні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545 га"/>
        </w:smartTagPr>
        <w:r w:rsidRPr="00AF51DA">
          <w:rPr>
            <w:rFonts w:ascii="Times New Roman" w:hAnsi="Times New Roman"/>
            <w:sz w:val="24"/>
            <w:szCs w:val="24"/>
          </w:rPr>
          <w:t>0,0545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Незалежності, 13 в с. Долина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C86B0B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6125589500:03:001:</w:t>
      </w:r>
      <w:r w:rsidRPr="00AF51DA">
        <w:rPr>
          <w:rFonts w:ascii="Times New Roman" w:hAnsi="Times New Roman"/>
          <w:sz w:val="24"/>
          <w:szCs w:val="24"/>
          <w:lang w:val="ru-RU"/>
        </w:rPr>
        <w:t>0063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D8007B" w:rsidRPr="00AF51DA" w:rsidRDefault="00D8007B" w:rsidP="0064697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1.</w:t>
      </w:r>
      <w:r w:rsidRPr="00AF51DA">
        <w:rPr>
          <w:rFonts w:ascii="Times New Roman" w:hAnsi="Times New Roman"/>
          <w:sz w:val="24"/>
          <w:szCs w:val="24"/>
          <w:lang w:val="ru-RU"/>
        </w:rPr>
        <w:t>20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Гаврищук Марії Володимирівні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939 га"/>
        </w:smartTagPr>
        <w:r w:rsidRPr="00AF51DA">
          <w:rPr>
            <w:rFonts w:ascii="Times New Roman" w:hAnsi="Times New Roman"/>
            <w:sz w:val="24"/>
            <w:szCs w:val="24"/>
          </w:rPr>
          <w:t>0,0939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Заводська, 9 в с-щі Нагірянка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64697E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6125585900:02:003:</w:t>
      </w:r>
      <w:r w:rsidRPr="00AF51DA">
        <w:rPr>
          <w:rFonts w:ascii="Times New Roman" w:hAnsi="Times New Roman"/>
          <w:sz w:val="24"/>
          <w:szCs w:val="24"/>
          <w:lang w:val="ru-RU"/>
        </w:rPr>
        <w:t>1587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D8007B" w:rsidRPr="00AF51DA" w:rsidRDefault="00D8007B" w:rsidP="00BB5157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            1.21.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Сапіщук Христині Сергіївні </w:t>
      </w:r>
      <w:r w:rsidRPr="00AF51DA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4720 га"/>
        </w:smartTagPr>
        <w:r w:rsidRPr="00AF51DA">
          <w:rPr>
            <w:rFonts w:ascii="Times New Roman" w:hAnsi="Times New Roman"/>
            <w:sz w:val="24"/>
            <w:szCs w:val="24"/>
          </w:rPr>
          <w:t>0,4720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Т. Шевченка в с. Улашківці Чортківського району Тернопільської області у приватну власність, в тому числі: </w:t>
      </w:r>
    </w:p>
    <w:p w:rsidR="00D8007B" w:rsidRPr="00AF51DA" w:rsidRDefault="00D8007B" w:rsidP="00BB515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150 га"/>
        </w:smartTagPr>
        <w:r w:rsidRPr="00AF51DA">
          <w:rPr>
            <w:rFonts w:ascii="Times New Roman" w:hAnsi="Times New Roman"/>
            <w:sz w:val="24"/>
            <w:szCs w:val="24"/>
          </w:rPr>
          <w:t>0,3150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6125588300:02:001:3753.</w:t>
      </w:r>
    </w:p>
    <w:p w:rsidR="00D8007B" w:rsidRPr="00AF51DA" w:rsidRDefault="00D8007B" w:rsidP="00BB515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1.</w:t>
      </w:r>
      <w:r w:rsidRPr="00AF51DA">
        <w:rPr>
          <w:rFonts w:ascii="Times New Roman" w:hAnsi="Times New Roman"/>
          <w:sz w:val="24"/>
          <w:szCs w:val="24"/>
          <w:lang w:val="ru-RU"/>
        </w:rPr>
        <w:t>22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Сапіщук Христині Сергіївні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0,2500 га по вул. Т. Шевченка, 29 в с. Улашківці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BB5157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6125588300:02:001:</w:t>
      </w:r>
      <w:r w:rsidRPr="00AF51DA">
        <w:rPr>
          <w:rFonts w:ascii="Times New Roman" w:hAnsi="Times New Roman"/>
          <w:sz w:val="24"/>
          <w:szCs w:val="24"/>
          <w:lang w:val="ru-RU"/>
        </w:rPr>
        <w:t>3752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D8007B" w:rsidRPr="00AF51DA" w:rsidRDefault="00D8007B" w:rsidP="002963A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1.</w:t>
      </w:r>
      <w:r w:rsidRPr="00AF51DA">
        <w:rPr>
          <w:rFonts w:ascii="Times New Roman" w:hAnsi="Times New Roman"/>
          <w:sz w:val="24"/>
          <w:szCs w:val="24"/>
          <w:lang w:val="ru-RU"/>
        </w:rPr>
        <w:t>23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Іванків Ользі Дмитрівні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0,1154 га по вул. Зелена, 41 в с. Долина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2963A3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6125589500:03:001:</w:t>
      </w:r>
      <w:r w:rsidRPr="00AF51DA">
        <w:rPr>
          <w:rFonts w:ascii="Times New Roman" w:hAnsi="Times New Roman"/>
          <w:sz w:val="24"/>
          <w:szCs w:val="24"/>
          <w:lang w:val="ru-RU"/>
        </w:rPr>
        <w:t>0076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D8007B" w:rsidRPr="00AF51DA" w:rsidRDefault="00D8007B" w:rsidP="007C1AC6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           1.24.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Голуб Галині Іванівні </w:t>
      </w:r>
      <w:r w:rsidRPr="00AF51DA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0,3100 га в с. Сосулівка Чортківського району Тернопільської області у приватну власність, в тому числі: </w:t>
      </w:r>
    </w:p>
    <w:p w:rsidR="00D8007B" w:rsidRPr="00AF51DA" w:rsidRDefault="00D8007B" w:rsidP="007C1A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- 0,0775 га - кадастровий  номер: 6125587500:02:001:0167;</w:t>
      </w:r>
    </w:p>
    <w:p w:rsidR="00D8007B" w:rsidRPr="00AF51DA" w:rsidRDefault="00D8007B" w:rsidP="007C1A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- 0,1343 га - кадастровий  номер: 6125587500:02:001:0168;</w:t>
      </w:r>
    </w:p>
    <w:p w:rsidR="00D8007B" w:rsidRPr="00AF51DA" w:rsidRDefault="00D8007B" w:rsidP="007C1A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- 0,0982 га - кадастровий  номер: 6125587500:02:001:0169.</w:t>
      </w:r>
    </w:p>
    <w:p w:rsidR="00D8007B" w:rsidRPr="00AF51DA" w:rsidRDefault="00D8007B" w:rsidP="00FB566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1.</w:t>
      </w:r>
      <w:r w:rsidRPr="00AF51DA">
        <w:rPr>
          <w:rFonts w:ascii="Times New Roman" w:hAnsi="Times New Roman"/>
          <w:sz w:val="24"/>
          <w:szCs w:val="24"/>
          <w:lang w:val="ru-RU"/>
        </w:rPr>
        <w:t>25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Голуб Галині Іванівні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0,0600 га по вул. Франка І., 26 в с. Сосулівка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FB5667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6125587500:02:001:</w:t>
      </w:r>
      <w:r w:rsidRPr="00AF51DA">
        <w:rPr>
          <w:rFonts w:ascii="Times New Roman" w:hAnsi="Times New Roman"/>
          <w:sz w:val="24"/>
          <w:szCs w:val="24"/>
          <w:lang w:val="ru-RU"/>
        </w:rPr>
        <w:t>0170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D8007B" w:rsidRPr="00AF51DA" w:rsidRDefault="00D8007B" w:rsidP="00F5448A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1.</w:t>
      </w:r>
      <w:r w:rsidRPr="00AF51DA">
        <w:rPr>
          <w:rFonts w:ascii="Times New Roman" w:hAnsi="Times New Roman"/>
          <w:sz w:val="24"/>
          <w:szCs w:val="24"/>
          <w:lang w:val="ru-RU"/>
        </w:rPr>
        <w:t>26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Бурка Ігорю Васильовичу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0,0660 га по вул. Шкільна, 27 в с. Ягільниця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F5448A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6125589800:02:001:</w:t>
      </w:r>
      <w:r w:rsidRPr="00AF51DA">
        <w:rPr>
          <w:rFonts w:ascii="Times New Roman" w:hAnsi="Times New Roman"/>
          <w:sz w:val="24"/>
          <w:szCs w:val="24"/>
          <w:lang w:val="ru-RU"/>
        </w:rPr>
        <w:t>0045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D8007B" w:rsidRPr="00AF51DA" w:rsidRDefault="00D8007B" w:rsidP="00F5448A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1.</w:t>
      </w:r>
      <w:r w:rsidRPr="00AF51DA">
        <w:rPr>
          <w:rFonts w:ascii="Times New Roman" w:hAnsi="Times New Roman"/>
          <w:sz w:val="24"/>
          <w:szCs w:val="24"/>
          <w:lang w:val="ru-RU"/>
        </w:rPr>
        <w:t>27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Іконяк Вірі Богданівні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0,0795 га по вул. Заготівельна, 8 в с. Ягільниця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D8007B" w:rsidRPr="00AF51DA" w:rsidRDefault="00D8007B" w:rsidP="00F5448A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6125589800:02:001:</w:t>
      </w:r>
      <w:r w:rsidRPr="00AF51DA">
        <w:rPr>
          <w:rFonts w:ascii="Times New Roman" w:hAnsi="Times New Roman"/>
          <w:sz w:val="24"/>
          <w:szCs w:val="24"/>
          <w:lang w:val="ru-RU"/>
        </w:rPr>
        <w:t>2770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D8007B" w:rsidRDefault="00D8007B" w:rsidP="002963A3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8007B" w:rsidRPr="00D10137" w:rsidRDefault="00D8007B" w:rsidP="0023044C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2675C5">
        <w:rPr>
          <w:rFonts w:ascii="Times New Roman" w:hAnsi="Times New Roman"/>
          <w:b/>
          <w:sz w:val="24"/>
          <w:szCs w:val="24"/>
        </w:rPr>
        <w:t>2.</w:t>
      </w:r>
      <w:r w:rsidRPr="002675C5">
        <w:rPr>
          <w:rFonts w:ascii="Times New Roman" w:hAnsi="Times New Roman"/>
          <w:sz w:val="24"/>
          <w:szCs w:val="24"/>
        </w:rPr>
        <w:t xml:space="preserve"> Зареєструвати речове право на земельну ділянку у встановленому законодавством порядку.</w:t>
      </w:r>
    </w:p>
    <w:p w:rsidR="00D8007B" w:rsidRPr="00D10137" w:rsidRDefault="00D8007B" w:rsidP="002304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0137">
        <w:rPr>
          <w:rFonts w:ascii="Times New Roman" w:hAnsi="Times New Roman"/>
          <w:b/>
          <w:sz w:val="24"/>
          <w:szCs w:val="24"/>
        </w:rPr>
        <w:t xml:space="preserve">3. </w:t>
      </w:r>
      <w:r w:rsidRPr="00D10137">
        <w:rPr>
          <w:rFonts w:ascii="Times New Roman" w:hAnsi="Times New Roman"/>
          <w:sz w:val="24"/>
          <w:szCs w:val="24"/>
        </w:rPr>
        <w:t>В</w:t>
      </w:r>
      <w:r w:rsidRPr="00D10137">
        <w:rPr>
          <w:rFonts w:ascii="Times New Roman" w:hAnsi="Times New Roman"/>
          <w:sz w:val="24"/>
          <w:szCs w:val="24"/>
          <w:lang w:val="uk-UA"/>
        </w:rPr>
        <w:t>икористовувати</w:t>
      </w:r>
      <w:r w:rsidRPr="00D10137">
        <w:rPr>
          <w:rFonts w:ascii="Times New Roman" w:hAnsi="Times New Roman"/>
          <w:sz w:val="24"/>
          <w:szCs w:val="24"/>
        </w:rPr>
        <w:t xml:space="preserve"> земельні ділянки відповідно до вимог чинного законодавст</w:t>
      </w:r>
      <w:r w:rsidRPr="00D10137">
        <w:rPr>
          <w:rFonts w:ascii="Times New Roman" w:hAnsi="Times New Roman"/>
          <w:sz w:val="24"/>
          <w:szCs w:val="24"/>
          <w:lang w:val="uk-UA"/>
        </w:rPr>
        <w:t>ва</w:t>
      </w:r>
      <w:r w:rsidRPr="00D10137">
        <w:rPr>
          <w:rFonts w:ascii="Times New Roman" w:hAnsi="Times New Roman"/>
          <w:sz w:val="24"/>
          <w:szCs w:val="24"/>
        </w:rPr>
        <w:t>.</w:t>
      </w:r>
    </w:p>
    <w:p w:rsidR="00D8007B" w:rsidRPr="00D10137" w:rsidRDefault="00D8007B" w:rsidP="002304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0137">
        <w:rPr>
          <w:rFonts w:ascii="Times New Roman" w:hAnsi="Times New Roman"/>
          <w:b/>
          <w:sz w:val="24"/>
          <w:szCs w:val="24"/>
        </w:rPr>
        <w:t>4.</w:t>
      </w:r>
      <w:r w:rsidRPr="00D10137">
        <w:rPr>
          <w:rFonts w:ascii="Times New Roman" w:hAnsi="Times New Roman"/>
          <w:sz w:val="24"/>
          <w:szCs w:val="24"/>
        </w:rPr>
        <w:t xml:space="preserve">  Копію рішення направити  заявнику.</w:t>
      </w:r>
    </w:p>
    <w:p w:rsidR="00D8007B" w:rsidRDefault="00D8007B" w:rsidP="0023044C">
      <w:pPr>
        <w:jc w:val="both"/>
        <w:rPr>
          <w:rFonts w:ascii="Times New Roman" w:hAnsi="Times New Roman"/>
          <w:sz w:val="24"/>
          <w:szCs w:val="24"/>
        </w:rPr>
      </w:pPr>
      <w:r w:rsidRPr="00D10137">
        <w:rPr>
          <w:rFonts w:ascii="Times New Roman" w:hAnsi="Times New Roman"/>
          <w:b/>
          <w:sz w:val="24"/>
          <w:szCs w:val="24"/>
        </w:rPr>
        <w:t xml:space="preserve">5. </w:t>
      </w:r>
      <w:r w:rsidRPr="00D1013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D10137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D8007B" w:rsidRPr="00D10137" w:rsidRDefault="00D8007B" w:rsidP="0023044C">
      <w:pPr>
        <w:jc w:val="both"/>
        <w:rPr>
          <w:rFonts w:ascii="Times New Roman" w:hAnsi="Times New Roman"/>
          <w:sz w:val="24"/>
          <w:szCs w:val="24"/>
        </w:rPr>
      </w:pPr>
    </w:p>
    <w:p w:rsidR="00D8007B" w:rsidRDefault="00D8007B" w:rsidP="0023044C">
      <w:pPr>
        <w:jc w:val="both"/>
        <w:rPr>
          <w:rFonts w:ascii="Times New Roman" w:hAnsi="Times New Roman"/>
          <w:sz w:val="24"/>
          <w:szCs w:val="24"/>
        </w:rPr>
      </w:pPr>
      <w:r w:rsidRPr="00D10137">
        <w:rPr>
          <w:rFonts w:ascii="Times New Roman" w:hAnsi="Times New Roman"/>
          <w:sz w:val="24"/>
          <w:szCs w:val="24"/>
        </w:rPr>
        <w:t xml:space="preserve">Нагірянський сільський голова                                      </w:t>
      </w:r>
      <w:r>
        <w:rPr>
          <w:rFonts w:ascii="Times New Roman" w:hAnsi="Times New Roman"/>
          <w:sz w:val="24"/>
          <w:szCs w:val="24"/>
        </w:rPr>
        <w:t xml:space="preserve">Ігор КІНДРАТ          </w:t>
      </w:r>
    </w:p>
    <w:p w:rsidR="00D8007B" w:rsidRDefault="00D8007B" w:rsidP="0023044C">
      <w:pPr>
        <w:jc w:val="both"/>
        <w:rPr>
          <w:rFonts w:ascii="Times New Roman" w:hAnsi="Times New Roman"/>
          <w:sz w:val="24"/>
          <w:szCs w:val="24"/>
        </w:rPr>
      </w:pPr>
    </w:p>
    <w:p w:rsidR="00D8007B" w:rsidRDefault="00D8007B" w:rsidP="0023044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Йосип ЗІБРІВСЬКИЙ </w:t>
      </w:r>
    </w:p>
    <w:p w:rsidR="00D8007B" w:rsidRDefault="00D8007B" w:rsidP="0023044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Любомир ХОМ’ЯК</w:t>
      </w:r>
    </w:p>
    <w:p w:rsidR="00D8007B" w:rsidRDefault="00D8007B" w:rsidP="0023044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Оксана КОВАЛЬЧУК</w:t>
      </w:r>
    </w:p>
    <w:p w:rsidR="00D8007B" w:rsidRDefault="00D8007B" w:rsidP="0023044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Віталій БРОЩАК </w:t>
      </w:r>
    </w:p>
    <w:p w:rsidR="00D8007B" w:rsidRDefault="00D8007B" w:rsidP="0023044C">
      <w:pPr>
        <w:rPr>
          <w:lang w:val="uk-UA"/>
        </w:rPr>
      </w:pPr>
    </w:p>
    <w:p w:rsidR="00D8007B" w:rsidRDefault="00D8007B" w:rsidP="0023044C">
      <w:pPr>
        <w:rPr>
          <w:lang w:val="uk-UA"/>
        </w:rPr>
      </w:pPr>
    </w:p>
    <w:p w:rsidR="00D8007B" w:rsidRPr="0016415B" w:rsidRDefault="00D8007B" w:rsidP="0023044C">
      <w:pPr>
        <w:rPr>
          <w:lang w:val="uk-UA"/>
        </w:rPr>
      </w:pPr>
    </w:p>
    <w:p w:rsidR="00D8007B" w:rsidRPr="0023044C" w:rsidRDefault="00D8007B">
      <w:pPr>
        <w:rPr>
          <w:lang w:val="uk-UA"/>
        </w:rPr>
      </w:pPr>
    </w:p>
    <w:sectPr w:rsidR="00D8007B" w:rsidRPr="0023044C" w:rsidSect="00452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1D0"/>
    <w:rsid w:val="00000099"/>
    <w:rsid w:val="00103BDE"/>
    <w:rsid w:val="00146748"/>
    <w:rsid w:val="00151243"/>
    <w:rsid w:val="0016415B"/>
    <w:rsid w:val="0016560C"/>
    <w:rsid w:val="00196BB4"/>
    <w:rsid w:val="001D0601"/>
    <w:rsid w:val="001F7876"/>
    <w:rsid w:val="0023044C"/>
    <w:rsid w:val="00263487"/>
    <w:rsid w:val="002675C5"/>
    <w:rsid w:val="002963A3"/>
    <w:rsid w:val="002B04EA"/>
    <w:rsid w:val="002C59A6"/>
    <w:rsid w:val="003E5A44"/>
    <w:rsid w:val="00436849"/>
    <w:rsid w:val="00452D86"/>
    <w:rsid w:val="004D2CEF"/>
    <w:rsid w:val="00512125"/>
    <w:rsid w:val="005221FF"/>
    <w:rsid w:val="005807BF"/>
    <w:rsid w:val="005B06B8"/>
    <w:rsid w:val="006102D5"/>
    <w:rsid w:val="00637193"/>
    <w:rsid w:val="00646905"/>
    <w:rsid w:val="0064697E"/>
    <w:rsid w:val="00646E6C"/>
    <w:rsid w:val="006A7EA3"/>
    <w:rsid w:val="006D289E"/>
    <w:rsid w:val="007018EB"/>
    <w:rsid w:val="007112C8"/>
    <w:rsid w:val="0071184D"/>
    <w:rsid w:val="007C1AC6"/>
    <w:rsid w:val="00815B8C"/>
    <w:rsid w:val="00817D9B"/>
    <w:rsid w:val="00887D31"/>
    <w:rsid w:val="009328F7"/>
    <w:rsid w:val="00962919"/>
    <w:rsid w:val="00AF51DA"/>
    <w:rsid w:val="00B20E03"/>
    <w:rsid w:val="00B50E36"/>
    <w:rsid w:val="00B801D0"/>
    <w:rsid w:val="00BB5157"/>
    <w:rsid w:val="00C06E43"/>
    <w:rsid w:val="00C86B0B"/>
    <w:rsid w:val="00D10137"/>
    <w:rsid w:val="00D22B08"/>
    <w:rsid w:val="00D23F3D"/>
    <w:rsid w:val="00D32355"/>
    <w:rsid w:val="00D620A7"/>
    <w:rsid w:val="00D8007B"/>
    <w:rsid w:val="00DB6BFD"/>
    <w:rsid w:val="00DD067A"/>
    <w:rsid w:val="00DD22D2"/>
    <w:rsid w:val="00E23982"/>
    <w:rsid w:val="00E24EC3"/>
    <w:rsid w:val="00E77AC1"/>
    <w:rsid w:val="00EE6227"/>
    <w:rsid w:val="00F5448A"/>
    <w:rsid w:val="00F83A90"/>
    <w:rsid w:val="00FA3991"/>
    <w:rsid w:val="00FB5667"/>
    <w:rsid w:val="00FF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44C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23044C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343</TotalTime>
  <Pages>4</Pages>
  <Words>1580</Words>
  <Characters>9006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28</cp:revision>
  <cp:lastPrinted>2021-11-17T09:14:00Z</cp:lastPrinted>
  <dcterms:created xsi:type="dcterms:W3CDTF">2021-11-12T12:01:00Z</dcterms:created>
  <dcterms:modified xsi:type="dcterms:W3CDTF">2021-11-17T09:16:00Z</dcterms:modified>
</cp:coreProperties>
</file>