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84" w:rsidRPr="009E02DF" w:rsidRDefault="00F27A84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Pr="009E02DF" w:rsidRDefault="00F27A84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1351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F27A84" w:rsidRPr="00E1638F" w:rsidRDefault="00F27A84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9E02DF">
        <w:rPr>
          <w:rFonts w:ascii="Times New Roman" w:hAnsi="Times New Roman"/>
          <w:sz w:val="24"/>
          <w:szCs w:val="24"/>
          <w:lang w:eastAsia="ru-RU"/>
        </w:rPr>
        <w:t xml:space="preserve"> С</w:t>
      </w:r>
      <w:r>
        <w:rPr>
          <w:rFonts w:ascii="Times New Roman" w:hAnsi="Times New Roman"/>
          <w:sz w:val="24"/>
          <w:szCs w:val="24"/>
          <w:lang w:val="uk-UA" w:eastAsia="ru-RU"/>
        </w:rPr>
        <w:t>ІЛЬСЬКА РАДА</w:t>
      </w:r>
    </w:p>
    <w:p w:rsidR="00F27A84" w:rsidRPr="009E02DF" w:rsidRDefault="00F27A84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E02DF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27A84" w:rsidRPr="009E02DF" w:rsidRDefault="00F27A84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F27A84" w:rsidRPr="009E02DF" w:rsidRDefault="00F27A84" w:rsidP="00522E38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ДВАНАДЦЯТА СЕСІЯ</w:t>
      </w:r>
    </w:p>
    <w:p w:rsidR="00F27A84" w:rsidRPr="009E02DF" w:rsidRDefault="00F27A84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F27A84" w:rsidRPr="009E02DF" w:rsidRDefault="00F27A84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07 жовтня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9E02DF">
        <w:rPr>
          <w:rFonts w:ascii="Times New Roman" w:hAnsi="Times New Roman"/>
          <w:sz w:val="24"/>
          <w:szCs w:val="24"/>
          <w:lang w:eastAsia="ru-RU"/>
        </w:rPr>
        <w:t xml:space="preserve"> року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</w:t>
      </w:r>
      <w:r w:rsidRPr="009E02DF">
        <w:rPr>
          <w:rFonts w:ascii="Times New Roman" w:hAnsi="Times New Roman"/>
          <w:sz w:val="24"/>
          <w:szCs w:val="24"/>
          <w:lang w:eastAsia="ru-RU"/>
        </w:rPr>
        <w:t xml:space="preserve">    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531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F27A84" w:rsidRPr="009E02DF" w:rsidRDefault="00F27A84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F27A84" w:rsidRPr="009E02DF" w:rsidRDefault="00F27A84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Pr="009E02DF" w:rsidRDefault="00F27A84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відмову у наданні дозволу на виготовлення </w:t>
      </w:r>
    </w:p>
    <w:p w:rsidR="00F27A84" w:rsidRPr="009E02DF" w:rsidRDefault="00F27A84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технічної документації із землеустрою, щодо </w:t>
      </w:r>
    </w:p>
    <w:p w:rsidR="00F27A84" w:rsidRPr="009E02DF" w:rsidRDefault="00F27A84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встановлення (відновлення) меж земельних</w:t>
      </w:r>
    </w:p>
    <w:p w:rsidR="00F27A84" w:rsidRPr="009E02DF" w:rsidRDefault="00F27A84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ділянок в натурі ( на місцевості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)</w:t>
      </w:r>
    </w:p>
    <w:p w:rsidR="00F27A84" w:rsidRPr="009E02DF" w:rsidRDefault="00F27A84" w:rsidP="001D048E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27A84" w:rsidRPr="009E02DF" w:rsidRDefault="00F27A84" w:rsidP="001D048E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Розглянувши заяву гр. Кононюк Світлани Михайлівни про надання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для ведення особистого селянського господарства, керуючись ст. 26, 33 Закону України «Про місцеве самоврядування в Україні», ст.55 Закону України «Про землеустрій»,      ст. 12, 33, 116, 118, 120, 121, Земельного кодексу України</w:t>
      </w:r>
      <w:r w:rsidRPr="009E02DF">
        <w:rPr>
          <w:rFonts w:ascii="Times New Roman" w:hAnsi="Times New Roman"/>
          <w:sz w:val="24"/>
          <w:szCs w:val="24"/>
          <w:lang w:val="uk-UA"/>
        </w:rPr>
        <w:t xml:space="preserve"> та враховуючи рекомендації</w:t>
      </w:r>
      <w:r w:rsidRPr="009E02DF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9E02DF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сільська ради</w:t>
      </w:r>
    </w:p>
    <w:p w:rsidR="00F27A84" w:rsidRPr="009E02DF" w:rsidRDefault="00F27A84" w:rsidP="001D048E">
      <w:pPr>
        <w:spacing w:after="0" w:line="276" w:lineRule="auto"/>
        <w:ind w:left="-142" w:right="-28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F27A84" w:rsidRPr="009E02DF" w:rsidRDefault="00F27A84" w:rsidP="00522E3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F27A84" w:rsidRPr="009E02DF" w:rsidRDefault="00F27A84" w:rsidP="00522E3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27A84" w:rsidRDefault="00F27A84" w:rsidP="004A327D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Відмовити гр.</w:t>
      </w:r>
      <w:r w:rsidRPr="009E02D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Кононюк Світлані Михайлівні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у наданні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Заболотівка Чортківського району Тернопільської області на підставі п. 1, п. 2 ст. 120</w:t>
      </w: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F27A84" w:rsidRDefault="00F27A84" w:rsidP="004A327D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Дане рішення направити</w:t>
      </w:r>
      <w:bookmarkStart w:id="0" w:name="_GoBack"/>
      <w:bookmarkEnd w:id="0"/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заявнику.</w:t>
      </w:r>
    </w:p>
    <w:p w:rsidR="00F27A84" w:rsidRPr="004A327D" w:rsidRDefault="00F27A84" w:rsidP="004A327D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</w:t>
      </w:r>
      <w:r w:rsidRPr="00E1638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містобудування, земельних відносин та сталого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27A84" w:rsidRDefault="00F27A84" w:rsidP="00E1638F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Default="00F27A84" w:rsidP="00E1638F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Default="00F27A84" w:rsidP="00E1638F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Default="00F27A84" w:rsidP="00E1638F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27A84" w:rsidRPr="009E02DF" w:rsidRDefault="00F27A84" w:rsidP="00E1638F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Нагірянський сільський голова                                                                 Ігор КІНДРАТ   </w:t>
      </w:r>
    </w:p>
    <w:p w:rsidR="00F27A84" w:rsidRPr="009E02DF" w:rsidRDefault="00F27A84" w:rsidP="001D048E">
      <w:pPr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</w:p>
    <w:p w:rsidR="00F27A84" w:rsidRPr="009E02DF" w:rsidRDefault="00F27A84">
      <w:pPr>
        <w:rPr>
          <w:rFonts w:ascii="Times New Roman" w:hAnsi="Times New Roman"/>
          <w:sz w:val="24"/>
          <w:szCs w:val="24"/>
          <w:lang w:val="uk-UA"/>
        </w:rPr>
      </w:pPr>
    </w:p>
    <w:p w:rsidR="00F27A84" w:rsidRDefault="00F27A84">
      <w:pPr>
        <w:rPr>
          <w:rFonts w:ascii="Times New Roman" w:hAnsi="Times New Roman"/>
          <w:sz w:val="24"/>
          <w:szCs w:val="24"/>
          <w:lang w:val="uk-UA"/>
        </w:rPr>
      </w:pPr>
    </w:p>
    <w:p w:rsidR="00F27A84" w:rsidRDefault="00F27A84">
      <w:pPr>
        <w:rPr>
          <w:rFonts w:ascii="Times New Roman" w:hAnsi="Times New Roman"/>
          <w:sz w:val="24"/>
          <w:szCs w:val="24"/>
          <w:lang w:val="uk-UA"/>
        </w:rPr>
      </w:pPr>
    </w:p>
    <w:p w:rsidR="00F27A84" w:rsidRPr="009E02DF" w:rsidRDefault="00F27A84">
      <w:pPr>
        <w:rPr>
          <w:rFonts w:ascii="Times New Roman" w:hAnsi="Times New Roman"/>
          <w:sz w:val="24"/>
          <w:szCs w:val="24"/>
          <w:lang w:val="uk-UA"/>
        </w:rPr>
      </w:pPr>
    </w:p>
    <w:p w:rsidR="00F27A84" w:rsidRPr="009E02DF" w:rsidRDefault="00F27A84">
      <w:pPr>
        <w:rPr>
          <w:rFonts w:ascii="Times New Roman" w:hAnsi="Times New Roman"/>
          <w:sz w:val="24"/>
          <w:szCs w:val="24"/>
          <w:lang w:val="uk-UA"/>
        </w:rPr>
      </w:pPr>
    </w:p>
    <w:sectPr w:rsidR="00F27A84" w:rsidRPr="009E02DF" w:rsidSect="009E02D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EF0"/>
    <w:rsid w:val="00012A28"/>
    <w:rsid w:val="000728DA"/>
    <w:rsid w:val="000D095D"/>
    <w:rsid w:val="001B1A84"/>
    <w:rsid w:val="001D048E"/>
    <w:rsid w:val="001F388A"/>
    <w:rsid w:val="002B378B"/>
    <w:rsid w:val="002B503C"/>
    <w:rsid w:val="0036042B"/>
    <w:rsid w:val="00482234"/>
    <w:rsid w:val="004A327D"/>
    <w:rsid w:val="004A480E"/>
    <w:rsid w:val="00503E24"/>
    <w:rsid w:val="00520066"/>
    <w:rsid w:val="00522E38"/>
    <w:rsid w:val="005459A1"/>
    <w:rsid w:val="00562CC5"/>
    <w:rsid w:val="005E2568"/>
    <w:rsid w:val="005E2D04"/>
    <w:rsid w:val="005F28EF"/>
    <w:rsid w:val="00645EF2"/>
    <w:rsid w:val="006F3473"/>
    <w:rsid w:val="00702EF0"/>
    <w:rsid w:val="0071351E"/>
    <w:rsid w:val="007B137B"/>
    <w:rsid w:val="008246ED"/>
    <w:rsid w:val="0084659E"/>
    <w:rsid w:val="00874CBB"/>
    <w:rsid w:val="008A565F"/>
    <w:rsid w:val="008C2E4E"/>
    <w:rsid w:val="00951AB3"/>
    <w:rsid w:val="009724EB"/>
    <w:rsid w:val="009E02DF"/>
    <w:rsid w:val="00A00166"/>
    <w:rsid w:val="00A27EAE"/>
    <w:rsid w:val="00A5447F"/>
    <w:rsid w:val="00A93BAF"/>
    <w:rsid w:val="00AA7A78"/>
    <w:rsid w:val="00AC39DD"/>
    <w:rsid w:val="00B07565"/>
    <w:rsid w:val="00B770D4"/>
    <w:rsid w:val="00BC5667"/>
    <w:rsid w:val="00C138CD"/>
    <w:rsid w:val="00C2260C"/>
    <w:rsid w:val="00C94274"/>
    <w:rsid w:val="00CA7270"/>
    <w:rsid w:val="00CD5E1C"/>
    <w:rsid w:val="00D4582D"/>
    <w:rsid w:val="00DF14EA"/>
    <w:rsid w:val="00E1638F"/>
    <w:rsid w:val="00E20EA2"/>
    <w:rsid w:val="00E442F2"/>
    <w:rsid w:val="00E86537"/>
    <w:rsid w:val="00E92F7C"/>
    <w:rsid w:val="00EC2D51"/>
    <w:rsid w:val="00F20DD3"/>
    <w:rsid w:val="00F27A84"/>
    <w:rsid w:val="00F9019E"/>
    <w:rsid w:val="00FD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8E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03E2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7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1</Pages>
  <Words>249</Words>
  <Characters>1423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30</cp:revision>
  <cp:lastPrinted>2021-10-07T11:08:00Z</cp:lastPrinted>
  <dcterms:created xsi:type="dcterms:W3CDTF">2021-03-31T05:41:00Z</dcterms:created>
  <dcterms:modified xsi:type="dcterms:W3CDTF">2021-10-18T12:01:00Z</dcterms:modified>
</cp:coreProperties>
</file>