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B5" w:rsidRDefault="007255B5" w:rsidP="005F52BB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</w:p>
    <w:p w:rsidR="007255B5" w:rsidRDefault="007255B5" w:rsidP="005F52BB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7255B5" w:rsidRPr="00BE08BA" w:rsidRDefault="007255B5" w:rsidP="005F52BB">
      <w:pPr>
        <w:pStyle w:val="1"/>
        <w:jc w:val="right"/>
        <w:rPr>
          <w:noProof/>
        </w:rPr>
      </w:pPr>
      <w:r w:rsidRPr="00BE08BA">
        <w:rPr>
          <w:rFonts w:ascii="Times New Roman" w:hAnsi="Times New Roman"/>
          <w:sz w:val="24"/>
          <w:szCs w:val="24"/>
        </w:rPr>
        <w:t>ПРОЄКТ</w:t>
      </w:r>
    </w:p>
    <w:p w:rsidR="007255B5" w:rsidRPr="00BE08BA" w:rsidRDefault="007255B5" w:rsidP="005F52BB">
      <w:pPr>
        <w:ind w:right="-5"/>
        <w:jc w:val="both"/>
        <w:rPr>
          <w:lang w:val="uk-UA"/>
        </w:rPr>
      </w:pPr>
    </w:p>
    <w:p w:rsidR="007255B5" w:rsidRPr="00BE08BA" w:rsidRDefault="007255B5" w:rsidP="005F52BB">
      <w:pPr>
        <w:ind w:right="-5"/>
        <w:jc w:val="both"/>
        <w:rPr>
          <w:lang w:val="uk-UA"/>
        </w:rPr>
      </w:pPr>
    </w:p>
    <w:p w:rsidR="007255B5" w:rsidRPr="00BE08BA" w:rsidRDefault="007255B5" w:rsidP="005F52BB">
      <w:pPr>
        <w:tabs>
          <w:tab w:val="left" w:pos="3900"/>
        </w:tabs>
        <w:spacing w:line="276" w:lineRule="auto"/>
        <w:jc w:val="center"/>
      </w:pPr>
      <w:r w:rsidRPr="00830F9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E08BA">
        <w:t xml:space="preserve"> </w:t>
      </w:r>
    </w:p>
    <w:p w:rsidR="007255B5" w:rsidRPr="00BE08BA" w:rsidRDefault="007255B5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7255B5" w:rsidRPr="00BE08BA" w:rsidRDefault="007255B5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eastAsia="ru-RU"/>
        </w:rPr>
        <w:t xml:space="preserve">НАГІРЯНСЬКА </w:t>
      </w:r>
      <w:r w:rsidRPr="00BE08BA">
        <w:rPr>
          <w:lang w:eastAsia="ru-RU"/>
        </w:rPr>
        <w:tab/>
        <w:t xml:space="preserve"> С І Л Ь С Ь К А   Р А Д А</w:t>
      </w:r>
    </w:p>
    <w:p w:rsidR="007255B5" w:rsidRPr="00BE08BA" w:rsidRDefault="007255B5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E08BA">
        <w:rPr>
          <w:lang w:eastAsia="ru-RU"/>
        </w:rPr>
        <w:t>ЧОРТКІВСЬКОГО РАЙОНУ ТЕРНОПІЛЬСЬКОЇ ОБЛАСТІ</w:t>
      </w:r>
    </w:p>
    <w:p w:rsidR="007255B5" w:rsidRPr="00BE08BA" w:rsidRDefault="007255B5" w:rsidP="005F52BB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ВОСЬМЕ СКЛИКАННЯ</w:t>
      </w:r>
    </w:p>
    <w:p w:rsidR="007255B5" w:rsidRPr="00A94FF4" w:rsidRDefault="007255B5" w:rsidP="00BE08BA">
      <w:pPr>
        <w:spacing w:line="276" w:lineRule="auto"/>
        <w:jc w:val="center"/>
        <w:outlineLvl w:val="0"/>
        <w:rPr>
          <w:lang w:eastAsia="ru-RU"/>
        </w:rPr>
      </w:pPr>
      <w:r w:rsidRPr="00BE08BA">
        <w:rPr>
          <w:lang w:val="uk-UA" w:eastAsia="ru-RU"/>
        </w:rPr>
        <w:t>ДВАНАДЦЯТА  СЕСІЯ</w:t>
      </w:r>
    </w:p>
    <w:p w:rsidR="007255B5" w:rsidRPr="00BE08BA" w:rsidRDefault="007255B5" w:rsidP="005F52BB">
      <w:pPr>
        <w:spacing w:line="276" w:lineRule="auto"/>
        <w:jc w:val="center"/>
        <w:outlineLvl w:val="0"/>
        <w:rPr>
          <w:lang w:val="uk-UA" w:eastAsia="ru-RU"/>
        </w:rPr>
      </w:pPr>
      <w:r w:rsidRPr="00BE08BA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BE08BA">
        <w:rPr>
          <w:lang w:val="uk-UA" w:eastAsia="ru-RU"/>
        </w:rPr>
        <w:t xml:space="preserve"> </w:t>
      </w:r>
    </w:p>
    <w:p w:rsidR="007255B5" w:rsidRPr="00BE08BA" w:rsidRDefault="007255B5" w:rsidP="005F52BB">
      <w:pPr>
        <w:outlineLvl w:val="0"/>
        <w:rPr>
          <w:lang w:val="uk-UA" w:eastAsia="en-US"/>
        </w:rPr>
      </w:pPr>
      <w:r w:rsidRPr="00BE08BA">
        <w:rPr>
          <w:lang w:val="uk-UA" w:eastAsia="ru-RU"/>
        </w:rPr>
        <w:t xml:space="preserve"> </w:t>
      </w:r>
      <w:r w:rsidRPr="00BE08BA">
        <w:rPr>
          <w:lang w:val="uk-UA"/>
        </w:rPr>
        <w:t xml:space="preserve"> __ ______________ 2021</w:t>
      </w:r>
      <w:r w:rsidRPr="00BE08BA">
        <w:t xml:space="preserve"> року                                                                </w:t>
      </w:r>
      <w:r w:rsidRPr="00BE08BA">
        <w:rPr>
          <w:lang w:val="uk-UA"/>
        </w:rPr>
        <w:t xml:space="preserve">   </w:t>
      </w:r>
      <w:r w:rsidRPr="00BE08BA">
        <w:t xml:space="preserve">  №</w:t>
      </w:r>
      <w:r w:rsidRPr="00BE08BA">
        <w:rPr>
          <w:lang w:val="uk-UA"/>
        </w:rPr>
        <w:t xml:space="preserve"> ________ </w:t>
      </w:r>
    </w:p>
    <w:p w:rsidR="007255B5" w:rsidRPr="00BE08BA" w:rsidRDefault="007255B5" w:rsidP="005F52BB">
      <w:pPr>
        <w:outlineLvl w:val="0"/>
        <w:rPr>
          <w:lang w:val="uk-UA"/>
        </w:rPr>
      </w:pPr>
      <w:r w:rsidRPr="00BE08BA">
        <w:rPr>
          <w:lang w:val="uk-UA"/>
        </w:rPr>
        <w:t xml:space="preserve">    с-ще Нагірянка</w:t>
      </w:r>
    </w:p>
    <w:p w:rsidR="007255B5" w:rsidRPr="003311D4" w:rsidRDefault="007255B5" w:rsidP="005F52BB">
      <w:pPr>
        <w:spacing w:line="276" w:lineRule="auto"/>
        <w:outlineLvl w:val="0"/>
        <w:rPr>
          <w:b/>
          <w:lang w:val="uk-UA" w:eastAsia="ru-RU"/>
        </w:rPr>
      </w:pPr>
    </w:p>
    <w:p w:rsidR="007255B5" w:rsidRPr="003311D4" w:rsidRDefault="007255B5" w:rsidP="005F52BB">
      <w:pPr>
        <w:spacing w:line="276" w:lineRule="auto"/>
        <w:outlineLvl w:val="0"/>
        <w:rPr>
          <w:b/>
          <w:lang w:val="uk-UA" w:eastAsia="ru-RU"/>
        </w:rPr>
      </w:pPr>
    </w:p>
    <w:p w:rsidR="007255B5" w:rsidRPr="00BE08BA" w:rsidRDefault="007255B5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7255B5" w:rsidRPr="00BE08BA" w:rsidRDefault="007255B5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7255B5" w:rsidRPr="00BE08BA" w:rsidRDefault="007255B5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громадянам у приватну власність </w:t>
      </w:r>
    </w:p>
    <w:p w:rsidR="007255B5" w:rsidRPr="00BE08BA" w:rsidRDefault="007255B5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E08BA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7255B5" w:rsidRPr="003311D4" w:rsidRDefault="007255B5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7255B5" w:rsidRPr="003311D4" w:rsidRDefault="007255B5" w:rsidP="00BE08BA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3311D4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</w:t>
      </w:r>
      <w:r>
        <w:rPr>
          <w:lang w:val="uk-UA"/>
        </w:rPr>
        <w:t>сцеве самоврядування в Україні»</w:t>
      </w:r>
      <w:r w:rsidRPr="003311D4">
        <w:rPr>
          <w:lang w:val="uk-UA"/>
        </w:rPr>
        <w:t xml:space="preserve"> та враховуючи рекомендації</w:t>
      </w:r>
      <w:r w:rsidRPr="003311D4">
        <w:rPr>
          <w:bdr w:val="none" w:sz="0" w:space="0" w:color="auto" w:frame="1"/>
          <w:lang w:val="uk-UA"/>
        </w:rPr>
        <w:t xml:space="preserve"> постійної комісії з питань </w:t>
      </w:r>
      <w:r w:rsidRPr="003311D4">
        <w:rPr>
          <w:lang w:val="uk-UA"/>
        </w:rPr>
        <w:t>містобудування, земельних відносин та сталого розвитку, сільська рада</w:t>
      </w:r>
    </w:p>
    <w:p w:rsidR="007255B5" w:rsidRPr="003311D4" w:rsidRDefault="007255B5" w:rsidP="005F52BB">
      <w:pPr>
        <w:ind w:right="-5"/>
        <w:rPr>
          <w:b/>
          <w:lang w:val="uk-UA"/>
        </w:rPr>
      </w:pPr>
    </w:p>
    <w:p w:rsidR="007255B5" w:rsidRPr="003311D4" w:rsidRDefault="007255B5" w:rsidP="005F52BB">
      <w:pPr>
        <w:ind w:right="-5"/>
        <w:rPr>
          <w:b/>
          <w:lang w:val="uk-UA"/>
        </w:rPr>
      </w:pPr>
      <w:r w:rsidRPr="003311D4">
        <w:rPr>
          <w:b/>
          <w:lang w:val="uk-UA"/>
        </w:rPr>
        <w:t>ВИРІШИЛА:</w:t>
      </w:r>
    </w:p>
    <w:p w:rsidR="007255B5" w:rsidRPr="003311D4" w:rsidRDefault="007255B5" w:rsidP="001E27BF">
      <w:pPr>
        <w:spacing w:line="100" w:lineRule="atLeast"/>
        <w:jc w:val="both"/>
        <w:rPr>
          <w:lang w:val="uk-UA"/>
        </w:rPr>
      </w:pPr>
    </w:p>
    <w:p w:rsidR="007255B5" w:rsidRPr="003311D4" w:rsidRDefault="007255B5" w:rsidP="001E27B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</w:t>
      </w:r>
      <w:r w:rsidRPr="00BE08BA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Вербіцькій Оксані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 га"/>
        </w:smartTagPr>
        <w:r w:rsidRPr="003311D4">
          <w:rPr>
            <w:spacing w:val="-12"/>
            <w:lang w:val="uk-UA"/>
          </w:rPr>
          <w:t>0,10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6B61C4">
      <w:pPr>
        <w:spacing w:line="100" w:lineRule="atLeast"/>
        <w:jc w:val="both"/>
        <w:rPr>
          <w:lang w:val="uk-UA"/>
        </w:rPr>
      </w:pPr>
      <w:r w:rsidRPr="003311D4">
        <w:rPr>
          <w:lang w:val="uk-UA"/>
        </w:rPr>
        <w:t xml:space="preserve">    </w:t>
      </w:r>
      <w:r w:rsidRPr="00BE08BA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Басістому Василю Михайловичу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500 га"/>
        </w:smartTagPr>
        <w:r w:rsidRPr="003311D4">
          <w:rPr>
            <w:spacing w:val="-12"/>
            <w:lang w:val="uk-UA"/>
          </w:rPr>
          <w:t>0,5500 га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31339D">
      <w:pPr>
        <w:spacing w:line="100" w:lineRule="atLeast"/>
        <w:jc w:val="both"/>
        <w:rPr>
          <w:lang w:val="uk-UA"/>
        </w:rPr>
      </w:pPr>
      <w:r w:rsidRPr="00BE08BA">
        <w:rPr>
          <w:b/>
          <w:lang w:val="uk-UA"/>
        </w:rPr>
        <w:t xml:space="preserve">     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Солтису Івану Володимировичу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710 га"/>
        </w:smartTagPr>
        <w:r w:rsidRPr="003311D4">
          <w:rPr>
            <w:spacing w:val="-12"/>
            <w:lang w:val="uk-UA"/>
          </w:rPr>
          <w:t>0,4710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500 га"/>
        </w:smartTagPr>
        <w:r w:rsidRPr="003311D4">
          <w:rPr>
            <w:spacing w:val="-12"/>
            <w:lang w:val="uk-UA"/>
          </w:rPr>
          <w:t>0,2500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10 га"/>
        </w:smartTagPr>
        <w:r w:rsidRPr="003311D4">
          <w:rPr>
            <w:spacing w:val="-12"/>
            <w:lang w:val="uk-UA"/>
          </w:rPr>
          <w:t>0,2210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31339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Солтису Петру Івановичу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100 га"/>
        </w:smartTagPr>
        <w:r w:rsidRPr="003311D4">
          <w:rPr>
            <w:spacing w:val="-12"/>
            <w:lang w:val="uk-UA"/>
          </w:rPr>
          <w:t>0,3100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701E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Сас Галині Йосипівні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480 га"/>
        </w:smartTagPr>
        <w:r w:rsidRPr="003311D4">
          <w:rPr>
            <w:spacing w:val="-12"/>
            <w:lang w:val="uk-UA"/>
          </w:rPr>
          <w:t>0,8480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575 га"/>
        </w:smartTagPr>
        <w:r w:rsidRPr="003311D4">
          <w:rPr>
            <w:spacing w:val="-12"/>
            <w:lang w:val="uk-UA"/>
          </w:rPr>
          <w:t>0,1575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800 га"/>
        </w:smartTagPr>
        <w:r w:rsidRPr="003311D4">
          <w:rPr>
            <w:spacing w:val="-12"/>
            <w:lang w:val="uk-UA"/>
          </w:rPr>
          <w:t>0,3800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105 га"/>
        </w:smartTagPr>
        <w:r w:rsidRPr="003311D4">
          <w:rPr>
            <w:spacing w:val="-12"/>
            <w:lang w:val="uk-UA"/>
          </w:rPr>
          <w:t>0,3105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B1640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</w:t>
      </w:r>
      <w:r w:rsidRPr="00BE08BA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Дерій Володимиру Антоновичу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10 га"/>
        </w:smartTagPr>
        <w:r w:rsidRPr="003311D4">
          <w:rPr>
            <w:spacing w:val="-12"/>
            <w:lang w:val="uk-UA"/>
          </w:rPr>
          <w:t>0,2610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DC461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</w:t>
      </w:r>
      <w:r w:rsidRPr="00BE08BA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Чередник Сергію Васильовичу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00 га"/>
        </w:smartTagPr>
        <w:r w:rsidRPr="003311D4">
          <w:rPr>
            <w:spacing w:val="-12"/>
            <w:lang w:val="uk-UA"/>
          </w:rPr>
          <w:t>0,4800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71174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8.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Катеринюк Галині Богданівні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200 га"/>
        </w:smartTagPr>
        <w:r w:rsidRPr="003311D4">
          <w:rPr>
            <w:spacing w:val="-12"/>
            <w:lang w:val="uk-UA"/>
          </w:rPr>
          <w:t>0,6200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4000 га"/>
        </w:smartTagPr>
        <w:r w:rsidRPr="003311D4">
          <w:rPr>
            <w:spacing w:val="-12"/>
            <w:lang w:val="uk-UA"/>
          </w:rPr>
          <w:t>0,4000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00 га"/>
        </w:smartTagPr>
        <w:r w:rsidRPr="003311D4">
          <w:rPr>
            <w:spacing w:val="-12"/>
            <w:lang w:val="uk-UA"/>
          </w:rPr>
          <w:t>0,2200 га</w:t>
        </w:r>
      </w:smartTag>
      <w:r w:rsidRPr="003311D4">
        <w:rPr>
          <w:spacing w:val="-12"/>
          <w:lang w:val="uk-UA"/>
        </w:rPr>
        <w:t xml:space="preserve">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3E26AB">
      <w:pPr>
        <w:spacing w:line="100" w:lineRule="atLeast"/>
        <w:jc w:val="both"/>
        <w:rPr>
          <w:lang w:val="uk-UA"/>
        </w:rPr>
      </w:pPr>
      <w:r w:rsidRPr="00BE08BA">
        <w:rPr>
          <w:b/>
          <w:lang w:val="uk-UA"/>
        </w:rPr>
        <w:t xml:space="preserve">     9.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Іліщук Ользі Степанівні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700 га"/>
        </w:smartTagPr>
        <w:r w:rsidRPr="003311D4">
          <w:rPr>
            <w:spacing w:val="-12"/>
            <w:lang w:val="uk-UA"/>
          </w:rPr>
          <w:t>0,7700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700 га"/>
        </w:smartTagPr>
        <w:r w:rsidRPr="003311D4">
          <w:rPr>
            <w:spacing w:val="-12"/>
            <w:lang w:val="uk-UA"/>
          </w:rPr>
          <w:t>0,0700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500 га"/>
        </w:smartTagPr>
        <w:r w:rsidRPr="003311D4">
          <w:rPr>
            <w:spacing w:val="-12"/>
            <w:lang w:val="uk-UA"/>
          </w:rPr>
          <w:t>0,2500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073D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</w:t>
      </w:r>
      <w:r w:rsidRPr="00BE08BA">
        <w:rPr>
          <w:b/>
          <w:lang w:val="uk-UA"/>
        </w:rPr>
        <w:t>10.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Сторожук Ігорю Степановичу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00 га"/>
        </w:smartTagPr>
        <w:r w:rsidRPr="003311D4">
          <w:rPr>
            <w:spacing w:val="-12"/>
            <w:lang w:val="uk-UA"/>
          </w:rPr>
          <w:t>0,2000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3684A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</w:t>
      </w:r>
      <w:r w:rsidRPr="00BE08BA">
        <w:rPr>
          <w:b/>
          <w:lang w:val="uk-UA"/>
        </w:rPr>
        <w:t>11.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Чайковській Оксані Петрівні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348 га"/>
        </w:smartTagPr>
        <w:r w:rsidRPr="003311D4">
          <w:rPr>
            <w:spacing w:val="-12"/>
            <w:lang w:val="uk-UA"/>
          </w:rPr>
          <w:t>0,1348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3684A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</w:t>
      </w:r>
      <w:r w:rsidRPr="00BE08BA">
        <w:rPr>
          <w:b/>
          <w:lang w:val="uk-UA"/>
        </w:rPr>
        <w:t>12.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Чайковському Ярославу Вікторовичу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744 га"/>
        </w:smartTagPr>
        <w:r w:rsidRPr="003311D4">
          <w:rPr>
            <w:spacing w:val="-12"/>
            <w:lang w:val="uk-UA"/>
          </w:rPr>
          <w:t>0,2744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5639D0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Осух Лідія Ігорівна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83 га"/>
        </w:smartTagPr>
        <w:r w:rsidRPr="003311D4">
          <w:rPr>
            <w:spacing w:val="-12"/>
            <w:lang w:val="uk-UA"/>
          </w:rPr>
          <w:t>0,4983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3311D4">
          <w:rPr>
            <w:spacing w:val="-12"/>
            <w:lang w:val="uk-UA"/>
          </w:rPr>
          <w:t>0,1000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0983 га"/>
        </w:smartTagPr>
        <w:r w:rsidRPr="003311D4">
          <w:rPr>
            <w:spacing w:val="-12"/>
            <w:lang w:val="uk-UA"/>
          </w:rPr>
          <w:t>0,0983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20A6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Багрій Степан Антонович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200 га"/>
        </w:smartTagPr>
        <w:r w:rsidRPr="003311D4">
          <w:rPr>
            <w:spacing w:val="-12"/>
            <w:lang w:val="uk-UA"/>
          </w:rPr>
          <w:t>0,4200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000 га"/>
        </w:smartTagPr>
        <w:r w:rsidRPr="003311D4">
          <w:rPr>
            <w:spacing w:val="-12"/>
            <w:lang w:val="uk-UA"/>
          </w:rPr>
          <w:t>0,2000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200 га"/>
        </w:smartTagPr>
        <w:r w:rsidRPr="003311D4">
          <w:rPr>
            <w:spacing w:val="-12"/>
            <w:lang w:val="uk-UA"/>
          </w:rPr>
          <w:t>0,2200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1D275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BE08BA">
        <w:rPr>
          <w:b/>
          <w:lang w:val="uk-UA"/>
        </w:rPr>
        <w:t>15.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Вівчарик Марії Броніславівні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00 га"/>
        </w:smartTagPr>
        <w:r w:rsidRPr="003311D4">
          <w:rPr>
            <w:spacing w:val="-12"/>
            <w:lang w:val="uk-UA"/>
          </w:rPr>
          <w:t>0,6000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000 га"/>
        </w:smartTagPr>
        <w:r w:rsidRPr="003311D4">
          <w:rPr>
            <w:spacing w:val="-12"/>
            <w:lang w:val="uk-UA"/>
          </w:rPr>
          <w:t>0,3000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30 га"/>
        </w:smartTagPr>
        <w:r w:rsidRPr="003311D4">
          <w:rPr>
            <w:spacing w:val="-12"/>
            <w:lang w:val="uk-UA"/>
          </w:rPr>
          <w:t>0,1530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500 га"/>
        </w:smartTagPr>
        <w:r w:rsidRPr="003311D4">
          <w:rPr>
            <w:spacing w:val="-12"/>
            <w:lang w:val="uk-UA"/>
          </w:rPr>
          <w:t>0,1500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0C758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Глова Юрію Івановичу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43 га"/>
        </w:smartTagPr>
        <w:r w:rsidRPr="003311D4">
          <w:rPr>
            <w:spacing w:val="-12"/>
            <w:lang w:val="uk-UA"/>
          </w:rPr>
          <w:t>1,43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1,30 га"/>
        </w:smartTagPr>
        <w:r w:rsidRPr="003311D4">
          <w:rPr>
            <w:spacing w:val="-12"/>
            <w:lang w:val="uk-UA"/>
          </w:rPr>
          <w:t>1,30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300 га"/>
        </w:smartTagPr>
        <w:r w:rsidRPr="003311D4">
          <w:rPr>
            <w:spacing w:val="-12"/>
            <w:lang w:val="uk-UA"/>
          </w:rPr>
          <w:t>0,1300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A168E2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</w:t>
      </w:r>
      <w:r w:rsidRPr="00BE08BA">
        <w:rPr>
          <w:b/>
          <w:lang w:val="uk-UA"/>
        </w:rPr>
        <w:t>17.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Півцьо Тетяні Володимирівні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61 га"/>
        </w:smartTagPr>
        <w:r w:rsidRPr="003311D4">
          <w:rPr>
            <w:spacing w:val="-12"/>
            <w:lang w:val="uk-UA"/>
          </w:rPr>
          <w:t>1,0061</w:t>
        </w:r>
        <w:r w:rsidRPr="003311D4">
          <w:rPr>
            <w:spacing w:val="-12"/>
            <w:shd w:val="clear" w:color="auto" w:fill="FFFFFF"/>
            <w:lang w:val="uk-UA"/>
          </w:rPr>
          <w:t xml:space="preserve"> г</w:t>
        </w:r>
        <w:r w:rsidRPr="003311D4">
          <w:rPr>
            <w:spacing w:val="-12"/>
            <w:lang w:val="uk-UA"/>
          </w:rPr>
          <w:t>а</w:t>
        </w:r>
      </w:smartTag>
      <w:r w:rsidRPr="003311D4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579 га"/>
        </w:smartTagPr>
        <w:r w:rsidRPr="003311D4">
          <w:rPr>
            <w:spacing w:val="-12"/>
            <w:lang w:val="uk-UA"/>
          </w:rPr>
          <w:t>0,1579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429 га"/>
        </w:smartTagPr>
        <w:r w:rsidRPr="003311D4">
          <w:rPr>
            <w:spacing w:val="-12"/>
            <w:lang w:val="uk-UA"/>
          </w:rPr>
          <w:t>0,1429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46 га"/>
        </w:smartTagPr>
        <w:r w:rsidRPr="003311D4">
          <w:rPr>
            <w:spacing w:val="-12"/>
            <w:lang w:val="uk-UA"/>
          </w:rPr>
          <w:t>0,1546 га</w:t>
        </w:r>
      </w:smartTag>
      <w:r w:rsidRPr="003311D4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04 га"/>
        </w:smartTagPr>
        <w:r w:rsidRPr="003311D4">
          <w:rPr>
            <w:spacing w:val="-12"/>
            <w:lang w:val="uk-UA"/>
          </w:rPr>
          <w:t>0,1504 га</w:t>
        </w:r>
      </w:smartTag>
      <w:r w:rsidRPr="003311D4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4003 га"/>
        </w:smartTagPr>
        <w:r w:rsidRPr="003311D4">
          <w:rPr>
            <w:spacing w:val="-12"/>
            <w:lang w:val="uk-UA"/>
          </w:rPr>
          <w:t>0,4003 га</w:t>
        </w:r>
      </w:smartTag>
      <w:r w:rsidRPr="003311D4">
        <w:rPr>
          <w:spacing w:val="-12"/>
          <w:lang w:val="uk-UA"/>
        </w:rPr>
        <w:t xml:space="preserve">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селищі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32084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BE08BA">
        <w:rPr>
          <w:b/>
          <w:lang w:val="uk-UA"/>
        </w:rPr>
        <w:t>18.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Протасевич Христині Орестівні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0,8591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0,3300 га, 0,2580 га та 0,2711 га,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31139C">
      <w:pPr>
        <w:spacing w:line="100" w:lineRule="atLeast"/>
        <w:jc w:val="both"/>
        <w:rPr>
          <w:lang w:val="uk-UA"/>
        </w:rPr>
      </w:pPr>
      <w:r w:rsidRPr="003311D4">
        <w:rPr>
          <w:lang w:val="uk-UA"/>
        </w:rPr>
        <w:t xml:space="preserve">        </w:t>
      </w:r>
      <w:r w:rsidRPr="00BE08BA">
        <w:rPr>
          <w:b/>
          <w:lang w:val="uk-UA"/>
        </w:rPr>
        <w:t>19.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Бойко Петру Адамовичу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0,5867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0,2000 га та 0,3867 га,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25110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E08BA">
        <w:rPr>
          <w:b/>
          <w:lang w:val="uk-UA"/>
        </w:rPr>
        <w:t>20.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Львівському Богдану Васильовичу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0,3500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9A1F5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BE08BA">
        <w:rPr>
          <w:b/>
          <w:lang w:val="uk-UA"/>
        </w:rPr>
        <w:t>21.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Якубів Лесі Василівні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0,67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0,32 га та 0,35 га,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0A6E7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BE08BA">
        <w:rPr>
          <w:b/>
          <w:lang w:val="uk-UA"/>
        </w:rPr>
        <w:t>22.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Тупісь Надії Антонівні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0,20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BB355F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23.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Фучило Ользі Іванівні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1,35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Нагірянка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CD7750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24.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Прудиус Марії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0,60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9A1F5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BE08BA">
        <w:rPr>
          <w:b/>
          <w:lang w:val="uk-UA"/>
        </w:rPr>
        <w:t>25.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Вербіцькій Оксані Миколаївні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0,10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4D3AC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BE08BA">
        <w:rPr>
          <w:b/>
          <w:lang w:val="uk-UA"/>
        </w:rPr>
        <w:t>26.</w:t>
      </w:r>
      <w:r>
        <w:rPr>
          <w:lang w:val="uk-UA"/>
        </w:rPr>
        <w:t xml:space="preserve"> </w:t>
      </w:r>
      <w:r w:rsidRPr="003311D4">
        <w:rPr>
          <w:lang w:val="uk-UA"/>
        </w:rPr>
        <w:t xml:space="preserve">Надати дозвіл </w:t>
      </w:r>
      <w:r w:rsidRPr="003311D4">
        <w:rPr>
          <w:b/>
          <w:lang w:val="uk-UA"/>
        </w:rPr>
        <w:t>Судя Віталію Ігоровичу</w:t>
      </w:r>
      <w:r w:rsidRPr="003311D4">
        <w:rPr>
          <w:b/>
          <w:bCs/>
          <w:spacing w:val="-12"/>
          <w:lang w:val="uk-UA"/>
        </w:rPr>
        <w:t xml:space="preserve"> </w:t>
      </w:r>
      <w:r w:rsidRPr="003311D4">
        <w:rPr>
          <w:spacing w:val="-12"/>
          <w:lang w:val="uk-UA"/>
        </w:rPr>
        <w:t>на розроблення проекту землеустрою щодо відведення земельної ділянки орієнтовною площею 0,9330</w:t>
      </w:r>
      <w:r w:rsidRPr="003311D4">
        <w:rPr>
          <w:spacing w:val="-12"/>
          <w:shd w:val="clear" w:color="auto" w:fill="FFFFFF"/>
          <w:lang w:val="uk-UA"/>
        </w:rPr>
        <w:t xml:space="preserve"> г</w:t>
      </w:r>
      <w:r w:rsidRPr="003311D4">
        <w:rPr>
          <w:spacing w:val="-12"/>
          <w:lang w:val="uk-UA"/>
        </w:rPr>
        <w:t xml:space="preserve">а, в тому числі: 0,0620  га, 0,3013 га, 0,3000 га, 0,1683 га та 0,1014 га,   у приватну власність </w:t>
      </w:r>
      <w:r w:rsidRPr="003311D4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</w:t>
      </w:r>
      <w:bookmarkStart w:id="0" w:name="_GoBack"/>
      <w:bookmarkEnd w:id="0"/>
      <w:r w:rsidRPr="003311D4">
        <w:rPr>
          <w:bCs/>
          <w:spacing w:val="-12"/>
          <w:lang w:val="uk-UA"/>
        </w:rPr>
        <w:t>ону Тернопільської області (</w:t>
      </w:r>
      <w:r w:rsidRPr="003311D4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7255B5" w:rsidRPr="003311D4" w:rsidRDefault="007255B5" w:rsidP="009A1F53">
      <w:pPr>
        <w:spacing w:line="100" w:lineRule="atLeast"/>
        <w:jc w:val="both"/>
        <w:rPr>
          <w:lang w:val="uk-UA"/>
        </w:rPr>
      </w:pPr>
    </w:p>
    <w:p w:rsidR="007255B5" w:rsidRPr="003311D4" w:rsidRDefault="007255B5" w:rsidP="005F52BB">
      <w:pPr>
        <w:tabs>
          <w:tab w:val="left" w:pos="705"/>
        </w:tabs>
        <w:jc w:val="both"/>
        <w:rPr>
          <w:lang w:val="uk-UA"/>
        </w:rPr>
      </w:pPr>
      <w:r w:rsidRPr="003311D4"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7255B5" w:rsidRPr="003311D4" w:rsidRDefault="007255B5" w:rsidP="005F52BB">
      <w:pPr>
        <w:jc w:val="both"/>
        <w:rPr>
          <w:lang w:val="uk-UA"/>
        </w:rPr>
      </w:pPr>
      <w:r w:rsidRPr="003311D4">
        <w:rPr>
          <w:lang w:val="uk-UA"/>
        </w:rPr>
        <w:tab/>
        <w:t>3.Копію рішення направити заявнику.</w:t>
      </w:r>
    </w:p>
    <w:p w:rsidR="007255B5" w:rsidRPr="003311D4" w:rsidRDefault="007255B5" w:rsidP="005F52BB">
      <w:pPr>
        <w:spacing w:line="276" w:lineRule="auto"/>
        <w:jc w:val="both"/>
        <w:rPr>
          <w:lang w:val="uk-UA" w:eastAsia="ru-RU"/>
        </w:rPr>
      </w:pPr>
      <w:r w:rsidRPr="003311D4"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7255B5" w:rsidRPr="003311D4" w:rsidRDefault="007255B5" w:rsidP="005F52BB">
      <w:pPr>
        <w:jc w:val="both"/>
        <w:rPr>
          <w:lang w:val="uk-UA"/>
        </w:rPr>
      </w:pPr>
    </w:p>
    <w:p w:rsidR="007255B5" w:rsidRPr="003311D4" w:rsidRDefault="007255B5" w:rsidP="005F52BB">
      <w:pPr>
        <w:rPr>
          <w:rFonts w:ascii="Calibri" w:hAnsi="Calibri"/>
          <w:lang w:val="uk-UA" w:eastAsia="en-US"/>
        </w:rPr>
      </w:pPr>
      <w:r w:rsidRPr="003311D4">
        <w:rPr>
          <w:lang w:val="uk-UA"/>
        </w:rPr>
        <w:tab/>
      </w:r>
      <w:r w:rsidRPr="003311D4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 w:eastAsia="ru-RU"/>
        </w:rPr>
      </w:pPr>
    </w:p>
    <w:p w:rsidR="007255B5" w:rsidRPr="003311D4" w:rsidRDefault="007255B5" w:rsidP="005F52BB">
      <w:pPr>
        <w:rPr>
          <w:lang w:val="uk-UA"/>
        </w:rPr>
      </w:pPr>
      <w:r w:rsidRPr="003311D4">
        <w:rPr>
          <w:lang w:val="uk-UA"/>
        </w:rPr>
        <w:t>Любомир ХОМ’ЯК</w:t>
      </w: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  <w:r w:rsidRPr="003311D4">
        <w:rPr>
          <w:lang w:val="uk-UA"/>
        </w:rPr>
        <w:t>Оксана КОВАЛЬЧУК</w:t>
      </w: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  <w:r w:rsidRPr="003311D4">
        <w:rPr>
          <w:lang w:val="uk-UA"/>
        </w:rPr>
        <w:t xml:space="preserve">Віталій БРОЩАК </w:t>
      </w: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Pr="003311D4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Default="007255B5" w:rsidP="005F52BB">
      <w:pPr>
        <w:rPr>
          <w:lang w:val="uk-UA"/>
        </w:rPr>
      </w:pPr>
    </w:p>
    <w:p w:rsidR="007255B5" w:rsidRPr="005F52BB" w:rsidRDefault="007255B5">
      <w:pPr>
        <w:rPr>
          <w:lang w:val="uk-UA"/>
        </w:rPr>
      </w:pPr>
    </w:p>
    <w:sectPr w:rsidR="007255B5" w:rsidRPr="005F52BB" w:rsidSect="00A94FF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A6E73"/>
    <w:rsid w:val="000B3858"/>
    <w:rsid w:val="000C7583"/>
    <w:rsid w:val="000D203A"/>
    <w:rsid w:val="000D3BE8"/>
    <w:rsid w:val="000D4CF2"/>
    <w:rsid w:val="000D787B"/>
    <w:rsid w:val="00131446"/>
    <w:rsid w:val="00154681"/>
    <w:rsid w:val="00154CE6"/>
    <w:rsid w:val="001626F4"/>
    <w:rsid w:val="00180FF2"/>
    <w:rsid w:val="001B3195"/>
    <w:rsid w:val="001D1B46"/>
    <w:rsid w:val="001D2755"/>
    <w:rsid w:val="001D4A50"/>
    <w:rsid w:val="001E2673"/>
    <w:rsid w:val="001E27BF"/>
    <w:rsid w:val="002073D5"/>
    <w:rsid w:val="00220A66"/>
    <w:rsid w:val="0023684A"/>
    <w:rsid w:val="0025110F"/>
    <w:rsid w:val="002701E9"/>
    <w:rsid w:val="00287D87"/>
    <w:rsid w:val="003059CA"/>
    <w:rsid w:val="0031139C"/>
    <w:rsid w:val="0031339D"/>
    <w:rsid w:val="00320849"/>
    <w:rsid w:val="003311D4"/>
    <w:rsid w:val="00345B21"/>
    <w:rsid w:val="003C3272"/>
    <w:rsid w:val="003E26AB"/>
    <w:rsid w:val="0041533D"/>
    <w:rsid w:val="00440C14"/>
    <w:rsid w:val="004721A6"/>
    <w:rsid w:val="00483B90"/>
    <w:rsid w:val="004A4360"/>
    <w:rsid w:val="004D3AC6"/>
    <w:rsid w:val="004D3F08"/>
    <w:rsid w:val="004E035F"/>
    <w:rsid w:val="004E3BE8"/>
    <w:rsid w:val="00511E7B"/>
    <w:rsid w:val="00524EE3"/>
    <w:rsid w:val="005639D0"/>
    <w:rsid w:val="0059299A"/>
    <w:rsid w:val="005A2F06"/>
    <w:rsid w:val="005D6F52"/>
    <w:rsid w:val="005F52BB"/>
    <w:rsid w:val="00626CE3"/>
    <w:rsid w:val="00635EBB"/>
    <w:rsid w:val="00680AC4"/>
    <w:rsid w:val="006A23DE"/>
    <w:rsid w:val="006B61C4"/>
    <w:rsid w:val="006B730D"/>
    <w:rsid w:val="00705F69"/>
    <w:rsid w:val="0071174E"/>
    <w:rsid w:val="00712D4E"/>
    <w:rsid w:val="007255B5"/>
    <w:rsid w:val="00812CBA"/>
    <w:rsid w:val="00820A4F"/>
    <w:rsid w:val="00830F90"/>
    <w:rsid w:val="008328B5"/>
    <w:rsid w:val="0087127E"/>
    <w:rsid w:val="008C1304"/>
    <w:rsid w:val="008E51E3"/>
    <w:rsid w:val="00917E74"/>
    <w:rsid w:val="00931A8E"/>
    <w:rsid w:val="009A1F53"/>
    <w:rsid w:val="009D07A8"/>
    <w:rsid w:val="009D17CA"/>
    <w:rsid w:val="00A168E2"/>
    <w:rsid w:val="00A32569"/>
    <w:rsid w:val="00A57A81"/>
    <w:rsid w:val="00A60C18"/>
    <w:rsid w:val="00A629C9"/>
    <w:rsid w:val="00A80E10"/>
    <w:rsid w:val="00A94FF4"/>
    <w:rsid w:val="00AA66DF"/>
    <w:rsid w:val="00AD0AC6"/>
    <w:rsid w:val="00AE4718"/>
    <w:rsid w:val="00B120A8"/>
    <w:rsid w:val="00B16405"/>
    <w:rsid w:val="00B61DEF"/>
    <w:rsid w:val="00B72C11"/>
    <w:rsid w:val="00BB355F"/>
    <w:rsid w:val="00BE08BA"/>
    <w:rsid w:val="00BF32F2"/>
    <w:rsid w:val="00C02BC7"/>
    <w:rsid w:val="00C43A21"/>
    <w:rsid w:val="00CB6D19"/>
    <w:rsid w:val="00CC00B7"/>
    <w:rsid w:val="00CC44B5"/>
    <w:rsid w:val="00CD7750"/>
    <w:rsid w:val="00D30BB9"/>
    <w:rsid w:val="00DA028C"/>
    <w:rsid w:val="00DC461D"/>
    <w:rsid w:val="00DF1B38"/>
    <w:rsid w:val="00E92587"/>
    <w:rsid w:val="00E97C18"/>
    <w:rsid w:val="00EC6800"/>
    <w:rsid w:val="00F00113"/>
    <w:rsid w:val="00F43BEC"/>
    <w:rsid w:val="00FA56BB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  <w:style w:type="paragraph" w:customStyle="1" w:styleId="2">
    <w:name w:val="Без интервала2"/>
    <w:uiPriority w:val="99"/>
    <w:rsid w:val="00B72C1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4</Pages>
  <Words>1891</Words>
  <Characters>10780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87</cp:revision>
  <cp:lastPrinted>2021-10-07T08:45:00Z</cp:lastPrinted>
  <dcterms:created xsi:type="dcterms:W3CDTF">2021-05-17T14:10:00Z</dcterms:created>
  <dcterms:modified xsi:type="dcterms:W3CDTF">2021-10-07T08:45:00Z</dcterms:modified>
</cp:coreProperties>
</file>