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296" w:rsidRPr="004F2769" w:rsidRDefault="00DD2296" w:rsidP="004F2769">
      <w:pPr>
        <w:spacing w:after="120"/>
        <w:jc w:val="both"/>
        <w:rPr>
          <w:rFonts w:ascii="Times New Roman" w:hAnsi="Times New Roman"/>
          <w:b/>
          <w:i/>
          <w:sz w:val="26"/>
          <w:szCs w:val="26"/>
        </w:rPr>
      </w:pPr>
      <w:r w:rsidRPr="004F2769">
        <w:rPr>
          <w:rFonts w:ascii="Times New Roman" w:hAnsi="Times New Roman"/>
          <w:b/>
          <w:i/>
          <w:sz w:val="26"/>
          <w:szCs w:val="26"/>
        </w:rPr>
        <w:t>Павле Дмитровичу,</w:t>
      </w:r>
      <w:r>
        <w:rPr>
          <w:rFonts w:ascii="Times New Roman" w:hAnsi="Times New Roman"/>
          <w:b/>
          <w:i/>
          <w:sz w:val="26"/>
          <w:szCs w:val="26"/>
        </w:rPr>
        <w:t xml:space="preserve"> вирішили з чоловіком розлучитися</w:t>
      </w:r>
      <w:r w:rsidRPr="004F2769">
        <w:rPr>
          <w:rFonts w:ascii="Times New Roman" w:hAnsi="Times New Roman"/>
          <w:b/>
          <w:i/>
          <w:sz w:val="26"/>
          <w:szCs w:val="26"/>
        </w:rPr>
        <w:t>.</w:t>
      </w:r>
      <w:r>
        <w:rPr>
          <w:rFonts w:ascii="Times New Roman" w:hAnsi="Times New Roman"/>
          <w:b/>
          <w:i/>
          <w:sz w:val="26"/>
          <w:szCs w:val="26"/>
        </w:rPr>
        <w:t xml:space="preserve"> Маємо двох діток.</w:t>
      </w:r>
      <w:r w:rsidRPr="004F2769">
        <w:rPr>
          <w:rFonts w:ascii="Times New Roman" w:hAnsi="Times New Roman"/>
          <w:b/>
          <w:i/>
          <w:sz w:val="26"/>
          <w:szCs w:val="26"/>
        </w:rPr>
        <w:t xml:space="preserve"> Скажіть,</w:t>
      </w:r>
      <w:r>
        <w:rPr>
          <w:rFonts w:ascii="Times New Roman" w:hAnsi="Times New Roman"/>
          <w:b/>
          <w:i/>
          <w:sz w:val="26"/>
          <w:szCs w:val="26"/>
        </w:rPr>
        <w:t xml:space="preserve"> для того, щоб я могла отримувати аліменти на дітей, </w:t>
      </w:r>
      <w:r w:rsidRPr="004F2769">
        <w:rPr>
          <w:rFonts w:ascii="Times New Roman" w:hAnsi="Times New Roman"/>
          <w:b/>
          <w:i/>
          <w:sz w:val="26"/>
          <w:szCs w:val="26"/>
        </w:rPr>
        <w:t>треба звертатися до суду, чи можна</w:t>
      </w:r>
      <w:r>
        <w:rPr>
          <w:rFonts w:ascii="Times New Roman" w:hAnsi="Times New Roman"/>
          <w:b/>
          <w:i/>
          <w:sz w:val="26"/>
          <w:szCs w:val="26"/>
        </w:rPr>
        <w:t xml:space="preserve"> якось визначитися без цього</w:t>
      </w:r>
      <w:r w:rsidRPr="004F2769">
        <w:rPr>
          <w:rFonts w:ascii="Times New Roman" w:hAnsi="Times New Roman"/>
          <w:b/>
          <w:i/>
          <w:sz w:val="26"/>
          <w:szCs w:val="26"/>
        </w:rPr>
        <w:t>?</w:t>
      </w:r>
    </w:p>
    <w:p w:rsidR="00DD2296" w:rsidRPr="004F2769" w:rsidRDefault="00DD2296" w:rsidP="004F2769">
      <w:pPr>
        <w:spacing w:after="120"/>
        <w:jc w:val="right"/>
        <w:rPr>
          <w:rFonts w:ascii="Times New Roman" w:hAnsi="Times New Roman"/>
          <w:b/>
          <w:i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Ганна Іванчук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  <w:r w:rsidRPr="004F2769">
        <w:rPr>
          <w:rFonts w:ascii="Times New Roman" w:hAnsi="Times New Roman"/>
          <w:b/>
          <w:sz w:val="26"/>
          <w:szCs w:val="26"/>
        </w:rPr>
        <w:t xml:space="preserve">Що </w:t>
      </w:r>
      <w:r>
        <w:rPr>
          <w:rFonts w:ascii="Times New Roman" w:hAnsi="Times New Roman"/>
          <w:b/>
          <w:sz w:val="26"/>
          <w:szCs w:val="26"/>
        </w:rPr>
        <w:t xml:space="preserve">треба </w:t>
      </w:r>
      <w:r w:rsidRPr="004F2769">
        <w:rPr>
          <w:rFonts w:ascii="Times New Roman" w:hAnsi="Times New Roman"/>
          <w:b/>
          <w:sz w:val="26"/>
          <w:szCs w:val="26"/>
        </w:rPr>
        <w:t>зробити для в</w:t>
      </w:r>
      <w:r>
        <w:rPr>
          <w:rFonts w:ascii="Times New Roman" w:hAnsi="Times New Roman"/>
          <w:b/>
          <w:sz w:val="26"/>
          <w:szCs w:val="26"/>
        </w:rPr>
        <w:t>и</w:t>
      </w:r>
      <w:r w:rsidRPr="004F2769">
        <w:rPr>
          <w:rFonts w:ascii="Times New Roman" w:hAnsi="Times New Roman"/>
          <w:b/>
          <w:sz w:val="26"/>
          <w:szCs w:val="26"/>
        </w:rPr>
        <w:t>плати аліментів?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 xml:space="preserve">Один із батьків може подати заяву за місцем роботи, місцем виплати пенсії, стипендії про відрахування аліментів на дитину в розмірі та на строк, які визначені у цій заяві. 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Аліменти відраховуються </w:t>
      </w:r>
      <w:r w:rsidRPr="004F2769">
        <w:rPr>
          <w:rFonts w:ascii="Times New Roman" w:hAnsi="Times New Roman"/>
          <w:bCs/>
          <w:sz w:val="26"/>
          <w:szCs w:val="26"/>
        </w:rPr>
        <w:t>не пізніше триденного строку</w:t>
      </w:r>
      <w:r w:rsidRPr="004F2769">
        <w:rPr>
          <w:rFonts w:ascii="Times New Roman" w:hAnsi="Times New Roman"/>
          <w:sz w:val="26"/>
          <w:szCs w:val="26"/>
        </w:rPr>
        <w:t> від дня, встановленого для виплати заробітної плати, пенсії, стипендії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1CF2">
        <w:rPr>
          <w:rFonts w:ascii="Times New Roman" w:hAnsi="Times New Roman"/>
          <w:sz w:val="26"/>
          <w:szCs w:val="26"/>
        </w:rPr>
        <w:t>на підставі заяви одного з батьків.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На підставі заяви одного з батьків </w:t>
      </w:r>
      <w:r w:rsidRPr="004F2769">
        <w:rPr>
          <w:rFonts w:ascii="Times New Roman" w:hAnsi="Times New Roman"/>
          <w:bCs/>
          <w:sz w:val="26"/>
          <w:szCs w:val="26"/>
        </w:rPr>
        <w:t>аліменти можуть бути відраховані й тоді, коли загальна сума, яка підлягає відрахуванню на підставі заяви та виконавчих документів, перевищує половину заробітної плати, пенсії, стипендії,</w:t>
      </w:r>
      <w:r w:rsidRPr="004F2769">
        <w:rPr>
          <w:rFonts w:ascii="Times New Roman" w:hAnsi="Times New Roman"/>
          <w:sz w:val="26"/>
          <w:szCs w:val="26"/>
        </w:rPr>
        <w:t> а також якщо з нього вже стягуються аліменти на іншу дитину.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  <w:r w:rsidRPr="004F2769">
        <w:rPr>
          <w:rFonts w:ascii="Times New Roman" w:hAnsi="Times New Roman"/>
          <w:b/>
          <w:sz w:val="26"/>
          <w:szCs w:val="26"/>
        </w:rPr>
        <w:t>Чи потрібно підписувати якісь папери?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Обов’язку підписання таких паперів немає. Однак батьки мають право укласти </w:t>
      </w:r>
      <w:r w:rsidRPr="004F2769">
        <w:rPr>
          <w:rFonts w:ascii="Times New Roman" w:hAnsi="Times New Roman"/>
          <w:bCs/>
          <w:sz w:val="26"/>
          <w:szCs w:val="26"/>
        </w:rPr>
        <w:t>договір про сплату аліментів на дитину, у якому визначаються розмір та строки виплати</w:t>
      </w:r>
      <w:r w:rsidRPr="004F2769">
        <w:rPr>
          <w:rFonts w:ascii="Times New Roman" w:hAnsi="Times New Roman"/>
          <w:sz w:val="26"/>
          <w:szCs w:val="26"/>
        </w:rPr>
        <w:t>. 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bCs/>
          <w:sz w:val="26"/>
          <w:szCs w:val="26"/>
        </w:rPr>
        <w:t>Договір у</w:t>
      </w:r>
      <w:r>
        <w:rPr>
          <w:rFonts w:ascii="Times New Roman" w:hAnsi="Times New Roman"/>
          <w:bCs/>
          <w:sz w:val="26"/>
          <w:szCs w:val="26"/>
        </w:rPr>
        <w:t>кладається у письмовій формі та</w:t>
      </w:r>
      <w:r w:rsidRPr="007E66D1">
        <w:rPr>
          <w:rFonts w:ascii="Times New Roman" w:hAnsi="Times New Roman"/>
          <w:bCs/>
          <w:sz w:val="26"/>
          <w:szCs w:val="26"/>
        </w:rPr>
        <w:t xml:space="preserve">  </w:t>
      </w:r>
      <w:r w:rsidRPr="00A11CF2">
        <w:rPr>
          <w:rFonts w:ascii="Times New Roman" w:hAnsi="Times New Roman"/>
          <w:bCs/>
          <w:sz w:val="26"/>
          <w:szCs w:val="26"/>
        </w:rPr>
        <w:t>посвідчується нотаріально</w:t>
      </w:r>
      <w:r w:rsidRPr="004F2769">
        <w:rPr>
          <w:rFonts w:ascii="Times New Roman" w:hAnsi="Times New Roman"/>
          <w:bCs/>
          <w:sz w:val="26"/>
          <w:szCs w:val="26"/>
        </w:rPr>
        <w:t>.</w:t>
      </w:r>
      <w:r w:rsidRPr="004F2769">
        <w:rPr>
          <w:rFonts w:ascii="Times New Roman" w:hAnsi="Times New Roman"/>
          <w:sz w:val="26"/>
          <w:szCs w:val="26"/>
        </w:rPr>
        <w:t> 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У разі невиконання одним із батьків свого обов'язку за договором</w:t>
      </w:r>
      <w:r>
        <w:rPr>
          <w:rFonts w:ascii="Times New Roman" w:hAnsi="Times New Roman"/>
          <w:sz w:val="26"/>
          <w:szCs w:val="26"/>
        </w:rPr>
        <w:t>,</w:t>
      </w:r>
      <w:r w:rsidRPr="004F2769">
        <w:rPr>
          <w:rFonts w:ascii="Times New Roman" w:hAnsi="Times New Roman"/>
          <w:sz w:val="26"/>
          <w:szCs w:val="26"/>
        </w:rPr>
        <w:t xml:space="preserve"> аліменти з нього можуть стягуватися на підставі виконавчого напису нотаріуса.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  <w:r w:rsidRPr="004F2769">
        <w:rPr>
          <w:rFonts w:ascii="Times New Roman" w:hAnsi="Times New Roman"/>
          <w:b/>
          <w:sz w:val="26"/>
          <w:szCs w:val="26"/>
        </w:rPr>
        <w:t>У яких випадках слід звертатися до суду?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У разі немож</w:t>
      </w:r>
      <w:r>
        <w:rPr>
          <w:rFonts w:ascii="Times New Roman" w:hAnsi="Times New Roman"/>
          <w:sz w:val="26"/>
          <w:szCs w:val="26"/>
        </w:rPr>
        <w:t>ливості досягнення між батьками</w:t>
      </w:r>
      <w:r w:rsidRPr="004F2769">
        <w:rPr>
          <w:rFonts w:ascii="Times New Roman" w:hAnsi="Times New Roman"/>
          <w:sz w:val="26"/>
          <w:szCs w:val="26"/>
        </w:rPr>
        <w:t xml:space="preserve"> </w:t>
      </w:r>
      <w:r w:rsidRPr="00A11CF2">
        <w:rPr>
          <w:rFonts w:ascii="Times New Roman" w:hAnsi="Times New Roman"/>
          <w:sz w:val="26"/>
          <w:szCs w:val="26"/>
        </w:rPr>
        <w:t>домовленості</w:t>
      </w:r>
      <w:r>
        <w:rPr>
          <w:rFonts w:ascii="Times New Roman" w:hAnsi="Times New Roman"/>
          <w:sz w:val="26"/>
          <w:szCs w:val="26"/>
        </w:rPr>
        <w:t xml:space="preserve"> </w:t>
      </w:r>
      <w:r w:rsidRPr="004F2769">
        <w:rPr>
          <w:rFonts w:ascii="Times New Roman" w:hAnsi="Times New Roman"/>
          <w:sz w:val="26"/>
          <w:szCs w:val="26"/>
        </w:rPr>
        <w:t>про добровільне відрахування, кошти на утримання дитини можуть бути присуджені за рішенням суду.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  <w:r w:rsidRPr="004F2769">
        <w:rPr>
          <w:rFonts w:ascii="Times New Roman" w:hAnsi="Times New Roman"/>
          <w:b/>
          <w:sz w:val="26"/>
          <w:szCs w:val="26"/>
        </w:rPr>
        <w:t>Яким може бути розмір аліментів?</w:t>
      </w:r>
    </w:p>
    <w:p w:rsidR="00DD2296" w:rsidRPr="004F2769" w:rsidRDefault="00DD2296" w:rsidP="00C27D56">
      <w:pPr>
        <w:spacing w:after="120" w:line="360" w:lineRule="auto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Мінімальний розмір аліментів на одну дит</w:t>
      </w:r>
      <w:r>
        <w:rPr>
          <w:rFonts w:ascii="Times New Roman" w:hAnsi="Times New Roman"/>
          <w:sz w:val="26"/>
          <w:szCs w:val="26"/>
        </w:rPr>
        <w:t xml:space="preserve">ину не може бути меншим, ніж 50% </w:t>
      </w:r>
      <w:r w:rsidRPr="004F2769">
        <w:rPr>
          <w:rFonts w:ascii="Times New Roman" w:hAnsi="Times New Roman"/>
          <w:sz w:val="26"/>
          <w:szCs w:val="26"/>
        </w:rPr>
        <w:t>прожиткового мінімуму для дитини відповідного віку.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Якщо стягуються аліменти на 2 і більше дітей, суд визначає єдину частку від заробітку, яка буде стягуватися до досягнення найстаршою дитиною повноліття.</w:t>
      </w:r>
    </w:p>
    <w:p w:rsidR="00DD2296" w:rsidRPr="004F2769" w:rsidRDefault="00DD2296" w:rsidP="004F2769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Той із батьків або інших законних представників дитини, разом з яким проживає дитина, має право звернутися до суду із заявою про видачу судового наказу про стягнення аліментів у розмірі:</w:t>
      </w:r>
    </w:p>
    <w:p w:rsidR="00DD2296" w:rsidRPr="004F2769" w:rsidRDefault="00DD2296" w:rsidP="004F276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на 1 дитину – однієї чверті,</w:t>
      </w:r>
    </w:p>
    <w:p w:rsidR="00DD2296" w:rsidRPr="004F2769" w:rsidRDefault="00DD2296" w:rsidP="004F2769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на 2 дітей – однієї третини,</w:t>
      </w:r>
    </w:p>
    <w:p w:rsidR="00DD2296" w:rsidRPr="004F2769" w:rsidRDefault="00DD2296" w:rsidP="004F2769">
      <w:pPr>
        <w:numPr>
          <w:ilvl w:val="0"/>
          <w:numId w:val="3"/>
        </w:num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на 3 і більше дітей – половини заробітку платника аліментів, але не більше 10 прожиткових мінімумів на дитину відповідного віку на кожну дитину.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Суд за заявою одержувача може визначити розмір аліментів у твердій грошовій сумі.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У такому випадку розмір аліментів підлягає індексації. Індексація проводиться згідно із </w:t>
      </w:r>
      <w:hyperlink r:id="rId5" w:history="1">
        <w:r w:rsidRPr="00C27D56">
          <w:rPr>
            <w:rFonts w:ascii="Times New Roman" w:hAnsi="Times New Roman"/>
            <w:sz w:val="26"/>
            <w:szCs w:val="26"/>
          </w:rPr>
          <w:t>Законом України «Про індексацію грошових доходів населення»</w:t>
        </w:r>
      </w:hyperlink>
      <w:r w:rsidRPr="004F2769">
        <w:rPr>
          <w:rFonts w:ascii="Times New Roman" w:hAnsi="Times New Roman"/>
          <w:sz w:val="26"/>
          <w:szCs w:val="26"/>
        </w:rPr>
        <w:t>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4F2769">
        <w:rPr>
          <w:rFonts w:ascii="Times New Roman" w:hAnsi="Times New Roman"/>
          <w:sz w:val="26"/>
          <w:szCs w:val="26"/>
        </w:rPr>
        <w:t>Той із батьків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1CF2">
        <w:rPr>
          <w:rFonts w:ascii="Times New Roman" w:hAnsi="Times New Roman"/>
          <w:sz w:val="26"/>
          <w:szCs w:val="26"/>
        </w:rPr>
        <w:t>або інших законних представників дитини,</w:t>
      </w:r>
      <w:r w:rsidRPr="004F2769">
        <w:rPr>
          <w:rFonts w:ascii="Times New Roman" w:hAnsi="Times New Roman"/>
          <w:sz w:val="26"/>
          <w:szCs w:val="26"/>
        </w:rPr>
        <w:t xml:space="preserve"> разом з яким проживає дитина, </w:t>
      </w:r>
      <w:r w:rsidRPr="004F2769">
        <w:rPr>
          <w:rFonts w:ascii="Times New Roman" w:hAnsi="Times New Roman"/>
          <w:b/>
          <w:bCs/>
          <w:sz w:val="26"/>
          <w:szCs w:val="26"/>
        </w:rPr>
        <w:t>має право звернутися до суду із заявою про видачу судового наказу про стягнення аліментів у розмірі 50% прожиткового мінімуму для дитини відповідного віку.</w:t>
      </w:r>
    </w:p>
    <w:p w:rsidR="00DD2296" w:rsidRPr="004F276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 2018</w:t>
      </w:r>
      <w:r w:rsidRPr="004F2769">
        <w:rPr>
          <w:rFonts w:ascii="Times New Roman" w:hAnsi="Times New Roman"/>
          <w:sz w:val="26"/>
          <w:szCs w:val="26"/>
        </w:rPr>
        <w:t xml:space="preserve"> році прожитковий мінімум на дітей становить:</w:t>
      </w:r>
    </w:p>
    <w:tbl>
      <w:tblPr>
        <w:tblW w:w="9773" w:type="dxa"/>
        <w:tblBorders>
          <w:top w:val="single" w:sz="6" w:space="0" w:color="AAAAAA"/>
          <w:left w:val="single" w:sz="6" w:space="0" w:color="AAAAAA"/>
          <w:bottom w:val="single" w:sz="6" w:space="0" w:color="AAAAAA"/>
          <w:right w:val="single" w:sz="6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678"/>
        <w:gridCol w:w="6095"/>
      </w:tblGrid>
      <w:tr w:rsidR="00DD2296" w:rsidRPr="0002218B" w:rsidTr="005E04A2">
        <w:tc>
          <w:tcPr>
            <w:tcW w:w="3678" w:type="dxa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DD2296" w:rsidRPr="0002218B" w:rsidRDefault="00DD2296" w:rsidP="004F276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віком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до 6 років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DD2296" w:rsidRPr="0002218B" w:rsidRDefault="00DD2296" w:rsidP="004F276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з 1 січня 2018 року -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1492 гривень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D2296" w:rsidRPr="0002218B" w:rsidRDefault="00DD2296" w:rsidP="004F276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з 1 липня -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1559 гривень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D2296" w:rsidRPr="0002218B" w:rsidRDefault="00DD2296" w:rsidP="004F2769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з 1 грудня -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1626 гривні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  <w:tr w:rsidR="00DD2296" w:rsidRPr="0002218B" w:rsidTr="005E04A2">
        <w:tc>
          <w:tcPr>
            <w:tcW w:w="3678" w:type="dxa"/>
            <w:tcBorders>
              <w:top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DD2296" w:rsidRPr="0002218B" w:rsidRDefault="00DD2296" w:rsidP="004F2769">
            <w:p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віком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від 6 до 18 років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:</w:t>
            </w:r>
          </w:p>
        </w:tc>
        <w:tc>
          <w:tcPr>
            <w:tcW w:w="6095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</w:tcBorders>
            <w:shd w:val="clear" w:color="auto" w:fill="F9F9F9"/>
            <w:tcMar>
              <w:top w:w="48" w:type="dxa"/>
              <w:left w:w="96" w:type="dxa"/>
              <w:bottom w:w="48" w:type="dxa"/>
              <w:right w:w="96" w:type="dxa"/>
            </w:tcMar>
            <w:vAlign w:val="center"/>
          </w:tcPr>
          <w:p w:rsidR="00DD2296" w:rsidRPr="0002218B" w:rsidRDefault="00DD2296" w:rsidP="004F2769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з 1 січня 2018 року -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1860 гривень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D2296" w:rsidRPr="0002218B" w:rsidRDefault="00DD2296" w:rsidP="004F2769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з 1 липня -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1944 гривень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,</w:t>
            </w:r>
          </w:p>
          <w:p w:rsidR="00DD2296" w:rsidRPr="0002218B" w:rsidRDefault="00DD2296" w:rsidP="004F2769">
            <w:pPr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2218B">
              <w:rPr>
                <w:rFonts w:ascii="Times New Roman" w:hAnsi="Times New Roman"/>
                <w:sz w:val="26"/>
                <w:szCs w:val="26"/>
              </w:rPr>
              <w:t>з 1 грудня - </w:t>
            </w:r>
            <w:r w:rsidRPr="0002218B">
              <w:rPr>
                <w:rFonts w:ascii="Times New Roman" w:hAnsi="Times New Roman"/>
                <w:b/>
                <w:bCs/>
                <w:sz w:val="26"/>
                <w:szCs w:val="26"/>
              </w:rPr>
              <w:t>2027 гривень</w:t>
            </w:r>
            <w:r w:rsidRPr="0002218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DD2296" w:rsidRPr="00632D94" w:rsidRDefault="00DD2296" w:rsidP="004F2769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  <w:r w:rsidRPr="004F2769">
        <w:rPr>
          <w:rFonts w:ascii="Times New Roman" w:hAnsi="Times New Roman"/>
          <w:b/>
          <w:sz w:val="26"/>
          <w:szCs w:val="26"/>
        </w:rPr>
        <w:t xml:space="preserve">Чи є </w:t>
      </w:r>
      <w:hyperlink r:id="rId6" w:tooltip="Зміна розміру аліментів, що стягуються на утримання дитини" w:history="1">
        <w:r w:rsidRPr="004F2769">
          <w:rPr>
            <w:rFonts w:ascii="Times New Roman" w:hAnsi="Times New Roman"/>
            <w:b/>
            <w:sz w:val="26"/>
            <w:szCs w:val="26"/>
          </w:rPr>
          <w:t>можливість змінити розмір аліментів</w:t>
        </w:r>
      </w:hyperlink>
      <w:r w:rsidRPr="004F2769">
        <w:rPr>
          <w:rFonts w:ascii="Times New Roman" w:hAnsi="Times New Roman"/>
          <w:b/>
          <w:sz w:val="26"/>
          <w:szCs w:val="26"/>
        </w:rPr>
        <w:t>?</w:t>
      </w:r>
    </w:p>
    <w:p w:rsidR="00DD2296" w:rsidRPr="00632D94" w:rsidRDefault="00DD2296" w:rsidP="007E5493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632D94">
        <w:rPr>
          <w:rFonts w:ascii="Times New Roman" w:hAnsi="Times New Roman"/>
          <w:bCs/>
          <w:sz w:val="26"/>
          <w:szCs w:val="26"/>
        </w:rPr>
        <w:t>Розмір аліментів може бути згодом зменшено або збільшено за домовленістю між батьками або за рішенням суду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Pr="00632D94">
        <w:rPr>
          <w:rFonts w:ascii="Times New Roman" w:hAnsi="Times New Roman"/>
          <w:bCs/>
          <w:sz w:val="26"/>
          <w:szCs w:val="26"/>
        </w:rPr>
        <w:t>за позовом платника або одержувача аліментів</w:t>
      </w:r>
      <w:r w:rsidRPr="00632D94">
        <w:rPr>
          <w:rFonts w:ascii="Times New Roman" w:hAnsi="Times New Roman"/>
          <w:sz w:val="26"/>
          <w:szCs w:val="26"/>
        </w:rPr>
        <w:t> у разі зміни матеріального або сімейного стану, погіршення або поліпшення здоров’я когось із них.</w:t>
      </w:r>
    </w:p>
    <w:p w:rsidR="00DD2296" w:rsidRPr="00370439" w:rsidRDefault="00DD2296" w:rsidP="004F2769">
      <w:pPr>
        <w:spacing w:after="120"/>
        <w:jc w:val="both"/>
        <w:rPr>
          <w:rFonts w:ascii="Times New Roman" w:hAnsi="Times New Roman"/>
          <w:b/>
          <w:sz w:val="26"/>
          <w:szCs w:val="26"/>
        </w:rPr>
      </w:pPr>
      <w:r w:rsidRPr="00370439">
        <w:rPr>
          <w:rFonts w:ascii="Times New Roman" w:hAnsi="Times New Roman"/>
          <w:b/>
          <w:sz w:val="26"/>
          <w:szCs w:val="26"/>
        </w:rPr>
        <w:t>За яких умов можливе дострокове припинення виплати аліментів?</w:t>
      </w:r>
    </w:p>
    <w:p w:rsidR="00DD2296" w:rsidRPr="0037043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370439">
        <w:rPr>
          <w:rFonts w:ascii="Times New Roman" w:hAnsi="Times New Roman"/>
          <w:sz w:val="26"/>
          <w:szCs w:val="26"/>
        </w:rPr>
        <w:t>За домовленістю між батьками обов’язок зі сплати аліментів може бути достроково припинений шляхом укладення з дозволу органу опіки та піклування договору про припинення права на аліменти для дитини в зв’язку з передачею права власності на нерухоме майно (житловий будинок, квартиру, земельну діля</w:t>
      </w:r>
      <w:bookmarkStart w:id="0" w:name="_GoBack"/>
      <w:bookmarkEnd w:id="0"/>
      <w:r w:rsidRPr="00370439">
        <w:rPr>
          <w:rFonts w:ascii="Times New Roman" w:hAnsi="Times New Roman"/>
          <w:sz w:val="26"/>
          <w:szCs w:val="26"/>
        </w:rPr>
        <w:t>нку тощо).</w:t>
      </w:r>
    </w:p>
    <w:p w:rsidR="00DD2296" w:rsidRPr="00370439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  <w:r w:rsidRPr="00370439">
        <w:rPr>
          <w:rFonts w:ascii="Times New Roman" w:hAnsi="Times New Roman"/>
          <w:sz w:val="26"/>
          <w:szCs w:val="26"/>
        </w:rPr>
        <w:t xml:space="preserve">Такий договір нотаріально посвідчується. Право власності на нерухоме майно за таким договором виникає з моменту державної реєстрації цього права. </w:t>
      </w:r>
    </w:p>
    <w:p w:rsidR="00DD2296" w:rsidRPr="00370439" w:rsidRDefault="00DD2296" w:rsidP="002761C3">
      <w:pPr>
        <w:autoSpaceDE w:val="0"/>
        <w:autoSpaceDN w:val="0"/>
        <w:adjustRightInd w:val="0"/>
        <w:spacing w:after="160" w:line="259" w:lineRule="atLeast"/>
        <w:jc w:val="both"/>
        <w:rPr>
          <w:rFonts w:ascii="Times New Roman" w:hAnsi="Times New Roman"/>
          <w:b/>
          <w:sz w:val="26"/>
          <w:szCs w:val="26"/>
        </w:rPr>
      </w:pPr>
      <w:r w:rsidRPr="00370439">
        <w:rPr>
          <w:rFonts w:ascii="Times New Roman" w:hAnsi="Times New Roman"/>
          <w:b/>
          <w:sz w:val="26"/>
          <w:szCs w:val="26"/>
        </w:rPr>
        <w:t>Куди звертатися, щоб отримати детальну консультацію?</w:t>
      </w:r>
    </w:p>
    <w:p w:rsidR="00DD2296" w:rsidRPr="00370439" w:rsidRDefault="00DD2296" w:rsidP="00370439">
      <w:pPr>
        <w:jc w:val="both"/>
        <w:rPr>
          <w:rFonts w:ascii="Times New Roman" w:hAnsi="Times New Roman"/>
          <w:sz w:val="26"/>
          <w:szCs w:val="26"/>
          <w:lang w:val="ru-RU"/>
        </w:rPr>
      </w:pPr>
      <w:r w:rsidRPr="00370439">
        <w:rPr>
          <w:rFonts w:ascii="Times New Roman" w:hAnsi="Times New Roman"/>
          <w:sz w:val="26"/>
          <w:szCs w:val="26"/>
        </w:rPr>
        <w:t>Консультацію з цих питань Ви можете отримати у Головному територіальному управлінні юстиції у Тернопільській області за адресою: м. Тернопіль, вул. Грушевського, 8, тел. 52-22-92, 52-23-42</w:t>
      </w:r>
      <w:r>
        <w:rPr>
          <w:rFonts w:ascii="Times New Roman" w:hAnsi="Times New Roman"/>
          <w:sz w:val="26"/>
          <w:szCs w:val="26"/>
          <w:lang w:val="ru-RU"/>
        </w:rPr>
        <w:t>.</w:t>
      </w:r>
    </w:p>
    <w:p w:rsidR="00DD2296" w:rsidRPr="00632D94" w:rsidRDefault="00DD2296" w:rsidP="004F2769">
      <w:pPr>
        <w:spacing w:after="120"/>
        <w:jc w:val="both"/>
        <w:rPr>
          <w:rFonts w:ascii="Times New Roman" w:hAnsi="Times New Roman"/>
          <w:sz w:val="26"/>
          <w:szCs w:val="26"/>
        </w:rPr>
      </w:pPr>
    </w:p>
    <w:sectPr w:rsidR="00DD2296" w:rsidRPr="00632D94" w:rsidSect="004D054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C7263"/>
    <w:multiLevelType w:val="multilevel"/>
    <w:tmpl w:val="18BEA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4401380"/>
    <w:multiLevelType w:val="multilevel"/>
    <w:tmpl w:val="AD8AFE7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D045782"/>
    <w:multiLevelType w:val="multilevel"/>
    <w:tmpl w:val="C03C7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769"/>
    <w:rsid w:val="0002218B"/>
    <w:rsid w:val="000455C5"/>
    <w:rsid w:val="002504A6"/>
    <w:rsid w:val="002761C3"/>
    <w:rsid w:val="0028469C"/>
    <w:rsid w:val="002C5117"/>
    <w:rsid w:val="00317043"/>
    <w:rsid w:val="00360209"/>
    <w:rsid w:val="00370439"/>
    <w:rsid w:val="003F33D5"/>
    <w:rsid w:val="00444BC8"/>
    <w:rsid w:val="004D054A"/>
    <w:rsid w:val="004F2769"/>
    <w:rsid w:val="00515726"/>
    <w:rsid w:val="005E04A2"/>
    <w:rsid w:val="00632D94"/>
    <w:rsid w:val="007E1E8F"/>
    <w:rsid w:val="007E5493"/>
    <w:rsid w:val="007E66D1"/>
    <w:rsid w:val="0086421E"/>
    <w:rsid w:val="009C07BF"/>
    <w:rsid w:val="00A11CF2"/>
    <w:rsid w:val="00A24B7C"/>
    <w:rsid w:val="00A50A72"/>
    <w:rsid w:val="00A77B20"/>
    <w:rsid w:val="00AF3DCE"/>
    <w:rsid w:val="00B00F27"/>
    <w:rsid w:val="00B24954"/>
    <w:rsid w:val="00C2700A"/>
    <w:rsid w:val="00C27D56"/>
    <w:rsid w:val="00CC4BCB"/>
    <w:rsid w:val="00D416D1"/>
    <w:rsid w:val="00DA36A7"/>
    <w:rsid w:val="00DD2296"/>
    <w:rsid w:val="00F04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F27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4F2769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egalaid.gov.ua:8555/index.php/%D0%97%D0%BC%D1%96%D0%BD%D0%B0_%D1%80%D0%BE%D0%B7%D0%BC%D1%96%D1%80%D1%83_%D0%B0%D0%BB%D1%96%D0%BC%D0%B5%D0%BD%D1%82%D1%96%D0%B2,_%D1%89%D0%BE_%D1%81%D1%82%D1%8F%D0%B3%D1%83%D1%8E%D1%82%D1%8C%D1%81%D1%8F_%D0%BD%D0%B0_%D1%83%D1%82%D1%80%D0%B8%D0%BC%D0%B0%D0%BD%D0%BD%D1%8F_%D0%B4%D0%B8%D1%82%D0%B8%D0%BD%D0%B8" TargetMode="External"/><Relationship Id="rId5" Type="http://schemas.openxmlformats.org/officeDocument/2006/relationships/hyperlink" Target="http://zakon2.rada.gov.ua/laws/show/1282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666</Words>
  <Characters>3799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r.malyk</dc:creator>
  <cp:keywords/>
  <dc:description/>
  <cp:lastModifiedBy>Наля</cp:lastModifiedBy>
  <cp:revision>4</cp:revision>
  <cp:lastPrinted>2018-03-15T12:46:00Z</cp:lastPrinted>
  <dcterms:created xsi:type="dcterms:W3CDTF">2018-03-15T14:16:00Z</dcterms:created>
  <dcterms:modified xsi:type="dcterms:W3CDTF">2018-03-19T08:47:00Z</dcterms:modified>
</cp:coreProperties>
</file>