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1C" w:rsidRDefault="005B5A1C" w:rsidP="00362066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1.05pt;margin-top:0;width:34.75pt;height:43.2pt;z-index:251658240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26" DrawAspect="Content" ObjectID="_1589366384" r:id="rId5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36206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362066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362066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362066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362066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362066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362066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</w:t>
      </w:r>
    </w:p>
    <w:p w:rsidR="005B5A1C" w:rsidRDefault="005B5A1C" w:rsidP="00362066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362066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</w:p>
    <w:p w:rsidR="005B5A1C" w:rsidRDefault="005B5A1C" w:rsidP="0036206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заяви гр. Масенцової М.П. спадкоємиці майна                                гр. Масенцова М.Г. про надання  дозволу на розробку технічної  документації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із землеустрою щодо встановлення меж земельних ділянок  в   натурі </w:t>
      </w:r>
      <w:r w:rsidRPr="00B21AD0">
        <w:rPr>
          <w:b/>
          <w:sz w:val="28"/>
          <w:szCs w:val="28"/>
          <w:lang w:val="uk-UA"/>
        </w:rPr>
        <w:t>(на місцевості)</w:t>
      </w:r>
      <w:r>
        <w:rPr>
          <w:b/>
          <w:sz w:val="28"/>
          <w:szCs w:val="28"/>
          <w:lang w:val="uk-UA"/>
        </w:rPr>
        <w:t xml:space="preserve"> </w:t>
      </w:r>
    </w:p>
    <w:p w:rsidR="005B5A1C" w:rsidRDefault="005B5A1C" w:rsidP="00362066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620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40,  120, 121, 123 Земельного кодексу України , статей 19, 22 , 25 Закону України «Про землеустрій», розглянувши заяву гр. </w:t>
      </w:r>
      <w:r w:rsidRPr="00992327">
        <w:rPr>
          <w:sz w:val="28"/>
          <w:szCs w:val="28"/>
          <w:lang w:val="uk-UA"/>
        </w:rPr>
        <w:t>Масенцової М.П.</w:t>
      </w:r>
      <w:r>
        <w:rPr>
          <w:sz w:val="28"/>
          <w:szCs w:val="28"/>
          <w:lang w:val="uk-UA"/>
        </w:rPr>
        <w:t>,</w:t>
      </w:r>
      <w:r w:rsidRPr="00992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спадкоємиці майна гр.Масенцова М.Г</w:t>
      </w:r>
      <w:r w:rsidRPr="0099232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(Рішення Ямпільського райсуду </w:t>
      </w:r>
      <w:r w:rsidRPr="00E654B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 листопада 2009</w:t>
      </w:r>
      <w:r w:rsidRPr="00E654BF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), про надання дозволу на розробку технічної документації із землеустрою щодо встановлення меж земельних ділянок в натурі (на місцевості)  на земельні ділянки, які належали гр. Масенцову М.Г.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підставі рішення виконавчого комітету Ямпільської селищної ради народних депутатів  від 29.12.1993 року за № 104, але право власності на земельні ділянки не зареєстровано у зв’язку з його смертю (Свідоцтво про смерть серія   І-БП № 174446 від 23.12.2003р.),   взявши до уваги Витяг про реєстрацію права власності на нерухоме майно Комунального підприємства «Глухівське бюро технічної інвентаризації» номер витягу: 24626704 від 01.12.2009  ,   Ямпільська селищна рада</w:t>
      </w:r>
    </w:p>
    <w:p w:rsidR="005B5A1C" w:rsidRDefault="005B5A1C" w:rsidP="0036206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36206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Погодитись  із переходом  до громадянки Масенцової Марії Пантеліївни,  спадкоємиці майна громадянина Масенцова </w:t>
      </w:r>
      <w:r>
        <w:rPr>
          <w:b/>
          <w:sz w:val="28"/>
          <w:szCs w:val="28"/>
          <w:lang w:val="uk-UA"/>
        </w:rPr>
        <w:t xml:space="preserve"> </w:t>
      </w:r>
      <w:r w:rsidRPr="009C5B21">
        <w:rPr>
          <w:sz w:val="28"/>
          <w:szCs w:val="28"/>
          <w:lang w:val="uk-UA"/>
        </w:rPr>
        <w:t>Миколи Гавриловича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  права власності на   земельні ділянки,  загальною площею  0,1500  гектара,  в тому числі: для будівництва  і обслуговування житлового будинку, господарських будівель і споруд 0,0150 гектара, ведення особистого селянського господарства 0,1350 гектара,  які знаходяться  за  адресою: с.Ростов,                  вул. Соснова,5 та надати їй дозвіл  на розробку технічної документації із землеустрою щодо встановлення   меж земельних ділянок в натурі (на місцевості)  у    власність  .</w:t>
      </w:r>
    </w:p>
    <w:p w:rsidR="005B5A1C" w:rsidRDefault="005B5A1C" w:rsidP="00362066">
      <w:pPr>
        <w:jc w:val="both"/>
        <w:rPr>
          <w:sz w:val="28"/>
          <w:szCs w:val="28"/>
          <w:lang w:val="uk-UA"/>
        </w:rPr>
      </w:pPr>
    </w:p>
    <w:p w:rsidR="005B5A1C" w:rsidRDefault="005B5A1C" w:rsidP="00362066">
      <w:pPr>
        <w:jc w:val="both"/>
        <w:rPr>
          <w:sz w:val="28"/>
          <w:szCs w:val="28"/>
          <w:lang w:val="uk-UA"/>
        </w:rPr>
      </w:pPr>
    </w:p>
    <w:p w:rsidR="005B5A1C" w:rsidRDefault="005B5A1C" w:rsidP="0036206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642701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27" type="#_x0000_t75" style="position:absolute;margin-left:301.05pt;margin-top:0;width:34.75pt;height:43.2pt;z-index:251659264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27" DrawAspect="Content" ObjectID="_1589366385" r:id="rId6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64270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642701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642701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642701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642701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642701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642701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08.06.2018</w:t>
      </w:r>
    </w:p>
    <w:p w:rsidR="005B5A1C" w:rsidRDefault="005B5A1C" w:rsidP="00642701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992327">
      <w:pPr>
        <w:rPr>
          <w:b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розгляд заяви  гр.Масенцової М.П.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 дозволу на розробку технічної 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із землеустрою</w:t>
      </w:r>
      <w:r>
        <w:rPr>
          <w:b/>
          <w:bCs/>
          <w:sz w:val="28"/>
          <w:szCs w:val="28"/>
          <w:lang w:val="uk-UA"/>
        </w:rPr>
        <w:t xml:space="preserve"> щодо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встановлення  меж земельних ділянок в 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натурі  </w:t>
      </w:r>
      <w:r>
        <w:rPr>
          <w:b/>
          <w:bCs/>
          <w:sz w:val="28"/>
          <w:szCs w:val="28"/>
          <w:lang w:val="ru-RU"/>
        </w:rPr>
        <w:t>(на місцевості)</w:t>
      </w:r>
      <w:r>
        <w:rPr>
          <w:b/>
          <w:bCs/>
          <w:sz w:val="28"/>
          <w:szCs w:val="28"/>
          <w:lang w:val="uk-UA"/>
        </w:rPr>
        <w:t xml:space="preserve">  у власність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118, 121 Земельного кодексу України, статей 19, 25 Закону України «Про землеустрій», розглянувши заяву                    </w:t>
      </w:r>
      <w:r>
        <w:rPr>
          <w:bCs/>
          <w:sz w:val="28"/>
          <w:szCs w:val="28"/>
          <w:lang w:val="uk-UA"/>
        </w:rPr>
        <w:t>гр.</w:t>
      </w:r>
      <w:r>
        <w:rPr>
          <w:b/>
          <w:bCs/>
          <w:sz w:val="28"/>
          <w:szCs w:val="28"/>
          <w:lang w:val="uk-UA"/>
        </w:rPr>
        <w:t xml:space="preserve"> </w:t>
      </w:r>
      <w:r w:rsidRPr="00642701">
        <w:rPr>
          <w:bCs/>
          <w:sz w:val="28"/>
          <w:szCs w:val="28"/>
          <w:lang w:val="uk-UA"/>
        </w:rPr>
        <w:t>Масенцової М.П.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меж земельних ділянок в натурі     (на місцевості)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  ведення особистого селянського господарства в с.Ростов,                вул. Джерельна у власність,    Ямпільська селищна рада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</w:p>
    <w:p w:rsidR="005B5A1C" w:rsidRDefault="005B5A1C" w:rsidP="00992327">
      <w:pPr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В И Р 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Ш И Л А:</w:t>
      </w:r>
    </w:p>
    <w:p w:rsidR="005B5A1C" w:rsidRDefault="005B5A1C" w:rsidP="00992327">
      <w:pPr>
        <w:jc w:val="both"/>
        <w:outlineLvl w:val="0"/>
        <w:rPr>
          <w:b/>
          <w:bCs/>
          <w:sz w:val="28"/>
          <w:szCs w:val="28"/>
          <w:highlight w:val="yellow"/>
          <w:lang w:val="uk-UA"/>
        </w:rPr>
      </w:pP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Дати дозвіл громадянці </w:t>
      </w:r>
      <w:r>
        <w:rPr>
          <w:bCs/>
          <w:sz w:val="28"/>
          <w:szCs w:val="28"/>
          <w:lang w:val="uk-UA"/>
        </w:rPr>
        <w:t xml:space="preserve"> Масенцовій Марії Пантеліївні  </w:t>
      </w:r>
      <w:r>
        <w:rPr>
          <w:sz w:val="28"/>
          <w:szCs w:val="28"/>
          <w:lang w:val="uk-UA"/>
        </w:rPr>
        <w:t>на розробку технічної документації із землеустрою щодо встановлення   меж земельних ділянок в натурі (на місцевості) в межах  с.Ростов, вул. Джерельна,  орієнтовною   площею   0,14 гектара, в т.ч.: для    ведення особистого селянського господарства  0,14 гектара у  власність.</w:t>
      </w:r>
    </w:p>
    <w:p w:rsidR="005B5A1C" w:rsidRDefault="005B5A1C" w:rsidP="00992327">
      <w:pPr>
        <w:jc w:val="both"/>
        <w:rPr>
          <w:sz w:val="28"/>
          <w:szCs w:val="28"/>
          <w:highlight w:val="yellow"/>
          <w:lang w:val="uk-UA"/>
        </w:rPr>
      </w:pPr>
    </w:p>
    <w:p w:rsidR="005B5A1C" w:rsidRDefault="005B5A1C" w:rsidP="00992327">
      <w:pPr>
        <w:rPr>
          <w:sz w:val="28"/>
          <w:szCs w:val="28"/>
          <w:highlight w:val="yellow"/>
          <w:lang w:val="uk-UA"/>
        </w:rPr>
      </w:pPr>
    </w:p>
    <w:p w:rsidR="005B5A1C" w:rsidRDefault="005B5A1C" w:rsidP="00992327">
      <w:pPr>
        <w:rPr>
          <w:sz w:val="28"/>
          <w:szCs w:val="28"/>
          <w:highlight w:val="yellow"/>
          <w:lang w:val="uk-UA"/>
        </w:rPr>
      </w:pP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Н.М.Цибулько</w:t>
      </w: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74D7C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28" type="#_x0000_t75" style="position:absolute;margin-left:301.05pt;margin-top:0;width:34.75pt;height:43.2pt;z-index:251660288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28" DrawAspect="Content" ObjectID="_1589366386" r:id="rId7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974D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974D7C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974D7C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974D7C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974D7C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974D7C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974D7C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</w:t>
      </w:r>
    </w:p>
    <w:p w:rsidR="005B5A1C" w:rsidRDefault="005B5A1C" w:rsidP="00974D7C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992327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 розгляд  акту  погоджувальної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по розгляду заяви</w:t>
      </w:r>
    </w:p>
    <w:p w:rsidR="005B5A1C" w:rsidRDefault="005B5A1C" w:rsidP="00992327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Крутень Л.П. </w:t>
      </w:r>
      <w:r>
        <w:rPr>
          <w:b/>
          <w:bCs/>
          <w:sz w:val="28"/>
          <w:szCs w:val="28"/>
          <w:lang w:val="uk-UA"/>
        </w:rPr>
        <w:t>на території</w:t>
      </w:r>
    </w:p>
    <w:p w:rsidR="005B5A1C" w:rsidRDefault="005B5A1C" w:rsidP="00992327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селищної ради 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34  статті 26 Закону України “Про місцеве самоврядування в Україні”,  статей 12, 158, 159 Земельного кодексу України, розглянувши  акт погоджувальної комісії по розгляду заяви гр. Крутень Л.П. на території Ямпільської селищної ради від 10.05.2018р., Ямпільська селищна рада </w:t>
      </w:r>
    </w:p>
    <w:p w:rsidR="005B5A1C" w:rsidRDefault="005B5A1C" w:rsidP="00992327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992327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Акт погоджувальної комісії по розгляду заяви гр. Крутень Лариси Петрівни від 10.05.2018 року на території Ямпільської селищної ради прийняти до відома.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По заяві гр. Крутень Л.П. комісія вирішила: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Крутень Л.П.    оформити всі земельні ділянки, які перебувають у неї у власності.</w:t>
      </w:r>
    </w:p>
    <w:p w:rsidR="005B5A1C" w:rsidRDefault="005B5A1C" w:rsidP="009923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Рекомендувати гр.Кащенко Н.І. , по осені, після збору врожаю, звільнити земельну ділянку гр.Крутень Л.П.</w:t>
      </w:r>
    </w:p>
    <w:p w:rsidR="005B5A1C" w:rsidRPr="000A22B2" w:rsidRDefault="005B5A1C" w:rsidP="00992327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Рекомендувати гр. Крутень Л.П.   та гр. Кащенко Н.І.    дотримуватись правил добросусідства.</w:t>
      </w:r>
    </w:p>
    <w:p w:rsidR="005B5A1C" w:rsidRPr="000A22B2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Pr="000A22B2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29" type="#_x0000_t75" style="position:absolute;margin-left:301.05pt;margin-top:0;width:34.75pt;height:43.2pt;z-index:251661312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29" DrawAspect="Content" ObjectID="_1589366387" r:id="rId8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486D2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486D20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486D20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486D20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486D20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486D20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 </w:t>
      </w:r>
    </w:p>
    <w:p w:rsidR="005B5A1C" w:rsidRDefault="005B5A1C" w:rsidP="00486D20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486D20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 розгляд  акту  погоджувальної</w:t>
      </w:r>
    </w:p>
    <w:p w:rsidR="005B5A1C" w:rsidRDefault="005B5A1C" w:rsidP="00486D2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по розгляду заяви</w:t>
      </w:r>
    </w:p>
    <w:p w:rsidR="005B5A1C" w:rsidRDefault="005B5A1C" w:rsidP="00486D20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Масенцової М.П. </w:t>
      </w:r>
      <w:r>
        <w:rPr>
          <w:b/>
          <w:bCs/>
          <w:sz w:val="28"/>
          <w:szCs w:val="28"/>
          <w:lang w:val="uk-UA"/>
        </w:rPr>
        <w:t>на території</w:t>
      </w:r>
    </w:p>
    <w:p w:rsidR="005B5A1C" w:rsidRDefault="005B5A1C" w:rsidP="00486D20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селищної ради </w:t>
      </w:r>
    </w:p>
    <w:p w:rsidR="005B5A1C" w:rsidRDefault="005B5A1C" w:rsidP="00486D20">
      <w:pPr>
        <w:jc w:val="both"/>
        <w:rPr>
          <w:sz w:val="28"/>
          <w:szCs w:val="28"/>
          <w:lang w:val="uk-UA"/>
        </w:rPr>
      </w:pPr>
    </w:p>
    <w:p w:rsidR="005B5A1C" w:rsidRDefault="005B5A1C" w:rsidP="00486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34  статті 26 Закону України “Про місцеве самоврядування в Україні”,  статей 12, 158, 159 Земельного кодексу України, розглянувши  акт погоджувальної комісії по розгляду заяви                                       гр. </w:t>
      </w:r>
      <w:r w:rsidRPr="00486D20">
        <w:rPr>
          <w:sz w:val="28"/>
          <w:szCs w:val="28"/>
          <w:lang w:val="uk-UA"/>
        </w:rPr>
        <w:t>Масенцової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Ямпільської селищної ради від 27.04.2018р., Ямпільська селищна рада </w:t>
      </w:r>
    </w:p>
    <w:p w:rsidR="005B5A1C" w:rsidRDefault="005B5A1C" w:rsidP="00486D20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486D20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Акт погоджувальної комісії по розгляду заяви гр. Масенцової Марії Пантеліївни від 27.04.2018 року на території Ямпільської селищної ради прийняти до відома.</w:t>
      </w:r>
    </w:p>
    <w:p w:rsidR="005B5A1C" w:rsidRDefault="005B5A1C" w:rsidP="00486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По заяві гр. </w:t>
      </w:r>
      <w:r w:rsidRPr="00486D20">
        <w:rPr>
          <w:sz w:val="28"/>
          <w:szCs w:val="28"/>
          <w:lang w:val="uk-UA"/>
        </w:rPr>
        <w:t>Масенцової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 вирішила:</w:t>
      </w:r>
    </w:p>
    <w:p w:rsidR="005B5A1C" w:rsidRDefault="005B5A1C" w:rsidP="00486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Масенцовій</w:t>
      </w:r>
      <w:r w:rsidRPr="00486D20">
        <w:rPr>
          <w:sz w:val="28"/>
          <w:szCs w:val="28"/>
          <w:lang w:val="uk-UA"/>
        </w:rPr>
        <w:t xml:space="preserve">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  земельні ділянки за адресою с.Ростов , вул.Соснова,5.</w:t>
      </w:r>
    </w:p>
    <w:p w:rsidR="005B5A1C" w:rsidRDefault="005B5A1C" w:rsidP="00486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Сайтгаліній В.М.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  земельні ділянки за адресою с.Ростов , вул.Соснова,10.</w:t>
      </w:r>
    </w:p>
    <w:p w:rsidR="005B5A1C" w:rsidRDefault="005B5A1C" w:rsidP="00486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Масенцовій</w:t>
      </w:r>
      <w:r w:rsidRPr="00486D20">
        <w:rPr>
          <w:sz w:val="28"/>
          <w:szCs w:val="28"/>
          <w:lang w:val="uk-UA"/>
        </w:rPr>
        <w:t xml:space="preserve"> М.П. </w:t>
      </w:r>
      <w:r>
        <w:rPr>
          <w:sz w:val="28"/>
          <w:szCs w:val="28"/>
          <w:lang w:val="uk-UA"/>
        </w:rPr>
        <w:t>та Сайтгаліну В.Ф.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оформити   земельні ділянки для сінокосіння та випасання худоби</w:t>
      </w:r>
    </w:p>
    <w:p w:rsidR="005B5A1C" w:rsidRPr="000A22B2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Pr="000A22B2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0" type="#_x0000_t75" style="position:absolute;margin-left:301.05pt;margin-top:0;width:34.75pt;height:43.2pt;z-index:251662336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0" DrawAspect="Content" ObjectID="_1589366388" r:id="rId9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41445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414451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414451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414451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414451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414451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 </w:t>
      </w:r>
    </w:p>
    <w:p w:rsidR="005B5A1C" w:rsidRDefault="005B5A1C" w:rsidP="00414451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414451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 розгляд  акту  погоджувальної</w:t>
      </w:r>
    </w:p>
    <w:p w:rsidR="005B5A1C" w:rsidRDefault="005B5A1C" w:rsidP="0041445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по розгляду заяви</w:t>
      </w:r>
    </w:p>
    <w:p w:rsidR="005B5A1C" w:rsidRDefault="005B5A1C" w:rsidP="00414451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Масенцової М.П. </w:t>
      </w:r>
      <w:r>
        <w:rPr>
          <w:b/>
          <w:bCs/>
          <w:sz w:val="28"/>
          <w:szCs w:val="28"/>
          <w:lang w:val="uk-UA"/>
        </w:rPr>
        <w:t>на території</w:t>
      </w:r>
    </w:p>
    <w:p w:rsidR="005B5A1C" w:rsidRDefault="005B5A1C" w:rsidP="00414451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селищної ради </w:t>
      </w:r>
    </w:p>
    <w:p w:rsidR="005B5A1C" w:rsidRDefault="005B5A1C" w:rsidP="00414451">
      <w:pPr>
        <w:jc w:val="both"/>
        <w:rPr>
          <w:sz w:val="28"/>
          <w:szCs w:val="28"/>
          <w:lang w:val="uk-UA"/>
        </w:rPr>
      </w:pPr>
    </w:p>
    <w:p w:rsidR="005B5A1C" w:rsidRDefault="005B5A1C" w:rsidP="00414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34  статті 26 Закону України “Про місцеве самоврядування в Україні”,  статей 12, 158, 159 Земельного кодексу України, розглянувши  акт погоджувальної комісії по розгляду заяви                                       гр. </w:t>
      </w:r>
      <w:r w:rsidRPr="00486D20">
        <w:rPr>
          <w:sz w:val="28"/>
          <w:szCs w:val="28"/>
          <w:lang w:val="uk-UA"/>
        </w:rPr>
        <w:t>Масенцової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Ямпільської селищної ради від 27.04.2018р., Ямпільська селищна рада </w:t>
      </w:r>
    </w:p>
    <w:p w:rsidR="005B5A1C" w:rsidRDefault="005B5A1C" w:rsidP="00414451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414451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Акт погоджувальної комісії по розгляду заяви гр. Масенцової Марії Пантеліївни від 27.04.2018 року на території Ямпільської селищної ради прийняти до відома.</w:t>
      </w:r>
    </w:p>
    <w:p w:rsidR="005B5A1C" w:rsidRDefault="005B5A1C" w:rsidP="00414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По заяві гр. </w:t>
      </w:r>
      <w:r w:rsidRPr="00486D20">
        <w:rPr>
          <w:sz w:val="28"/>
          <w:szCs w:val="28"/>
          <w:lang w:val="uk-UA"/>
        </w:rPr>
        <w:t>Масенцової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 вирішила:</w:t>
      </w:r>
    </w:p>
    <w:p w:rsidR="005B5A1C" w:rsidRDefault="005B5A1C" w:rsidP="00414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Масенцовій</w:t>
      </w:r>
      <w:r w:rsidRPr="00486D20">
        <w:rPr>
          <w:sz w:val="28"/>
          <w:szCs w:val="28"/>
          <w:lang w:val="uk-UA"/>
        </w:rPr>
        <w:t xml:space="preserve"> М.П.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  земельні ділянки за адресою с.Ростов , вул.Соснова,5.</w:t>
      </w:r>
    </w:p>
    <w:p w:rsidR="005B5A1C" w:rsidRDefault="005B5A1C" w:rsidP="00414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Сайтгаліній В.М.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  земельні ділянки за адресою с.Ростов , вул.Соснова,10.</w:t>
      </w:r>
    </w:p>
    <w:p w:rsidR="005B5A1C" w:rsidRDefault="005B5A1C" w:rsidP="004144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гр. Масенцовій</w:t>
      </w:r>
      <w:r w:rsidRPr="00486D20">
        <w:rPr>
          <w:sz w:val="28"/>
          <w:szCs w:val="28"/>
          <w:lang w:val="uk-UA"/>
        </w:rPr>
        <w:t xml:space="preserve"> М.П. </w:t>
      </w:r>
      <w:r>
        <w:rPr>
          <w:sz w:val="28"/>
          <w:szCs w:val="28"/>
          <w:lang w:val="uk-UA"/>
        </w:rPr>
        <w:t>та Сайтгаліну В.Ф.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оформити   земельні ділянки для сінокосіння та випасання худоби</w:t>
      </w:r>
    </w:p>
    <w:p w:rsidR="005B5A1C" w:rsidRPr="000A22B2" w:rsidRDefault="005B5A1C" w:rsidP="00414451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Pr="000A22B2" w:rsidRDefault="005B5A1C" w:rsidP="00414451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414451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14451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486D2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992327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1" type="#_x0000_t75" style="position:absolute;margin-left:301.05pt;margin-top:0;width:34.75pt;height:43.2pt;z-index:251663360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1" DrawAspect="Content" ObjectID="_1589366389" r:id="rId10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C051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C05180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C05180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C05180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C05180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C05180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08.06.2018</w:t>
      </w:r>
    </w:p>
    <w:p w:rsidR="005B5A1C" w:rsidRDefault="005B5A1C" w:rsidP="00C05180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C05180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 розгляд  акту  погоджувальної</w:t>
      </w:r>
    </w:p>
    <w:p w:rsidR="005B5A1C" w:rsidRDefault="005B5A1C" w:rsidP="00C0518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по розгляду заяви</w:t>
      </w:r>
    </w:p>
    <w:p w:rsidR="005B5A1C" w:rsidRDefault="005B5A1C" w:rsidP="00C05180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Пирогова А.І. </w:t>
      </w:r>
      <w:r>
        <w:rPr>
          <w:b/>
          <w:bCs/>
          <w:sz w:val="28"/>
          <w:szCs w:val="28"/>
          <w:lang w:val="uk-UA"/>
        </w:rPr>
        <w:t>на території</w:t>
      </w:r>
    </w:p>
    <w:p w:rsidR="005B5A1C" w:rsidRDefault="005B5A1C" w:rsidP="00C05180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селищної ради </w:t>
      </w:r>
    </w:p>
    <w:p w:rsidR="005B5A1C" w:rsidRDefault="005B5A1C" w:rsidP="00C05180">
      <w:pPr>
        <w:jc w:val="both"/>
        <w:rPr>
          <w:sz w:val="28"/>
          <w:szCs w:val="28"/>
          <w:lang w:val="uk-UA"/>
        </w:rPr>
      </w:pPr>
    </w:p>
    <w:p w:rsidR="005B5A1C" w:rsidRDefault="005B5A1C" w:rsidP="00C051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34  статті 26 Закону України “Про місцеве самоврядування в Україні”,  статей 12, 158, 159 Земельного кодексу України, розглянувши  акт погоджувальної комісії по розгляду заяви                                       гр. </w:t>
      </w:r>
      <w:r w:rsidRPr="00C05180">
        <w:rPr>
          <w:sz w:val="28"/>
          <w:szCs w:val="28"/>
          <w:lang w:val="uk-UA"/>
        </w:rPr>
        <w:t>Пирогова А.І.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Ямпільської селищної ради від 02.05.2018р., Ямпільська селищна рада </w:t>
      </w:r>
    </w:p>
    <w:p w:rsidR="005B5A1C" w:rsidRDefault="005B5A1C" w:rsidP="00C05180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C05180">
      <w:pPr>
        <w:tabs>
          <w:tab w:val="left" w:pos="2512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Акт погоджувальної комісії по розгляду заяви гр. </w:t>
      </w:r>
      <w:r w:rsidRPr="00C05180">
        <w:rPr>
          <w:sz w:val="28"/>
          <w:szCs w:val="28"/>
          <w:lang w:val="uk-UA"/>
        </w:rPr>
        <w:t>Пирогова А</w:t>
      </w:r>
      <w:r>
        <w:rPr>
          <w:sz w:val="28"/>
          <w:szCs w:val="28"/>
          <w:lang w:val="uk-UA"/>
        </w:rPr>
        <w:t>натолія Івановича від 02.05.2018 року на території Ямпільської селищної ради прийняти до відома.</w:t>
      </w:r>
    </w:p>
    <w:p w:rsidR="005B5A1C" w:rsidRDefault="005B5A1C" w:rsidP="00C051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По заяві гр. Пирогова А.І.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 вирішила:</w:t>
      </w:r>
    </w:p>
    <w:p w:rsidR="005B5A1C" w:rsidRDefault="005B5A1C" w:rsidP="00C051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громадянам Одарченко О.К. та Васильченко Г.М. оформити   правовстановлюючі документи на земельні  ділянки.</w:t>
      </w:r>
    </w:p>
    <w:p w:rsidR="005B5A1C" w:rsidRDefault="005B5A1C" w:rsidP="00C05180">
      <w:pPr>
        <w:tabs>
          <w:tab w:val="left" w:pos="12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Зобов’язати Васильченко Г.М. зрізати гілку черешні, яка перетинає межу сусідньої земельної ділянки.</w:t>
      </w:r>
    </w:p>
    <w:p w:rsidR="005B5A1C" w:rsidRPr="000A22B2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Pr="000A22B2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05180">
      <w:pPr>
        <w:tabs>
          <w:tab w:val="left" w:pos="1290"/>
        </w:tabs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CF52A0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2" type="#_x0000_t75" style="position:absolute;margin-left:301.05pt;margin-top:0;width:34.75pt;height:43.2pt;z-index:251664384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2" DrawAspect="Content" ObjectID="_1589366390" r:id="rId11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CF52A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CF52A0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CF52A0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CF52A0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CF52A0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CF52A0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CF52A0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 </w:t>
      </w:r>
    </w:p>
    <w:p w:rsidR="005B5A1C" w:rsidRDefault="005B5A1C" w:rsidP="00CF52A0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CF52A0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Pr="009E3DDA" w:rsidRDefault="005B5A1C" w:rsidP="00CF52A0">
      <w:pPr>
        <w:tabs>
          <w:tab w:val="left" w:pos="10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розгляд  заяви гр. Нещерет О.О. про затвердження технічної документації  із землеустрою щодо встановлення (відновлення) меж земельних ділянок в натурі (на місцевості) для будівництва  і  обслуговув</w:t>
      </w:r>
      <w:r w:rsidRPr="009E3DDA">
        <w:rPr>
          <w:b/>
          <w:bCs/>
          <w:sz w:val="28"/>
          <w:szCs w:val="28"/>
          <w:lang w:val="uk-UA"/>
        </w:rPr>
        <w:t>ання  жи</w:t>
      </w:r>
      <w:r>
        <w:rPr>
          <w:b/>
          <w:bCs/>
          <w:sz w:val="28"/>
          <w:szCs w:val="28"/>
          <w:lang w:val="uk-UA"/>
        </w:rPr>
        <w:t>т</w:t>
      </w:r>
      <w:r w:rsidRPr="009E3DDA">
        <w:rPr>
          <w:b/>
          <w:bCs/>
          <w:sz w:val="28"/>
          <w:szCs w:val="28"/>
          <w:lang w:val="uk-UA"/>
        </w:rPr>
        <w:t>ло</w:t>
      </w:r>
      <w:r>
        <w:rPr>
          <w:b/>
          <w:bCs/>
          <w:sz w:val="28"/>
          <w:szCs w:val="28"/>
          <w:lang w:val="uk-UA"/>
        </w:rPr>
        <w:t>во</w:t>
      </w:r>
      <w:r w:rsidRPr="009E3DDA">
        <w:rPr>
          <w:b/>
          <w:bCs/>
          <w:sz w:val="28"/>
          <w:szCs w:val="28"/>
          <w:lang w:val="uk-UA"/>
        </w:rPr>
        <w:t>го будинку, господарських будівель і споруд</w:t>
      </w:r>
      <w:r>
        <w:rPr>
          <w:b/>
          <w:bCs/>
          <w:sz w:val="28"/>
          <w:szCs w:val="28"/>
          <w:lang w:val="uk-UA"/>
        </w:rPr>
        <w:t xml:space="preserve"> </w:t>
      </w:r>
      <w:r w:rsidRPr="009E3DDA">
        <w:rPr>
          <w:b/>
          <w:bCs/>
          <w:sz w:val="28"/>
          <w:szCs w:val="28"/>
          <w:lang w:val="uk-UA"/>
        </w:rPr>
        <w:t xml:space="preserve">(присадибна ділянка), ведення  особистого  селянського господарства </w:t>
      </w:r>
    </w:p>
    <w:p w:rsidR="005B5A1C" w:rsidRDefault="005B5A1C" w:rsidP="00CF52A0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5B5A1C" w:rsidRDefault="005B5A1C" w:rsidP="00CF52A0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дпов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дно до пункту 34  статті 26 Закону України “Про м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сцеве самоврядування в Україн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”, статей 12, 118, 121, 125, 126 Земельного кодексу України, статей 19, 30 Закону України „Про землеустрій”, розглянувши технічну документацію із землеустрою щодо встановлення (відновлення) меж земельних ділянок в натурі (на місцевості) гр. </w:t>
      </w:r>
      <w:r>
        <w:rPr>
          <w:bCs/>
          <w:sz w:val="28"/>
          <w:szCs w:val="28"/>
          <w:lang w:val="uk-UA"/>
        </w:rPr>
        <w:t xml:space="preserve">Нещерет О.О.  </w:t>
      </w:r>
      <w:r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господарства, заяву    гр. </w:t>
      </w:r>
      <w:r>
        <w:rPr>
          <w:bCs/>
          <w:sz w:val="28"/>
          <w:szCs w:val="28"/>
          <w:lang w:val="uk-UA"/>
        </w:rPr>
        <w:t xml:space="preserve">Нещерет О.О.  </w:t>
      </w:r>
      <w:r>
        <w:rPr>
          <w:sz w:val="28"/>
          <w:szCs w:val="28"/>
          <w:lang w:val="uk-UA"/>
        </w:rPr>
        <w:t>про затвердження технічної документації із землеустрою  та   передачі  у  власність  земельних  ділянок в смт Ямпіль, вул. Коцюбинського Михайла, буд.52, Ямпільська селищна рада</w:t>
      </w:r>
    </w:p>
    <w:p w:rsidR="005B5A1C" w:rsidRDefault="005B5A1C" w:rsidP="00CF52A0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5B5A1C" w:rsidRDefault="005B5A1C" w:rsidP="00CF52A0">
      <w:pPr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В И Р 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Ш И Л А:</w:t>
      </w:r>
    </w:p>
    <w:p w:rsidR="005B5A1C" w:rsidRDefault="005B5A1C" w:rsidP="00CF52A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   гр. </w:t>
      </w:r>
      <w:r>
        <w:rPr>
          <w:bCs/>
          <w:sz w:val="28"/>
          <w:szCs w:val="28"/>
          <w:lang w:val="uk-UA"/>
        </w:rPr>
        <w:t xml:space="preserve">Нещерет Олені Олександрівні   </w:t>
      </w:r>
      <w:r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 в  смт Ямпіль, вул.</w:t>
      </w:r>
      <w:r w:rsidRPr="000A5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Коцюбинського Михайла, буд.52 Ямпільського району Сумської області.</w:t>
      </w:r>
    </w:p>
    <w:p w:rsidR="005B5A1C" w:rsidRDefault="005B5A1C" w:rsidP="00CF52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Передати гр. </w:t>
      </w:r>
      <w:r>
        <w:rPr>
          <w:bCs/>
          <w:sz w:val="28"/>
          <w:szCs w:val="28"/>
          <w:lang w:val="uk-UA"/>
        </w:rPr>
        <w:t xml:space="preserve">Нещерет Олені Олександрівні </w:t>
      </w:r>
      <w:r>
        <w:rPr>
          <w:sz w:val="28"/>
          <w:szCs w:val="28"/>
          <w:lang w:val="uk-UA"/>
        </w:rPr>
        <w:t xml:space="preserve">земельні ділянки загальною площею 0,2194 гектара, в тому числі: для будівництва і обслуговування житлового будинку, господарських будівель і споруд (присадибна ділянка) – 0,0251 гектара, кадастровий номер 5925655100:02:011:0133,  для ведення особистого селянського господарства – 0,1943 гектара, кадастровий номер 5925655100:02:011:0132 в   смт Ямпіль, вул. Коцюбинського Михайла, буд.52 у власність. </w:t>
      </w:r>
    </w:p>
    <w:p w:rsidR="005B5A1C" w:rsidRDefault="005B5A1C" w:rsidP="00CF52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Громадянці </w:t>
      </w:r>
      <w:r>
        <w:rPr>
          <w:bCs/>
          <w:sz w:val="28"/>
          <w:szCs w:val="28"/>
          <w:lang w:val="uk-UA"/>
        </w:rPr>
        <w:t xml:space="preserve">Нещерет О.О.  </w:t>
      </w:r>
      <w:r>
        <w:rPr>
          <w:sz w:val="28"/>
          <w:szCs w:val="28"/>
          <w:lang w:val="uk-UA"/>
        </w:rPr>
        <w:t>зареєструвати право власності на земельні ділянки в термін, згідно діючого законодавства.</w:t>
      </w:r>
    </w:p>
    <w:p w:rsidR="005B5A1C" w:rsidRDefault="005B5A1C" w:rsidP="00CF52A0">
      <w:pPr>
        <w:jc w:val="both"/>
        <w:rPr>
          <w:sz w:val="28"/>
          <w:szCs w:val="28"/>
          <w:lang w:val="uk-UA"/>
        </w:rPr>
      </w:pPr>
    </w:p>
    <w:p w:rsidR="005B5A1C" w:rsidRDefault="005B5A1C" w:rsidP="00CF52A0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Н.М.Цибулько</w:t>
      </w: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3" type="#_x0000_t75" style="position:absolute;margin-left:301.05pt;margin-top:0;width:34.75pt;height:43.2pt;z-index:251665408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3" DrawAspect="Content" ObjectID="_1589366391" r:id="rId12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D912E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D912E4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D912E4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D912E4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D912E4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D912E4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CF7A2C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 </w:t>
      </w:r>
    </w:p>
    <w:p w:rsidR="005B5A1C" w:rsidRDefault="005B5A1C" w:rsidP="00CF7A2C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>
      <w:pPr>
        <w:rPr>
          <w:lang w:val="ru-RU"/>
        </w:rPr>
      </w:pPr>
    </w:p>
    <w:p w:rsidR="005B5A1C" w:rsidRDefault="005B5A1C" w:rsidP="00D912E4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розгляд заяви  гр. Солдаткіна М.А.</w:t>
      </w: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 дозволу на розробку технічної </w:t>
      </w: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із землеустрою</w:t>
      </w:r>
      <w:r>
        <w:rPr>
          <w:b/>
          <w:bCs/>
          <w:sz w:val="28"/>
          <w:szCs w:val="28"/>
          <w:lang w:val="uk-UA"/>
        </w:rPr>
        <w:t xml:space="preserve"> щодо</w:t>
      </w: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встановлення  меж земельних ділянок в </w:t>
      </w: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натурі  </w:t>
      </w:r>
      <w:r>
        <w:rPr>
          <w:b/>
          <w:bCs/>
          <w:sz w:val="28"/>
          <w:szCs w:val="28"/>
          <w:lang w:val="ru-RU"/>
        </w:rPr>
        <w:t>(на місцевості)</w:t>
      </w:r>
      <w:r>
        <w:rPr>
          <w:b/>
          <w:bCs/>
          <w:sz w:val="28"/>
          <w:szCs w:val="28"/>
          <w:lang w:val="uk-UA"/>
        </w:rPr>
        <w:t xml:space="preserve">  у власність</w:t>
      </w:r>
    </w:p>
    <w:p w:rsidR="005B5A1C" w:rsidRDefault="005B5A1C" w:rsidP="00D912E4">
      <w:pPr>
        <w:jc w:val="both"/>
        <w:rPr>
          <w:sz w:val="28"/>
          <w:szCs w:val="28"/>
          <w:lang w:val="uk-UA"/>
        </w:rPr>
      </w:pPr>
    </w:p>
    <w:p w:rsidR="005B5A1C" w:rsidRDefault="005B5A1C" w:rsidP="00D912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33, 40, 118, 121 Земельного кодексу України, статей 19, 22 , 25 Закону України «Про землеустрій», розглянувши заяву </w:t>
      </w:r>
      <w:r>
        <w:rPr>
          <w:bCs/>
          <w:sz w:val="28"/>
          <w:szCs w:val="28"/>
          <w:lang w:val="uk-UA"/>
        </w:rPr>
        <w:t>гр.</w:t>
      </w:r>
      <w:r>
        <w:rPr>
          <w:b/>
          <w:bCs/>
          <w:sz w:val="28"/>
          <w:szCs w:val="28"/>
          <w:lang w:val="uk-UA"/>
        </w:rPr>
        <w:t xml:space="preserve"> </w:t>
      </w:r>
      <w:r w:rsidRPr="00D912E4">
        <w:rPr>
          <w:bCs/>
          <w:sz w:val="28"/>
          <w:szCs w:val="28"/>
          <w:lang w:val="uk-UA"/>
        </w:rPr>
        <w:t>Солдаткіна М.А.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меж земельних ділянок в натурі     (на місцевості)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споруд, ведення особистого селянського господарства в   смт Ямпіль,   вул. Спасо-Преображенська,72  у власність, договір купівлі-продажу житлового будинку </w:t>
      </w:r>
      <w:r w:rsidRPr="000A21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04 липня 2002 року, зареєстрований в реєстрі за №1599 ,  технічний паспорт на житловий будинок, реєстраційне посвідчення Глухівського міжміського бюро технічної інвентаризації , записане в реєстрову книгу 8 за №1053 від 30.01.2003 року    ,  Ямпільська селищна рада</w:t>
      </w:r>
    </w:p>
    <w:p w:rsidR="005B5A1C" w:rsidRDefault="005B5A1C" w:rsidP="00D912E4">
      <w:pPr>
        <w:jc w:val="both"/>
        <w:rPr>
          <w:sz w:val="28"/>
          <w:szCs w:val="28"/>
          <w:lang w:val="uk-UA"/>
        </w:rPr>
      </w:pPr>
    </w:p>
    <w:p w:rsidR="005B5A1C" w:rsidRDefault="005B5A1C" w:rsidP="00D912E4">
      <w:pPr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В И Р 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Ш И Л А:</w:t>
      </w:r>
    </w:p>
    <w:p w:rsidR="005B5A1C" w:rsidRDefault="005B5A1C" w:rsidP="00D912E4">
      <w:pPr>
        <w:jc w:val="both"/>
        <w:outlineLvl w:val="0"/>
        <w:rPr>
          <w:b/>
          <w:bCs/>
          <w:sz w:val="28"/>
          <w:szCs w:val="28"/>
          <w:highlight w:val="yellow"/>
          <w:lang w:val="uk-UA"/>
        </w:rPr>
      </w:pPr>
    </w:p>
    <w:p w:rsidR="005B5A1C" w:rsidRDefault="005B5A1C" w:rsidP="00D912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Дати дозвіл громадянину Солдаткіну Михайлу Анатолійовичу на розробку технічної документації із землеустрою щодо встановлення   меж земельних ділянок в натурі (на місцевості) в межах  смт Ямпіль, вул. Спасо-Преображенська,72   ,  орієнтовною   площею   0,101 гектара, в т.ч.: для будівництва і обслуговування житлового будинку, господарських будівель і споруд 0,0501 гектара,  ведення особистого селянського господарства              0,05 гектара у  власність.</w:t>
      </w:r>
    </w:p>
    <w:p w:rsidR="005B5A1C" w:rsidRDefault="005B5A1C" w:rsidP="00D912E4">
      <w:pPr>
        <w:jc w:val="both"/>
        <w:rPr>
          <w:sz w:val="28"/>
          <w:szCs w:val="28"/>
          <w:highlight w:val="yellow"/>
          <w:lang w:val="uk-UA"/>
        </w:rPr>
      </w:pPr>
    </w:p>
    <w:p w:rsidR="005B5A1C" w:rsidRDefault="005B5A1C" w:rsidP="00D912E4">
      <w:pPr>
        <w:rPr>
          <w:sz w:val="28"/>
          <w:szCs w:val="28"/>
          <w:highlight w:val="yellow"/>
          <w:lang w:val="uk-UA"/>
        </w:rPr>
      </w:pPr>
    </w:p>
    <w:p w:rsidR="005B5A1C" w:rsidRDefault="005B5A1C" w:rsidP="00D912E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Н.М.Цибулько</w:t>
      </w: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4" type="#_x0000_t75" style="position:absolute;margin-left:301.05pt;margin-top:0;width:34.75pt;height:43.2pt;z-index:251666432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4" DrawAspect="Content" ObjectID="_1589366392" r:id="rId13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BA06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BA0686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BA0686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BA0686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BA0686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BA0686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BA0686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08.06.2018    </w:t>
      </w:r>
    </w:p>
    <w:p w:rsidR="005B5A1C" w:rsidRDefault="005B5A1C" w:rsidP="00BA0686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BA0686">
      <w:pPr>
        <w:rPr>
          <w:lang w:val="ru-RU"/>
        </w:rPr>
      </w:pPr>
    </w:p>
    <w:p w:rsidR="005B5A1C" w:rsidRDefault="005B5A1C" w:rsidP="00BA0686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розгляд заяви  гр. Савченко В.М.</w:t>
      </w: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 дозволу на розробку технічної </w:t>
      </w: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із землеустрою</w:t>
      </w:r>
      <w:r>
        <w:rPr>
          <w:b/>
          <w:bCs/>
          <w:sz w:val="28"/>
          <w:szCs w:val="28"/>
          <w:lang w:val="uk-UA"/>
        </w:rPr>
        <w:t xml:space="preserve"> щодо</w:t>
      </w: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встановлення  меж земельних ділянок в </w:t>
      </w: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натурі  </w:t>
      </w:r>
      <w:r>
        <w:rPr>
          <w:b/>
          <w:bCs/>
          <w:sz w:val="28"/>
          <w:szCs w:val="28"/>
          <w:lang w:val="ru-RU"/>
        </w:rPr>
        <w:t>(на місцевості)</w:t>
      </w:r>
      <w:r>
        <w:rPr>
          <w:b/>
          <w:bCs/>
          <w:sz w:val="28"/>
          <w:szCs w:val="28"/>
          <w:lang w:val="uk-UA"/>
        </w:rPr>
        <w:t xml:space="preserve">  у власність</w:t>
      </w:r>
    </w:p>
    <w:p w:rsidR="005B5A1C" w:rsidRDefault="005B5A1C" w:rsidP="00BA0686">
      <w:pPr>
        <w:jc w:val="both"/>
        <w:rPr>
          <w:sz w:val="28"/>
          <w:szCs w:val="28"/>
          <w:lang w:val="uk-UA"/>
        </w:rPr>
      </w:pPr>
    </w:p>
    <w:p w:rsidR="005B5A1C" w:rsidRDefault="005B5A1C" w:rsidP="00BA06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33, 40, 118, 121 Земельного кодексу України, статей 19, 22 , 25 Закону України «Про землеустрій», розглянувши заяву </w:t>
      </w:r>
      <w:r>
        <w:rPr>
          <w:bCs/>
          <w:sz w:val="28"/>
          <w:szCs w:val="28"/>
          <w:lang w:val="uk-UA"/>
        </w:rPr>
        <w:t>гр.</w:t>
      </w:r>
      <w:r>
        <w:rPr>
          <w:b/>
          <w:bCs/>
          <w:sz w:val="28"/>
          <w:szCs w:val="28"/>
          <w:lang w:val="uk-UA"/>
        </w:rPr>
        <w:t xml:space="preserve"> </w:t>
      </w:r>
      <w:r w:rsidRPr="00BA0686">
        <w:rPr>
          <w:bCs/>
          <w:sz w:val="28"/>
          <w:szCs w:val="28"/>
          <w:lang w:val="uk-UA"/>
        </w:rPr>
        <w:t>Савченко В.М.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меж земельних ділянок в натурі     (на місцевості)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споруд, ведення особистого селянського господарства в   с.Імшана,   вул. Гагаріна,9  у власність, договір  від 17 вересня 1992 року, зареєстрований в реєстрі за №1180 ,  технічний паспорт на житловий будинок, реєстраційне посвідчення Глухівського міжміського бюро технічної інвентаризації , записане в реєстрову книгу за №160 від 09.08.1993 року    ,  Ямпільська селищна рада</w:t>
      </w:r>
    </w:p>
    <w:p w:rsidR="005B5A1C" w:rsidRDefault="005B5A1C" w:rsidP="00BA0686">
      <w:pPr>
        <w:jc w:val="both"/>
        <w:rPr>
          <w:sz w:val="28"/>
          <w:szCs w:val="28"/>
          <w:lang w:val="uk-UA"/>
        </w:rPr>
      </w:pPr>
    </w:p>
    <w:p w:rsidR="005B5A1C" w:rsidRDefault="005B5A1C" w:rsidP="00BA0686">
      <w:pPr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В И Р 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Ш И Л А:</w:t>
      </w:r>
    </w:p>
    <w:p w:rsidR="005B5A1C" w:rsidRDefault="005B5A1C" w:rsidP="00BA0686">
      <w:pPr>
        <w:jc w:val="both"/>
        <w:outlineLvl w:val="0"/>
        <w:rPr>
          <w:b/>
          <w:bCs/>
          <w:sz w:val="28"/>
          <w:szCs w:val="28"/>
          <w:highlight w:val="yellow"/>
          <w:lang w:val="uk-UA"/>
        </w:rPr>
      </w:pPr>
    </w:p>
    <w:p w:rsidR="005B5A1C" w:rsidRDefault="005B5A1C" w:rsidP="00BA06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Дати дозвіл громадянину Савченко Валентині Миколаївні на розробку технічної документації із землеустрою щодо встановлення   меж земельних ділянок в натурі (на місцевості) в межах  с.Імшана,   вул. Гагаріна,9    ,  орієнтовною   площею   0,25 гектара, в т.ч.: для будівництва і обслуговування житлового будинку, господарських будівель і споруд 0,0481 гектара,  ведення особистого селянського господарства   0,2019 гектара у  власність.</w:t>
      </w:r>
    </w:p>
    <w:p w:rsidR="005B5A1C" w:rsidRDefault="005B5A1C" w:rsidP="00BA0686">
      <w:pPr>
        <w:jc w:val="both"/>
        <w:rPr>
          <w:sz w:val="28"/>
          <w:szCs w:val="28"/>
          <w:highlight w:val="yellow"/>
          <w:lang w:val="uk-UA"/>
        </w:rPr>
      </w:pPr>
    </w:p>
    <w:p w:rsidR="005B5A1C" w:rsidRDefault="005B5A1C" w:rsidP="00BA0686">
      <w:pPr>
        <w:rPr>
          <w:sz w:val="28"/>
          <w:szCs w:val="28"/>
          <w:highlight w:val="yellow"/>
          <w:lang w:val="uk-UA"/>
        </w:rPr>
      </w:pPr>
    </w:p>
    <w:p w:rsidR="005B5A1C" w:rsidRDefault="005B5A1C" w:rsidP="00BA06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Н.М.Цибулько</w:t>
      </w:r>
    </w:p>
    <w:p w:rsidR="005B5A1C" w:rsidRDefault="005B5A1C" w:rsidP="00BA0686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Pr="00486D20" w:rsidRDefault="005B5A1C" w:rsidP="00BA0686">
      <w:pPr>
        <w:rPr>
          <w:lang w:val="ru-RU"/>
        </w:rPr>
      </w:pPr>
    </w:p>
    <w:p w:rsidR="005B5A1C" w:rsidRDefault="005B5A1C" w:rsidP="007F7F88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5" type="#_x0000_t75" style="position:absolute;margin-left:301.05pt;margin-top:0;width:34.75pt;height:43.2pt;z-index:251667456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5" DrawAspect="Content" ObjectID="_1589366393" r:id="rId14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7F7F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7F7F88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7F7F88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7F7F88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7F7F88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7F7F88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7F7F88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08.06 .2018</w:t>
      </w:r>
    </w:p>
    <w:p w:rsidR="005B5A1C" w:rsidRDefault="005B5A1C" w:rsidP="007F7F88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D912E4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Pr="003A33A7" w:rsidRDefault="005B5A1C" w:rsidP="007F7F88">
      <w:pPr>
        <w:jc w:val="both"/>
        <w:rPr>
          <w:b/>
          <w:color w:val="000000"/>
          <w:sz w:val="28"/>
          <w:szCs w:val="28"/>
          <w:lang w:val="uk-UA"/>
        </w:rPr>
      </w:pPr>
      <w:r w:rsidRPr="00D50F52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із землеустрою щодо </w:t>
      </w:r>
      <w:r>
        <w:rPr>
          <w:b/>
          <w:sz w:val="28"/>
          <w:szCs w:val="28"/>
          <w:lang w:val="uk-UA"/>
        </w:rPr>
        <w:t xml:space="preserve">встановлення (відновлення) меж земельних ділянок  в натурі  (на місцевості)  гр. Крот Н.І. </w:t>
      </w:r>
      <w:r w:rsidRPr="00D50F52">
        <w:rPr>
          <w:b/>
          <w:sz w:val="28"/>
          <w:szCs w:val="28"/>
          <w:lang w:val="uk-UA"/>
        </w:rPr>
        <w:t>для будівництва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(присадибна ділянка), </w:t>
      </w:r>
      <w:r>
        <w:rPr>
          <w:b/>
          <w:sz w:val="28"/>
          <w:szCs w:val="28"/>
          <w:lang w:val="uk-UA"/>
        </w:rPr>
        <w:t xml:space="preserve">ведення </w:t>
      </w:r>
      <w:r w:rsidRPr="00D50F52">
        <w:rPr>
          <w:b/>
          <w:sz w:val="28"/>
          <w:szCs w:val="28"/>
          <w:lang w:val="uk-UA"/>
        </w:rPr>
        <w:t>особ</w:t>
      </w:r>
      <w:r>
        <w:rPr>
          <w:b/>
          <w:sz w:val="28"/>
          <w:szCs w:val="28"/>
          <w:lang w:val="uk-UA"/>
        </w:rPr>
        <w:t>истого селянського господарства</w:t>
      </w:r>
      <w:r w:rsidRPr="00D50F52">
        <w:rPr>
          <w:b/>
          <w:sz w:val="28"/>
          <w:szCs w:val="28"/>
          <w:lang w:val="uk-UA"/>
        </w:rPr>
        <w:tab/>
      </w:r>
    </w:p>
    <w:p w:rsidR="005B5A1C" w:rsidRPr="00D50F52" w:rsidRDefault="005B5A1C" w:rsidP="007F7F88">
      <w:pPr>
        <w:jc w:val="both"/>
        <w:rPr>
          <w:sz w:val="28"/>
          <w:szCs w:val="28"/>
          <w:lang w:val="uk-UA"/>
        </w:rPr>
      </w:pPr>
    </w:p>
    <w:p w:rsidR="005B5A1C" w:rsidRDefault="005B5A1C" w:rsidP="007F7F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</w:t>
      </w:r>
      <w:r w:rsidRPr="00D50F52">
        <w:rPr>
          <w:sz w:val="28"/>
          <w:szCs w:val="28"/>
          <w:lang w:val="uk-UA"/>
        </w:rPr>
        <w:t xml:space="preserve">iдповiдно до пункту 34 статті 26   Закону України “Про мiсцеве самоврядування в Українi”, статей </w:t>
      </w:r>
      <w:r w:rsidRPr="0055706C">
        <w:rPr>
          <w:sz w:val="28"/>
          <w:szCs w:val="28"/>
          <w:lang w:val="uk-UA"/>
        </w:rPr>
        <w:t>12,118,121,125,126</w:t>
      </w:r>
      <w:r>
        <w:rPr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 Земельного кодексу України, статей   19, 30 Закону України „Про землеустрій ”, розглянувши технiчну документацiю із землеустрою щодо</w:t>
      </w:r>
      <w:r>
        <w:rPr>
          <w:sz w:val="28"/>
          <w:szCs w:val="28"/>
          <w:lang w:val="uk-UA"/>
        </w:rPr>
        <w:t xml:space="preserve">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 </w:t>
      </w:r>
      <w:r w:rsidRPr="006F4F90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земельних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ділянок </w:t>
      </w:r>
      <w:r>
        <w:rPr>
          <w:sz w:val="28"/>
          <w:szCs w:val="28"/>
          <w:lang w:val="uk-UA"/>
        </w:rPr>
        <w:t xml:space="preserve">  </w:t>
      </w:r>
      <w:r w:rsidRPr="006F4F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</w:t>
      </w:r>
      <w:r w:rsidRPr="006F4F90">
        <w:rPr>
          <w:sz w:val="28"/>
          <w:szCs w:val="28"/>
          <w:lang w:val="uk-UA"/>
        </w:rPr>
        <w:t xml:space="preserve"> натурі (на місцевості)  </w:t>
      </w:r>
      <w:r>
        <w:rPr>
          <w:sz w:val="28"/>
          <w:szCs w:val="28"/>
          <w:lang w:val="uk-UA"/>
        </w:rPr>
        <w:t xml:space="preserve">гр. Крот Н.І.     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в </w:t>
      </w:r>
    </w:p>
    <w:p w:rsidR="005B5A1C" w:rsidRDefault="005B5A1C" w:rsidP="00ED3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Імшана,  вул.Невського,49 </w:t>
      </w:r>
      <w:r w:rsidRPr="00D50F52">
        <w:rPr>
          <w:sz w:val="28"/>
          <w:szCs w:val="28"/>
          <w:lang w:val="uk-UA"/>
        </w:rPr>
        <w:t xml:space="preserve">, ведення особистого селянського господарства в </w:t>
      </w:r>
    </w:p>
    <w:p w:rsidR="005B5A1C" w:rsidRDefault="005B5A1C" w:rsidP="00ED3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Імшана,  вул.Невського,</w:t>
      </w:r>
      <w:r w:rsidRPr="00D50F52">
        <w:rPr>
          <w:sz w:val="28"/>
          <w:szCs w:val="28"/>
          <w:lang w:val="uk-UA"/>
        </w:rPr>
        <w:t xml:space="preserve">  Ямпільська селищна рада</w:t>
      </w:r>
    </w:p>
    <w:p w:rsidR="005B5A1C" w:rsidRDefault="005B5A1C" w:rsidP="007F7F88">
      <w:pPr>
        <w:jc w:val="both"/>
        <w:rPr>
          <w:sz w:val="28"/>
          <w:szCs w:val="28"/>
          <w:lang w:val="uk-UA"/>
        </w:rPr>
      </w:pPr>
    </w:p>
    <w:p w:rsidR="005B5A1C" w:rsidRDefault="005B5A1C" w:rsidP="007F7F88">
      <w:pPr>
        <w:jc w:val="both"/>
        <w:outlineLvl w:val="0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                                               </w:t>
      </w:r>
      <w:r w:rsidRPr="00D50F52">
        <w:rPr>
          <w:b/>
          <w:sz w:val="28"/>
          <w:szCs w:val="28"/>
          <w:lang w:val="uk-UA"/>
        </w:rPr>
        <w:t>В И Р I Ш И Л А:</w:t>
      </w:r>
    </w:p>
    <w:p w:rsidR="005B5A1C" w:rsidRPr="00D50F52" w:rsidRDefault="005B5A1C" w:rsidP="007F7F88">
      <w:pPr>
        <w:jc w:val="both"/>
        <w:outlineLvl w:val="0"/>
        <w:rPr>
          <w:b/>
          <w:sz w:val="28"/>
          <w:szCs w:val="28"/>
          <w:lang w:val="uk-UA"/>
        </w:rPr>
      </w:pPr>
    </w:p>
    <w:p w:rsidR="005B5A1C" w:rsidRPr="00D50F52" w:rsidRDefault="005B5A1C" w:rsidP="007F7F88">
      <w:pPr>
        <w:jc w:val="both"/>
        <w:rPr>
          <w:b/>
          <w:sz w:val="28"/>
          <w:szCs w:val="28"/>
          <w:lang w:val="uk-UA"/>
        </w:rPr>
      </w:pPr>
      <w:r w:rsidRPr="00D50F52">
        <w:rPr>
          <w:b/>
          <w:sz w:val="28"/>
          <w:szCs w:val="28"/>
          <w:lang w:val="uk-UA"/>
        </w:rPr>
        <w:t xml:space="preserve">    </w:t>
      </w:r>
      <w:r w:rsidRPr="00D50F52">
        <w:rPr>
          <w:sz w:val="28"/>
          <w:szCs w:val="28"/>
          <w:lang w:val="uk-UA"/>
        </w:rPr>
        <w:t xml:space="preserve">1.Затвердити технічну  документацію  із землеустрою  щодо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6F4F90">
        <w:rPr>
          <w:sz w:val="28"/>
          <w:szCs w:val="28"/>
          <w:lang w:val="uk-UA"/>
        </w:rPr>
        <w:t xml:space="preserve">меж земельних ділянок в натурі (на місцевості)  </w:t>
      </w:r>
      <w:r>
        <w:rPr>
          <w:sz w:val="28"/>
          <w:szCs w:val="28"/>
          <w:lang w:val="uk-UA"/>
        </w:rPr>
        <w:t xml:space="preserve">    гр. Крот Надії Іванівні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 ведення особистого селянського госпо</w:t>
      </w:r>
      <w:r>
        <w:rPr>
          <w:sz w:val="28"/>
          <w:szCs w:val="28"/>
          <w:lang w:val="uk-UA"/>
        </w:rPr>
        <w:t xml:space="preserve">дарства  </w:t>
      </w:r>
      <w:r w:rsidRPr="00D50F5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с.Імшана,  вул.Невського,49</w:t>
      </w:r>
      <w:r w:rsidRPr="00D50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</w:t>
      </w:r>
      <w:r w:rsidRPr="00D50F52">
        <w:rPr>
          <w:sz w:val="28"/>
          <w:szCs w:val="28"/>
          <w:lang w:val="uk-UA"/>
        </w:rPr>
        <w:t>ведення особистого селянського госпо</w:t>
      </w:r>
      <w:r>
        <w:rPr>
          <w:sz w:val="28"/>
          <w:szCs w:val="28"/>
          <w:lang w:val="uk-UA"/>
        </w:rPr>
        <w:t xml:space="preserve">дарства  </w:t>
      </w:r>
      <w:r w:rsidRPr="00D50F5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с.Імшана,  вул.Невського</w:t>
      </w:r>
      <w:r w:rsidRPr="00D50F52">
        <w:rPr>
          <w:sz w:val="28"/>
          <w:szCs w:val="28"/>
          <w:lang w:val="uk-UA"/>
        </w:rPr>
        <w:t xml:space="preserve">  Ямпільського району Сумської області.</w:t>
      </w:r>
    </w:p>
    <w:p w:rsidR="005B5A1C" w:rsidRDefault="005B5A1C" w:rsidP="007F7F88">
      <w:pPr>
        <w:jc w:val="both"/>
        <w:rPr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2. Внести уточнення у площ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 xml:space="preserve"> земельних  д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>лянок ,  виявлених при розробці технічної  документації  із землеустрою  щодо</w:t>
      </w:r>
      <w:r w:rsidRPr="00906AE8">
        <w:rPr>
          <w:b/>
          <w:sz w:val="28"/>
          <w:szCs w:val="28"/>
          <w:lang w:val="uk-UA"/>
        </w:rPr>
        <w:t xml:space="preserve"> </w:t>
      </w:r>
      <w:r w:rsidRPr="00906AE8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906AE8">
        <w:rPr>
          <w:sz w:val="28"/>
          <w:szCs w:val="28"/>
          <w:lang w:val="uk-UA"/>
        </w:rPr>
        <w:t>меж земельних ділянок  в натурі (на місцевості)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</w:t>
      </w:r>
      <w:r>
        <w:rPr>
          <w:sz w:val="28"/>
          <w:szCs w:val="28"/>
          <w:lang w:val="uk-UA"/>
        </w:rPr>
        <w:t xml:space="preserve">            гр.</w:t>
      </w:r>
      <w:r w:rsidRPr="003D12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Крот Надії Іванівні</w:t>
      </w:r>
      <w:r w:rsidRPr="005558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  згідно додатку 1</w:t>
      </w:r>
      <w:r w:rsidRPr="00D50F52">
        <w:rPr>
          <w:sz w:val="28"/>
          <w:szCs w:val="28"/>
          <w:lang w:val="uk-UA"/>
        </w:rPr>
        <w:t xml:space="preserve">   (додається).  </w:t>
      </w:r>
    </w:p>
    <w:p w:rsidR="005B5A1C" w:rsidRDefault="005B5A1C" w:rsidP="00ED3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Передати гр. Крот Надії Іванівні земельні ділянки загальною площею 0,1551 гектара, в тому числі:    для ведення особистого селянського господарства – 0,1551 гектара, кадастровий номер 5925655100:11:002:0025 в   с.Імшана,  вул.Невського у власність. </w:t>
      </w:r>
    </w:p>
    <w:p w:rsidR="005B5A1C" w:rsidRDefault="005B5A1C" w:rsidP="007F7F8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 Громадянки</w:t>
      </w:r>
      <w:r w:rsidRPr="00D50F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Крот Н.І. зареєструвати </w:t>
      </w:r>
      <w:r w:rsidRPr="00D50F52">
        <w:rPr>
          <w:sz w:val="28"/>
          <w:szCs w:val="28"/>
          <w:lang w:val="uk-UA"/>
        </w:rPr>
        <w:t xml:space="preserve">речові права </w:t>
      </w:r>
      <w:r>
        <w:rPr>
          <w:sz w:val="28"/>
          <w:szCs w:val="28"/>
          <w:lang w:val="uk-UA"/>
        </w:rPr>
        <w:t xml:space="preserve">на право власності </w:t>
      </w:r>
      <w:r w:rsidRPr="00D50F52">
        <w:rPr>
          <w:sz w:val="28"/>
          <w:szCs w:val="28"/>
          <w:lang w:val="uk-UA"/>
        </w:rPr>
        <w:t>на земельні ділянки в термін згідно діючого законодавства.</w:t>
      </w:r>
      <w:r w:rsidRPr="00D50F52">
        <w:rPr>
          <w:b/>
          <w:sz w:val="28"/>
          <w:szCs w:val="28"/>
          <w:lang w:val="uk-UA"/>
        </w:rPr>
        <w:t xml:space="preserve"> </w:t>
      </w:r>
    </w:p>
    <w:p w:rsidR="005B5A1C" w:rsidRDefault="005B5A1C" w:rsidP="007F7F88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7F7F88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7F7F88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</w:t>
      </w:r>
      <w:r w:rsidRPr="00D50F52">
        <w:rPr>
          <w:b/>
          <w:sz w:val="28"/>
          <w:szCs w:val="28"/>
          <w:lang w:val="uk-UA"/>
        </w:rPr>
        <w:t>Селищний голова</w:t>
      </w:r>
      <w:r w:rsidRPr="00D50F52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D50F52">
        <w:rPr>
          <w:b/>
          <w:sz w:val="28"/>
          <w:szCs w:val="28"/>
          <w:lang w:val="uk-UA"/>
        </w:rPr>
        <w:t xml:space="preserve">                         Н.М.Цибуль</w:t>
      </w:r>
      <w:r>
        <w:rPr>
          <w:b/>
          <w:sz w:val="28"/>
          <w:szCs w:val="28"/>
          <w:lang w:val="uk-UA"/>
        </w:rPr>
        <w:t>ко</w:t>
      </w: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3D1251">
      <w:pPr>
        <w:jc w:val="both"/>
        <w:rPr>
          <w:sz w:val="28"/>
          <w:szCs w:val="28"/>
          <w:lang w:val="uk-UA"/>
        </w:rPr>
      </w:pPr>
    </w:p>
    <w:p w:rsidR="005B5A1C" w:rsidRDefault="005B5A1C" w:rsidP="00BE754B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6" type="#_x0000_t75" style="position:absolute;margin-left:301.05pt;margin-top:0;width:34.75pt;height:43.2pt;z-index:251668480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6" DrawAspect="Content" ObjectID="_1589366394" r:id="rId15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BE754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BE754B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BE754B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BE754B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BE754B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BE754B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BE754B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08 .06 .2018</w:t>
      </w:r>
    </w:p>
    <w:p w:rsidR="005B5A1C" w:rsidRDefault="005B5A1C" w:rsidP="00BE754B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BE754B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Pr="003A33A7" w:rsidRDefault="005B5A1C" w:rsidP="00BE754B">
      <w:pPr>
        <w:jc w:val="both"/>
        <w:rPr>
          <w:b/>
          <w:color w:val="000000"/>
          <w:sz w:val="28"/>
          <w:szCs w:val="28"/>
          <w:lang w:val="uk-UA"/>
        </w:rPr>
      </w:pPr>
      <w:r w:rsidRPr="00D50F52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із землеустрою щодо </w:t>
      </w:r>
      <w:r>
        <w:rPr>
          <w:b/>
          <w:sz w:val="28"/>
          <w:szCs w:val="28"/>
          <w:lang w:val="uk-UA"/>
        </w:rPr>
        <w:t xml:space="preserve">встановлення (відновлення) меж земельних ділянок  в натурі  (на місцевості)  гр. Демешко Г.Г. </w:t>
      </w:r>
      <w:r w:rsidRPr="00D50F52">
        <w:rPr>
          <w:b/>
          <w:sz w:val="28"/>
          <w:szCs w:val="28"/>
          <w:lang w:val="uk-UA"/>
        </w:rPr>
        <w:t>для будівництва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(присадибна ділянка), </w:t>
      </w:r>
      <w:r>
        <w:rPr>
          <w:b/>
          <w:sz w:val="28"/>
          <w:szCs w:val="28"/>
          <w:lang w:val="uk-UA"/>
        </w:rPr>
        <w:t xml:space="preserve">ведення </w:t>
      </w:r>
      <w:r w:rsidRPr="00D50F52">
        <w:rPr>
          <w:b/>
          <w:sz w:val="28"/>
          <w:szCs w:val="28"/>
          <w:lang w:val="uk-UA"/>
        </w:rPr>
        <w:t>особ</w:t>
      </w:r>
      <w:r>
        <w:rPr>
          <w:b/>
          <w:sz w:val="28"/>
          <w:szCs w:val="28"/>
          <w:lang w:val="uk-UA"/>
        </w:rPr>
        <w:t>истого селянського господарства</w:t>
      </w:r>
      <w:r w:rsidRPr="00D50F52">
        <w:rPr>
          <w:b/>
          <w:sz w:val="28"/>
          <w:szCs w:val="28"/>
          <w:lang w:val="uk-UA"/>
        </w:rPr>
        <w:tab/>
      </w:r>
    </w:p>
    <w:p w:rsidR="005B5A1C" w:rsidRPr="00D50F52" w:rsidRDefault="005B5A1C" w:rsidP="00BE754B">
      <w:pPr>
        <w:jc w:val="both"/>
        <w:rPr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</w:t>
      </w:r>
      <w:r w:rsidRPr="00D50F52">
        <w:rPr>
          <w:sz w:val="28"/>
          <w:szCs w:val="28"/>
          <w:lang w:val="uk-UA"/>
        </w:rPr>
        <w:t xml:space="preserve">iдповiдно до пункту 34 статті 26   Закону України “Про мiсцеве самоврядування в Українi”, статей </w:t>
      </w:r>
      <w:r w:rsidRPr="0055706C">
        <w:rPr>
          <w:sz w:val="28"/>
          <w:szCs w:val="28"/>
          <w:lang w:val="uk-UA"/>
        </w:rPr>
        <w:t>12,118,121,125,126</w:t>
      </w:r>
      <w:r>
        <w:rPr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 Земельного кодексу України, статей   19, 30 Закону України „Про землеустрій ”, розглянувши технiчну документацiю із землеустрою щодо</w:t>
      </w:r>
      <w:r>
        <w:rPr>
          <w:sz w:val="28"/>
          <w:szCs w:val="28"/>
          <w:lang w:val="uk-UA"/>
        </w:rPr>
        <w:t xml:space="preserve">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 </w:t>
      </w:r>
      <w:r w:rsidRPr="006F4F90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земельних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ділянок </w:t>
      </w:r>
      <w:r>
        <w:rPr>
          <w:sz w:val="28"/>
          <w:szCs w:val="28"/>
          <w:lang w:val="uk-UA"/>
        </w:rPr>
        <w:t xml:space="preserve">  </w:t>
      </w:r>
      <w:r w:rsidRPr="006F4F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</w:t>
      </w:r>
      <w:r w:rsidRPr="006F4F90">
        <w:rPr>
          <w:sz w:val="28"/>
          <w:szCs w:val="28"/>
          <w:lang w:val="uk-UA"/>
        </w:rPr>
        <w:t xml:space="preserve"> натурі (на місцевості)  </w:t>
      </w:r>
      <w:r>
        <w:rPr>
          <w:sz w:val="28"/>
          <w:szCs w:val="28"/>
          <w:lang w:val="uk-UA"/>
        </w:rPr>
        <w:t xml:space="preserve">гр. Демешко Г.Г.     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в </w:t>
      </w:r>
    </w:p>
    <w:p w:rsidR="005B5A1C" w:rsidRDefault="005B5A1C" w:rsidP="00BE75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Ямпіль,  вул.Глухівський шлях, 47 ,</w:t>
      </w:r>
      <w:r w:rsidRPr="00D50F52">
        <w:rPr>
          <w:sz w:val="28"/>
          <w:szCs w:val="28"/>
          <w:lang w:val="uk-UA"/>
        </w:rPr>
        <w:t xml:space="preserve">  Ямпільська селищна рада</w:t>
      </w:r>
    </w:p>
    <w:p w:rsidR="005B5A1C" w:rsidRDefault="005B5A1C" w:rsidP="00BE754B">
      <w:pPr>
        <w:jc w:val="both"/>
        <w:rPr>
          <w:sz w:val="28"/>
          <w:szCs w:val="28"/>
          <w:lang w:val="uk-UA"/>
        </w:rPr>
      </w:pPr>
    </w:p>
    <w:p w:rsidR="005B5A1C" w:rsidRDefault="005B5A1C" w:rsidP="00BE754B">
      <w:pPr>
        <w:jc w:val="both"/>
        <w:outlineLvl w:val="0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                                               </w:t>
      </w:r>
      <w:r w:rsidRPr="00D50F52">
        <w:rPr>
          <w:b/>
          <w:sz w:val="28"/>
          <w:szCs w:val="28"/>
          <w:lang w:val="uk-UA"/>
        </w:rPr>
        <w:t>В И Р I Ш И Л А:</w:t>
      </w:r>
    </w:p>
    <w:p w:rsidR="005B5A1C" w:rsidRPr="00D50F52" w:rsidRDefault="005B5A1C" w:rsidP="00BE754B">
      <w:pPr>
        <w:jc w:val="both"/>
        <w:outlineLvl w:val="0"/>
        <w:rPr>
          <w:b/>
          <w:sz w:val="28"/>
          <w:szCs w:val="28"/>
          <w:lang w:val="uk-UA"/>
        </w:rPr>
      </w:pPr>
    </w:p>
    <w:p w:rsidR="005B5A1C" w:rsidRPr="00D50F52" w:rsidRDefault="005B5A1C" w:rsidP="00BE754B">
      <w:pPr>
        <w:jc w:val="both"/>
        <w:rPr>
          <w:b/>
          <w:sz w:val="28"/>
          <w:szCs w:val="28"/>
          <w:lang w:val="uk-UA"/>
        </w:rPr>
      </w:pPr>
      <w:r w:rsidRPr="00D50F52">
        <w:rPr>
          <w:b/>
          <w:sz w:val="28"/>
          <w:szCs w:val="28"/>
          <w:lang w:val="uk-UA"/>
        </w:rPr>
        <w:t xml:space="preserve">    </w:t>
      </w:r>
      <w:r w:rsidRPr="00D50F52">
        <w:rPr>
          <w:sz w:val="28"/>
          <w:szCs w:val="28"/>
          <w:lang w:val="uk-UA"/>
        </w:rPr>
        <w:t xml:space="preserve">1.Затвердити технічну  документацію  із землеустрою  щодо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6F4F90">
        <w:rPr>
          <w:sz w:val="28"/>
          <w:szCs w:val="28"/>
          <w:lang w:val="uk-UA"/>
        </w:rPr>
        <w:t xml:space="preserve">меж земельних ділянок в натурі (на місцевості)  </w:t>
      </w:r>
      <w:r>
        <w:rPr>
          <w:sz w:val="28"/>
          <w:szCs w:val="28"/>
          <w:lang w:val="uk-UA"/>
        </w:rPr>
        <w:t xml:space="preserve">    гр. Демешко Галині Григорівні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 ведення особистого селянського госпо</w:t>
      </w:r>
      <w:r>
        <w:rPr>
          <w:sz w:val="28"/>
          <w:szCs w:val="28"/>
          <w:lang w:val="uk-UA"/>
        </w:rPr>
        <w:t xml:space="preserve">дарства  </w:t>
      </w:r>
      <w:r w:rsidRPr="00D50F5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смт Ямпіль,  вул.Глухівський шлях, 47 </w:t>
      </w:r>
      <w:r w:rsidRPr="00D50F52">
        <w:rPr>
          <w:sz w:val="28"/>
          <w:szCs w:val="28"/>
          <w:lang w:val="uk-UA"/>
        </w:rPr>
        <w:t>Ямпільського району Сумської області.</w:t>
      </w:r>
    </w:p>
    <w:p w:rsidR="005B5A1C" w:rsidRDefault="005B5A1C" w:rsidP="00BE754B">
      <w:pPr>
        <w:jc w:val="both"/>
        <w:rPr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2. Внести уточнення у площ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 xml:space="preserve"> земельних  д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>лянок ,  виявлених при розробці технічної  документації  із землеустрою  щодо</w:t>
      </w:r>
      <w:r w:rsidRPr="00906AE8">
        <w:rPr>
          <w:b/>
          <w:sz w:val="28"/>
          <w:szCs w:val="28"/>
          <w:lang w:val="uk-UA"/>
        </w:rPr>
        <w:t xml:space="preserve"> </w:t>
      </w:r>
      <w:r w:rsidRPr="00906AE8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906AE8">
        <w:rPr>
          <w:sz w:val="28"/>
          <w:szCs w:val="28"/>
          <w:lang w:val="uk-UA"/>
        </w:rPr>
        <w:t>меж земельних ділянок  в натурі (на місцевості)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</w:t>
      </w:r>
      <w:r>
        <w:rPr>
          <w:sz w:val="28"/>
          <w:szCs w:val="28"/>
          <w:lang w:val="uk-UA"/>
        </w:rPr>
        <w:t xml:space="preserve">            гр.</w:t>
      </w:r>
      <w:r w:rsidRPr="003D12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Демешко Галині Григорівні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згідно додатку 2</w:t>
      </w:r>
      <w:r w:rsidRPr="00D50F52">
        <w:rPr>
          <w:sz w:val="28"/>
          <w:szCs w:val="28"/>
          <w:lang w:val="uk-UA"/>
        </w:rPr>
        <w:t xml:space="preserve">   (додається).  </w:t>
      </w:r>
    </w:p>
    <w:p w:rsidR="005B5A1C" w:rsidRDefault="005B5A1C" w:rsidP="00BE75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Громадянки</w:t>
      </w:r>
      <w:r w:rsidRPr="00D50F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Демешко Г.Г. зареєструвати </w:t>
      </w:r>
      <w:r w:rsidRPr="00D50F52">
        <w:rPr>
          <w:sz w:val="28"/>
          <w:szCs w:val="28"/>
          <w:lang w:val="uk-UA"/>
        </w:rPr>
        <w:t xml:space="preserve">речові права </w:t>
      </w:r>
      <w:r>
        <w:rPr>
          <w:sz w:val="28"/>
          <w:szCs w:val="28"/>
          <w:lang w:val="uk-UA"/>
        </w:rPr>
        <w:t xml:space="preserve">на право власності </w:t>
      </w:r>
      <w:r w:rsidRPr="00D50F52">
        <w:rPr>
          <w:sz w:val="28"/>
          <w:szCs w:val="28"/>
          <w:lang w:val="uk-UA"/>
        </w:rPr>
        <w:t>на земельні ділянки в термін згідно діючого законодавства.</w:t>
      </w:r>
      <w:r w:rsidRPr="00D50F52">
        <w:rPr>
          <w:b/>
          <w:sz w:val="28"/>
          <w:szCs w:val="28"/>
          <w:lang w:val="uk-UA"/>
        </w:rPr>
        <w:t xml:space="preserve"> </w:t>
      </w: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</w:t>
      </w:r>
      <w:r w:rsidRPr="00D50F52">
        <w:rPr>
          <w:b/>
          <w:sz w:val="28"/>
          <w:szCs w:val="28"/>
          <w:lang w:val="uk-UA"/>
        </w:rPr>
        <w:t>Селищний голова</w:t>
      </w:r>
      <w:r w:rsidRPr="00D50F52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D50F52">
        <w:rPr>
          <w:b/>
          <w:sz w:val="28"/>
          <w:szCs w:val="28"/>
          <w:lang w:val="uk-UA"/>
        </w:rPr>
        <w:t xml:space="preserve">                         Н.М.Цибуль</w:t>
      </w:r>
      <w:r>
        <w:rPr>
          <w:b/>
          <w:sz w:val="28"/>
          <w:szCs w:val="28"/>
          <w:lang w:val="uk-UA"/>
        </w:rPr>
        <w:t>ко</w:t>
      </w: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E754B">
      <w:pPr>
        <w:jc w:val="both"/>
        <w:rPr>
          <w:b/>
          <w:sz w:val="28"/>
          <w:szCs w:val="28"/>
          <w:lang w:val="uk-UA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>
      <w:pPr>
        <w:rPr>
          <w:lang w:val="ru-RU"/>
        </w:rPr>
      </w:pPr>
    </w:p>
    <w:p w:rsidR="005B5A1C" w:rsidRDefault="005B5A1C" w:rsidP="008F3715">
      <w:pPr>
        <w:jc w:val="both"/>
        <w:rPr>
          <w:sz w:val="28"/>
          <w:szCs w:val="28"/>
          <w:lang w:val="uk-UA"/>
        </w:rPr>
      </w:pPr>
    </w:p>
    <w:p w:rsidR="005B5A1C" w:rsidRDefault="005B5A1C" w:rsidP="008F3715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7" type="#_x0000_t75" style="position:absolute;margin-left:301.05pt;margin-top:0;width:34.75pt;height:43.2pt;z-index:251669504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7" DrawAspect="Content" ObjectID="_1589366395" r:id="rId16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8F371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8F3715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8F3715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8F3715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8F3715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8F3715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8F3715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08 .06 .2018</w:t>
      </w:r>
    </w:p>
    <w:p w:rsidR="005B5A1C" w:rsidRDefault="005B5A1C" w:rsidP="008F3715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8F3715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розгляд заяви  гр. Хохлова В.М.</w:t>
      </w:r>
    </w:p>
    <w:p w:rsidR="005B5A1C" w:rsidRDefault="005B5A1C" w:rsidP="008F371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   земельних ділянок </w:t>
      </w:r>
    </w:p>
    <w:p w:rsidR="005B5A1C" w:rsidRPr="000E33AC" w:rsidRDefault="005B5A1C" w:rsidP="008F371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власність</w:t>
      </w:r>
    </w:p>
    <w:p w:rsidR="005B5A1C" w:rsidRDefault="005B5A1C" w:rsidP="008F37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33, 40, 118, 121 Земельного кодексу України, статей 19, 22 , 25 Закону України «Про землеустрій», розглянувши заяву </w:t>
      </w:r>
      <w:r>
        <w:rPr>
          <w:bCs/>
          <w:sz w:val="28"/>
          <w:szCs w:val="28"/>
          <w:lang w:val="uk-UA"/>
        </w:rPr>
        <w:t>гр.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Хохлова В.М. </w:t>
      </w:r>
      <w:r>
        <w:rPr>
          <w:sz w:val="28"/>
          <w:szCs w:val="28"/>
          <w:lang w:val="uk-UA"/>
        </w:rPr>
        <w:t xml:space="preserve"> про надання земельних ділянок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споруд, ведення особистого селянського господарства в   смт Ямпіль, провул. Бузкова, 15 у власність, враховуючи свідоцтво про право власності на житло  від 07.02.1994р, зареєстрований в Глухівському МБТІ , записаний в реєстрову книгу 16 за №158,  договір купівлі-продажу 1/4 частки  житлового будинку від 30.09.2013 року, зареєстрований в реєстрі за №1704 , посвідчений Лях В.В. державним нотаріусом Ямпільської районної державної нотаріальної контори,   Витяг з Державного реєстру речових прав на нерухоме майно про реєстрацію права власності, індексний номер витягу: 10206126 від 30.09.2013 , номер запису про право власності : 2704193, дата державної реєстрації  30.09.2013,  договір дарування частки житлового будинку від 26.04.2018 року   зареєстрований в реєстрі за №722 , посвідчений Оснач Ю.І. приватним нотаріусом Ямпільської районного  нотаріального округу Сумської області , Витяг з Державного реєстру речових прав на нерухоме майно про реєстрацію права власності, індексний номер витягу: 122166371 від 26.04.2018 , номер запису про право власності : 25913237, дата державної реєстрації  26.04.2018, технічний паспорт на житловий будинок,  Ямпільська селищна рада</w:t>
      </w:r>
    </w:p>
    <w:p w:rsidR="005B5A1C" w:rsidRDefault="005B5A1C" w:rsidP="008F3715">
      <w:pPr>
        <w:jc w:val="both"/>
        <w:rPr>
          <w:sz w:val="28"/>
          <w:szCs w:val="28"/>
          <w:lang w:val="uk-UA"/>
        </w:rPr>
      </w:pPr>
    </w:p>
    <w:p w:rsidR="005B5A1C" w:rsidRDefault="005B5A1C" w:rsidP="008F3715">
      <w:pPr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В И Р 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Ш И Л А:</w:t>
      </w:r>
    </w:p>
    <w:p w:rsidR="005B5A1C" w:rsidRPr="000E33AC" w:rsidRDefault="005B5A1C" w:rsidP="008F3715">
      <w:pPr>
        <w:jc w:val="both"/>
        <w:rPr>
          <w:sz w:val="28"/>
          <w:szCs w:val="28"/>
          <w:lang w:val="uk-UA"/>
        </w:rPr>
      </w:pPr>
    </w:p>
    <w:p w:rsidR="005B5A1C" w:rsidRDefault="005B5A1C" w:rsidP="008F371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1</w:t>
      </w:r>
      <w:r>
        <w:rPr>
          <w:sz w:val="28"/>
          <w:szCs w:val="28"/>
          <w:lang w:val="uk-UA"/>
        </w:rPr>
        <w:t>. Надати громадянину Хохлову Віктору Миколайовичу земельні ділянки, які належать Ямпільській селищній раді Ямпільського району Сумської області ідентифікаційний код 04390222, загальною площею   0,3069 гектара, в т.ч.: для  будівництва і обслуговування житлового будинку, господарських будівель і споруд 0,1273 гектара, кадастровий номер 5925655100:01:007:0026, ведення особистого селянського господарства 0,1796 гектара, кадастровий номер 5925655100:01:007:0027,   у власність в межах      смт Ямпіль,    провул.     Бузковий, 15.</w:t>
      </w:r>
    </w:p>
    <w:p w:rsidR="005B5A1C" w:rsidRDefault="005B5A1C" w:rsidP="008F3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Громадянину Хохлову В.М. зареєструвати у органі державної реєстрації речові права на право власності на земельні ділянки в термін, згідно діючого законодавства.</w:t>
      </w:r>
    </w:p>
    <w:p w:rsidR="005B5A1C" w:rsidRDefault="005B5A1C" w:rsidP="008F3715">
      <w:pPr>
        <w:ind w:firstLine="708"/>
        <w:jc w:val="both"/>
        <w:rPr>
          <w:sz w:val="28"/>
          <w:szCs w:val="28"/>
          <w:lang w:val="uk-UA"/>
        </w:rPr>
      </w:pPr>
    </w:p>
    <w:p w:rsidR="005B5A1C" w:rsidRDefault="005B5A1C" w:rsidP="008F3715">
      <w:pPr>
        <w:ind w:firstLine="708"/>
        <w:jc w:val="both"/>
        <w:rPr>
          <w:sz w:val="28"/>
          <w:szCs w:val="28"/>
          <w:lang w:val="uk-UA"/>
        </w:rPr>
      </w:pPr>
    </w:p>
    <w:p w:rsidR="005B5A1C" w:rsidRDefault="005B5A1C" w:rsidP="008F371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Н.М.Цибулько</w:t>
      </w:r>
    </w:p>
    <w:p w:rsidR="005B5A1C" w:rsidRDefault="005B5A1C" w:rsidP="008F3715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8F3715">
      <w:pPr>
        <w:jc w:val="both"/>
        <w:rPr>
          <w:b/>
          <w:bCs/>
          <w:sz w:val="28"/>
          <w:szCs w:val="28"/>
          <w:lang w:val="uk-UA"/>
        </w:rPr>
      </w:pPr>
    </w:p>
    <w:p w:rsidR="005B5A1C" w:rsidRDefault="005B5A1C" w:rsidP="008F3715">
      <w:pPr>
        <w:jc w:val="both"/>
        <w:rPr>
          <w:b/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Pr="005F10B1" w:rsidRDefault="005B5A1C" w:rsidP="005F10B1">
      <w:pPr>
        <w:rPr>
          <w:sz w:val="28"/>
          <w:szCs w:val="28"/>
          <w:lang w:val="uk-UA"/>
        </w:rPr>
      </w:pPr>
    </w:p>
    <w:p w:rsidR="005B5A1C" w:rsidRDefault="005B5A1C" w:rsidP="005F10B1">
      <w:pPr>
        <w:rPr>
          <w:sz w:val="28"/>
          <w:szCs w:val="28"/>
          <w:lang w:val="uk-UA"/>
        </w:rPr>
      </w:pPr>
    </w:p>
    <w:p w:rsidR="005B5A1C" w:rsidRDefault="005B5A1C" w:rsidP="005F10B1">
      <w:pPr>
        <w:tabs>
          <w:tab w:val="left" w:pos="13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B5A1C" w:rsidRDefault="005B5A1C" w:rsidP="005F10B1">
      <w:pPr>
        <w:tabs>
          <w:tab w:val="left" w:pos="1350"/>
        </w:tabs>
        <w:rPr>
          <w:sz w:val="28"/>
          <w:szCs w:val="28"/>
          <w:lang w:val="uk-UA"/>
        </w:rPr>
      </w:pPr>
    </w:p>
    <w:p w:rsidR="005B5A1C" w:rsidRDefault="005B5A1C" w:rsidP="005F10B1">
      <w:pPr>
        <w:jc w:val="both"/>
        <w:rPr>
          <w:sz w:val="28"/>
          <w:szCs w:val="28"/>
          <w:lang w:val="uk-UA"/>
        </w:rPr>
      </w:pPr>
    </w:p>
    <w:p w:rsidR="005B5A1C" w:rsidRDefault="005B5A1C" w:rsidP="005F10B1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8" type="#_x0000_t75" style="position:absolute;margin-left:301.05pt;margin-top:0;width:34.75pt;height:43.2pt;z-index:251670528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8" DrawAspect="Content" ObjectID="_1589366396" r:id="rId17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5F10B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5F10B1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5F10B1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5F10B1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5F10B1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5F10B1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5F10B1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08 .06 .2018</w:t>
      </w:r>
    </w:p>
    <w:p w:rsidR="005B5A1C" w:rsidRDefault="005B5A1C" w:rsidP="005F10B1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Pr="00550E5D" w:rsidRDefault="005B5A1C" w:rsidP="005F10B1">
      <w:pPr>
        <w:rPr>
          <w:lang w:val="ru-RU"/>
        </w:rPr>
      </w:pP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 xml:space="preserve">Про   внесення змін у додаток </w:t>
      </w: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>до рішення виконавчого комітету</w:t>
      </w: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>Ямпільської селищної ради народних</w:t>
      </w: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депутатів від 28.03.1996 року № 23</w:t>
      </w: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>„Про розгляд заяв громадян на</w:t>
      </w:r>
    </w:p>
    <w:p w:rsidR="005B5A1C" w:rsidRPr="00550E5D" w:rsidRDefault="005B5A1C" w:rsidP="005F10B1">
      <w:pPr>
        <w:rPr>
          <w:b/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 xml:space="preserve"> приватизацію земельних ділянок”</w:t>
      </w:r>
    </w:p>
    <w:p w:rsidR="005B5A1C" w:rsidRPr="00550E5D" w:rsidRDefault="005B5A1C" w:rsidP="005F10B1">
      <w:pPr>
        <w:rPr>
          <w:color w:val="000000"/>
          <w:szCs w:val="20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  <w:r w:rsidRPr="00550E5D">
        <w:rPr>
          <w:color w:val="000000"/>
          <w:lang w:val="uk-UA"/>
        </w:rPr>
        <w:t xml:space="preserve">         </w:t>
      </w:r>
      <w:r w:rsidRPr="00550E5D">
        <w:rPr>
          <w:color w:val="000000"/>
          <w:sz w:val="28"/>
          <w:szCs w:val="28"/>
          <w:lang w:val="uk-UA"/>
        </w:rPr>
        <w:t>Відповідно до пункту 34 статті 26 Закону України “Про місцеве самоврядування в Україні”, статті 12 Земельного кодексу України, розглянувши заяву спеціаліста І категорії Чайки Л.С. про  внесення змін у додаток до рішення виконавчого комітету Ямпільської селищної ради народних депутат</w:t>
      </w:r>
      <w:r>
        <w:rPr>
          <w:color w:val="000000"/>
          <w:sz w:val="28"/>
          <w:szCs w:val="28"/>
          <w:lang w:val="uk-UA"/>
        </w:rPr>
        <w:t>ів від 28.03.1996 року № 23</w:t>
      </w:r>
      <w:r w:rsidRPr="00550E5D">
        <w:rPr>
          <w:color w:val="000000"/>
          <w:sz w:val="28"/>
          <w:szCs w:val="28"/>
          <w:lang w:val="uk-UA"/>
        </w:rPr>
        <w:t xml:space="preserve"> </w:t>
      </w:r>
      <w:r w:rsidRPr="00550E5D">
        <w:rPr>
          <w:sz w:val="28"/>
          <w:szCs w:val="28"/>
          <w:lang w:val="uk-UA"/>
        </w:rPr>
        <w:t xml:space="preserve">„Про розгляд заяв громадян на </w:t>
      </w:r>
      <w:r>
        <w:rPr>
          <w:sz w:val="28"/>
          <w:szCs w:val="28"/>
          <w:lang w:val="uk-UA"/>
        </w:rPr>
        <w:t xml:space="preserve">приватизацію земельних ділянок”  </w:t>
      </w:r>
      <w:r w:rsidRPr="00550E5D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уточнення назви вулиці розташування </w:t>
      </w:r>
      <w:r w:rsidRPr="00550E5D">
        <w:rPr>
          <w:sz w:val="28"/>
          <w:szCs w:val="28"/>
          <w:lang w:val="uk-UA"/>
        </w:rPr>
        <w:t xml:space="preserve"> житлового будинку в смт Ям</w:t>
      </w:r>
      <w:r>
        <w:rPr>
          <w:sz w:val="28"/>
          <w:szCs w:val="28"/>
          <w:lang w:val="uk-UA"/>
        </w:rPr>
        <w:t>піль  вул. Коцюбинського,27</w:t>
      </w:r>
      <w:r w:rsidRPr="00550E5D">
        <w:rPr>
          <w:sz w:val="28"/>
          <w:szCs w:val="28"/>
          <w:lang w:val="uk-UA"/>
        </w:rPr>
        <w:t>, враховуючи технічний па</w:t>
      </w:r>
      <w:r>
        <w:rPr>
          <w:sz w:val="28"/>
          <w:szCs w:val="28"/>
          <w:lang w:val="uk-UA"/>
        </w:rPr>
        <w:t>спорт на житловий будинок від 03.10.2017</w:t>
      </w:r>
      <w:r w:rsidRPr="00550E5D">
        <w:rPr>
          <w:sz w:val="28"/>
          <w:szCs w:val="28"/>
          <w:lang w:val="uk-UA"/>
        </w:rPr>
        <w:t xml:space="preserve"> року, </w:t>
      </w:r>
      <w:r>
        <w:rPr>
          <w:sz w:val="28"/>
          <w:szCs w:val="28"/>
          <w:lang w:val="uk-UA"/>
        </w:rPr>
        <w:t xml:space="preserve">свідоцтво про право приватної власності  на житловий будинок </w:t>
      </w:r>
      <w:r w:rsidRPr="00550E5D">
        <w:rPr>
          <w:sz w:val="28"/>
          <w:szCs w:val="28"/>
          <w:lang w:val="uk-UA"/>
        </w:rPr>
        <w:t xml:space="preserve">, </w:t>
      </w:r>
      <w:r w:rsidRPr="00550E5D">
        <w:rPr>
          <w:color w:val="000000"/>
          <w:sz w:val="28"/>
          <w:szCs w:val="28"/>
          <w:lang w:val="uk-UA"/>
        </w:rPr>
        <w:t>Ямпільська селищна рада</w:t>
      </w:r>
    </w:p>
    <w:p w:rsidR="005B5A1C" w:rsidRPr="00550E5D" w:rsidRDefault="005B5A1C" w:rsidP="005F10B1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5B5A1C" w:rsidRPr="00550E5D" w:rsidRDefault="005B5A1C" w:rsidP="005F10B1">
      <w:pPr>
        <w:tabs>
          <w:tab w:val="left" w:pos="2428"/>
        </w:tabs>
        <w:ind w:firstLine="720"/>
        <w:jc w:val="both"/>
        <w:outlineLvl w:val="0"/>
        <w:rPr>
          <w:b/>
          <w:color w:val="000000"/>
          <w:sz w:val="28"/>
          <w:szCs w:val="28"/>
          <w:lang w:val="uk-UA"/>
        </w:rPr>
      </w:pPr>
      <w:r w:rsidRPr="00550E5D">
        <w:rPr>
          <w:color w:val="000000"/>
          <w:lang w:val="uk-UA"/>
        </w:rPr>
        <w:tab/>
      </w:r>
      <w:r w:rsidRPr="00550E5D">
        <w:rPr>
          <w:b/>
          <w:color w:val="000000"/>
          <w:sz w:val="28"/>
          <w:szCs w:val="28"/>
          <w:lang w:val="uk-UA"/>
        </w:rPr>
        <w:t xml:space="preserve">             В И Р І Ш И Л А :</w:t>
      </w:r>
    </w:p>
    <w:p w:rsidR="005B5A1C" w:rsidRPr="00550E5D" w:rsidRDefault="005B5A1C" w:rsidP="005F10B1">
      <w:pPr>
        <w:tabs>
          <w:tab w:val="left" w:pos="2428"/>
        </w:tabs>
        <w:ind w:firstLine="720"/>
        <w:jc w:val="both"/>
        <w:outlineLvl w:val="0"/>
        <w:rPr>
          <w:b/>
          <w:color w:val="000000"/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  <w:r w:rsidRPr="00550E5D">
        <w:rPr>
          <w:sz w:val="28"/>
          <w:szCs w:val="28"/>
          <w:lang w:val="uk-UA"/>
        </w:rPr>
        <w:t xml:space="preserve">1.Внести зміни </w:t>
      </w:r>
      <w:r w:rsidRPr="00550E5D">
        <w:rPr>
          <w:color w:val="000000"/>
          <w:sz w:val="28"/>
          <w:szCs w:val="28"/>
          <w:lang w:val="uk-UA"/>
        </w:rPr>
        <w:t>в додаток</w:t>
      </w:r>
      <w:r>
        <w:rPr>
          <w:sz w:val="28"/>
          <w:szCs w:val="28"/>
          <w:lang w:val="uk-UA"/>
        </w:rPr>
        <w:t xml:space="preserve">  до рішення № 23</w:t>
      </w:r>
      <w:r w:rsidRPr="00550E5D">
        <w:rPr>
          <w:sz w:val="28"/>
          <w:szCs w:val="28"/>
          <w:lang w:val="uk-UA"/>
        </w:rPr>
        <w:t xml:space="preserve"> виконавчого комітету Ямпільської селищної ради народних депутатів від </w:t>
      </w:r>
      <w:r>
        <w:rPr>
          <w:color w:val="000000"/>
          <w:sz w:val="28"/>
          <w:szCs w:val="28"/>
          <w:lang w:val="uk-UA"/>
        </w:rPr>
        <w:t>28.03.1996</w:t>
      </w:r>
      <w:r w:rsidRPr="00550E5D">
        <w:rPr>
          <w:sz w:val="28"/>
          <w:szCs w:val="28"/>
          <w:lang w:val="uk-UA"/>
        </w:rPr>
        <w:t xml:space="preserve">р. „Список громадян  на приватизацію земельних ділянок ” щодо </w:t>
      </w:r>
      <w:r>
        <w:rPr>
          <w:sz w:val="28"/>
          <w:szCs w:val="28"/>
          <w:lang w:val="uk-UA"/>
        </w:rPr>
        <w:t>уточнення назви вулиці , виклавши пункт № 1915</w:t>
      </w:r>
      <w:r w:rsidRPr="00550E5D">
        <w:rPr>
          <w:sz w:val="28"/>
          <w:szCs w:val="28"/>
          <w:lang w:val="uk-UA"/>
        </w:rPr>
        <w:t xml:space="preserve"> додатку в такій редакції:</w:t>
      </w: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1559"/>
        <w:gridCol w:w="992"/>
        <w:gridCol w:w="1843"/>
        <w:gridCol w:w="1701"/>
      </w:tblGrid>
      <w:tr w:rsidR="005B5A1C" w:rsidRPr="00A07F08" w:rsidTr="00B91F6D">
        <w:trPr>
          <w:trHeight w:val="1018"/>
        </w:trPr>
        <w:tc>
          <w:tcPr>
            <w:tcW w:w="675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 xml:space="preserve">№ </w:t>
            </w:r>
          </w:p>
        </w:tc>
        <w:tc>
          <w:tcPr>
            <w:tcW w:w="3119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 xml:space="preserve">                    </w:t>
            </w: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 xml:space="preserve">         П.І. та  Б.</w:t>
            </w:r>
          </w:p>
        </w:tc>
        <w:tc>
          <w:tcPr>
            <w:tcW w:w="1559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Адреса</w:t>
            </w:r>
          </w:p>
        </w:tc>
        <w:tc>
          <w:tcPr>
            <w:tcW w:w="992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 xml:space="preserve">Загальна </w:t>
            </w: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 xml:space="preserve">площа,     </w:t>
            </w: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ind w:left="277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м2</w:t>
            </w:r>
          </w:p>
        </w:tc>
        <w:tc>
          <w:tcPr>
            <w:tcW w:w="1843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Для будівництва і обслуговування жилого будинку, господарських будівель і споруд, м2</w:t>
            </w:r>
          </w:p>
        </w:tc>
        <w:tc>
          <w:tcPr>
            <w:tcW w:w="1701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Для ведення</w:t>
            </w:r>
          </w:p>
          <w:p w:rsidR="005B5A1C" w:rsidRPr="00550E5D" w:rsidRDefault="005B5A1C" w:rsidP="00B91F6D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особистого</w:t>
            </w:r>
          </w:p>
          <w:p w:rsidR="005B5A1C" w:rsidRPr="00550E5D" w:rsidRDefault="005B5A1C" w:rsidP="00B91F6D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селянського</w:t>
            </w:r>
          </w:p>
          <w:p w:rsidR="005B5A1C" w:rsidRPr="00550E5D" w:rsidRDefault="005B5A1C" w:rsidP="00B91F6D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550E5D">
              <w:rPr>
                <w:sz w:val="20"/>
                <w:szCs w:val="20"/>
                <w:lang w:val="uk-UA" w:eastAsia="en-US"/>
              </w:rPr>
              <w:t>господарства, м2</w:t>
            </w:r>
          </w:p>
        </w:tc>
      </w:tr>
      <w:tr w:rsidR="005B5A1C" w:rsidRPr="00550E5D" w:rsidTr="00B91F6D">
        <w:tc>
          <w:tcPr>
            <w:tcW w:w="675" w:type="dxa"/>
          </w:tcPr>
          <w:p w:rsidR="005B5A1C" w:rsidRPr="00550E5D" w:rsidRDefault="005B5A1C" w:rsidP="00B91F6D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1915</w:t>
            </w:r>
          </w:p>
        </w:tc>
        <w:tc>
          <w:tcPr>
            <w:tcW w:w="3119" w:type="dxa"/>
          </w:tcPr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 </w:t>
            </w: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Коршок Анатолій Данилович</w:t>
            </w:r>
          </w:p>
          <w:p w:rsidR="005B5A1C" w:rsidRPr="00550E5D" w:rsidRDefault="005B5A1C" w:rsidP="00B91F6D">
            <w:pPr>
              <w:tabs>
                <w:tab w:val="left" w:pos="984"/>
              </w:tabs>
              <w:spacing w:line="256" w:lineRule="auto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559" w:type="dxa"/>
          </w:tcPr>
          <w:p w:rsidR="005B5A1C" w:rsidRPr="00550E5D" w:rsidRDefault="005B5A1C" w:rsidP="000E1D4C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смт Ямпіль вул.Коцюбин-ського,27</w:t>
            </w:r>
          </w:p>
        </w:tc>
        <w:tc>
          <w:tcPr>
            <w:tcW w:w="992" w:type="dxa"/>
          </w:tcPr>
          <w:p w:rsidR="005B5A1C" w:rsidRPr="00550E5D" w:rsidRDefault="005B5A1C" w:rsidP="00B91F6D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     1500</w:t>
            </w:r>
          </w:p>
        </w:tc>
        <w:tc>
          <w:tcPr>
            <w:tcW w:w="1843" w:type="dxa"/>
          </w:tcPr>
          <w:p w:rsidR="005B5A1C" w:rsidRPr="00550E5D" w:rsidRDefault="005B5A1C" w:rsidP="00B91F6D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110</w:t>
            </w:r>
            <w:r w:rsidRPr="00550E5D">
              <w:rPr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701" w:type="dxa"/>
          </w:tcPr>
          <w:p w:rsidR="005B5A1C" w:rsidRPr="00550E5D" w:rsidRDefault="005B5A1C" w:rsidP="00B91F6D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400</w:t>
            </w:r>
          </w:p>
        </w:tc>
      </w:tr>
    </w:tbl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</w:p>
    <w:p w:rsidR="005B5A1C" w:rsidRPr="00550E5D" w:rsidRDefault="005B5A1C" w:rsidP="005F10B1">
      <w:pPr>
        <w:jc w:val="both"/>
        <w:rPr>
          <w:sz w:val="28"/>
          <w:szCs w:val="28"/>
          <w:lang w:val="uk-UA"/>
        </w:rPr>
      </w:pPr>
      <w:r w:rsidRPr="00550E5D">
        <w:rPr>
          <w:sz w:val="28"/>
          <w:szCs w:val="28"/>
          <w:lang w:val="uk-UA"/>
        </w:rPr>
        <w:t>2. Спеціалісту І категорії землевпоряднику селищної ради Чайці Л.С. внести відповідні зміни до земельно – облікових документів.</w:t>
      </w:r>
    </w:p>
    <w:p w:rsidR="005B5A1C" w:rsidRPr="00550E5D" w:rsidRDefault="005B5A1C" w:rsidP="005F10B1">
      <w:pPr>
        <w:rPr>
          <w:sz w:val="28"/>
          <w:szCs w:val="28"/>
          <w:lang w:val="uk-UA"/>
        </w:rPr>
      </w:pPr>
    </w:p>
    <w:p w:rsidR="005B5A1C" w:rsidRDefault="005B5A1C" w:rsidP="005F10B1">
      <w:pPr>
        <w:tabs>
          <w:tab w:val="left" w:pos="5068"/>
        </w:tabs>
        <w:jc w:val="both"/>
        <w:rPr>
          <w:sz w:val="28"/>
          <w:szCs w:val="28"/>
          <w:lang w:val="uk-UA"/>
        </w:rPr>
      </w:pPr>
      <w:r w:rsidRPr="00550E5D">
        <w:rPr>
          <w:b/>
          <w:sz w:val="28"/>
          <w:szCs w:val="28"/>
          <w:lang w:val="uk-UA"/>
        </w:rPr>
        <w:t xml:space="preserve"> Селищний голова                                                                      Н.М.Цибулько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b/>
          <w:sz w:val="28"/>
          <w:szCs w:val="28"/>
          <w:lang w:val="uk-UA"/>
        </w:rPr>
      </w:pPr>
    </w:p>
    <w:p w:rsidR="005B5A1C" w:rsidRDefault="005B5A1C" w:rsidP="005F10B1">
      <w:pPr>
        <w:rPr>
          <w:lang w:val="ru-RU"/>
        </w:rPr>
      </w:pPr>
    </w:p>
    <w:p w:rsidR="005B5A1C" w:rsidRDefault="005B5A1C" w:rsidP="00B41B0B">
      <w:pPr>
        <w:jc w:val="both"/>
        <w:rPr>
          <w:sz w:val="28"/>
          <w:szCs w:val="28"/>
          <w:lang w:val="uk-UA"/>
        </w:rPr>
      </w:pPr>
    </w:p>
    <w:p w:rsidR="005B5A1C" w:rsidRDefault="005B5A1C" w:rsidP="00B41B0B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39" type="#_x0000_t75" style="position:absolute;margin-left:301.05pt;margin-top:0;width:34.75pt;height:43.2pt;z-index:251671552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39" DrawAspect="Content" ObjectID="_1589366397" r:id="rId18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B41B0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B41B0B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B41B0B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B41B0B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B41B0B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B41B0B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B41B0B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08 .06 .2018</w:t>
      </w:r>
    </w:p>
    <w:p w:rsidR="005B5A1C" w:rsidRDefault="005B5A1C" w:rsidP="0087484A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Pr="0087484A" w:rsidRDefault="005B5A1C" w:rsidP="0087484A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</w:p>
    <w:p w:rsidR="005B5A1C" w:rsidRDefault="005B5A1C" w:rsidP="00B41B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заяви гр. Нестеренко А.М. спадкоємця майна                                  гр. Нестеренко М.І.  про надання  дозволу на розробку технічної  документації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із землеустрою щодо встановлення меж земельних ділянок  в   натурі </w:t>
      </w:r>
      <w:r w:rsidRPr="00B21AD0">
        <w:rPr>
          <w:b/>
          <w:sz w:val="28"/>
          <w:szCs w:val="28"/>
          <w:lang w:val="uk-UA"/>
        </w:rPr>
        <w:t>(на місцевості)</w:t>
      </w:r>
      <w:r>
        <w:rPr>
          <w:b/>
          <w:sz w:val="28"/>
          <w:szCs w:val="28"/>
          <w:lang w:val="uk-UA"/>
        </w:rPr>
        <w:t xml:space="preserve"> </w:t>
      </w:r>
    </w:p>
    <w:p w:rsidR="005B5A1C" w:rsidRDefault="005B5A1C" w:rsidP="00B41B0B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41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пункту 34  статті 26 Закону України «Про місцеве самоврядування в Україні», статей 12, 40,  120, 121, 123 Земельного кодексу України , статей 19, 22 , 25 Закону України «Про землеустрій», розглянувши заяву гр. </w:t>
      </w:r>
      <w:r w:rsidRPr="00B41B0B">
        <w:rPr>
          <w:sz w:val="28"/>
          <w:szCs w:val="28"/>
          <w:lang w:val="uk-UA"/>
        </w:rPr>
        <w:t>Нестеренко А.М.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спадкоємця майна  гр. Нестеренко </w:t>
      </w:r>
      <w:r w:rsidRPr="00B41B0B">
        <w:rPr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B41B0B">
        <w:rPr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(Свідоцтво про право на спадщину за законом </w:t>
      </w:r>
      <w:r w:rsidRPr="00E654B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21.05.2018</w:t>
      </w:r>
      <w:r w:rsidRPr="00E654BF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, зареєстровано в реєстрі за  № 847), про надання дозволу на розробку технічної документації із землеустрою щодо встановлення меж земельних ділянок в натурі (на місцевості)  на земельні ділянки, які належали гр. Нестеренко </w:t>
      </w:r>
      <w:r w:rsidRPr="00B41B0B">
        <w:rPr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B41B0B">
        <w:rPr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підставі рішення виконавчого комітету Ямпільської селищної ради народних депутатів  від 17.03.1995 року за № 29, але право власності на земельні ділянки не зареєстровано у зв’язку з його смертю (Свідоцтво про смерть серія   І-БП            № 289538 від 26.07.2017р.),   взявши до уваги Витяг з Державного реєстру речових прав на нерухоме майно про реєстрацію права власності, індексний номер витягу: 124721048 від 21.05.2018 , номер запису про право власності : 26248421, дата державної реєстрації  21.05.2018,   Ямпільська селищна рада</w:t>
      </w:r>
    </w:p>
    <w:p w:rsidR="005B5A1C" w:rsidRDefault="005B5A1C" w:rsidP="00B41B0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B5A1C" w:rsidRDefault="005B5A1C" w:rsidP="00B41B0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sz w:val="28"/>
          <w:szCs w:val="28"/>
          <w:lang w:val="uk-UA"/>
        </w:rPr>
        <w:t>Погодитись  із переходом  до громадянина Нестеренко Анатолія Миколайовича,  спадкоємця майна громадянина Нестеренко Миколи Івановича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  права власності на   земельні ділянки,  загальною площею  0,2750  гектара,  в тому числі: для будівництва  і обслуговування житлового будинку, господарських будівель і споруд 0,0300 гектара, ведення особистого селянського господарства 0,2450 гектара,  які знаходяться  за  адресою:             смт Ямпіль, вул.Травнева,12 та надати йому дозвіл  на розробку технічної документації із землеустрою щодо встановлення   меж земельних ділянок в натурі (на місцевості)  у    власність .</w:t>
      </w:r>
    </w:p>
    <w:p w:rsidR="005B5A1C" w:rsidRDefault="005B5A1C" w:rsidP="00B41B0B">
      <w:pPr>
        <w:jc w:val="both"/>
        <w:rPr>
          <w:sz w:val="28"/>
          <w:szCs w:val="28"/>
          <w:lang w:val="uk-UA"/>
        </w:rPr>
      </w:pPr>
    </w:p>
    <w:p w:rsidR="005B5A1C" w:rsidRDefault="005B5A1C" w:rsidP="00B41B0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          Н.М.Цибулько</w:t>
      </w: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0C4642">
      <w:pPr>
        <w:jc w:val="both"/>
        <w:rPr>
          <w:sz w:val="28"/>
          <w:szCs w:val="28"/>
          <w:lang w:val="uk-UA"/>
        </w:rPr>
      </w:pPr>
    </w:p>
    <w:p w:rsidR="005B5A1C" w:rsidRDefault="005B5A1C" w:rsidP="000C4642">
      <w:pPr>
        <w:rPr>
          <w:b/>
          <w:bCs/>
          <w:sz w:val="28"/>
          <w:szCs w:val="28"/>
          <w:lang w:val="uk-UA"/>
        </w:rPr>
      </w:pPr>
      <w:r>
        <w:rPr>
          <w:noProof/>
          <w:lang w:val="ru-RU"/>
        </w:rPr>
        <w:pict>
          <v:shape id="_x0000_s1040" type="#_x0000_t75" style="position:absolute;margin-left:301.05pt;margin-top:0;width:34.75pt;height:43.2pt;z-index:251672576;visibility:visible;mso-wrap-edited:f;mso-position-horizontal-relative:page" fillcolor="window">
            <v:imagedata r:id="rId4" o:title=""/>
            <w10:wrap type="topAndBottom" anchorx="page"/>
          </v:shape>
          <o:OLEObject Type="Embed" ProgID="Word.Picture.8" ShapeID="_x0000_s1040" DrawAspect="Content" ObjectID="_1589366398" r:id="rId19"/>
        </w:pic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ПРОЕКТ     </w:t>
      </w:r>
    </w:p>
    <w:p w:rsidR="005B5A1C" w:rsidRDefault="005B5A1C" w:rsidP="000C464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Ямпільська селищна рада</w:t>
      </w:r>
    </w:p>
    <w:p w:rsidR="005B5A1C" w:rsidRDefault="005B5A1C" w:rsidP="000C4642">
      <w:pPr>
        <w:tabs>
          <w:tab w:val="left" w:pos="2344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</w:t>
      </w:r>
    </w:p>
    <w:p w:rsidR="005B5A1C" w:rsidRDefault="005B5A1C" w:rsidP="000C4642">
      <w:pPr>
        <w:tabs>
          <w:tab w:val="left" w:pos="2512"/>
          <w:tab w:val="left" w:pos="2832"/>
          <w:tab w:val="left" w:pos="3540"/>
          <w:tab w:val="left" w:pos="4248"/>
          <w:tab w:val="left" w:pos="4956"/>
          <w:tab w:val="left" w:pos="5068"/>
          <w:tab w:val="left" w:pos="7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Сьоме скликання</w:t>
      </w:r>
    </w:p>
    <w:p w:rsidR="005B5A1C" w:rsidRDefault="005B5A1C" w:rsidP="000C4642">
      <w:pPr>
        <w:tabs>
          <w:tab w:val="left" w:pos="5068"/>
          <w:tab w:val="left" w:pos="699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Тридцята сесія</w:t>
      </w:r>
    </w:p>
    <w:p w:rsidR="005B5A1C" w:rsidRDefault="005B5A1C" w:rsidP="000C4642">
      <w:pPr>
        <w:tabs>
          <w:tab w:val="left" w:pos="5068"/>
        </w:tabs>
        <w:jc w:val="center"/>
        <w:rPr>
          <w:b/>
          <w:bCs/>
          <w:sz w:val="28"/>
          <w:szCs w:val="28"/>
          <w:lang w:val="uk-UA"/>
        </w:rPr>
      </w:pPr>
    </w:p>
    <w:p w:rsidR="005B5A1C" w:rsidRDefault="005B5A1C" w:rsidP="000C4642">
      <w:pPr>
        <w:tabs>
          <w:tab w:val="left" w:pos="3120"/>
          <w:tab w:val="left" w:pos="5068"/>
          <w:tab w:val="left" w:pos="712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5B5A1C" w:rsidRDefault="005B5A1C" w:rsidP="000C4642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08 .06 .2018</w:t>
      </w:r>
    </w:p>
    <w:p w:rsidR="005B5A1C" w:rsidRDefault="005B5A1C" w:rsidP="000C4642">
      <w:pPr>
        <w:tabs>
          <w:tab w:val="left" w:pos="3120"/>
          <w:tab w:val="left" w:pos="5068"/>
          <w:tab w:val="left" w:pos="712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смт Ямпіль</w:t>
      </w:r>
    </w:p>
    <w:p w:rsidR="005B5A1C" w:rsidRDefault="005B5A1C" w:rsidP="000C4642">
      <w:pPr>
        <w:tabs>
          <w:tab w:val="left" w:pos="4337"/>
          <w:tab w:val="left" w:pos="5068"/>
        </w:tabs>
        <w:rPr>
          <w:b/>
          <w:bCs/>
          <w:sz w:val="28"/>
          <w:szCs w:val="28"/>
          <w:lang w:val="uk-UA"/>
        </w:rPr>
      </w:pPr>
    </w:p>
    <w:p w:rsidR="005B5A1C" w:rsidRPr="003A33A7" w:rsidRDefault="005B5A1C" w:rsidP="000C4642">
      <w:pPr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r w:rsidRPr="00D50F52"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із землеустрою щодо </w:t>
      </w:r>
      <w:r>
        <w:rPr>
          <w:b/>
          <w:sz w:val="28"/>
          <w:szCs w:val="28"/>
          <w:lang w:val="uk-UA"/>
        </w:rPr>
        <w:t xml:space="preserve">встановлення (відновлення) меж земельних ділянок  в натурі  (на місцевості)  гр. Прохоренко В.С. </w:t>
      </w:r>
      <w:r w:rsidRPr="00D50F52">
        <w:rPr>
          <w:b/>
          <w:sz w:val="28"/>
          <w:szCs w:val="28"/>
          <w:lang w:val="uk-UA"/>
        </w:rPr>
        <w:t>для будівництва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b/>
          <w:sz w:val="28"/>
          <w:szCs w:val="28"/>
          <w:lang w:val="uk-UA"/>
        </w:rPr>
        <w:t xml:space="preserve">(присадибна ділянка), </w:t>
      </w:r>
      <w:r>
        <w:rPr>
          <w:b/>
          <w:sz w:val="28"/>
          <w:szCs w:val="28"/>
          <w:lang w:val="uk-UA"/>
        </w:rPr>
        <w:t xml:space="preserve">ведення </w:t>
      </w:r>
      <w:r w:rsidRPr="00D50F52">
        <w:rPr>
          <w:b/>
          <w:sz w:val="28"/>
          <w:szCs w:val="28"/>
          <w:lang w:val="uk-UA"/>
        </w:rPr>
        <w:t>особ</w:t>
      </w:r>
      <w:r>
        <w:rPr>
          <w:b/>
          <w:sz w:val="28"/>
          <w:szCs w:val="28"/>
          <w:lang w:val="uk-UA"/>
        </w:rPr>
        <w:t>истого селянського господарства</w:t>
      </w:r>
      <w:r w:rsidRPr="00D50F52">
        <w:rPr>
          <w:b/>
          <w:sz w:val="28"/>
          <w:szCs w:val="28"/>
          <w:lang w:val="uk-UA"/>
        </w:rPr>
        <w:tab/>
      </w:r>
    </w:p>
    <w:bookmarkEnd w:id="0"/>
    <w:p w:rsidR="005B5A1C" w:rsidRPr="00D50F52" w:rsidRDefault="005B5A1C" w:rsidP="000C4642">
      <w:pPr>
        <w:jc w:val="both"/>
        <w:rPr>
          <w:sz w:val="28"/>
          <w:szCs w:val="28"/>
          <w:lang w:val="uk-UA"/>
        </w:rPr>
      </w:pPr>
    </w:p>
    <w:p w:rsidR="005B5A1C" w:rsidRDefault="005B5A1C" w:rsidP="000C46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</w:t>
      </w:r>
      <w:r w:rsidRPr="00D50F52">
        <w:rPr>
          <w:sz w:val="28"/>
          <w:szCs w:val="28"/>
          <w:lang w:val="uk-UA"/>
        </w:rPr>
        <w:t xml:space="preserve">iдповiдно до пункту 34 статті 26   Закону України “Про мiсцеве самоврядування в Українi”, статей </w:t>
      </w:r>
      <w:r w:rsidRPr="0055706C">
        <w:rPr>
          <w:sz w:val="28"/>
          <w:szCs w:val="28"/>
          <w:lang w:val="uk-UA"/>
        </w:rPr>
        <w:t>12,118,121,125,126</w:t>
      </w:r>
      <w:r>
        <w:rPr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 Земельного кодексу України, статей   19, 30 Закону України „Про землеустрій ”, розглянувши технiчну документацiю із землеустрою щодо</w:t>
      </w:r>
      <w:r>
        <w:rPr>
          <w:sz w:val="28"/>
          <w:szCs w:val="28"/>
          <w:lang w:val="uk-UA"/>
        </w:rPr>
        <w:t xml:space="preserve">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 </w:t>
      </w:r>
      <w:r w:rsidRPr="006F4F90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земельних </w:t>
      </w:r>
      <w:r>
        <w:rPr>
          <w:sz w:val="28"/>
          <w:szCs w:val="28"/>
          <w:lang w:val="uk-UA"/>
        </w:rPr>
        <w:t xml:space="preserve">    </w:t>
      </w:r>
      <w:r w:rsidRPr="006F4F90">
        <w:rPr>
          <w:sz w:val="28"/>
          <w:szCs w:val="28"/>
          <w:lang w:val="uk-UA"/>
        </w:rPr>
        <w:t xml:space="preserve">ділянок </w:t>
      </w:r>
      <w:r>
        <w:rPr>
          <w:sz w:val="28"/>
          <w:szCs w:val="28"/>
          <w:lang w:val="uk-UA"/>
        </w:rPr>
        <w:t xml:space="preserve">  </w:t>
      </w:r>
      <w:r w:rsidRPr="006F4F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</w:t>
      </w:r>
      <w:r w:rsidRPr="006F4F90">
        <w:rPr>
          <w:sz w:val="28"/>
          <w:szCs w:val="28"/>
          <w:lang w:val="uk-UA"/>
        </w:rPr>
        <w:t xml:space="preserve"> натурі (на місцевості)  </w:t>
      </w:r>
      <w:r>
        <w:rPr>
          <w:sz w:val="28"/>
          <w:szCs w:val="28"/>
          <w:lang w:val="uk-UA"/>
        </w:rPr>
        <w:t xml:space="preserve">гр. Прохоренко В.С.     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в </w:t>
      </w:r>
    </w:p>
    <w:p w:rsidR="005B5A1C" w:rsidRDefault="005B5A1C" w:rsidP="000C46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Ямпіль,  вул.Красняка,20 ,</w:t>
      </w:r>
      <w:r w:rsidRPr="00D50F52">
        <w:rPr>
          <w:sz w:val="28"/>
          <w:szCs w:val="28"/>
          <w:lang w:val="uk-UA"/>
        </w:rPr>
        <w:t xml:space="preserve">  Ямпільська селищна рада</w:t>
      </w:r>
    </w:p>
    <w:p w:rsidR="005B5A1C" w:rsidRDefault="005B5A1C" w:rsidP="000C4642">
      <w:pPr>
        <w:jc w:val="both"/>
        <w:rPr>
          <w:sz w:val="28"/>
          <w:szCs w:val="28"/>
          <w:lang w:val="uk-UA"/>
        </w:rPr>
      </w:pPr>
    </w:p>
    <w:p w:rsidR="005B5A1C" w:rsidRDefault="005B5A1C" w:rsidP="000C4642">
      <w:pPr>
        <w:jc w:val="both"/>
        <w:outlineLvl w:val="0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                                               </w:t>
      </w:r>
      <w:r w:rsidRPr="00D50F52">
        <w:rPr>
          <w:b/>
          <w:sz w:val="28"/>
          <w:szCs w:val="28"/>
          <w:lang w:val="uk-UA"/>
        </w:rPr>
        <w:t>В И Р I Ш И Л А:</w:t>
      </w:r>
    </w:p>
    <w:p w:rsidR="005B5A1C" w:rsidRPr="00D50F52" w:rsidRDefault="005B5A1C" w:rsidP="000C4642">
      <w:pPr>
        <w:jc w:val="both"/>
        <w:outlineLvl w:val="0"/>
        <w:rPr>
          <w:b/>
          <w:sz w:val="28"/>
          <w:szCs w:val="28"/>
          <w:lang w:val="uk-UA"/>
        </w:rPr>
      </w:pPr>
    </w:p>
    <w:p w:rsidR="005B5A1C" w:rsidRPr="00D50F52" w:rsidRDefault="005B5A1C" w:rsidP="000C4642">
      <w:pPr>
        <w:jc w:val="both"/>
        <w:rPr>
          <w:b/>
          <w:sz w:val="28"/>
          <w:szCs w:val="28"/>
          <w:lang w:val="uk-UA"/>
        </w:rPr>
      </w:pPr>
      <w:r w:rsidRPr="00D50F52">
        <w:rPr>
          <w:b/>
          <w:sz w:val="28"/>
          <w:szCs w:val="28"/>
          <w:lang w:val="uk-UA"/>
        </w:rPr>
        <w:t xml:space="preserve">    </w:t>
      </w:r>
      <w:r w:rsidRPr="00D50F52">
        <w:rPr>
          <w:sz w:val="28"/>
          <w:szCs w:val="28"/>
          <w:lang w:val="uk-UA"/>
        </w:rPr>
        <w:t xml:space="preserve">1.Затвердити технічну  документацію  із землеустрою  щодо </w:t>
      </w:r>
      <w:r w:rsidRPr="006F4F90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6F4F90">
        <w:rPr>
          <w:sz w:val="28"/>
          <w:szCs w:val="28"/>
          <w:lang w:val="uk-UA"/>
        </w:rPr>
        <w:t xml:space="preserve">меж земельних ділянок в натурі (на місцевості)  </w:t>
      </w:r>
      <w:r>
        <w:rPr>
          <w:sz w:val="28"/>
          <w:szCs w:val="28"/>
          <w:lang w:val="uk-UA"/>
        </w:rPr>
        <w:t xml:space="preserve">                                 гр. Прохоренко Віктору Семеновичу      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 ведення особистого селянського госпо</w:t>
      </w:r>
      <w:r>
        <w:rPr>
          <w:sz w:val="28"/>
          <w:szCs w:val="28"/>
          <w:lang w:val="uk-UA"/>
        </w:rPr>
        <w:t xml:space="preserve">дарства  </w:t>
      </w:r>
      <w:r w:rsidRPr="00D50F5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смт Ямпіль,  вул.Красняка,20 </w:t>
      </w:r>
      <w:r w:rsidRPr="00D50F52">
        <w:rPr>
          <w:sz w:val="28"/>
          <w:szCs w:val="28"/>
          <w:lang w:val="uk-UA"/>
        </w:rPr>
        <w:t>Ямпільського району Сумської області.</w:t>
      </w:r>
    </w:p>
    <w:p w:rsidR="005B5A1C" w:rsidRDefault="005B5A1C" w:rsidP="000C4642">
      <w:pPr>
        <w:jc w:val="both"/>
        <w:rPr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   2. Внести уточнення у площ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 xml:space="preserve"> земельних  д</w:t>
      </w:r>
      <w:r w:rsidRPr="00D50F52">
        <w:rPr>
          <w:sz w:val="28"/>
          <w:szCs w:val="28"/>
        </w:rPr>
        <w:t>i</w:t>
      </w:r>
      <w:r w:rsidRPr="00D50F52">
        <w:rPr>
          <w:sz w:val="28"/>
          <w:szCs w:val="28"/>
          <w:lang w:val="uk-UA"/>
        </w:rPr>
        <w:t>лянок ,  виявлених при розробці технічної  документації  із землеустрою  щодо</w:t>
      </w:r>
      <w:r w:rsidRPr="00906AE8">
        <w:rPr>
          <w:b/>
          <w:sz w:val="28"/>
          <w:szCs w:val="28"/>
          <w:lang w:val="uk-UA"/>
        </w:rPr>
        <w:t xml:space="preserve"> </w:t>
      </w:r>
      <w:r w:rsidRPr="00906AE8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 </w:t>
      </w:r>
      <w:r w:rsidRPr="00906AE8">
        <w:rPr>
          <w:sz w:val="28"/>
          <w:szCs w:val="28"/>
          <w:lang w:val="uk-UA"/>
        </w:rPr>
        <w:t>меж земельних ділянок  в натурі (на місцевості)</w:t>
      </w:r>
      <w:r>
        <w:rPr>
          <w:b/>
          <w:sz w:val="28"/>
          <w:szCs w:val="28"/>
          <w:lang w:val="uk-UA"/>
        </w:rPr>
        <w:t xml:space="preserve"> </w:t>
      </w:r>
      <w:r w:rsidRPr="00D50F5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ведення особистого селянського господарства </w:t>
      </w:r>
      <w:r>
        <w:rPr>
          <w:sz w:val="28"/>
          <w:szCs w:val="28"/>
          <w:lang w:val="uk-UA"/>
        </w:rPr>
        <w:t xml:space="preserve">            гр.</w:t>
      </w:r>
      <w:r w:rsidRPr="003D12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Прохоренко Віктору Семеновичу    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згідно додатку 3</w:t>
      </w:r>
      <w:r w:rsidRPr="00D50F52">
        <w:rPr>
          <w:sz w:val="28"/>
          <w:szCs w:val="28"/>
          <w:lang w:val="uk-UA"/>
        </w:rPr>
        <w:t xml:space="preserve">   (додається).  </w:t>
      </w:r>
    </w:p>
    <w:p w:rsidR="005B5A1C" w:rsidRDefault="005B5A1C" w:rsidP="000C46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Громадянину</w:t>
      </w:r>
      <w:r w:rsidRPr="00D50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Прохоренко В. С.   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зареєструвати </w:t>
      </w:r>
      <w:r w:rsidRPr="00D50F52">
        <w:rPr>
          <w:sz w:val="28"/>
          <w:szCs w:val="28"/>
          <w:lang w:val="uk-UA"/>
        </w:rPr>
        <w:t xml:space="preserve">речові права </w:t>
      </w:r>
      <w:r>
        <w:rPr>
          <w:sz w:val="28"/>
          <w:szCs w:val="28"/>
          <w:lang w:val="uk-UA"/>
        </w:rPr>
        <w:t xml:space="preserve">на право власності </w:t>
      </w:r>
      <w:r w:rsidRPr="00D50F52">
        <w:rPr>
          <w:sz w:val="28"/>
          <w:szCs w:val="28"/>
          <w:lang w:val="uk-UA"/>
        </w:rPr>
        <w:t>на земельні ділянки в термін згідно діючого законодавства.</w:t>
      </w:r>
      <w:r w:rsidRPr="00D50F52">
        <w:rPr>
          <w:b/>
          <w:sz w:val="28"/>
          <w:szCs w:val="28"/>
          <w:lang w:val="uk-UA"/>
        </w:rPr>
        <w:t xml:space="preserve"> </w:t>
      </w: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  <w:r w:rsidRPr="00D50F52">
        <w:rPr>
          <w:sz w:val="28"/>
          <w:szCs w:val="28"/>
          <w:lang w:val="uk-UA"/>
        </w:rPr>
        <w:t xml:space="preserve">  </w:t>
      </w:r>
      <w:r w:rsidRPr="00D50F52">
        <w:rPr>
          <w:b/>
          <w:sz w:val="28"/>
          <w:szCs w:val="28"/>
          <w:lang w:val="uk-UA"/>
        </w:rPr>
        <w:t>Селищний голова</w:t>
      </w:r>
      <w:r w:rsidRPr="00D50F52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D50F52">
        <w:rPr>
          <w:b/>
          <w:sz w:val="28"/>
          <w:szCs w:val="28"/>
          <w:lang w:val="uk-UA"/>
        </w:rPr>
        <w:t xml:space="preserve">                         Н.М.Цибуль</w:t>
      </w:r>
      <w:r>
        <w:rPr>
          <w:b/>
          <w:sz w:val="28"/>
          <w:szCs w:val="28"/>
          <w:lang w:val="uk-UA"/>
        </w:rPr>
        <w:t>ко</w:t>
      </w:r>
    </w:p>
    <w:p w:rsidR="005B5A1C" w:rsidRDefault="005B5A1C" w:rsidP="000C4642">
      <w:pPr>
        <w:jc w:val="both"/>
        <w:rPr>
          <w:b/>
          <w:sz w:val="28"/>
          <w:szCs w:val="28"/>
          <w:lang w:val="uk-UA"/>
        </w:rPr>
      </w:pPr>
    </w:p>
    <w:p w:rsidR="005B5A1C" w:rsidRDefault="005B5A1C" w:rsidP="00B41B0B">
      <w:pPr>
        <w:rPr>
          <w:b/>
          <w:bCs/>
          <w:sz w:val="28"/>
          <w:szCs w:val="28"/>
          <w:lang w:val="uk-UA"/>
        </w:rPr>
      </w:pPr>
    </w:p>
    <w:p w:rsidR="005B5A1C" w:rsidRPr="00A07F08" w:rsidRDefault="005B5A1C" w:rsidP="00A07F08">
      <w:pPr>
        <w:rPr>
          <w:sz w:val="28"/>
          <w:szCs w:val="28"/>
          <w:lang w:val="uk-UA"/>
        </w:rPr>
      </w:pPr>
    </w:p>
    <w:p w:rsidR="005B5A1C" w:rsidRPr="00A07F08" w:rsidRDefault="005B5A1C" w:rsidP="00A07F08">
      <w:pPr>
        <w:rPr>
          <w:sz w:val="28"/>
          <w:szCs w:val="28"/>
          <w:lang w:val="uk-UA"/>
        </w:rPr>
      </w:pPr>
    </w:p>
    <w:p w:rsidR="005B5A1C" w:rsidRPr="00A07F08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Pr="00604303" w:rsidRDefault="005B5A1C" w:rsidP="00A07F08">
      <w:pPr>
        <w:pStyle w:val="Heading1"/>
        <w:tabs>
          <w:tab w:val="left" w:pos="720"/>
        </w:tabs>
        <w:rPr>
          <w:color w:val="FFFFFF"/>
        </w:rPr>
      </w:pPr>
      <w:r>
        <w:rPr>
          <w:noProof/>
          <w:lang w:val="ru-RU"/>
        </w:rPr>
        <w:pict>
          <v:shape id="_x0000_s1041" type="#_x0000_t75" style="position:absolute;left:0;text-align:left;margin-left:207pt;margin-top:-38.5pt;width:38.85pt;height:47.15pt;flip:x;z-index:251673600" fillcolor="window">
            <v:imagedata r:id="rId20" o:title=""/>
          </v:shape>
        </w:pict>
      </w:r>
      <w:r>
        <w:rPr>
          <w:color w:val="FFFFFF"/>
        </w:rPr>
        <w:t>Прр</w:t>
      </w:r>
      <w:r w:rsidRPr="00604303">
        <w:rPr>
          <w:color w:val="FFFFFF"/>
        </w:rPr>
        <w:t xml:space="preserve">                                </w:t>
      </w:r>
    </w:p>
    <w:p w:rsidR="005B5A1C" w:rsidRPr="00C01DE9" w:rsidRDefault="005B5A1C" w:rsidP="00A07F08">
      <w:pPr>
        <w:jc w:val="center"/>
        <w:rPr>
          <w:b/>
          <w:sz w:val="28"/>
          <w:szCs w:val="28"/>
          <w:lang w:val="uk-UA"/>
        </w:rPr>
      </w:pPr>
      <w:r w:rsidRPr="00C01DE9">
        <w:rPr>
          <w:b/>
          <w:sz w:val="28"/>
          <w:szCs w:val="28"/>
          <w:lang w:val="uk-UA"/>
        </w:rPr>
        <w:t>Ямпільська  селищна  рада</w:t>
      </w:r>
    </w:p>
    <w:p w:rsidR="005B5A1C" w:rsidRPr="00C01DE9" w:rsidRDefault="005B5A1C" w:rsidP="00A07F08">
      <w:pPr>
        <w:jc w:val="center"/>
        <w:rPr>
          <w:b/>
          <w:sz w:val="28"/>
          <w:szCs w:val="28"/>
          <w:lang w:val="uk-UA"/>
        </w:rPr>
      </w:pPr>
      <w:r w:rsidRPr="00C01DE9">
        <w:rPr>
          <w:b/>
          <w:sz w:val="28"/>
          <w:szCs w:val="28"/>
          <w:lang w:val="uk-UA"/>
        </w:rPr>
        <w:t>Сумської області</w:t>
      </w:r>
    </w:p>
    <w:p w:rsidR="005B5A1C" w:rsidRPr="00C01DE9" w:rsidRDefault="005B5A1C" w:rsidP="00A07F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Сьоме</w:t>
      </w:r>
      <w:r w:rsidRPr="00C01DE9">
        <w:rPr>
          <w:b/>
          <w:sz w:val="28"/>
          <w:szCs w:val="28"/>
          <w:lang w:val="uk-UA"/>
        </w:rPr>
        <w:t xml:space="preserve"> скликання</w:t>
      </w:r>
    </w:p>
    <w:p w:rsidR="005B5A1C" w:rsidRPr="00C01DE9" w:rsidRDefault="005B5A1C" w:rsidP="00A07F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Тридцята </w:t>
      </w:r>
      <w:r w:rsidRPr="00C01DE9">
        <w:rPr>
          <w:b/>
          <w:sz w:val="28"/>
          <w:szCs w:val="28"/>
          <w:lang w:val="uk-UA"/>
        </w:rPr>
        <w:t xml:space="preserve">  сесія</w:t>
      </w:r>
    </w:p>
    <w:p w:rsidR="005B5A1C" w:rsidRPr="00C01DE9" w:rsidRDefault="005B5A1C" w:rsidP="00A07F08">
      <w:pPr>
        <w:jc w:val="center"/>
        <w:rPr>
          <w:sz w:val="28"/>
          <w:szCs w:val="28"/>
          <w:lang w:val="uk-UA"/>
        </w:rPr>
      </w:pPr>
    </w:p>
    <w:p w:rsidR="005B5A1C" w:rsidRDefault="005B5A1C" w:rsidP="00A07F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08.06.2018 </w:t>
      </w: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смт Ямпіль</w:t>
      </w:r>
    </w:p>
    <w:p w:rsidR="005B5A1C" w:rsidRDefault="005B5A1C" w:rsidP="00A07F08">
      <w:pPr>
        <w:rPr>
          <w:b/>
          <w:sz w:val="28"/>
          <w:szCs w:val="28"/>
          <w:lang w:val="uk-UA"/>
        </w:rPr>
      </w:pP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затвердження звіту</w:t>
      </w: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виконання селищного </w:t>
      </w: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 за  І квартал 2018 року</w:t>
      </w:r>
    </w:p>
    <w:p w:rsidR="005B5A1C" w:rsidRDefault="005B5A1C" w:rsidP="00A07F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B5A1C" w:rsidRDefault="005B5A1C" w:rsidP="00A07F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пункту 23 статті 26  Закону  України “Про місцеве самоврядування в Україні, пункту 4 статті 80 Бюджетного кодексу України Ямпільська селищна рада</w:t>
      </w:r>
    </w:p>
    <w:p w:rsidR="005B5A1C" w:rsidRDefault="005B5A1C" w:rsidP="00A07F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5B5A1C" w:rsidRDefault="005B5A1C" w:rsidP="00A07F0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>
        <w:rPr>
          <w:sz w:val="28"/>
          <w:szCs w:val="28"/>
          <w:lang w:val="uk-UA"/>
        </w:rPr>
        <w:t>:</w:t>
      </w:r>
    </w:p>
    <w:p w:rsidR="005B5A1C" w:rsidRDefault="005B5A1C" w:rsidP="00A07F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про виконання  селищного бюджету за  І квартал 2018 року:</w:t>
      </w:r>
    </w:p>
    <w:p w:rsidR="005B5A1C" w:rsidRDefault="005B5A1C" w:rsidP="00A07F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доходам у сумі 2087799,31 грн., у т.ч. : загальний фонд 2023282,78 гривень та спеціальний фонд – 64516,53 гривні (додаток 1);</w:t>
      </w:r>
    </w:p>
    <w:p w:rsidR="005B5A1C" w:rsidRDefault="005B5A1C" w:rsidP="00A07F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видаткам у сумі 1703395,19 грн., у т. ч. загальний фонд 1566477,17 грн. та спеціальний фонд – 136918,02 грн.(додаток 2);</w:t>
      </w: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5A1C" w:rsidRDefault="005B5A1C" w:rsidP="00A07F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Н.М.Цибулько</w:t>
      </w: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Default="005B5A1C" w:rsidP="00A07F08">
      <w:pPr>
        <w:rPr>
          <w:sz w:val="28"/>
          <w:szCs w:val="28"/>
          <w:lang w:val="uk-UA"/>
        </w:rPr>
      </w:pPr>
    </w:p>
    <w:p w:rsidR="005B5A1C" w:rsidRPr="00A07F08" w:rsidRDefault="005B5A1C" w:rsidP="00A07F08">
      <w:pPr>
        <w:rPr>
          <w:sz w:val="28"/>
          <w:szCs w:val="28"/>
          <w:lang w:val="uk-UA"/>
        </w:rPr>
      </w:pPr>
    </w:p>
    <w:sectPr w:rsidR="005B5A1C" w:rsidRPr="00A07F08" w:rsidSect="00974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CA0"/>
    <w:rsid w:val="000A21CD"/>
    <w:rsid w:val="000A22B2"/>
    <w:rsid w:val="000A522B"/>
    <w:rsid w:val="000C4642"/>
    <w:rsid w:val="000E1D4C"/>
    <w:rsid w:val="000E33AC"/>
    <w:rsid w:val="000F025E"/>
    <w:rsid w:val="00362066"/>
    <w:rsid w:val="003A33A7"/>
    <w:rsid w:val="003D1251"/>
    <w:rsid w:val="00414451"/>
    <w:rsid w:val="00486D20"/>
    <w:rsid w:val="00550E5D"/>
    <w:rsid w:val="00555827"/>
    <w:rsid w:val="0055706C"/>
    <w:rsid w:val="00583BA3"/>
    <w:rsid w:val="005B5A1C"/>
    <w:rsid w:val="005F10B1"/>
    <w:rsid w:val="00604303"/>
    <w:rsid w:val="006325FB"/>
    <w:rsid w:val="006375FF"/>
    <w:rsid w:val="00642701"/>
    <w:rsid w:val="00691EE1"/>
    <w:rsid w:val="006B06D3"/>
    <w:rsid w:val="006F4F90"/>
    <w:rsid w:val="007F3A6A"/>
    <w:rsid w:val="007F7F88"/>
    <w:rsid w:val="0087484A"/>
    <w:rsid w:val="008F3715"/>
    <w:rsid w:val="00906AE8"/>
    <w:rsid w:val="00974D7C"/>
    <w:rsid w:val="00974D83"/>
    <w:rsid w:val="00977479"/>
    <w:rsid w:val="00992327"/>
    <w:rsid w:val="009C5B21"/>
    <w:rsid w:val="009E3DDA"/>
    <w:rsid w:val="00A07F08"/>
    <w:rsid w:val="00B21AD0"/>
    <w:rsid w:val="00B41B0B"/>
    <w:rsid w:val="00B438F5"/>
    <w:rsid w:val="00B75EF5"/>
    <w:rsid w:val="00B91F6D"/>
    <w:rsid w:val="00BA0686"/>
    <w:rsid w:val="00BE754B"/>
    <w:rsid w:val="00C01DE9"/>
    <w:rsid w:val="00C05180"/>
    <w:rsid w:val="00CF52A0"/>
    <w:rsid w:val="00CF7A2C"/>
    <w:rsid w:val="00D1178C"/>
    <w:rsid w:val="00D50F52"/>
    <w:rsid w:val="00D912E4"/>
    <w:rsid w:val="00DC1FAA"/>
    <w:rsid w:val="00DC7D81"/>
    <w:rsid w:val="00E20CA0"/>
    <w:rsid w:val="00E654BF"/>
    <w:rsid w:val="00E82C81"/>
    <w:rsid w:val="00ED3985"/>
    <w:rsid w:val="00FC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66"/>
    <w:rPr>
      <w:rFonts w:ascii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07F08"/>
    <w:pPr>
      <w:keepNext/>
      <w:jc w:val="right"/>
      <w:outlineLvl w:val="0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C9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427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70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7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18" Type="http://schemas.openxmlformats.org/officeDocument/2006/relationships/oleObject" Target="embeddings/oleObject14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17" Type="http://schemas.openxmlformats.org/officeDocument/2006/relationships/oleObject" Target="embeddings/oleObject13.bin"/><Relationship Id="rId2" Type="http://schemas.openxmlformats.org/officeDocument/2006/relationships/settings" Target="settings.xml"/><Relationship Id="rId16" Type="http://schemas.openxmlformats.org/officeDocument/2006/relationships/oleObject" Target="embeddings/oleObject12.bin"/><Relationship Id="rId20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11.bin"/><Relationship Id="rId10" Type="http://schemas.openxmlformats.org/officeDocument/2006/relationships/oleObject" Target="embeddings/oleObject6.bin"/><Relationship Id="rId19" Type="http://schemas.openxmlformats.org/officeDocument/2006/relationships/oleObject" Target="embeddings/oleObject15.bin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Relationship Id="rId14" Type="http://schemas.openxmlformats.org/officeDocument/2006/relationships/oleObject" Target="embeddings/oleObject10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22</Pages>
  <Words>4555</Words>
  <Characters>25968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2018-05-31T06:57:00Z</cp:lastPrinted>
  <dcterms:created xsi:type="dcterms:W3CDTF">2018-05-18T05:06:00Z</dcterms:created>
  <dcterms:modified xsi:type="dcterms:W3CDTF">2018-06-01T09:53:00Z</dcterms:modified>
</cp:coreProperties>
</file>