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6D9" w:rsidRPr="004F0EE6" w:rsidRDefault="00A526D9" w:rsidP="0098483A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4F0EE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ПРОЕКТ</w:t>
      </w:r>
    </w:p>
    <w:p w:rsidR="00A526D9" w:rsidRPr="004F0EE6" w:rsidRDefault="00A526D9" w:rsidP="0098483A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2A0127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0.5pt;height:50.25pt;visibility:visible">
            <v:imagedata r:id="rId5" o:title=""/>
          </v:shape>
        </w:pict>
      </w:r>
    </w:p>
    <w:p w:rsidR="00A526D9" w:rsidRPr="004F0EE6" w:rsidRDefault="00A526D9" w:rsidP="009848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b/>
          <w:sz w:val="24"/>
          <w:szCs w:val="24"/>
          <w:lang w:val="uk-UA" w:eastAsia="ru-RU"/>
        </w:rPr>
        <w:t>УКРАЇНА</w:t>
      </w:r>
    </w:p>
    <w:p w:rsidR="00A526D9" w:rsidRPr="004F0EE6" w:rsidRDefault="00A526D9" w:rsidP="009848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b/>
          <w:sz w:val="24"/>
          <w:szCs w:val="24"/>
          <w:lang w:val="uk-UA" w:eastAsia="ru-RU"/>
        </w:rPr>
        <w:t xml:space="preserve"> ОДЕСЬКА  ОБЛАСТЬ</w:t>
      </w:r>
    </w:p>
    <w:p w:rsidR="00A526D9" w:rsidRPr="004F0EE6" w:rsidRDefault="00A526D9" w:rsidP="009848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b/>
          <w:sz w:val="24"/>
          <w:szCs w:val="24"/>
          <w:lang w:val="uk-UA" w:eastAsia="ru-RU"/>
        </w:rPr>
        <w:t>ЛЮБАШІВСЬКА СЕЛИЩНА РАДА</w:t>
      </w:r>
    </w:p>
    <w:p w:rsidR="00A526D9" w:rsidRPr="004F0EE6" w:rsidRDefault="00A526D9" w:rsidP="009848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b/>
          <w:sz w:val="24"/>
          <w:szCs w:val="24"/>
          <w:lang w:val="uk-UA" w:eastAsia="ru-RU"/>
        </w:rPr>
        <w:t>ПОДІЛЬСЬКОГО РАЙОНУ ОДЕСЬКОЇ ОБЛАСТІ</w:t>
      </w:r>
    </w:p>
    <w:p w:rsidR="00A526D9" w:rsidRPr="004F0EE6" w:rsidRDefault="00A526D9" w:rsidP="009848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A526D9" w:rsidRPr="004F0EE6" w:rsidRDefault="00A526D9" w:rsidP="009848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sz w:val="24"/>
          <w:szCs w:val="24"/>
          <w:lang w:val="uk-UA" w:eastAsia="ru-RU"/>
        </w:rPr>
        <w:t xml:space="preserve">__ __сесія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________с</w:t>
      </w:r>
      <w:r w:rsidRPr="004F0EE6">
        <w:rPr>
          <w:rFonts w:ascii="Times New Roman" w:hAnsi="Times New Roman"/>
          <w:sz w:val="24"/>
          <w:szCs w:val="24"/>
          <w:lang w:val="uk-UA" w:eastAsia="ru-RU"/>
        </w:rPr>
        <w:t>кликання</w:t>
      </w:r>
    </w:p>
    <w:p w:rsidR="00A526D9" w:rsidRPr="004F0EE6" w:rsidRDefault="00A526D9" w:rsidP="009848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A526D9" w:rsidRPr="004F0EE6" w:rsidRDefault="00A526D9" w:rsidP="0098483A">
      <w:pPr>
        <w:rPr>
          <w:rFonts w:ascii="Times New Roman" w:hAnsi="Times New Roman"/>
          <w:b/>
          <w:sz w:val="24"/>
          <w:szCs w:val="24"/>
          <w:lang w:val="uk-UA"/>
        </w:rPr>
      </w:pP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Р І Ш Е Н Н Я</w:t>
      </w:r>
    </w:p>
    <w:p w:rsidR="00A526D9" w:rsidRDefault="00A526D9" w:rsidP="0098483A">
      <w:pPr>
        <w:rPr>
          <w:rFonts w:ascii="Times New Roman" w:hAnsi="Times New Roman"/>
          <w:sz w:val="24"/>
          <w:szCs w:val="24"/>
          <w:lang w:val="uk-UA"/>
        </w:rPr>
      </w:pPr>
      <w:r w:rsidRPr="004F0EE6">
        <w:rPr>
          <w:rFonts w:ascii="Times New Roman" w:hAnsi="Times New Roman"/>
          <w:sz w:val="24"/>
          <w:szCs w:val="24"/>
          <w:lang w:val="uk-UA"/>
        </w:rPr>
        <w:t>«___»___________ 2021р.                                                         №_________</w:t>
      </w:r>
    </w:p>
    <w:p w:rsidR="00A526D9" w:rsidRDefault="00A526D9" w:rsidP="0098483A">
      <w:pPr>
        <w:rPr>
          <w:rFonts w:ascii="Times New Roman" w:hAnsi="Times New Roman"/>
          <w:sz w:val="24"/>
          <w:szCs w:val="24"/>
          <w:lang w:val="uk-UA"/>
        </w:rPr>
      </w:pPr>
    </w:p>
    <w:p w:rsidR="00A526D9" w:rsidRPr="003A7664" w:rsidRDefault="00A526D9" w:rsidP="003A766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3A7664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Про внесення змін до видів економічної діяльності комунальної установи «Зеленбуд» Любашівської селищної ради</w:t>
      </w:r>
    </w:p>
    <w:p w:rsidR="00A526D9" w:rsidRPr="003A7664" w:rsidRDefault="00A526D9" w:rsidP="0098483A">
      <w:pPr>
        <w:rPr>
          <w:rFonts w:ascii="Times New Roman" w:hAnsi="Times New Roman"/>
          <w:sz w:val="24"/>
          <w:szCs w:val="24"/>
          <w:lang w:val="uk-UA"/>
        </w:rPr>
      </w:pPr>
    </w:p>
    <w:p w:rsidR="00A526D9" w:rsidRPr="004F0EE6" w:rsidRDefault="00A526D9" w:rsidP="0098483A">
      <w:pPr>
        <w:rPr>
          <w:rFonts w:ascii="Times New Roman" w:hAnsi="Times New Roman"/>
          <w:sz w:val="24"/>
          <w:szCs w:val="24"/>
          <w:lang w:val="uk-UA"/>
        </w:rPr>
      </w:pPr>
    </w:p>
    <w:p w:rsidR="00A526D9" w:rsidRPr="0094410D" w:rsidRDefault="00A526D9" w:rsidP="0098483A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F0EE6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94410D">
        <w:rPr>
          <w:rFonts w:ascii="Times New Roman" w:hAnsi="Times New Roman"/>
          <w:sz w:val="24"/>
          <w:szCs w:val="24"/>
          <w:lang w:val="uk-UA"/>
        </w:rPr>
        <w:t>Відповідно до статті 26 Закону України «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4410D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Україні»,</w:t>
      </w:r>
      <w:r w:rsidRPr="0094410D">
        <w:rPr>
          <w:rStyle w:val="rvts9"/>
          <w:rFonts w:ascii="Times New Roman" w:hAnsi="Times New Roman"/>
          <w:color w:val="000000"/>
          <w:sz w:val="24"/>
          <w:szCs w:val="24"/>
          <w:lang w:val="uk-UA"/>
        </w:rPr>
        <w:t xml:space="preserve"> Закону України «Про житлово-комунальні послуги»,</w:t>
      </w:r>
      <w:r>
        <w:rPr>
          <w:rStyle w:val="rvts9"/>
          <w:rFonts w:ascii="Times New Roman" w:hAnsi="Times New Roman"/>
          <w:color w:val="000000"/>
          <w:sz w:val="24"/>
          <w:szCs w:val="24"/>
          <w:lang w:val="uk-UA"/>
        </w:rPr>
        <w:t xml:space="preserve"> Закону Ук</w:t>
      </w:r>
      <w:r w:rsidRPr="0094410D">
        <w:rPr>
          <w:rStyle w:val="rvts9"/>
          <w:rFonts w:ascii="Times New Roman" w:hAnsi="Times New Roman"/>
          <w:color w:val="000000"/>
          <w:sz w:val="24"/>
          <w:szCs w:val="24"/>
          <w:lang w:val="uk-UA"/>
        </w:rPr>
        <w:t xml:space="preserve">раїни «Про поховання та похоронну справу», </w:t>
      </w:r>
      <w:r>
        <w:rPr>
          <w:rStyle w:val="rvts9"/>
          <w:rFonts w:ascii="Times New Roman" w:hAnsi="Times New Roman"/>
          <w:color w:val="000000"/>
          <w:sz w:val="24"/>
          <w:szCs w:val="24"/>
          <w:lang w:val="uk-UA"/>
        </w:rPr>
        <w:t xml:space="preserve">статуту комунальної установи «Зеленбуд» затвердженого рішенням сесії Любашівської селищної ради №623 від 18 жовтня 2019р., </w:t>
      </w:r>
      <w:r w:rsidRPr="0094410D">
        <w:rPr>
          <w:rFonts w:ascii="Times New Roman" w:hAnsi="Times New Roman"/>
          <w:sz w:val="24"/>
          <w:szCs w:val="24"/>
          <w:lang w:val="uk-UA"/>
        </w:rPr>
        <w:t xml:space="preserve">заслухавши та обговоривши пропозицію директора КУ «Зеленбуд» Любашівської селищної ради </w:t>
      </w:r>
      <w:r>
        <w:rPr>
          <w:rFonts w:ascii="Times New Roman" w:hAnsi="Times New Roman"/>
          <w:sz w:val="24"/>
          <w:szCs w:val="24"/>
          <w:lang w:val="uk-UA"/>
        </w:rPr>
        <w:t xml:space="preserve">Грабовецької О.М. </w:t>
      </w:r>
      <w:r w:rsidRPr="0094410D">
        <w:rPr>
          <w:rFonts w:ascii="Times New Roman" w:hAnsi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sz w:val="24"/>
          <w:szCs w:val="24"/>
          <w:lang w:val="uk-UA"/>
        </w:rPr>
        <w:t>діяльність</w:t>
      </w:r>
      <w:r w:rsidRPr="0094410D">
        <w:rPr>
          <w:rFonts w:ascii="Times New Roman" w:hAnsi="Times New Roman"/>
          <w:sz w:val="24"/>
          <w:szCs w:val="24"/>
          <w:lang w:val="uk-UA"/>
        </w:rPr>
        <w:t xml:space="preserve"> установи</w:t>
      </w:r>
      <w:r>
        <w:rPr>
          <w:rFonts w:ascii="Times New Roman" w:hAnsi="Times New Roman"/>
          <w:sz w:val="24"/>
          <w:szCs w:val="24"/>
          <w:lang w:val="uk-UA"/>
        </w:rPr>
        <w:t>, Любашівська селищна рада :</w:t>
      </w:r>
    </w:p>
    <w:p w:rsidR="00A526D9" w:rsidRPr="004F0EE6" w:rsidRDefault="00A526D9" w:rsidP="0098483A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В И Р І Ш И Л А:</w:t>
      </w:r>
    </w:p>
    <w:p w:rsidR="00A526D9" w:rsidRPr="00F70242" w:rsidRDefault="00A526D9" w:rsidP="00F702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1. Затвердити </w:t>
      </w:r>
      <w:r>
        <w:rPr>
          <w:rStyle w:val="rvts9"/>
          <w:rFonts w:ascii="Times New Roman" w:hAnsi="Times New Roman"/>
          <w:color w:val="000000"/>
          <w:sz w:val="24"/>
          <w:szCs w:val="24"/>
          <w:lang w:val="uk-UA"/>
        </w:rPr>
        <w:t>р</w:t>
      </w:r>
      <w:r w:rsidRPr="00F70242">
        <w:rPr>
          <w:rStyle w:val="rvts9"/>
          <w:rFonts w:ascii="Times New Roman" w:hAnsi="Times New Roman"/>
          <w:color w:val="000000"/>
          <w:sz w:val="24"/>
          <w:szCs w:val="24"/>
          <w:lang w:val="uk-UA"/>
        </w:rPr>
        <w:t>озшир</w:t>
      </w:r>
      <w:r>
        <w:rPr>
          <w:rStyle w:val="rvts9"/>
          <w:rFonts w:ascii="Times New Roman" w:hAnsi="Times New Roman"/>
          <w:color w:val="000000"/>
          <w:sz w:val="24"/>
          <w:szCs w:val="24"/>
          <w:lang w:val="uk-UA"/>
        </w:rPr>
        <w:t>ені</w:t>
      </w:r>
      <w:r w:rsidRPr="00F70242">
        <w:rPr>
          <w:rStyle w:val="rvts9"/>
          <w:rFonts w:ascii="Times New Roman" w:hAnsi="Times New Roman"/>
          <w:color w:val="000000"/>
          <w:sz w:val="24"/>
          <w:szCs w:val="24"/>
          <w:lang w:val="uk-UA"/>
        </w:rPr>
        <w:t xml:space="preserve"> види </w:t>
      </w:r>
      <w:r>
        <w:rPr>
          <w:rStyle w:val="rvts9"/>
          <w:rFonts w:ascii="Times New Roman" w:hAnsi="Times New Roman"/>
          <w:color w:val="000000"/>
          <w:sz w:val="24"/>
          <w:szCs w:val="24"/>
          <w:lang w:val="uk-UA"/>
        </w:rPr>
        <w:t xml:space="preserve"> економічної діяльност</w:t>
      </w:r>
      <w:r w:rsidRPr="00F70242">
        <w:rPr>
          <w:rStyle w:val="rvts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F70242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комунальної установи «Зеленбуд» Любашівської селищної ради </w:t>
      </w:r>
      <w:r w:rsidRPr="00F70242">
        <w:rPr>
          <w:rStyle w:val="rvts9"/>
          <w:rFonts w:ascii="Times New Roman" w:hAnsi="Times New Roman"/>
          <w:color w:val="000000"/>
          <w:sz w:val="24"/>
          <w:szCs w:val="24"/>
          <w:lang w:val="uk-UA"/>
        </w:rPr>
        <w:t>та додати наступні види діяльності за КВЕД:</w:t>
      </w:r>
    </w:p>
    <w:p w:rsidR="00A526D9" w:rsidRPr="00F70242" w:rsidRDefault="00A526D9" w:rsidP="00F70242">
      <w:pPr>
        <w:pStyle w:val="rvps17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70242">
        <w:rPr>
          <w:rStyle w:val="rvts9"/>
          <w:color w:val="000000"/>
        </w:rPr>
        <w:t>1.1 </w:t>
      </w:r>
      <w:r>
        <w:rPr>
          <w:rStyle w:val="rvts9"/>
          <w:color w:val="000000"/>
          <w:lang w:val="uk-UA"/>
        </w:rPr>
        <w:t xml:space="preserve"> </w:t>
      </w:r>
      <w:r w:rsidRPr="00F70242">
        <w:rPr>
          <w:rStyle w:val="rvts8"/>
          <w:b/>
          <w:bCs/>
          <w:color w:val="000000"/>
        </w:rPr>
        <w:t>81.29</w:t>
      </w:r>
      <w:r w:rsidRPr="00F70242">
        <w:rPr>
          <w:rStyle w:val="rvts9"/>
          <w:color w:val="000000"/>
        </w:rPr>
        <w:t> Інші види діяльності із прибирання;</w:t>
      </w:r>
    </w:p>
    <w:p w:rsidR="00A526D9" w:rsidRPr="00F70242" w:rsidRDefault="00A526D9" w:rsidP="00F70242">
      <w:pPr>
        <w:pStyle w:val="rvps17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70242">
        <w:rPr>
          <w:rStyle w:val="rvts9"/>
          <w:color w:val="000000"/>
        </w:rPr>
        <w:t>1.2 </w:t>
      </w:r>
      <w:r>
        <w:rPr>
          <w:rStyle w:val="rvts9"/>
          <w:color w:val="000000"/>
          <w:lang w:val="uk-UA"/>
        </w:rPr>
        <w:t xml:space="preserve"> </w:t>
      </w:r>
      <w:r w:rsidRPr="00F70242">
        <w:rPr>
          <w:rStyle w:val="rvts8"/>
          <w:b/>
          <w:bCs/>
          <w:color w:val="000000"/>
          <w:lang w:val="uk-UA"/>
        </w:rPr>
        <w:t>96.03</w:t>
      </w:r>
      <w:r w:rsidRPr="00F70242">
        <w:rPr>
          <w:rStyle w:val="rvts9"/>
          <w:color w:val="000000"/>
        </w:rPr>
        <w:t> </w:t>
      </w:r>
      <w:r w:rsidRPr="00F70242">
        <w:rPr>
          <w:rStyle w:val="rvts9"/>
          <w:color w:val="000000"/>
          <w:lang w:val="uk-UA"/>
        </w:rPr>
        <w:t>Організування поховань і надання суміжних послуг</w:t>
      </w:r>
      <w:r w:rsidRPr="00F70242">
        <w:rPr>
          <w:rStyle w:val="rvts9"/>
          <w:color w:val="000000"/>
        </w:rPr>
        <w:t>;</w:t>
      </w:r>
    </w:p>
    <w:p w:rsidR="00A526D9" w:rsidRPr="00F70242" w:rsidRDefault="00A526D9" w:rsidP="00F70242">
      <w:pPr>
        <w:pStyle w:val="rvps173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</w:rPr>
      </w:pPr>
      <w:r w:rsidRPr="00F70242">
        <w:rPr>
          <w:rStyle w:val="rvts9"/>
          <w:color w:val="000000"/>
        </w:rPr>
        <w:t>1.</w:t>
      </w:r>
      <w:r w:rsidRPr="00F70242">
        <w:rPr>
          <w:rStyle w:val="rvts9"/>
          <w:color w:val="000000"/>
          <w:lang w:val="uk-UA"/>
        </w:rPr>
        <w:t>3</w:t>
      </w:r>
      <w:r>
        <w:rPr>
          <w:rStyle w:val="rvts9"/>
          <w:color w:val="000000"/>
          <w:lang w:val="uk-UA"/>
        </w:rPr>
        <w:t xml:space="preserve"> </w:t>
      </w:r>
      <w:r w:rsidRPr="00F70242">
        <w:rPr>
          <w:rStyle w:val="rvts8"/>
          <w:b/>
          <w:bCs/>
          <w:color w:val="000000"/>
        </w:rPr>
        <w:t xml:space="preserve"> 4</w:t>
      </w:r>
      <w:r w:rsidRPr="00F70242">
        <w:rPr>
          <w:rStyle w:val="rvts8"/>
          <w:b/>
          <w:bCs/>
          <w:color w:val="000000"/>
          <w:lang w:val="uk-UA"/>
        </w:rPr>
        <w:t>2</w:t>
      </w:r>
      <w:r w:rsidRPr="00F70242">
        <w:rPr>
          <w:rStyle w:val="rvts8"/>
          <w:b/>
          <w:bCs/>
          <w:color w:val="000000"/>
        </w:rPr>
        <w:t>.</w:t>
      </w:r>
      <w:r w:rsidRPr="00F70242">
        <w:rPr>
          <w:rStyle w:val="rvts8"/>
          <w:b/>
          <w:bCs/>
          <w:color w:val="000000"/>
          <w:lang w:val="uk-UA"/>
        </w:rPr>
        <w:t>1</w:t>
      </w:r>
      <w:r w:rsidRPr="00F70242">
        <w:rPr>
          <w:rStyle w:val="rvts8"/>
          <w:b/>
          <w:bCs/>
          <w:color w:val="000000"/>
        </w:rPr>
        <w:t>1</w:t>
      </w:r>
      <w:r w:rsidRPr="00F70242">
        <w:rPr>
          <w:rStyle w:val="rvts9"/>
          <w:color w:val="000000"/>
        </w:rPr>
        <w:t> </w:t>
      </w:r>
      <w:r w:rsidRPr="00F70242">
        <w:rPr>
          <w:rStyle w:val="rvts9"/>
          <w:color w:val="000000"/>
          <w:lang w:val="uk-UA"/>
        </w:rPr>
        <w:t>Будівництво доріг і автострад</w:t>
      </w:r>
      <w:r w:rsidRPr="00F70242">
        <w:rPr>
          <w:rStyle w:val="rvts9"/>
          <w:color w:val="000000"/>
        </w:rPr>
        <w:t>;</w:t>
      </w:r>
    </w:p>
    <w:p w:rsidR="00A526D9" w:rsidRPr="00F70242" w:rsidRDefault="00A526D9" w:rsidP="00F70242">
      <w:pPr>
        <w:pStyle w:val="rvps17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70242">
        <w:rPr>
          <w:rStyle w:val="rvts9"/>
          <w:color w:val="000000"/>
          <w:lang w:val="uk-UA"/>
        </w:rPr>
        <w:t xml:space="preserve">1.4 </w:t>
      </w:r>
      <w:r>
        <w:rPr>
          <w:rStyle w:val="rvts9"/>
          <w:color w:val="000000"/>
          <w:lang w:val="uk-UA"/>
        </w:rPr>
        <w:t xml:space="preserve"> </w:t>
      </w:r>
      <w:r w:rsidRPr="00F70242">
        <w:rPr>
          <w:rStyle w:val="rvts8"/>
          <w:b/>
          <w:bCs/>
          <w:color w:val="000000"/>
        </w:rPr>
        <w:t>43.21</w:t>
      </w:r>
      <w:r w:rsidRPr="00F70242">
        <w:rPr>
          <w:rStyle w:val="rvts9"/>
          <w:color w:val="000000"/>
        </w:rPr>
        <w:t> Електромонтажні роботи;</w:t>
      </w:r>
    </w:p>
    <w:p w:rsidR="00A526D9" w:rsidRPr="00F70242" w:rsidRDefault="00A526D9" w:rsidP="00F70242">
      <w:pPr>
        <w:pStyle w:val="rvps17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F70242">
        <w:rPr>
          <w:rStyle w:val="rvts9"/>
          <w:color w:val="000000"/>
        </w:rPr>
        <w:t>1.</w:t>
      </w:r>
      <w:r w:rsidRPr="00F70242">
        <w:rPr>
          <w:rStyle w:val="rvts9"/>
          <w:color w:val="000000"/>
          <w:lang w:val="uk-UA"/>
        </w:rPr>
        <w:t>5</w:t>
      </w:r>
      <w:r w:rsidRPr="00F70242">
        <w:rPr>
          <w:rStyle w:val="rvts9"/>
          <w:color w:val="000000"/>
        </w:rPr>
        <w:t> </w:t>
      </w:r>
      <w:r>
        <w:rPr>
          <w:rStyle w:val="rvts9"/>
          <w:color w:val="000000"/>
          <w:lang w:val="uk-UA"/>
        </w:rPr>
        <w:t xml:space="preserve"> </w:t>
      </w:r>
      <w:r w:rsidRPr="00F70242">
        <w:rPr>
          <w:rStyle w:val="rvts8"/>
          <w:b/>
          <w:bCs/>
          <w:color w:val="000000"/>
        </w:rPr>
        <w:t>4</w:t>
      </w:r>
      <w:r w:rsidRPr="00F70242">
        <w:rPr>
          <w:rStyle w:val="rvts8"/>
          <w:b/>
          <w:bCs/>
          <w:color w:val="000000"/>
          <w:lang w:val="uk-UA"/>
        </w:rPr>
        <w:t>9</w:t>
      </w:r>
      <w:r w:rsidRPr="00F70242">
        <w:rPr>
          <w:rStyle w:val="rvts8"/>
          <w:b/>
          <w:bCs/>
          <w:color w:val="000000"/>
        </w:rPr>
        <w:t>.</w:t>
      </w:r>
      <w:r w:rsidRPr="00F70242">
        <w:rPr>
          <w:rStyle w:val="rvts8"/>
          <w:b/>
          <w:bCs/>
          <w:color w:val="000000"/>
          <w:lang w:val="uk-UA"/>
        </w:rPr>
        <w:t>4</w:t>
      </w:r>
      <w:r w:rsidRPr="00F70242">
        <w:rPr>
          <w:rStyle w:val="rvts8"/>
          <w:b/>
          <w:bCs/>
          <w:color w:val="000000"/>
        </w:rPr>
        <w:t>1</w:t>
      </w:r>
      <w:r w:rsidRPr="00F70242">
        <w:rPr>
          <w:rStyle w:val="rvts9"/>
          <w:color w:val="000000"/>
        </w:rPr>
        <w:t> </w:t>
      </w:r>
      <w:r w:rsidRPr="00F70242">
        <w:rPr>
          <w:rStyle w:val="rvts9"/>
          <w:color w:val="000000"/>
          <w:lang w:val="uk-UA"/>
        </w:rPr>
        <w:t>Вантажний автомобільний транспорт;</w:t>
      </w:r>
    </w:p>
    <w:p w:rsidR="00A526D9" w:rsidRDefault="00A526D9" w:rsidP="00F70242">
      <w:pPr>
        <w:pStyle w:val="rvps173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  <w:lang w:val="uk-UA"/>
        </w:rPr>
      </w:pPr>
      <w:r w:rsidRPr="00F70242">
        <w:rPr>
          <w:rStyle w:val="rvts9"/>
          <w:color w:val="000000"/>
          <w:lang w:val="uk-UA"/>
        </w:rPr>
        <w:t>1.5</w:t>
      </w:r>
      <w:r w:rsidRPr="00F70242">
        <w:rPr>
          <w:rStyle w:val="rvts9"/>
          <w:color w:val="000000"/>
        </w:rPr>
        <w:t> </w:t>
      </w:r>
      <w:r>
        <w:rPr>
          <w:rStyle w:val="rvts9"/>
          <w:color w:val="000000"/>
          <w:lang w:val="uk-UA"/>
        </w:rPr>
        <w:t xml:space="preserve"> </w:t>
      </w:r>
      <w:r w:rsidRPr="00F70242">
        <w:rPr>
          <w:rStyle w:val="rvts8"/>
          <w:b/>
          <w:bCs/>
          <w:color w:val="000000"/>
          <w:lang w:val="uk-UA"/>
        </w:rPr>
        <w:t>52.21</w:t>
      </w:r>
      <w:r w:rsidRPr="00F70242">
        <w:rPr>
          <w:rStyle w:val="rvts9"/>
          <w:color w:val="000000"/>
        </w:rPr>
        <w:t> </w:t>
      </w:r>
      <w:r w:rsidRPr="00F70242">
        <w:rPr>
          <w:rStyle w:val="rvts9"/>
          <w:color w:val="000000"/>
          <w:lang w:val="uk-UA"/>
        </w:rPr>
        <w:t>Допоміжне обслуговування наземного танспорту</w:t>
      </w:r>
      <w:r>
        <w:rPr>
          <w:rStyle w:val="rvts9"/>
          <w:color w:val="000000"/>
          <w:sz w:val="28"/>
          <w:szCs w:val="28"/>
          <w:lang w:val="uk-UA"/>
        </w:rPr>
        <w:t>.</w:t>
      </w:r>
    </w:p>
    <w:p w:rsidR="00A526D9" w:rsidRDefault="00A526D9" w:rsidP="00F70242">
      <w:pPr>
        <w:pStyle w:val="rvps173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  <w:lang w:val="uk-UA"/>
        </w:rPr>
      </w:pPr>
    </w:p>
    <w:p w:rsidR="00A526D9" w:rsidRDefault="00A526D9" w:rsidP="00F70242">
      <w:pPr>
        <w:pStyle w:val="rvps173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2</w:t>
      </w:r>
      <w:r w:rsidRPr="0002666F">
        <w:rPr>
          <w:rStyle w:val="rvts9"/>
          <w:color w:val="000000"/>
          <w:sz w:val="28"/>
          <w:szCs w:val="28"/>
          <w:lang w:val="uk-UA"/>
        </w:rPr>
        <w:t>.</w:t>
      </w:r>
      <w:r>
        <w:rPr>
          <w:rStyle w:val="rvts9"/>
          <w:color w:val="000000"/>
          <w:sz w:val="28"/>
          <w:szCs w:val="28"/>
        </w:rPr>
        <w:t> </w:t>
      </w:r>
      <w:r w:rsidRPr="005357CD">
        <w:rPr>
          <w:rStyle w:val="rvts25"/>
          <w:shd w:val="clear" w:color="auto" w:fill="FFFFFF"/>
          <w:lang w:val="uk-UA"/>
        </w:rPr>
        <w:t xml:space="preserve">Надати згоду комунальній установі «Зеленбуд» </w:t>
      </w:r>
      <w:r w:rsidRPr="005357CD">
        <w:rPr>
          <w:lang w:val="uk-UA"/>
        </w:rPr>
        <w:t xml:space="preserve">Любашівської селищної ради </w:t>
      </w:r>
      <w:r w:rsidRPr="005357CD">
        <w:rPr>
          <w:rStyle w:val="rvts25"/>
          <w:shd w:val="clear" w:color="auto" w:fill="FFFFFF"/>
          <w:lang w:val="uk-UA"/>
        </w:rPr>
        <w:t xml:space="preserve"> (Грабовецька О.М) на внесення змін до Єдиного державного реєстру юридичних осіб, фізичних осіб-підприємців та громадських формувань, у частині доповнення новими видами економічної діяльності</w:t>
      </w:r>
    </w:p>
    <w:p w:rsidR="00A526D9" w:rsidRDefault="00A526D9" w:rsidP="00F70242">
      <w:pPr>
        <w:pStyle w:val="rvps173"/>
        <w:shd w:val="clear" w:color="auto" w:fill="FFFFFF"/>
        <w:spacing w:before="0" w:beforeAutospacing="0" w:after="0" w:afterAutospacing="0"/>
        <w:jc w:val="both"/>
        <w:rPr>
          <w:shd w:val="clear" w:color="auto" w:fill="FFFFFF"/>
          <w:lang w:val="uk-UA"/>
        </w:rPr>
      </w:pPr>
    </w:p>
    <w:p w:rsidR="00A526D9" w:rsidRPr="004F0EE6" w:rsidRDefault="00A526D9" w:rsidP="0098483A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 Контроль за виконанням цього рішення покласти на постійну комісію Любашівської селищної ради з питань планування, фінансів, бюджету та соціально-економічних питань.</w:t>
      </w:r>
    </w:p>
    <w:p w:rsidR="00A526D9" w:rsidRPr="004F0EE6" w:rsidRDefault="00A526D9" w:rsidP="0098483A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26D9" w:rsidRPr="004F0EE6" w:rsidRDefault="00A526D9" w:rsidP="0098483A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Любашівський 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селищний голова                              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Павлов  Г.А.                         </w:t>
      </w:r>
    </w:p>
    <w:p w:rsidR="00A526D9" w:rsidRPr="004F0EE6" w:rsidRDefault="00A526D9" w:rsidP="0098483A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A526D9" w:rsidRPr="004F0EE6" w:rsidRDefault="00A526D9" w:rsidP="00DD4037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ПОГОДЖУЮ:</w:t>
      </w:r>
    </w:p>
    <w:p w:rsidR="00A526D9" w:rsidRPr="004F0EE6" w:rsidRDefault="00A526D9" w:rsidP="00DD4037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A526D9" w:rsidRPr="004F0EE6" w:rsidRDefault="00A526D9" w:rsidP="00DD4037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Секретар селищної ради                                                                  Мокряк Л.М.</w:t>
      </w:r>
    </w:p>
    <w:p w:rsidR="00A526D9" w:rsidRPr="004F0EE6" w:rsidRDefault="00A526D9" w:rsidP="00DD4037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відділу бухгалтерського обліку                                                                                 та звітності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Вальчук Л.І.</w:t>
      </w:r>
    </w:p>
    <w:p w:rsidR="00A526D9" w:rsidRPr="004F0EE6" w:rsidRDefault="00A526D9" w:rsidP="00DD4037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Начальник фінансового управління                                                                                      селищної ради                                                                                   Вітвіцька О.Л.</w:t>
      </w:r>
    </w:p>
    <w:p w:rsidR="00A526D9" w:rsidRPr="004F0EE6" w:rsidRDefault="00A526D9" w:rsidP="00DD4037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правового забезпечення,                                                                     зв’язків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 правоохоронними органами,                                                                               цивільного захисту, обороннної та мобілізаційної роботи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Довганюк В.В.</w:t>
      </w:r>
    </w:p>
    <w:p w:rsidR="00A526D9" w:rsidRPr="004F0EE6" w:rsidRDefault="00A526D9" w:rsidP="00DD4037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Керуючий справами (секретар)                                                                                        виконавчого комітету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Бобошко Н.М.      </w:t>
      </w:r>
    </w:p>
    <w:p w:rsidR="00A526D9" w:rsidRPr="004F0EE6" w:rsidRDefault="00A526D9" w:rsidP="00DD4037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26D9" w:rsidRPr="004F0EE6" w:rsidRDefault="00A526D9" w:rsidP="00DD4037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26D9" w:rsidRPr="004F0EE6" w:rsidRDefault="00A526D9" w:rsidP="00DD4037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ПІДГОТУВАЛА:       </w:t>
      </w:r>
    </w:p>
    <w:p w:rsidR="00A526D9" w:rsidRPr="004F0EE6" w:rsidRDefault="00A526D9" w:rsidP="00DD4037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Директор КУ «Зеленбуд»                                                        Грабовецька О.М.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</w:t>
      </w:r>
    </w:p>
    <w:sectPr w:rsidR="00A526D9" w:rsidRPr="004F0EE6" w:rsidSect="00466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25CD4"/>
    <w:multiLevelType w:val="multilevel"/>
    <w:tmpl w:val="1A1E3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9AF767E"/>
    <w:multiLevelType w:val="multilevel"/>
    <w:tmpl w:val="FEE43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1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C9F"/>
    <w:rsid w:val="00013F92"/>
    <w:rsid w:val="0002666F"/>
    <w:rsid w:val="0008590F"/>
    <w:rsid w:val="000D2B34"/>
    <w:rsid w:val="002A0127"/>
    <w:rsid w:val="002A50CE"/>
    <w:rsid w:val="00381B8C"/>
    <w:rsid w:val="003A7664"/>
    <w:rsid w:val="00426FE6"/>
    <w:rsid w:val="004663D0"/>
    <w:rsid w:val="004676D0"/>
    <w:rsid w:val="004738BF"/>
    <w:rsid w:val="004978D4"/>
    <w:rsid w:val="004C6F58"/>
    <w:rsid w:val="004F0EE6"/>
    <w:rsid w:val="005357CD"/>
    <w:rsid w:val="006074DF"/>
    <w:rsid w:val="006515EB"/>
    <w:rsid w:val="006B06E4"/>
    <w:rsid w:val="007C403F"/>
    <w:rsid w:val="007D6901"/>
    <w:rsid w:val="008301A0"/>
    <w:rsid w:val="0094410D"/>
    <w:rsid w:val="0098483A"/>
    <w:rsid w:val="00992124"/>
    <w:rsid w:val="00A3529E"/>
    <w:rsid w:val="00A526D9"/>
    <w:rsid w:val="00A80F70"/>
    <w:rsid w:val="00B310E0"/>
    <w:rsid w:val="00C54C9F"/>
    <w:rsid w:val="00C86B74"/>
    <w:rsid w:val="00DD4037"/>
    <w:rsid w:val="00E66207"/>
    <w:rsid w:val="00E947EE"/>
    <w:rsid w:val="00F70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3D0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25">
    <w:name w:val="rvps125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6">
    <w:name w:val="rvps126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7">
    <w:name w:val="rvps127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8">
    <w:name w:val="rvps128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9">
    <w:name w:val="rvps129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0">
    <w:name w:val="rvps130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1">
    <w:name w:val="rvps131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DefaultParagraphFont"/>
    <w:uiPriority w:val="99"/>
    <w:rsid w:val="00C54C9F"/>
    <w:rPr>
      <w:rFonts w:cs="Times New Roman"/>
    </w:rPr>
  </w:style>
  <w:style w:type="paragraph" w:customStyle="1" w:styleId="rvps132">
    <w:name w:val="rvps132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3">
    <w:name w:val="rvps133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4">
    <w:name w:val="rvps134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5">
    <w:name w:val="rvps135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6">
    <w:name w:val="rvps136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7">
    <w:name w:val="rvps137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8">
    <w:name w:val="rvps138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9">
    <w:name w:val="rvps139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0">
    <w:name w:val="rvps140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1">
    <w:name w:val="rvps141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2">
    <w:name w:val="rvps142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3">
    <w:name w:val="rvps143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4">
    <w:name w:val="rvps144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5">
    <w:name w:val="rvps145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2">
    <w:name w:val="rvts32"/>
    <w:basedOn w:val="DefaultParagraphFont"/>
    <w:uiPriority w:val="99"/>
    <w:rsid w:val="00C54C9F"/>
    <w:rPr>
      <w:rFonts w:cs="Times New Roman"/>
    </w:rPr>
  </w:style>
  <w:style w:type="paragraph" w:customStyle="1" w:styleId="rvps146">
    <w:name w:val="rvps146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7">
    <w:name w:val="rvps147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8">
    <w:name w:val="rvps148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9">
    <w:name w:val="rvps149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0">
    <w:name w:val="rvps150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1">
    <w:name w:val="rvps151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2">
    <w:name w:val="rvps152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7">
    <w:name w:val="rvps167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8">
    <w:name w:val="rvps168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">
    <w:name w:val="rvps1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4">
    <w:name w:val="rvts34"/>
    <w:basedOn w:val="DefaultParagraphFont"/>
    <w:uiPriority w:val="99"/>
    <w:rsid w:val="006515EB"/>
    <w:rPr>
      <w:rFonts w:cs="Times New Roman"/>
    </w:rPr>
  </w:style>
  <w:style w:type="paragraph" w:customStyle="1" w:styleId="rvps169">
    <w:name w:val="rvps169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0">
    <w:name w:val="rvps170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1">
    <w:name w:val="rvps171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">
    <w:name w:val="rvts8"/>
    <w:basedOn w:val="DefaultParagraphFont"/>
    <w:uiPriority w:val="99"/>
    <w:rsid w:val="006515EB"/>
    <w:rPr>
      <w:rFonts w:cs="Times New Roman"/>
    </w:rPr>
  </w:style>
  <w:style w:type="paragraph" w:customStyle="1" w:styleId="rvps172">
    <w:name w:val="rvps172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3">
    <w:name w:val="rvps173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4">
    <w:name w:val="rvps174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5">
    <w:name w:val="rvps175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6">
    <w:name w:val="rvps176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7">
    <w:name w:val="rvps177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8">
    <w:name w:val="rvps178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9">
    <w:name w:val="rvps179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0">
    <w:name w:val="rvps180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1">
    <w:name w:val="rvps181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5">
    <w:name w:val="rvts25"/>
    <w:basedOn w:val="DefaultParagraphFont"/>
    <w:uiPriority w:val="99"/>
    <w:rsid w:val="006515EB"/>
    <w:rPr>
      <w:rFonts w:cs="Times New Roman"/>
    </w:rPr>
  </w:style>
  <w:style w:type="paragraph" w:customStyle="1" w:styleId="rvps182">
    <w:name w:val="rvps182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">
    <w:name w:val="rvps18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3">
    <w:name w:val="rvps183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4">
    <w:name w:val="rvps184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5">
    <w:name w:val="rvps185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0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171</TotalTime>
  <Pages>2</Pages>
  <Words>2181</Words>
  <Characters>1244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 Office</cp:lastModifiedBy>
  <cp:revision>12</cp:revision>
  <cp:lastPrinted>2021-03-22T07:36:00Z</cp:lastPrinted>
  <dcterms:created xsi:type="dcterms:W3CDTF">2021-02-17T11:26:00Z</dcterms:created>
  <dcterms:modified xsi:type="dcterms:W3CDTF">2021-03-22T07:37:00Z</dcterms:modified>
</cp:coreProperties>
</file>