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0A7" w:rsidRDefault="006130A7" w:rsidP="00C54C9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</w:t>
      </w:r>
      <w:r w:rsidRPr="00C54C9F">
        <w:rPr>
          <w:rFonts w:ascii="Times New Roman" w:hAnsi="Times New Roman"/>
          <w:color w:val="000000"/>
          <w:sz w:val="24"/>
          <w:szCs w:val="24"/>
          <w:lang w:eastAsia="ru-RU"/>
        </w:rPr>
        <w:t>ПРО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Е</w:t>
      </w:r>
      <w:bookmarkStart w:id="0" w:name="_GoBack"/>
      <w:bookmarkEnd w:id="0"/>
      <w:r w:rsidRPr="00C54C9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КТ </w:t>
      </w:r>
    </w:p>
    <w:p w:rsidR="006130A7" w:rsidRPr="00C54C9F" w:rsidRDefault="006130A7" w:rsidP="00C54C9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0;margin-top:9.25pt;width:33.45pt;height:47.4pt;z-index:251658240;visibility:visible;mso-position-horizontal:center;mso-position-horizontal-relative:margin">
            <v:imagedata r:id="rId5" o:title=""/>
            <w10:wrap type="square" side="right" anchorx="margin"/>
          </v:shape>
        </w:pict>
      </w:r>
    </w:p>
    <w:p w:rsidR="006130A7" w:rsidRPr="00C54C9F" w:rsidRDefault="006130A7" w:rsidP="00C54C9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4C9F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УКРАЇНА</w:t>
      </w:r>
    </w:p>
    <w:p w:rsidR="006130A7" w:rsidRPr="00B36C92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ОДЕСЬКА ОБЛАСТЬ</w:t>
      </w:r>
    </w:p>
    <w:p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B36C9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ЛЮБАШІВСЬКА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СЕЛИЩНА РАДА</w:t>
      </w:r>
    </w:p>
    <w:p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ПОДІЛЬСЬКОГО РАЙОНУ ОДЕСЬКОЇ ОБЛАСТІ</w:t>
      </w:r>
    </w:p>
    <w:p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_____сесія</w:t>
      </w:r>
      <w:r w:rsidRPr="00F4353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_______ скликання</w:t>
      </w:r>
    </w:p>
    <w:p w:rsidR="006130A7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130A7" w:rsidRPr="00F4353A" w:rsidRDefault="006130A7" w:rsidP="00B36C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РІШЕННЯ</w:t>
      </w:r>
    </w:p>
    <w:p w:rsidR="006130A7" w:rsidRPr="00F4353A" w:rsidRDefault="006130A7" w:rsidP="00B36C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</w:pPr>
      <w:r w:rsidRPr="00F4353A"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  <w:t xml:space="preserve">«  » березня 2021 року 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№_____</w:t>
      </w:r>
      <w:r w:rsidRPr="00F4353A"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  <w:t xml:space="preserve">      </w:t>
      </w:r>
      <w:r w:rsidRPr="00F4353A">
        <w:rPr>
          <w:rFonts w:ascii="Times New Roman" w:hAnsi="Times New Roman"/>
          <w:color w:val="000000"/>
          <w:sz w:val="24"/>
          <w:szCs w:val="24"/>
          <w:u w:val="single"/>
          <w:lang w:val="uk-UA" w:eastAsia="ru-RU"/>
        </w:rPr>
        <w:br/>
      </w:r>
    </w:p>
    <w:p w:rsidR="006130A7" w:rsidRPr="00F4353A" w:rsidRDefault="006130A7" w:rsidP="006515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Про внесення змін до рішення сесії Любашівської селищної ради</w:t>
      </w:r>
    </w:p>
    <w:p w:rsidR="006130A7" w:rsidRPr="00F4353A" w:rsidRDefault="006130A7" w:rsidP="006515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від 21 січня 2021 року №149 «Про затвердження Програми підтримки діяльності комунальної установи «Зеленбуд» </w:t>
      </w:r>
    </w:p>
    <w:p w:rsidR="006130A7" w:rsidRPr="00F4353A" w:rsidRDefault="006130A7" w:rsidP="006515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Любашівської селищної ради на 2021 рік»</w:t>
      </w:r>
    </w:p>
    <w:p w:rsidR="006130A7" w:rsidRPr="00F4353A" w:rsidRDefault="006130A7" w:rsidP="006515E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6130A7" w:rsidRDefault="006130A7" w:rsidP="00F4353A">
      <w:pPr>
        <w:pStyle w:val="rvps167"/>
        <w:shd w:val="clear" w:color="auto" w:fill="FFFFFF"/>
        <w:spacing w:before="0" w:beforeAutospacing="0" w:after="0" w:afterAutospacing="0"/>
        <w:ind w:firstLine="600"/>
        <w:jc w:val="both"/>
        <w:rPr>
          <w:rStyle w:val="rvts9"/>
          <w:color w:val="000000"/>
          <w:lang w:val="uk-UA"/>
        </w:rPr>
      </w:pPr>
      <w:r w:rsidRPr="00F4353A">
        <w:rPr>
          <w:rStyle w:val="rvts9"/>
          <w:color w:val="000000"/>
          <w:lang w:val="uk-UA"/>
        </w:rPr>
        <w:t xml:space="preserve">Відповідно до пп. 22 ст. 26 Закону України «Про місцеве самоврядування в Україні», ст. 91 Бюджетного кодексу України, Програми підтримки  </w:t>
      </w:r>
      <w:r w:rsidRPr="00F4353A">
        <w:rPr>
          <w:lang w:val="uk-UA"/>
        </w:rPr>
        <w:t>діяльності комунальної установи «Зеленбуд» Любашівської селищної ради на 2021 рік та з метою регулювання сфери благоустрою населенних пунктів на території громади,</w:t>
      </w:r>
      <w:r w:rsidRPr="00F4353A">
        <w:rPr>
          <w:rStyle w:val="rvts9"/>
          <w:color w:val="000000"/>
          <w:lang w:val="uk-UA"/>
        </w:rPr>
        <w:t xml:space="preserve"> Любашівська  селищна рада</w:t>
      </w:r>
    </w:p>
    <w:p w:rsidR="006130A7" w:rsidRPr="00F4353A" w:rsidRDefault="006130A7" w:rsidP="00F4353A">
      <w:pPr>
        <w:pStyle w:val="rvps167"/>
        <w:shd w:val="clear" w:color="auto" w:fill="FFFFFF"/>
        <w:spacing w:before="0" w:beforeAutospacing="0" w:after="0" w:afterAutospacing="0"/>
        <w:ind w:firstLine="600"/>
        <w:jc w:val="both"/>
        <w:rPr>
          <w:lang w:val="uk-UA"/>
        </w:rPr>
      </w:pPr>
    </w:p>
    <w:p w:rsidR="006130A7" w:rsidRPr="00F4353A" w:rsidRDefault="006130A7" w:rsidP="003827C9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0000"/>
          <w:lang w:val="uk-UA"/>
        </w:rPr>
      </w:pPr>
      <w:r w:rsidRPr="00F4353A">
        <w:rPr>
          <w:rStyle w:val="rvts34"/>
          <w:b/>
          <w:bCs/>
          <w:color w:val="000000"/>
          <w:spacing w:val="45"/>
          <w:lang w:val="uk-UA"/>
        </w:rPr>
        <w:t>ВИРІШИЛА:</w:t>
      </w:r>
    </w:p>
    <w:p w:rsidR="006130A7" w:rsidRPr="00F4353A" w:rsidRDefault="006130A7" w:rsidP="006515EB">
      <w:pPr>
        <w:pStyle w:val="rvps169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6130A7" w:rsidRPr="00F4353A" w:rsidRDefault="006130A7" w:rsidP="003827C9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4353A"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>1.</w:t>
      </w:r>
      <w:r w:rsidRPr="00F4353A">
        <w:rPr>
          <w:rStyle w:val="rvts9"/>
          <w:rFonts w:ascii="Times New Roman" w:hAnsi="Times New Roman"/>
          <w:color w:val="000000"/>
          <w:sz w:val="24"/>
          <w:szCs w:val="24"/>
        </w:rPr>
        <w:t> 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Внести зміни до рішення Любашівської селищної ради</w:t>
      </w:r>
      <w:r w:rsidRPr="00F4353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від 21 січня 2021 року №149</w:t>
      </w:r>
      <w:r w:rsidRPr="00F4353A">
        <w:rPr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«Про затвердження Програми підтримки діяльності комунальної установи «Зеленбуд» Любашівської селищної ради на 2021 рік» </w:t>
      </w:r>
      <w:r w:rsidRPr="00F4353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F4353A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(далі Програма), а саме:</w:t>
      </w:r>
    </w:p>
    <w:p w:rsidR="006130A7" w:rsidRPr="00F4353A" w:rsidRDefault="006130A7" w:rsidP="003827C9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1.1.</w:t>
      </w:r>
      <w:r w:rsidRPr="00F4353A">
        <w:rPr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У паспорті Програми в п.8 «Загальний обсяг фінансових ресурсів, необхідний для реалізації Програми, всього, тис.грн.»  цифри «7328,24» замінити на цифри «7402,045».</w:t>
      </w:r>
    </w:p>
    <w:p w:rsidR="006130A7" w:rsidRPr="00F4353A" w:rsidRDefault="006130A7" w:rsidP="003827C9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1.2. 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Додаток 1 до Програми «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Основні заходи Програми підтримки діяльності 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комунальної установи «Зеленбуд» Любашівської селищної ради</w:t>
      </w:r>
      <w:r w:rsidRPr="00F4353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на 2021 рік» викласти у новій редакції.</w:t>
      </w:r>
    </w:p>
    <w:p w:rsidR="006130A7" w:rsidRPr="00F4353A" w:rsidRDefault="006130A7" w:rsidP="003827C9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1.3. Додаток 2 до Програми «Ресурсне забезпечення </w:t>
      </w:r>
      <w:r w:rsidRPr="00F4353A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Програми підтримки діяльності </w:t>
      </w:r>
      <w:r w:rsidRPr="00F4353A">
        <w:rPr>
          <w:rFonts w:ascii="Times New Roman" w:hAnsi="Times New Roman"/>
          <w:color w:val="000000"/>
          <w:sz w:val="24"/>
          <w:szCs w:val="24"/>
          <w:lang w:val="uk-UA" w:eastAsia="ru-RU"/>
        </w:rPr>
        <w:t>комунальної установи «Зеленбуд» Любашівської селищної ради на 2021 рік» викласти у новій редакції.</w:t>
      </w:r>
    </w:p>
    <w:p w:rsidR="006130A7" w:rsidRPr="00F4353A" w:rsidRDefault="006130A7" w:rsidP="003827C9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</w:p>
    <w:p w:rsidR="006130A7" w:rsidRPr="00F4353A" w:rsidRDefault="006130A7" w:rsidP="003827C9">
      <w:pPr>
        <w:shd w:val="clear" w:color="auto" w:fill="FFFFFF"/>
        <w:spacing w:after="0" w:line="240" w:lineRule="auto"/>
        <w:ind w:left="567"/>
        <w:jc w:val="both"/>
        <w:rPr>
          <w:rStyle w:val="rvts25"/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4353A">
        <w:rPr>
          <w:rStyle w:val="rvts9"/>
          <w:rFonts w:ascii="Times New Roman" w:hAnsi="Times New Roman"/>
          <w:color w:val="000000"/>
          <w:sz w:val="24"/>
          <w:szCs w:val="24"/>
          <w:lang w:val="uk-UA"/>
        </w:rPr>
        <w:t>2.</w:t>
      </w:r>
      <w:r w:rsidRPr="00F4353A">
        <w:rPr>
          <w:rStyle w:val="rvts9"/>
          <w:color w:val="000000"/>
          <w:sz w:val="24"/>
          <w:szCs w:val="24"/>
        </w:rPr>
        <w:t> </w:t>
      </w:r>
      <w:r w:rsidRPr="00F4353A">
        <w:rPr>
          <w:rStyle w:val="rvts25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Делегувати повноваження виконкому </w:t>
      </w:r>
      <w:r w:rsidRPr="00F4353A">
        <w:rPr>
          <w:rFonts w:ascii="Times New Roman" w:hAnsi="Times New Roman"/>
          <w:sz w:val="24"/>
          <w:szCs w:val="24"/>
          <w:lang w:val="uk-UA" w:eastAsia="ru-RU"/>
        </w:rPr>
        <w:t xml:space="preserve">селищної ради </w:t>
      </w:r>
      <w:r w:rsidRPr="00F4353A">
        <w:rPr>
          <w:rStyle w:val="rvts25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забезпечити виконання зазначених змін до Програми.</w:t>
      </w:r>
    </w:p>
    <w:p w:rsidR="006130A7" w:rsidRPr="00F4353A" w:rsidRDefault="006130A7" w:rsidP="003827C9">
      <w:pPr>
        <w:shd w:val="clear" w:color="auto" w:fill="FFFFFF"/>
        <w:spacing w:after="0" w:line="240" w:lineRule="auto"/>
        <w:ind w:left="567"/>
        <w:jc w:val="both"/>
        <w:rPr>
          <w:rStyle w:val="rvts25"/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6130A7" w:rsidRPr="00F4353A" w:rsidRDefault="006130A7" w:rsidP="003827C9">
      <w:pPr>
        <w:shd w:val="clear" w:color="auto" w:fill="FFFFFF"/>
        <w:spacing w:after="0" w:line="240" w:lineRule="auto"/>
        <w:ind w:left="567"/>
        <w:jc w:val="both"/>
        <w:rPr>
          <w:rStyle w:val="rvts25"/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4353A">
        <w:rPr>
          <w:rStyle w:val="rvts25"/>
          <w:rFonts w:ascii="Times New Roman" w:hAnsi="Times New Roman"/>
          <w:sz w:val="24"/>
          <w:szCs w:val="24"/>
          <w:shd w:val="clear" w:color="auto" w:fill="FFFFFF"/>
          <w:lang w:val="uk-UA"/>
        </w:rPr>
        <w:t>3. Фінансовому управлінню забезпечити фінансування змін до Програми в межах бюджету на відповідний рік.</w:t>
      </w:r>
    </w:p>
    <w:p w:rsidR="006130A7" w:rsidRPr="00F4353A" w:rsidRDefault="006130A7" w:rsidP="003827C9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130A7" w:rsidRPr="00F4353A" w:rsidRDefault="006130A7" w:rsidP="00F4353A">
      <w:pPr>
        <w:pStyle w:val="rvps182"/>
        <w:shd w:val="clear" w:color="auto" w:fill="FFFFFF"/>
        <w:spacing w:before="0" w:beforeAutospacing="0" w:after="0" w:afterAutospacing="0"/>
        <w:ind w:left="567"/>
        <w:jc w:val="both"/>
      </w:pPr>
      <w:r w:rsidRPr="00F4353A">
        <w:rPr>
          <w:rStyle w:val="rvts9"/>
          <w:lang w:val="uk-UA"/>
        </w:rPr>
        <w:t>4</w:t>
      </w:r>
      <w:r w:rsidRPr="00F4353A">
        <w:rPr>
          <w:rStyle w:val="rvts9"/>
        </w:rPr>
        <w:t xml:space="preserve">. Контроль за виконанням даного рішення покласти </w:t>
      </w:r>
      <w:r w:rsidRPr="00F4353A">
        <w:rPr>
          <w:rStyle w:val="rvts9"/>
          <w:lang w:val="uk-UA"/>
        </w:rPr>
        <w:t>покласти на постійну комісію селищної ради з питань планування, фінансів, бюджету та соціально-економічного розвитку.</w:t>
      </w:r>
    </w:p>
    <w:p w:rsidR="006130A7" w:rsidRPr="00F4353A" w:rsidRDefault="006130A7" w:rsidP="006515EB">
      <w:pPr>
        <w:pStyle w:val="rvps18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130A7" w:rsidRPr="00F4353A" w:rsidRDefault="006130A7" w:rsidP="006515EB">
      <w:pPr>
        <w:pStyle w:val="rvps185"/>
        <w:shd w:val="clear" w:color="auto" w:fill="FFFFFF"/>
        <w:spacing w:before="0" w:beforeAutospacing="0" w:after="195" w:afterAutospacing="0"/>
        <w:ind w:firstLine="540"/>
        <w:jc w:val="both"/>
        <w:rPr>
          <w:color w:val="000000"/>
          <w:lang w:val="uk-UA"/>
        </w:rPr>
      </w:pPr>
      <w:r w:rsidRPr="00F4353A">
        <w:rPr>
          <w:rStyle w:val="rvts9"/>
          <w:color w:val="000000"/>
          <w:lang w:val="uk-UA"/>
        </w:rPr>
        <w:t>Селищн</w:t>
      </w:r>
      <w:r w:rsidRPr="00F4353A">
        <w:rPr>
          <w:rStyle w:val="rvts9"/>
          <w:color w:val="000000"/>
        </w:rPr>
        <w:t xml:space="preserve">ий голова       </w:t>
      </w:r>
      <w:r w:rsidRPr="00F4353A">
        <w:rPr>
          <w:rStyle w:val="rvts9"/>
          <w:color w:val="000000"/>
          <w:lang w:val="uk-UA"/>
        </w:rPr>
        <w:t xml:space="preserve">                                                 </w:t>
      </w:r>
      <w:r w:rsidRPr="00F4353A">
        <w:rPr>
          <w:rStyle w:val="rvts9"/>
          <w:color w:val="000000"/>
        </w:rPr>
        <w:t> </w:t>
      </w:r>
      <w:r w:rsidRPr="00F4353A">
        <w:rPr>
          <w:rStyle w:val="rvts9"/>
          <w:color w:val="000000"/>
          <w:lang w:val="uk-UA"/>
        </w:rPr>
        <w:t>Павлов Г.А.</w:t>
      </w:r>
    </w:p>
    <w:p w:rsidR="006130A7" w:rsidRPr="00C54C9F" w:rsidRDefault="006130A7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eastAsia="ru-RU"/>
        </w:rPr>
      </w:pPr>
    </w:p>
    <w:p w:rsidR="006130A7" w:rsidRPr="004F0EE6" w:rsidRDefault="006130A7" w:rsidP="00F4353A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ПОГОДЖУЮ:</w:t>
      </w:r>
    </w:p>
    <w:p w:rsidR="006130A7" w:rsidRPr="004F0EE6" w:rsidRDefault="006130A7" w:rsidP="00F4353A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6130A7" w:rsidRPr="004F0EE6" w:rsidRDefault="006130A7" w:rsidP="00F4353A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Секретар селищної ради                                                                  Мокряк Л.М.</w:t>
      </w:r>
    </w:p>
    <w:p w:rsidR="006130A7" w:rsidRPr="004F0EE6" w:rsidRDefault="006130A7" w:rsidP="00F4353A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відділу бухгалтерського обліку                                                                                 та звітності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Вальчук Л.І.</w:t>
      </w:r>
    </w:p>
    <w:p w:rsidR="006130A7" w:rsidRPr="004F0EE6" w:rsidRDefault="006130A7" w:rsidP="00F4353A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Начальник фінансового управління                                                                                      селищної ради                                                                                   Вітвіцька О.Л.</w:t>
      </w:r>
    </w:p>
    <w:p w:rsidR="006130A7" w:rsidRPr="004F0EE6" w:rsidRDefault="006130A7" w:rsidP="00F4353A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Начальник відділу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правового забезпечення,                                                                     зв’язків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 правоохоронними органами,                                                                               цивільного захисту, обороннної та мобілізаційної роботи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Довганюк В.В.</w:t>
      </w:r>
    </w:p>
    <w:p w:rsidR="006130A7" w:rsidRPr="004F0EE6" w:rsidRDefault="006130A7" w:rsidP="00F4353A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Керуючий справами (секретар)                                                                                        виконавчого комітету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Бобошко Н.М.      </w:t>
      </w:r>
    </w:p>
    <w:p w:rsidR="006130A7" w:rsidRPr="004F0EE6" w:rsidRDefault="006130A7" w:rsidP="00F4353A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6130A7" w:rsidRPr="004F0EE6" w:rsidRDefault="006130A7" w:rsidP="00904673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ПІДГОТУВАЛА:       </w:t>
      </w:r>
    </w:p>
    <w:p w:rsidR="006130A7" w:rsidRPr="004F0EE6" w:rsidRDefault="006130A7" w:rsidP="00904673">
      <w:pPr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4F0EE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Директор КУ «Зеленбуд»                                                        Грабовецька О.М.</w:t>
      </w:r>
      <w:r w:rsidRPr="004F0E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:rsidR="006130A7" w:rsidRPr="00F4353A" w:rsidRDefault="006130A7" w:rsidP="00C54C9F">
      <w:pPr>
        <w:shd w:val="clear" w:color="auto" w:fill="FFFFFF"/>
        <w:spacing w:after="195" w:line="240" w:lineRule="auto"/>
        <w:jc w:val="right"/>
        <w:rPr>
          <w:rFonts w:ascii="Times New Roman" w:hAnsi="Times New Roman"/>
          <w:color w:val="000000"/>
          <w:sz w:val="18"/>
          <w:szCs w:val="18"/>
          <w:lang w:val="uk-UA" w:eastAsia="ru-RU"/>
        </w:rPr>
      </w:pPr>
    </w:p>
    <w:p w:rsidR="006130A7" w:rsidRDefault="006130A7"/>
    <w:p w:rsidR="006130A7" w:rsidRDefault="006130A7"/>
    <w:p w:rsidR="006130A7" w:rsidRDefault="006130A7"/>
    <w:sectPr w:rsidR="006130A7" w:rsidSect="00F4353A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25CD4"/>
    <w:multiLevelType w:val="multilevel"/>
    <w:tmpl w:val="1A1E3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9AF767E"/>
    <w:multiLevelType w:val="multilevel"/>
    <w:tmpl w:val="FEE43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1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C9F"/>
    <w:rsid w:val="0002666F"/>
    <w:rsid w:val="000B39BA"/>
    <w:rsid w:val="001160D8"/>
    <w:rsid w:val="00147B3E"/>
    <w:rsid w:val="003827C9"/>
    <w:rsid w:val="00426FE6"/>
    <w:rsid w:val="00484F54"/>
    <w:rsid w:val="004C6F58"/>
    <w:rsid w:val="004F0EE6"/>
    <w:rsid w:val="006074DF"/>
    <w:rsid w:val="006130A7"/>
    <w:rsid w:val="006515EB"/>
    <w:rsid w:val="007C403F"/>
    <w:rsid w:val="008301A0"/>
    <w:rsid w:val="00904673"/>
    <w:rsid w:val="00945EE1"/>
    <w:rsid w:val="00992124"/>
    <w:rsid w:val="00A3529E"/>
    <w:rsid w:val="00B310E0"/>
    <w:rsid w:val="00B36C92"/>
    <w:rsid w:val="00B55E3D"/>
    <w:rsid w:val="00C54C9F"/>
    <w:rsid w:val="00C86B74"/>
    <w:rsid w:val="00E24F76"/>
    <w:rsid w:val="00ED679B"/>
    <w:rsid w:val="00F43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B3E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25">
    <w:name w:val="rvps125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6">
    <w:name w:val="rvps126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7">
    <w:name w:val="rvps127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8">
    <w:name w:val="rvps128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9">
    <w:name w:val="rvps129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0">
    <w:name w:val="rvps130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1">
    <w:name w:val="rvps131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DefaultParagraphFont"/>
    <w:uiPriority w:val="99"/>
    <w:rsid w:val="00C54C9F"/>
    <w:rPr>
      <w:rFonts w:cs="Times New Roman"/>
    </w:rPr>
  </w:style>
  <w:style w:type="paragraph" w:customStyle="1" w:styleId="rvps132">
    <w:name w:val="rvps132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3">
    <w:name w:val="rvps133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4">
    <w:name w:val="rvps134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5">
    <w:name w:val="rvps135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6">
    <w:name w:val="rvps136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7">
    <w:name w:val="rvps137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8">
    <w:name w:val="rvps138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9">
    <w:name w:val="rvps139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0">
    <w:name w:val="rvps140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1">
    <w:name w:val="rvps141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2">
    <w:name w:val="rvps142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3">
    <w:name w:val="rvps143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4">
    <w:name w:val="rvps144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5">
    <w:name w:val="rvps145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2">
    <w:name w:val="rvts32"/>
    <w:basedOn w:val="DefaultParagraphFont"/>
    <w:uiPriority w:val="99"/>
    <w:rsid w:val="00C54C9F"/>
    <w:rPr>
      <w:rFonts w:cs="Times New Roman"/>
    </w:rPr>
  </w:style>
  <w:style w:type="paragraph" w:customStyle="1" w:styleId="rvps146">
    <w:name w:val="rvps146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7">
    <w:name w:val="rvps147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8">
    <w:name w:val="rvps148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9">
    <w:name w:val="rvps149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0">
    <w:name w:val="rvps150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1">
    <w:name w:val="rvps151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52">
    <w:name w:val="rvps152"/>
    <w:basedOn w:val="Normal"/>
    <w:uiPriority w:val="99"/>
    <w:rsid w:val="00C54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7">
    <w:name w:val="rvps167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68">
    <w:name w:val="rvps168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">
    <w:name w:val="rvps1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4">
    <w:name w:val="rvts34"/>
    <w:basedOn w:val="DefaultParagraphFont"/>
    <w:uiPriority w:val="99"/>
    <w:rsid w:val="006515EB"/>
    <w:rPr>
      <w:rFonts w:cs="Times New Roman"/>
    </w:rPr>
  </w:style>
  <w:style w:type="paragraph" w:customStyle="1" w:styleId="rvps169">
    <w:name w:val="rvps169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0">
    <w:name w:val="rvps170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1">
    <w:name w:val="rvps171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">
    <w:name w:val="rvts8"/>
    <w:basedOn w:val="DefaultParagraphFont"/>
    <w:uiPriority w:val="99"/>
    <w:rsid w:val="006515EB"/>
    <w:rPr>
      <w:rFonts w:cs="Times New Roman"/>
    </w:rPr>
  </w:style>
  <w:style w:type="paragraph" w:customStyle="1" w:styleId="rvps172">
    <w:name w:val="rvps172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3">
    <w:name w:val="rvps173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4">
    <w:name w:val="rvps174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5">
    <w:name w:val="rvps175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6">
    <w:name w:val="rvps176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7">
    <w:name w:val="rvps177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8">
    <w:name w:val="rvps178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79">
    <w:name w:val="rvps179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0">
    <w:name w:val="rvps180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1">
    <w:name w:val="rvps181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5">
    <w:name w:val="rvts25"/>
    <w:basedOn w:val="DefaultParagraphFont"/>
    <w:uiPriority w:val="99"/>
    <w:rsid w:val="006515EB"/>
    <w:rPr>
      <w:rFonts w:cs="Times New Roman"/>
    </w:rPr>
  </w:style>
  <w:style w:type="paragraph" w:customStyle="1" w:styleId="rvps182">
    <w:name w:val="rvps182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">
    <w:name w:val="rvps18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3">
    <w:name w:val="rvps183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4">
    <w:name w:val="rvps184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5">
    <w:name w:val="rvps185"/>
    <w:basedOn w:val="Normal"/>
    <w:uiPriority w:val="99"/>
    <w:rsid w:val="006515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435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4B3"/>
    <w:rPr>
      <w:rFonts w:ascii="Times New Roman" w:hAnsi="Times New Roman"/>
      <w:sz w:val="0"/>
      <w:szCs w:val="0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14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2231</Words>
  <Characters>1273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ПРОЕКТ </dc:title>
  <dc:subject/>
  <dc:creator>Пользователь</dc:creator>
  <cp:keywords/>
  <dc:description/>
  <cp:lastModifiedBy>Microsoft Office</cp:lastModifiedBy>
  <cp:revision>2</cp:revision>
  <cp:lastPrinted>2021-03-22T07:47:00Z</cp:lastPrinted>
  <dcterms:created xsi:type="dcterms:W3CDTF">2021-03-22T07:49:00Z</dcterms:created>
  <dcterms:modified xsi:type="dcterms:W3CDTF">2021-03-22T07:49:00Z</dcterms:modified>
</cp:coreProperties>
</file>