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EFE" w:rsidRPr="00B0402F" w:rsidRDefault="00FA0EFE" w:rsidP="00B0402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alt="Описание: GERB" style="position:absolute;margin-left:208.05pt;margin-top:10.95pt;width:41pt;height:52pt;z-index:251658240;visibility:visible">
            <v:imagedata r:id="rId7" o:title=""/>
            <w10:wrap type="square" side="left"/>
          </v:shape>
        </w:pict>
      </w:r>
    </w:p>
    <w:p w:rsidR="00FA0EFE" w:rsidRPr="000D5B6E" w:rsidRDefault="00FA0EFE" w:rsidP="000D5B6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FA0EFE" w:rsidRPr="00210A71" w:rsidRDefault="00FA0EFE" w:rsidP="00210A71">
      <w:pPr>
        <w:spacing w:after="0"/>
        <w:jc w:val="center"/>
        <w:rPr>
          <w:rFonts w:ascii="Bookman Old Style" w:hAnsi="Bookman Old Style" w:cs="Bookman Old Style"/>
          <w:noProof/>
          <w:sz w:val="21"/>
          <w:szCs w:val="21"/>
          <w:lang w:eastAsia="ru-RU"/>
        </w:rPr>
      </w:pPr>
    </w:p>
    <w:p w:rsidR="00FA0EFE" w:rsidRPr="00210A71" w:rsidRDefault="00FA0EFE" w:rsidP="00210A71">
      <w:pPr>
        <w:spacing w:after="0"/>
        <w:jc w:val="both"/>
        <w:rPr>
          <w:rFonts w:ascii="Bookman Old Style" w:hAnsi="Bookman Old Style" w:cs="Bookman Old Style"/>
          <w:noProof/>
          <w:sz w:val="21"/>
          <w:szCs w:val="21"/>
          <w:lang w:eastAsia="ru-RU"/>
        </w:rPr>
      </w:pPr>
    </w:p>
    <w:p w:rsidR="00FA0EFE" w:rsidRDefault="00FA0EFE" w:rsidP="00210A71">
      <w:pPr>
        <w:spacing w:after="0"/>
        <w:jc w:val="both"/>
        <w:rPr>
          <w:rFonts w:ascii="Bookman Old Style" w:hAnsi="Bookman Old Style" w:cs="Bookman Old Style"/>
          <w:noProof/>
          <w:sz w:val="21"/>
          <w:szCs w:val="21"/>
          <w:lang w:val="uk-UA" w:eastAsia="ru-RU"/>
        </w:rPr>
      </w:pPr>
    </w:p>
    <w:p w:rsidR="00FA0EFE" w:rsidRPr="00210A71" w:rsidRDefault="00FA0EFE" w:rsidP="00BF13CF">
      <w:pPr>
        <w:spacing w:after="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uk-UA" w:eastAsia="ru-RU"/>
        </w:rPr>
      </w:pPr>
      <w:r w:rsidRPr="00210A71">
        <w:rPr>
          <w:rFonts w:ascii="Times New Roman" w:hAnsi="Times New Roman" w:cs="Times New Roman"/>
          <w:b/>
          <w:bCs/>
          <w:noProof/>
          <w:sz w:val="24"/>
          <w:szCs w:val="24"/>
          <w:lang w:val="uk-UA" w:eastAsia="ru-RU"/>
        </w:rPr>
        <w:t>УКРАЇНА</w:t>
      </w:r>
    </w:p>
    <w:p w:rsidR="00FA0EFE" w:rsidRPr="00210A71" w:rsidRDefault="00FA0EFE" w:rsidP="00BF13CF">
      <w:pPr>
        <w:spacing w:after="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uk-UA" w:eastAsia="ru-RU"/>
        </w:rPr>
      </w:pPr>
      <w:r w:rsidRPr="00210A71"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t>ЛЮБАШІВСЬК</w:t>
      </w:r>
      <w:r w:rsidRPr="00210A71">
        <w:rPr>
          <w:rFonts w:ascii="Times New Roman" w:hAnsi="Times New Roman" w:cs="Times New Roman"/>
          <w:b/>
          <w:bCs/>
          <w:noProof/>
          <w:sz w:val="24"/>
          <w:szCs w:val="24"/>
          <w:lang w:val="uk-UA" w:eastAsia="ru-RU"/>
        </w:rPr>
        <w:t>А</w:t>
      </w:r>
      <w:r w:rsidRPr="00210A71"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t xml:space="preserve"> СЕЛИЩН</w:t>
      </w:r>
      <w:r w:rsidRPr="00210A71">
        <w:rPr>
          <w:rFonts w:ascii="Times New Roman" w:hAnsi="Times New Roman" w:cs="Times New Roman"/>
          <w:b/>
          <w:bCs/>
          <w:noProof/>
          <w:sz w:val="24"/>
          <w:szCs w:val="24"/>
          <w:lang w:val="uk-UA" w:eastAsia="ru-RU"/>
        </w:rPr>
        <w:t>А</w:t>
      </w:r>
      <w:r w:rsidRPr="00210A71"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t xml:space="preserve"> РАД</w:t>
      </w:r>
      <w:r w:rsidRPr="00210A71">
        <w:rPr>
          <w:rFonts w:ascii="Times New Roman" w:hAnsi="Times New Roman" w:cs="Times New Roman"/>
          <w:b/>
          <w:bCs/>
          <w:noProof/>
          <w:sz w:val="24"/>
          <w:szCs w:val="24"/>
          <w:lang w:val="uk-UA" w:eastAsia="ru-RU"/>
        </w:rPr>
        <w:t>А</w:t>
      </w:r>
    </w:p>
    <w:p w:rsidR="00FA0EFE" w:rsidRPr="00210A71" w:rsidRDefault="00FA0EFE" w:rsidP="00BF13CF">
      <w:pPr>
        <w:tabs>
          <w:tab w:val="left" w:pos="2610"/>
        </w:tabs>
        <w:spacing w:after="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uk-UA" w:eastAsia="ru-RU"/>
        </w:rPr>
      </w:pPr>
      <w:r w:rsidRPr="00210A71">
        <w:rPr>
          <w:rFonts w:ascii="Times New Roman" w:hAnsi="Times New Roman" w:cs="Times New Roman"/>
          <w:b/>
          <w:bCs/>
          <w:noProof/>
          <w:sz w:val="24"/>
          <w:szCs w:val="24"/>
          <w:lang w:val="uk-UA" w:eastAsia="ru-RU"/>
        </w:rPr>
        <w:t>ПОДІЛЬСЬКОГО РАЙОНУ</w:t>
      </w:r>
      <w:r w:rsidRPr="00210A71"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t xml:space="preserve"> ОДЕСЬК</w:t>
      </w:r>
      <w:r w:rsidRPr="00210A71">
        <w:rPr>
          <w:rFonts w:ascii="Times New Roman" w:hAnsi="Times New Roman" w:cs="Times New Roman"/>
          <w:b/>
          <w:bCs/>
          <w:noProof/>
          <w:sz w:val="24"/>
          <w:szCs w:val="24"/>
          <w:lang w:val="uk-UA" w:eastAsia="ru-RU"/>
        </w:rPr>
        <w:t>ОЇ</w:t>
      </w:r>
      <w:r w:rsidRPr="00210A71"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t xml:space="preserve"> ОБЛАСТ</w:t>
      </w:r>
      <w:r w:rsidRPr="00210A71">
        <w:rPr>
          <w:rFonts w:ascii="Times New Roman" w:hAnsi="Times New Roman" w:cs="Times New Roman"/>
          <w:b/>
          <w:bCs/>
          <w:noProof/>
          <w:sz w:val="24"/>
          <w:szCs w:val="24"/>
          <w:lang w:val="uk-UA" w:eastAsia="ru-RU"/>
        </w:rPr>
        <w:t>І</w:t>
      </w:r>
    </w:p>
    <w:p w:rsidR="00FA0EFE" w:rsidRPr="00210A71" w:rsidRDefault="00FA0EFE" w:rsidP="00BF13CF">
      <w:pPr>
        <w:spacing w:after="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</w:pPr>
    </w:p>
    <w:p w:rsidR="00FA0EFE" w:rsidRPr="00210A71" w:rsidRDefault="00FA0EFE" w:rsidP="00BF13CF">
      <w:pPr>
        <w:spacing w:after="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</w:pPr>
      <w:r w:rsidRPr="00210A71">
        <w:rPr>
          <w:rFonts w:ascii="Times New Roman" w:hAnsi="Times New Roman" w:cs="Times New Roman"/>
          <w:b/>
          <w:bCs/>
          <w:noProof/>
          <w:sz w:val="24"/>
          <w:szCs w:val="24"/>
          <w:lang w:val="uk-UA" w:eastAsia="ru-RU"/>
        </w:rPr>
        <w:t>ВИКОНАВЧИЙ КОМІТЕТ</w:t>
      </w:r>
    </w:p>
    <w:p w:rsidR="00FA0EFE" w:rsidRPr="00210A71" w:rsidRDefault="00FA0EFE" w:rsidP="00BF13CF">
      <w:pPr>
        <w:spacing w:after="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</w:pPr>
    </w:p>
    <w:p w:rsidR="00FA0EFE" w:rsidRPr="00210A71" w:rsidRDefault="00FA0EFE" w:rsidP="00BF13CF">
      <w:pPr>
        <w:spacing w:after="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</w:pPr>
    </w:p>
    <w:p w:rsidR="00FA0EFE" w:rsidRPr="00210A71" w:rsidRDefault="00FA0EFE" w:rsidP="00BF13CF">
      <w:pPr>
        <w:spacing w:after="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</w:pPr>
      <w:r w:rsidRPr="00210A71"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t>Р І Ш Е Н Н Я</w:t>
      </w:r>
    </w:p>
    <w:p w:rsidR="00FA0EFE" w:rsidRPr="000D5B6E" w:rsidRDefault="00FA0EFE" w:rsidP="00BF13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FA0EFE" w:rsidRPr="000D5B6E" w:rsidRDefault="00FA0EFE" w:rsidP="000D5B6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FA0EFE" w:rsidRPr="00C379F5" w:rsidRDefault="00FA0EFE" w:rsidP="000D5B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 w:eastAsia="ru-RU"/>
        </w:rPr>
        <w:t>«23</w:t>
      </w:r>
      <w:r w:rsidRPr="000D5B6E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лютого</w:t>
      </w:r>
      <w:r w:rsidRPr="000D5B6E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2021</w:t>
      </w:r>
      <w:r w:rsidRPr="000D5B6E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r w:rsidRPr="000D5B6E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року                                                    № _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40_</w:t>
      </w:r>
      <w:bookmarkStart w:id="0" w:name="_GoBack"/>
      <w:bookmarkEnd w:id="0"/>
    </w:p>
    <w:p w:rsidR="00FA0EFE" w:rsidRPr="000D5B6E" w:rsidRDefault="00FA0EFE" w:rsidP="000D5B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FA0EFE" w:rsidRDefault="00FA0EFE" w:rsidP="00046E59">
      <w:pPr>
        <w:spacing w:after="0" w:line="240" w:lineRule="auto"/>
        <w:rPr>
          <w:rStyle w:val="fontstyle01"/>
          <w:sz w:val="24"/>
          <w:szCs w:val="24"/>
          <w:lang w:val="uk-UA"/>
        </w:rPr>
      </w:pPr>
    </w:p>
    <w:p w:rsidR="00FA0EFE" w:rsidRDefault="00FA0EFE" w:rsidP="00046E59">
      <w:pPr>
        <w:spacing w:after="0" w:line="240" w:lineRule="auto"/>
        <w:rPr>
          <w:rStyle w:val="fontstyle01"/>
          <w:sz w:val="24"/>
          <w:szCs w:val="24"/>
          <w:lang w:val="uk-UA"/>
        </w:rPr>
      </w:pPr>
      <w:r w:rsidRPr="0047372B">
        <w:rPr>
          <w:rStyle w:val="fontstyle01"/>
          <w:sz w:val="24"/>
          <w:szCs w:val="24"/>
        </w:rPr>
        <w:t>Про затвердження Соціального</w:t>
      </w:r>
      <w:r w:rsidRPr="0047372B">
        <w:rPr>
          <w:b/>
          <w:bCs/>
          <w:color w:val="000000"/>
          <w:sz w:val="24"/>
          <w:szCs w:val="24"/>
        </w:rPr>
        <w:br/>
      </w:r>
      <w:r w:rsidRPr="0047372B">
        <w:rPr>
          <w:rStyle w:val="fontstyle01"/>
          <w:sz w:val="24"/>
          <w:szCs w:val="24"/>
        </w:rPr>
        <w:t xml:space="preserve">паспорту </w:t>
      </w:r>
      <w:r>
        <w:rPr>
          <w:rStyle w:val="fontstyle01"/>
          <w:sz w:val="24"/>
          <w:szCs w:val="24"/>
          <w:lang w:val="uk-UA"/>
        </w:rPr>
        <w:t>Любашівської</w:t>
      </w:r>
    </w:p>
    <w:p w:rsidR="00FA0EFE" w:rsidRDefault="00FA0EFE" w:rsidP="00046E59">
      <w:pPr>
        <w:spacing w:after="0" w:line="240" w:lineRule="auto"/>
        <w:rPr>
          <w:rStyle w:val="fontstyle01"/>
          <w:sz w:val="24"/>
          <w:szCs w:val="24"/>
          <w:lang w:val="uk-UA"/>
        </w:rPr>
      </w:pPr>
      <w:r>
        <w:rPr>
          <w:rStyle w:val="fontstyle01"/>
          <w:sz w:val="24"/>
          <w:szCs w:val="24"/>
          <w:lang w:val="uk-UA"/>
        </w:rPr>
        <w:t>територіальної громади</w:t>
      </w:r>
    </w:p>
    <w:p w:rsidR="00FA0EFE" w:rsidRDefault="00FA0EFE" w:rsidP="007C7071">
      <w:pPr>
        <w:pStyle w:val="NormalWeb"/>
        <w:shd w:val="clear" w:color="auto" w:fill="FFFFFF"/>
        <w:spacing w:after="0"/>
        <w:jc w:val="both"/>
        <w:rPr>
          <w:color w:val="000000"/>
          <w:lang w:val="uk-UA"/>
        </w:rPr>
      </w:pPr>
    </w:p>
    <w:p w:rsidR="00FA0EFE" w:rsidRPr="00CD4CC3" w:rsidRDefault="00FA0EFE" w:rsidP="00CD4CC3">
      <w:pPr>
        <w:pStyle w:val="NormalWeb"/>
        <w:shd w:val="clear" w:color="auto" w:fill="FFFFFF"/>
        <w:spacing w:after="0"/>
        <w:ind w:firstLine="284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Відповідно до статті 34 Закону України «Про місцеве самоврядування в Україні», положення Порядку визначення потреб населення адміністративно-територіальної одиниці у соціальних послугах затвердженого Наказом Міністерства соціальної політики України № 28 від 20.01.2014 року, з метою організації та проведення роботи з визначення потреб населення Любашівської територіальної громади, </w:t>
      </w:r>
      <w:r w:rsidRPr="0047372B">
        <w:rPr>
          <w:lang w:val="uk-UA" w:eastAsia="ru-RU"/>
        </w:rPr>
        <w:t xml:space="preserve">виконавчий комітет Любашівської селищної ради </w:t>
      </w:r>
    </w:p>
    <w:p w:rsidR="00FA0EFE" w:rsidRPr="000D5B6E" w:rsidRDefault="00FA0EFE" w:rsidP="000D5B6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FA0EFE" w:rsidRDefault="00FA0EFE" w:rsidP="000D5B6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0D5B6E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ВИРІШИВ: </w:t>
      </w:r>
    </w:p>
    <w:p w:rsidR="00FA0EFE" w:rsidRDefault="00FA0EFE" w:rsidP="000D5B6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FA0EFE" w:rsidRDefault="00FA0EFE" w:rsidP="00702EB7">
      <w:pPr>
        <w:pStyle w:val="ListParagraph"/>
        <w:numPr>
          <w:ilvl w:val="0"/>
          <w:numId w:val="4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 w:eastAsia="ru-RU"/>
        </w:rPr>
        <w:t>Затвердити Соціальний паспорт Любашівської територіальної громади, що додається.</w:t>
      </w:r>
    </w:p>
    <w:p w:rsidR="00FA0EFE" w:rsidRDefault="00FA0EFE" w:rsidP="00702EB7">
      <w:pPr>
        <w:pStyle w:val="ListParagraph"/>
        <w:numPr>
          <w:ilvl w:val="0"/>
          <w:numId w:val="4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 w:eastAsia="ru-RU"/>
        </w:rPr>
        <w:t>Відділу з питань соціальної політики Управління «Центр надання адміністративних і соціальних послуг» забезпечити висвітлення Соціального паспорту Любашівської територіальної громади на офіційному веб-сайті громади.</w:t>
      </w:r>
    </w:p>
    <w:p w:rsidR="00FA0EFE" w:rsidRPr="00702EB7" w:rsidRDefault="00FA0EFE" w:rsidP="00702EB7">
      <w:pPr>
        <w:numPr>
          <w:ilvl w:val="0"/>
          <w:numId w:val="4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02EB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Контроль за виконанням даного рішення покладається на виконавчий комітет селищної ради.</w:t>
      </w:r>
    </w:p>
    <w:p w:rsidR="00FA0EFE" w:rsidRPr="00702EB7" w:rsidRDefault="00FA0EFE" w:rsidP="00702EB7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02EB7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FA0EFE" w:rsidRPr="00702EB7" w:rsidRDefault="00FA0EFE" w:rsidP="00702EB7">
      <w:pPr>
        <w:pStyle w:val="ListParagraph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FA0EFE" w:rsidRPr="00CD4CC3" w:rsidRDefault="00FA0EFE" w:rsidP="00702EB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94314B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</w:t>
      </w:r>
    </w:p>
    <w:p w:rsidR="00FA0EFE" w:rsidRPr="008E31FF" w:rsidRDefault="00FA0EFE" w:rsidP="008E31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FA0EFE" w:rsidRPr="00B0402F" w:rsidRDefault="00FA0EFE" w:rsidP="00B040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B0402F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</w:t>
      </w:r>
    </w:p>
    <w:p w:rsidR="00FA0EFE" w:rsidRPr="00B0402F" w:rsidRDefault="00FA0EFE" w:rsidP="00B0402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FA0EFE" w:rsidRPr="00B0402F" w:rsidRDefault="00FA0EFE" w:rsidP="00B040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B0402F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FA0EFE" w:rsidRPr="00B0402F" w:rsidRDefault="00FA0EFE" w:rsidP="00B0402F">
      <w:pPr>
        <w:tabs>
          <w:tab w:val="left" w:pos="679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Любашівський с</w:t>
      </w:r>
      <w:r w:rsidRPr="00B0402F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елищний голова</w:t>
      </w:r>
      <w:r w:rsidRPr="00B0402F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  <w:t xml:space="preserve">  Павлов Г.А.</w:t>
      </w:r>
    </w:p>
    <w:p w:rsidR="00FA0EFE" w:rsidRPr="00B0402F" w:rsidRDefault="00FA0EFE" w:rsidP="00B040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FA0EFE" w:rsidRDefault="00FA0EFE">
      <w:pPr>
        <w:rPr>
          <w:lang w:val="uk-UA"/>
        </w:rPr>
      </w:pPr>
    </w:p>
    <w:p w:rsidR="00FA0EFE" w:rsidRDefault="00FA0EFE">
      <w:pPr>
        <w:rPr>
          <w:lang w:val="uk-UA"/>
        </w:rPr>
      </w:pPr>
    </w:p>
    <w:p w:rsidR="00FA0EFE" w:rsidRDefault="00FA0EFE">
      <w:pPr>
        <w:rPr>
          <w:lang w:val="uk-UA"/>
        </w:rPr>
      </w:pPr>
    </w:p>
    <w:p w:rsidR="00FA0EFE" w:rsidRDefault="00FA0EFE">
      <w:pPr>
        <w:rPr>
          <w:lang w:val="uk-UA"/>
        </w:rPr>
      </w:pPr>
    </w:p>
    <w:sectPr w:rsidR="00FA0EFE" w:rsidSect="000D5B6E">
      <w:pgSz w:w="11906" w:h="16838"/>
      <w:pgMar w:top="426" w:right="850" w:bottom="1134" w:left="1701" w:header="851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0EFE" w:rsidRDefault="00FA0EFE" w:rsidP="006F7114">
      <w:pPr>
        <w:spacing w:after="0" w:line="240" w:lineRule="auto"/>
      </w:pPr>
      <w:r>
        <w:separator/>
      </w:r>
    </w:p>
  </w:endnote>
  <w:endnote w:type="continuationSeparator" w:id="0">
    <w:p w:rsidR="00FA0EFE" w:rsidRDefault="00FA0EFE" w:rsidP="006F71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0EFE" w:rsidRDefault="00FA0EFE" w:rsidP="006F7114">
      <w:pPr>
        <w:spacing w:after="0" w:line="240" w:lineRule="auto"/>
      </w:pPr>
      <w:r>
        <w:separator/>
      </w:r>
    </w:p>
  </w:footnote>
  <w:footnote w:type="continuationSeparator" w:id="0">
    <w:p w:rsidR="00FA0EFE" w:rsidRDefault="00FA0EFE" w:rsidP="006F71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EC0D29"/>
    <w:multiLevelType w:val="hybridMultilevel"/>
    <w:tmpl w:val="29ECB9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9E170A"/>
    <w:multiLevelType w:val="hybridMultilevel"/>
    <w:tmpl w:val="1180B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9F22C9"/>
    <w:multiLevelType w:val="hybridMultilevel"/>
    <w:tmpl w:val="E568470C"/>
    <w:lvl w:ilvl="0" w:tplc="8FA2C22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70371E"/>
    <w:multiLevelType w:val="multilevel"/>
    <w:tmpl w:val="542ED2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AF67F60"/>
    <w:multiLevelType w:val="hybridMultilevel"/>
    <w:tmpl w:val="8572E150"/>
    <w:lvl w:ilvl="0" w:tplc="1174F7C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402F"/>
    <w:rsid w:val="00046E59"/>
    <w:rsid w:val="000558B3"/>
    <w:rsid w:val="00080669"/>
    <w:rsid w:val="000A3E69"/>
    <w:rsid w:val="000D5B6E"/>
    <w:rsid w:val="00193965"/>
    <w:rsid w:val="001E32DF"/>
    <w:rsid w:val="00210A71"/>
    <w:rsid w:val="002619EC"/>
    <w:rsid w:val="002A4F16"/>
    <w:rsid w:val="002A50CF"/>
    <w:rsid w:val="002C0896"/>
    <w:rsid w:val="002F38F0"/>
    <w:rsid w:val="003411B5"/>
    <w:rsid w:val="003B0AF0"/>
    <w:rsid w:val="003B7A4B"/>
    <w:rsid w:val="003F6009"/>
    <w:rsid w:val="00425B21"/>
    <w:rsid w:val="00440049"/>
    <w:rsid w:val="0047158E"/>
    <w:rsid w:val="0047372B"/>
    <w:rsid w:val="004F04B0"/>
    <w:rsid w:val="004F349A"/>
    <w:rsid w:val="005028A6"/>
    <w:rsid w:val="00522FC2"/>
    <w:rsid w:val="00566FDB"/>
    <w:rsid w:val="0057648D"/>
    <w:rsid w:val="00590906"/>
    <w:rsid w:val="005C28AC"/>
    <w:rsid w:val="005F599F"/>
    <w:rsid w:val="00600026"/>
    <w:rsid w:val="0062538B"/>
    <w:rsid w:val="00676A3A"/>
    <w:rsid w:val="006A0864"/>
    <w:rsid w:val="006B4BA6"/>
    <w:rsid w:val="006C4AFC"/>
    <w:rsid w:val="006F4184"/>
    <w:rsid w:val="006F7114"/>
    <w:rsid w:val="00702EB7"/>
    <w:rsid w:val="0072725E"/>
    <w:rsid w:val="00732A25"/>
    <w:rsid w:val="00737B08"/>
    <w:rsid w:val="007568A0"/>
    <w:rsid w:val="007611DE"/>
    <w:rsid w:val="007821AB"/>
    <w:rsid w:val="007C352A"/>
    <w:rsid w:val="007C7071"/>
    <w:rsid w:val="00801429"/>
    <w:rsid w:val="008226B3"/>
    <w:rsid w:val="008243E5"/>
    <w:rsid w:val="00824CDC"/>
    <w:rsid w:val="00844BE0"/>
    <w:rsid w:val="00856BBC"/>
    <w:rsid w:val="00862C0E"/>
    <w:rsid w:val="00876805"/>
    <w:rsid w:val="008E31FF"/>
    <w:rsid w:val="00932E66"/>
    <w:rsid w:val="0094314B"/>
    <w:rsid w:val="009434F0"/>
    <w:rsid w:val="009503D0"/>
    <w:rsid w:val="009B102A"/>
    <w:rsid w:val="009C0483"/>
    <w:rsid w:val="00A01789"/>
    <w:rsid w:val="00A457BE"/>
    <w:rsid w:val="00A83E2F"/>
    <w:rsid w:val="00A95BBA"/>
    <w:rsid w:val="00AA5F15"/>
    <w:rsid w:val="00AD6285"/>
    <w:rsid w:val="00AE28CC"/>
    <w:rsid w:val="00B0402F"/>
    <w:rsid w:val="00B261EE"/>
    <w:rsid w:val="00B67EDE"/>
    <w:rsid w:val="00BE597D"/>
    <w:rsid w:val="00BF13CF"/>
    <w:rsid w:val="00BF1D4F"/>
    <w:rsid w:val="00C15496"/>
    <w:rsid w:val="00C379F5"/>
    <w:rsid w:val="00C60044"/>
    <w:rsid w:val="00CD4CC3"/>
    <w:rsid w:val="00CF7C17"/>
    <w:rsid w:val="00D0157A"/>
    <w:rsid w:val="00DB1A9E"/>
    <w:rsid w:val="00DE0C63"/>
    <w:rsid w:val="00DF109D"/>
    <w:rsid w:val="00E62C6B"/>
    <w:rsid w:val="00E825D4"/>
    <w:rsid w:val="00E90042"/>
    <w:rsid w:val="00EC468E"/>
    <w:rsid w:val="00EE4C01"/>
    <w:rsid w:val="00F048C3"/>
    <w:rsid w:val="00F164E1"/>
    <w:rsid w:val="00F21631"/>
    <w:rsid w:val="00F23C74"/>
    <w:rsid w:val="00F32F96"/>
    <w:rsid w:val="00F367E2"/>
    <w:rsid w:val="00F43A19"/>
    <w:rsid w:val="00F71148"/>
    <w:rsid w:val="00F84B71"/>
    <w:rsid w:val="00FA0EFE"/>
    <w:rsid w:val="00FA5E9B"/>
    <w:rsid w:val="00FC31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03D0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F71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6F7114"/>
  </w:style>
  <w:style w:type="paragraph" w:styleId="Footer">
    <w:name w:val="footer"/>
    <w:basedOn w:val="Normal"/>
    <w:link w:val="FooterChar"/>
    <w:uiPriority w:val="99"/>
    <w:rsid w:val="006F71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6F7114"/>
  </w:style>
  <w:style w:type="paragraph" w:styleId="BalloonText">
    <w:name w:val="Balloon Text"/>
    <w:basedOn w:val="Normal"/>
    <w:link w:val="BalloonTextChar"/>
    <w:uiPriority w:val="99"/>
    <w:semiHidden/>
    <w:rsid w:val="004F04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F04B0"/>
    <w:rPr>
      <w:rFonts w:ascii="Tahoma" w:hAnsi="Tahoma" w:cs="Tahoma"/>
      <w:sz w:val="16"/>
      <w:szCs w:val="16"/>
    </w:rPr>
  </w:style>
  <w:style w:type="paragraph" w:customStyle="1" w:styleId="a">
    <w:name w:val="Знак"/>
    <w:basedOn w:val="Normal"/>
    <w:uiPriority w:val="99"/>
    <w:rsid w:val="00046E5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ListParagraph">
    <w:name w:val="List Paragraph"/>
    <w:basedOn w:val="Normal"/>
    <w:uiPriority w:val="99"/>
    <w:qFormat/>
    <w:rsid w:val="00566FDB"/>
    <w:pPr>
      <w:ind w:left="720"/>
    </w:pPr>
  </w:style>
  <w:style w:type="paragraph" w:styleId="NormalWeb">
    <w:name w:val="Normal (Web)"/>
    <w:basedOn w:val="Normal"/>
    <w:uiPriority w:val="99"/>
    <w:semiHidden/>
    <w:rsid w:val="000D5B6E"/>
    <w:rPr>
      <w:rFonts w:cs="Times New Roman"/>
      <w:sz w:val="24"/>
      <w:szCs w:val="24"/>
    </w:rPr>
  </w:style>
  <w:style w:type="character" w:customStyle="1" w:styleId="docdata">
    <w:name w:val="docdata"/>
    <w:aliases w:val="docy,v5,2013,baiaagaaboqcaaadramaaaw6awaaaaaaaaaaaaaaaaaaaaaaaaaaaaaaaaaaaaaaaaaaaaaaaaaaaaaaaaaaaaaaaaaaaaaaaaaaaaaaaaaaaaaaaaaaaaaaaaaaaaaaaaaaaaaaaaaaaaaaaaaaaaaaaaaaaaaaaaaaaaaaaaaaaaaaaaaaaaaaaaaaaaaaaaaaaaaaaaaaaaaaaaaaaaaaaaaaaaaaaaaaaaa"/>
    <w:basedOn w:val="DefaultParagraphFont"/>
    <w:uiPriority w:val="99"/>
    <w:rsid w:val="00932E66"/>
  </w:style>
  <w:style w:type="character" w:customStyle="1" w:styleId="fontstyle01">
    <w:name w:val="fontstyle01"/>
    <w:basedOn w:val="DefaultParagraphFont"/>
    <w:uiPriority w:val="99"/>
    <w:rsid w:val="0047372B"/>
    <w:rPr>
      <w:rFonts w:ascii="Times New Roman" w:hAnsi="Times New Roman" w:cs="Times New Roman"/>
      <w:b/>
      <w:bCs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3478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8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116</TotalTime>
  <Pages>1</Pages>
  <Words>181</Words>
  <Characters>1032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cp:lastPrinted>2021-03-01T12:40:00Z</cp:lastPrinted>
  <dcterms:created xsi:type="dcterms:W3CDTF">2021-02-26T09:21:00Z</dcterms:created>
  <dcterms:modified xsi:type="dcterms:W3CDTF">2021-03-11T14:11:00Z</dcterms:modified>
</cp:coreProperties>
</file>