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58D" w:rsidRDefault="00F5258D" w:rsidP="00D750DE">
      <w:pPr>
        <w:pStyle w:val="c2"/>
        <w:spacing w:before="0" w:beforeAutospacing="0" w:after="0" w:afterAutospacing="0"/>
        <w:jc w:val="center"/>
        <w:rPr>
          <w:b/>
          <w:noProof/>
          <w:sz w:val="28"/>
          <w:szCs w:val="28"/>
        </w:rPr>
      </w:pPr>
      <w:r w:rsidRPr="001F59FF">
        <w:rPr>
          <w:b/>
          <w:noProof/>
          <w:sz w:val="16"/>
          <w:szCs w:val="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9.75pt;height:55.5pt;visibility:visible">
            <v:imagedata r:id="rId6" o:title="" grayscale="t" bilevel="t"/>
          </v:shape>
        </w:pict>
      </w:r>
    </w:p>
    <w:p w:rsidR="00F5258D" w:rsidRPr="00D750DE" w:rsidRDefault="00F5258D" w:rsidP="00D750DE">
      <w:pPr>
        <w:pStyle w:val="c19"/>
        <w:spacing w:before="0" w:beforeAutospacing="0" w:after="0" w:afterAutospacing="0"/>
        <w:jc w:val="center"/>
        <w:outlineLvl w:val="0"/>
        <w:rPr>
          <w:color w:val="000000"/>
          <w:sz w:val="32"/>
          <w:szCs w:val="32"/>
        </w:rPr>
      </w:pPr>
      <w:r w:rsidRPr="00D750DE">
        <w:rPr>
          <w:rStyle w:val="c0"/>
          <w:bCs/>
          <w:color w:val="000000"/>
          <w:sz w:val="32"/>
          <w:szCs w:val="32"/>
        </w:rPr>
        <w:t>УКРАЇНА</w:t>
      </w:r>
    </w:p>
    <w:p w:rsidR="00F5258D" w:rsidRPr="00D750DE" w:rsidRDefault="00F5258D" w:rsidP="00D750DE">
      <w:pPr>
        <w:pStyle w:val="c64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D750DE">
        <w:rPr>
          <w:rStyle w:val="c0"/>
          <w:bCs/>
          <w:color w:val="000000"/>
          <w:sz w:val="28"/>
          <w:szCs w:val="28"/>
          <w:lang w:val="uk-UA"/>
        </w:rPr>
        <w:t>Синюхино-Брідська сільська рада</w:t>
      </w:r>
    </w:p>
    <w:p w:rsidR="00F5258D" w:rsidRPr="00D750DE" w:rsidRDefault="00F5258D" w:rsidP="00D750DE">
      <w:pPr>
        <w:pStyle w:val="c64"/>
        <w:spacing w:before="0" w:beforeAutospacing="0" w:after="0" w:afterAutospacing="0"/>
        <w:jc w:val="center"/>
        <w:rPr>
          <w:rStyle w:val="c0"/>
          <w:bCs/>
          <w:color w:val="000000"/>
          <w:sz w:val="28"/>
          <w:szCs w:val="28"/>
          <w:lang w:val="uk-UA"/>
        </w:rPr>
      </w:pPr>
      <w:r w:rsidRPr="00D750DE">
        <w:rPr>
          <w:rStyle w:val="c0"/>
          <w:bCs/>
          <w:color w:val="000000"/>
          <w:sz w:val="28"/>
          <w:szCs w:val="28"/>
          <w:lang w:val="uk-UA"/>
        </w:rPr>
        <w:t>Первомайського району Миколаївської області</w:t>
      </w:r>
    </w:p>
    <w:p w:rsidR="00F5258D" w:rsidRPr="00B72388" w:rsidRDefault="00F5258D" w:rsidP="00D750DE">
      <w:pPr>
        <w:pStyle w:val="c64"/>
        <w:spacing w:before="0" w:beforeAutospacing="0" w:after="0" w:afterAutospacing="0"/>
        <w:jc w:val="center"/>
        <w:rPr>
          <w:rStyle w:val="c0"/>
          <w:b/>
          <w:bCs/>
          <w:color w:val="000000"/>
          <w:sz w:val="32"/>
          <w:szCs w:val="32"/>
          <w:lang w:val="uk-UA"/>
        </w:rPr>
      </w:pPr>
    </w:p>
    <w:p w:rsidR="00F5258D" w:rsidRDefault="00F5258D" w:rsidP="00D750DE">
      <w:pPr>
        <w:pStyle w:val="c64"/>
        <w:spacing w:before="0" w:beforeAutospacing="0" w:after="0" w:afterAutospacing="0"/>
        <w:jc w:val="center"/>
        <w:rPr>
          <w:rStyle w:val="c0"/>
          <w:b/>
          <w:bCs/>
          <w:color w:val="000000"/>
          <w:sz w:val="28"/>
          <w:szCs w:val="28"/>
          <w:lang w:val="uk-UA"/>
        </w:rPr>
      </w:pPr>
      <w:r w:rsidRPr="00D750DE">
        <w:rPr>
          <w:rStyle w:val="c0"/>
          <w:b/>
          <w:bCs/>
          <w:color w:val="000000"/>
          <w:sz w:val="28"/>
          <w:szCs w:val="28"/>
          <w:lang w:val="uk-UA"/>
        </w:rPr>
        <w:t>Р О З П О Р Я Д Ж Е Н Н Я</w:t>
      </w:r>
    </w:p>
    <w:p w:rsidR="00F5258D" w:rsidRPr="00D750DE" w:rsidRDefault="00F5258D" w:rsidP="00D750DE">
      <w:pPr>
        <w:pStyle w:val="c64"/>
        <w:spacing w:before="0" w:beforeAutospacing="0" w:after="0" w:afterAutospacing="0"/>
        <w:jc w:val="center"/>
        <w:rPr>
          <w:rStyle w:val="c0"/>
          <w:b/>
          <w:bCs/>
          <w:color w:val="000000"/>
          <w:sz w:val="28"/>
          <w:szCs w:val="28"/>
          <w:lang w:val="uk-UA"/>
        </w:rPr>
      </w:pPr>
    </w:p>
    <w:p w:rsidR="00F5258D" w:rsidRPr="007E77CC" w:rsidRDefault="00F5258D" w:rsidP="00D750DE">
      <w:pPr>
        <w:spacing w:after="0" w:line="240" w:lineRule="auto"/>
        <w:ind w:right="-142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</w:rPr>
        <w:t>10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грудня</w:t>
      </w:r>
      <w:r w:rsidRPr="007E77CC">
        <w:rPr>
          <w:rFonts w:ascii="Times New Roman" w:hAnsi="Times New Roman"/>
          <w:noProof/>
          <w:sz w:val="28"/>
          <w:szCs w:val="28"/>
          <w:lang w:val="uk-UA"/>
        </w:rPr>
        <w:t xml:space="preserve"> 2021 року</w:t>
      </w:r>
      <w:r w:rsidRPr="007E77CC">
        <w:rPr>
          <w:rFonts w:ascii="Times New Roman" w:hAnsi="Times New Roman"/>
          <w:noProof/>
          <w:sz w:val="28"/>
          <w:szCs w:val="28"/>
        </w:rPr>
        <w:tab/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     </w:t>
      </w:r>
      <w:bookmarkStart w:id="0" w:name="_GoBack"/>
      <w:bookmarkEnd w:id="0"/>
      <w:r>
        <w:rPr>
          <w:rFonts w:ascii="Times New Roman" w:hAnsi="Times New Roman"/>
          <w:noProof/>
          <w:sz w:val="28"/>
          <w:szCs w:val="28"/>
          <w:lang w:val="uk-UA"/>
        </w:rPr>
        <w:t xml:space="preserve">  </w:t>
      </w:r>
      <w:r w:rsidRPr="007E77CC">
        <w:rPr>
          <w:rFonts w:ascii="Times New Roman" w:hAnsi="Times New Roman"/>
          <w:noProof/>
          <w:sz w:val="28"/>
          <w:szCs w:val="28"/>
          <w:lang w:val="uk-UA"/>
        </w:rPr>
        <w:t xml:space="preserve">  с</w:t>
      </w:r>
      <w:r>
        <w:rPr>
          <w:rFonts w:ascii="Times New Roman" w:hAnsi="Times New Roman"/>
          <w:noProof/>
          <w:sz w:val="28"/>
          <w:szCs w:val="28"/>
          <w:lang w:val="uk-UA"/>
        </w:rPr>
        <w:t>ело</w:t>
      </w:r>
      <w:r w:rsidRPr="007E77CC">
        <w:rPr>
          <w:rFonts w:ascii="Times New Roman" w:hAnsi="Times New Roman"/>
          <w:noProof/>
          <w:sz w:val="28"/>
          <w:szCs w:val="28"/>
          <w:lang w:val="uk-UA"/>
        </w:rPr>
        <w:t xml:space="preserve"> Синюхин Брід   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                                  № 10</w:t>
      </w:r>
      <w:r w:rsidRPr="00CC132B">
        <w:rPr>
          <w:rFonts w:ascii="Times New Roman" w:hAnsi="Times New Roman"/>
          <w:noProof/>
          <w:sz w:val="28"/>
          <w:szCs w:val="28"/>
        </w:rPr>
        <w:t>4</w:t>
      </w:r>
      <w:r>
        <w:rPr>
          <w:rFonts w:ascii="Times New Roman" w:hAnsi="Times New Roman"/>
          <w:noProof/>
          <w:sz w:val="28"/>
          <w:szCs w:val="28"/>
          <w:lang w:val="uk-UA"/>
        </w:rPr>
        <w:t>-р</w:t>
      </w:r>
    </w:p>
    <w:tbl>
      <w:tblPr>
        <w:tblW w:w="0" w:type="auto"/>
        <w:tblLook w:val="00A0"/>
      </w:tblPr>
      <w:tblGrid>
        <w:gridCol w:w="4672"/>
        <w:gridCol w:w="4673"/>
      </w:tblGrid>
      <w:tr w:rsidR="00F5258D" w:rsidRPr="00691C00" w:rsidTr="00295839">
        <w:tc>
          <w:tcPr>
            <w:tcW w:w="4672" w:type="dxa"/>
          </w:tcPr>
          <w:p w:rsidR="00F5258D" w:rsidRDefault="00F5258D" w:rsidP="00D750DE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/>
                <w:sz w:val="28"/>
                <w:szCs w:val="28"/>
                <w:lang w:val="uk-UA"/>
              </w:rPr>
            </w:pPr>
          </w:p>
          <w:p w:rsidR="00F5258D" w:rsidRPr="00D750DE" w:rsidRDefault="00F5258D" w:rsidP="00D750DE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/>
                <w:sz w:val="28"/>
                <w:szCs w:val="28"/>
                <w:lang w:val="uk-UA"/>
              </w:rPr>
            </w:pPr>
          </w:p>
          <w:p w:rsidR="00F5258D" w:rsidRPr="00D750DE" w:rsidRDefault="00F5258D" w:rsidP="00D750DE">
            <w:pPr>
              <w:spacing w:after="0" w:line="240" w:lineRule="auto"/>
              <w:ind w:left="22" w:hanging="6"/>
              <w:rPr>
                <w:rFonts w:ascii="Times New Roman" w:hAnsi="Times New Roman"/>
                <w:b/>
                <w:bCs/>
                <w:noProof/>
                <w:color w:val="000000"/>
                <w:sz w:val="28"/>
                <w:szCs w:val="28"/>
                <w:lang w:val="uk-UA"/>
              </w:rPr>
            </w:pPr>
            <w:r w:rsidRPr="00D750DE">
              <w:rPr>
                <w:rFonts w:ascii="Times New Roman" w:hAnsi="Times New Roman"/>
                <w:b/>
                <w:bCs/>
                <w:noProof/>
                <w:color w:val="000000"/>
                <w:sz w:val="28"/>
                <w:szCs w:val="28"/>
                <w:lang w:val="uk-UA"/>
              </w:rPr>
              <w:t>Про створення рейдових груп</w:t>
            </w:r>
          </w:p>
        </w:tc>
        <w:tc>
          <w:tcPr>
            <w:tcW w:w="4673" w:type="dxa"/>
          </w:tcPr>
          <w:p w:rsidR="00F5258D" w:rsidRPr="00295839" w:rsidRDefault="00F5258D" w:rsidP="00D750DE">
            <w:pPr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val="uk-UA"/>
              </w:rPr>
            </w:pPr>
          </w:p>
        </w:tc>
      </w:tr>
      <w:tr w:rsidR="00F5258D" w:rsidRPr="00691C00" w:rsidTr="00295839">
        <w:tc>
          <w:tcPr>
            <w:tcW w:w="4672" w:type="dxa"/>
          </w:tcPr>
          <w:p w:rsidR="00F5258D" w:rsidRDefault="00F5258D" w:rsidP="00D750DE">
            <w:pPr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val="uk-UA"/>
              </w:rPr>
            </w:pPr>
          </w:p>
          <w:p w:rsidR="00F5258D" w:rsidRPr="00295839" w:rsidRDefault="00F5258D" w:rsidP="00D750DE">
            <w:pPr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73" w:type="dxa"/>
          </w:tcPr>
          <w:p w:rsidR="00F5258D" w:rsidRPr="00295839" w:rsidRDefault="00F5258D" w:rsidP="00D750DE">
            <w:pPr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F5258D" w:rsidRPr="007E77CC" w:rsidRDefault="00F5258D" w:rsidP="00D750DE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D750DE">
        <w:rPr>
          <w:rFonts w:ascii="Times New Roman" w:hAnsi="Times New Roman"/>
          <w:sz w:val="28"/>
          <w:szCs w:val="28"/>
          <w:lang w:val="uk-UA"/>
        </w:rPr>
        <w:t xml:space="preserve">Відповідно до пункту 20 частини четвертої статті 42 Закону України «Про місцеве самоврядування в Україні», </w:t>
      </w:r>
      <w:r>
        <w:rPr>
          <w:rFonts w:ascii="Times New Roman" w:hAnsi="Times New Roman"/>
          <w:noProof/>
          <w:sz w:val="28"/>
          <w:szCs w:val="28"/>
          <w:lang w:val="uk-UA"/>
        </w:rPr>
        <w:t>норм</w:t>
      </w:r>
      <w:r w:rsidRPr="00D750DE">
        <w:rPr>
          <w:rFonts w:ascii="Times New Roman" w:hAnsi="Times New Roman"/>
          <w:noProof/>
          <w:sz w:val="28"/>
          <w:szCs w:val="28"/>
          <w:lang w:val="uk-UA"/>
        </w:rPr>
        <w:t xml:space="preserve"> Кодексу цивільного захисту України, розпорядження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голови Миколаївської обласної державної адміністрації від 13 жовтня 2014 року №340-р «Про посилення заходів профілактики щодо недопущення загибелі та травмування людей на території Миколаївської області», розпорядження сільського голови від 10 грудня 2021 року № 103-р  </w:t>
      </w:r>
      <w:r w:rsidRPr="005C5102">
        <w:rPr>
          <w:rFonts w:ascii="Times New Roman" w:hAnsi="Times New Roman"/>
          <w:noProof/>
          <w:sz w:val="28"/>
          <w:szCs w:val="28"/>
          <w:lang w:val="uk-UA"/>
        </w:rPr>
        <w:t xml:space="preserve">«Про </w:t>
      </w:r>
      <w:r w:rsidRPr="005C5102">
        <w:rPr>
          <w:rFonts w:ascii="Times New Roman" w:hAnsi="Times New Roman"/>
          <w:sz w:val="28"/>
          <w:szCs w:val="28"/>
          <w:lang w:val="uk-UA"/>
        </w:rPr>
        <w:t>з</w:t>
      </w:r>
      <w:r w:rsidRPr="005C5102">
        <w:rPr>
          <w:rFonts w:ascii="Times New Roman" w:hAnsi="Times New Roman"/>
          <w:sz w:val="28"/>
          <w:szCs w:val="28"/>
        </w:rPr>
        <w:t>атвердження Плану профілактичних заходів, спрямованих на запобігання виникнення пожеж та загибелі людей на території Синюхино-Брідської сільської ради на зимовий період 2021/2022 роки</w:t>
      </w:r>
      <w:r w:rsidRPr="005C5102">
        <w:rPr>
          <w:rFonts w:ascii="Times New Roman" w:hAnsi="Times New Roman"/>
          <w:sz w:val="28"/>
          <w:szCs w:val="28"/>
          <w:lang w:val="uk-UA"/>
        </w:rPr>
        <w:t>»</w:t>
      </w:r>
      <w:r w:rsidRPr="005C5102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uk-UA"/>
        </w:rPr>
        <w:t>з</w:t>
      </w:r>
      <w:r w:rsidRPr="00FC3CAE">
        <w:rPr>
          <w:rFonts w:ascii="Times New Roman" w:hAnsi="Times New Roman"/>
          <w:color w:val="2A2928"/>
          <w:sz w:val="28"/>
          <w:szCs w:val="28"/>
          <w:shd w:val="clear" w:color="auto" w:fill="FFFFFF"/>
        </w:rPr>
        <w:t> </w:t>
      </w:r>
      <w:r w:rsidRPr="00FC3CAE">
        <w:rPr>
          <w:rFonts w:ascii="Times New Roman" w:hAnsi="Times New Roman"/>
          <w:sz w:val="28"/>
          <w:szCs w:val="28"/>
          <w:shd w:val="clear" w:color="auto" w:fill="FFFFFF"/>
        </w:rPr>
        <w:t>метою запобігання загибелі й травмуванню людей під час надз</w:t>
      </w:r>
      <w:r>
        <w:rPr>
          <w:rFonts w:ascii="Times New Roman" w:hAnsi="Times New Roman"/>
          <w:sz w:val="28"/>
          <w:szCs w:val="28"/>
          <w:shd w:val="clear" w:color="auto" w:fill="FFFFFF"/>
        </w:rPr>
        <w:t>вичайних ситуацій та подій, пов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’</w:t>
      </w:r>
      <w:r w:rsidRPr="00FC3CAE">
        <w:rPr>
          <w:rFonts w:ascii="Times New Roman" w:hAnsi="Times New Roman"/>
          <w:sz w:val="28"/>
          <w:szCs w:val="28"/>
          <w:shd w:val="clear" w:color="auto" w:fill="FFFFFF"/>
        </w:rPr>
        <w:t xml:space="preserve">язаних із пожежами в житловому секторі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територіальної громади</w:t>
      </w:r>
      <w:r w:rsidRPr="00D750D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Синюхино-Брідської сільської ради</w:t>
      </w:r>
      <w:r w:rsidRPr="00FC3CAE">
        <w:rPr>
          <w:rFonts w:ascii="Times New Roman" w:hAnsi="Times New Roman"/>
          <w:sz w:val="28"/>
          <w:szCs w:val="28"/>
          <w:shd w:val="clear" w:color="auto" w:fill="FFFFFF"/>
        </w:rPr>
        <w:t>:</w:t>
      </w:r>
    </w:p>
    <w:p w:rsidR="00F5258D" w:rsidRDefault="00F5258D" w:rsidP="00CC3264">
      <w:pPr>
        <w:spacing w:after="0"/>
        <w:ind w:firstLine="851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F5258D" w:rsidRDefault="00F5258D" w:rsidP="00BD24D5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E77CC">
        <w:rPr>
          <w:rFonts w:ascii="Times New Roman" w:hAnsi="Times New Roman"/>
          <w:noProof/>
          <w:sz w:val="28"/>
          <w:szCs w:val="28"/>
          <w:lang w:val="uk-UA"/>
        </w:rPr>
        <w:t xml:space="preserve">1. </w:t>
      </w:r>
      <w:r>
        <w:rPr>
          <w:rFonts w:ascii="Times New Roman" w:hAnsi="Times New Roman"/>
          <w:noProof/>
          <w:sz w:val="28"/>
          <w:szCs w:val="28"/>
          <w:lang w:val="uk-UA"/>
        </w:rPr>
        <w:t>С</w:t>
      </w:r>
      <w:r w:rsidRPr="00487D8F">
        <w:rPr>
          <w:rFonts w:ascii="Times New Roman" w:hAnsi="Times New Roman"/>
          <w:color w:val="000000"/>
          <w:sz w:val="28"/>
          <w:szCs w:val="28"/>
          <w:lang w:val="uk-UA"/>
        </w:rPr>
        <w:t xml:space="preserve">творити </w:t>
      </w:r>
      <w:r w:rsidRPr="00DE66FA">
        <w:rPr>
          <w:rFonts w:ascii="Times New Roman" w:hAnsi="Times New Roman"/>
          <w:color w:val="000000"/>
          <w:sz w:val="28"/>
          <w:szCs w:val="28"/>
          <w:lang w:val="uk-UA"/>
        </w:rPr>
        <w:t>рейдові групи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щодо обстеження (огляду) житла осіб «групи ризику» (далі – рейдові групи) та затвердити їх у складі, що додається.</w:t>
      </w:r>
    </w:p>
    <w:p w:rsidR="00F5258D" w:rsidRDefault="00F5258D" w:rsidP="00BD24D5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5258D" w:rsidRDefault="00F5258D" w:rsidP="00BD24D5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2. Рейдовим групам протягом зимового періоду 2021/2022 років:</w:t>
      </w:r>
    </w:p>
    <w:p w:rsidR="00F5258D" w:rsidRDefault="00F5258D" w:rsidP="00BD24D5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2.1. Проводити обстеження (огляд) житла осіб «групи ризику» (одинокі та одинокопроживаючі, особи з інвалідністю, сім’ї/особи, які перебувають в складних життєвих обставинах) зі складанням відповідних актів;</w:t>
      </w:r>
    </w:p>
    <w:p w:rsidR="00F5258D" w:rsidRDefault="00F5258D" w:rsidP="00BD24D5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2.2. Проводити інструктажі з </w:t>
      </w:r>
      <w:r w:rsidRPr="00CC3264">
        <w:rPr>
          <w:rFonts w:ascii="Times New Roman" w:hAnsi="Times New Roman"/>
          <w:color w:val="000000"/>
          <w:sz w:val="28"/>
          <w:szCs w:val="28"/>
          <w:lang w:val="uk-UA"/>
        </w:rPr>
        <w:t>особами, що належать до підвищеної групи ризику щодо правил безпечної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C3264">
        <w:rPr>
          <w:rFonts w:ascii="Times New Roman" w:hAnsi="Times New Roman"/>
          <w:color w:val="000000"/>
          <w:sz w:val="28"/>
          <w:szCs w:val="28"/>
          <w:lang w:val="uk-UA"/>
        </w:rPr>
        <w:t>життєдіяльності та дій у разі виникнення пожежі. Особливу увагу приділити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C3264">
        <w:rPr>
          <w:rFonts w:ascii="Times New Roman" w:hAnsi="Times New Roman"/>
          <w:color w:val="000000"/>
          <w:sz w:val="28"/>
          <w:szCs w:val="28"/>
          <w:lang w:val="uk-UA"/>
        </w:rPr>
        <w:t>питанням безпечної експлуатації електроприлад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ів, газового обладнання, систем </w:t>
      </w:r>
      <w:r w:rsidRPr="00CC3264">
        <w:rPr>
          <w:rFonts w:ascii="Times New Roman" w:hAnsi="Times New Roman"/>
          <w:color w:val="000000"/>
          <w:sz w:val="28"/>
          <w:szCs w:val="28"/>
          <w:lang w:val="uk-UA"/>
        </w:rPr>
        <w:t>опалення та порядку дій у разі виникнення надзвичайних ситуацій і пожеж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F5258D" w:rsidRDefault="00F5258D" w:rsidP="00BD24D5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5258D" w:rsidRDefault="00F5258D" w:rsidP="00BD24D5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3. Директору </w:t>
      </w:r>
      <w:r w:rsidRPr="00120E93">
        <w:rPr>
          <w:rFonts w:ascii="Times New Roman" w:hAnsi="Times New Roman"/>
          <w:sz w:val="28"/>
          <w:szCs w:val="28"/>
          <w:lang w:val="uk-UA" w:eastAsia="ru-RU"/>
        </w:rPr>
        <w:t>Комунальн</w:t>
      </w:r>
      <w:r>
        <w:rPr>
          <w:rFonts w:ascii="Times New Roman" w:hAnsi="Times New Roman"/>
          <w:sz w:val="28"/>
          <w:szCs w:val="28"/>
          <w:lang w:val="uk-UA" w:eastAsia="ru-RU"/>
        </w:rPr>
        <w:t>ої установи</w:t>
      </w:r>
      <w:r w:rsidRPr="00120E93">
        <w:rPr>
          <w:rFonts w:ascii="Times New Roman" w:hAnsi="Times New Roman"/>
          <w:sz w:val="28"/>
          <w:szCs w:val="28"/>
          <w:lang w:val="uk-UA" w:eastAsia="ru-RU"/>
        </w:rPr>
        <w:t xml:space="preserve"> «Центр надання соціальних послуг»</w:t>
      </w:r>
      <w:r w:rsidRPr="00120E9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Лизак М.В. (далі – КУ «ЦНСП») перед початком проведення рейдів  о</w:t>
      </w:r>
      <w:r w:rsidRPr="00530C8D">
        <w:rPr>
          <w:rFonts w:ascii="Times New Roman" w:hAnsi="Times New Roman"/>
          <w:color w:val="000000"/>
          <w:sz w:val="28"/>
          <w:szCs w:val="28"/>
          <w:lang w:val="uk-UA"/>
        </w:rPr>
        <w:t xml:space="preserve">новити списки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Pr="00530C8D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осіб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Pr="00530C8D">
        <w:rPr>
          <w:rFonts w:ascii="Times New Roman" w:hAnsi="Times New Roman"/>
          <w:color w:val="000000"/>
          <w:sz w:val="28"/>
          <w:szCs w:val="28"/>
          <w:lang w:val="uk-UA"/>
        </w:rPr>
        <w:t xml:space="preserve">«групи ризику»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Pr="00530C8D">
        <w:rPr>
          <w:rFonts w:ascii="Times New Roman" w:hAnsi="Times New Roman"/>
          <w:color w:val="000000"/>
          <w:sz w:val="28"/>
          <w:szCs w:val="28"/>
          <w:lang w:val="uk-UA"/>
        </w:rPr>
        <w:t xml:space="preserve">(одинокі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Pr="00530C8D">
        <w:rPr>
          <w:rFonts w:ascii="Times New Roman" w:hAnsi="Times New Roman"/>
          <w:color w:val="000000"/>
          <w:sz w:val="28"/>
          <w:szCs w:val="28"/>
          <w:lang w:val="uk-UA"/>
        </w:rPr>
        <w:t xml:space="preserve">та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Pr="00530C8D">
        <w:rPr>
          <w:rFonts w:ascii="Times New Roman" w:hAnsi="Times New Roman"/>
          <w:color w:val="000000"/>
          <w:sz w:val="28"/>
          <w:szCs w:val="28"/>
          <w:lang w:val="uk-UA"/>
        </w:rPr>
        <w:t xml:space="preserve">одинокопроживаючі,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особи   </w:t>
      </w:r>
      <w:r w:rsidRPr="00530C8D">
        <w:rPr>
          <w:rFonts w:ascii="Times New Roman" w:hAnsi="Times New Roman"/>
          <w:color w:val="000000"/>
          <w:sz w:val="28"/>
          <w:szCs w:val="28"/>
          <w:lang w:val="uk-UA"/>
        </w:rPr>
        <w:t>з</w:t>
      </w:r>
    </w:p>
    <w:p w:rsidR="00F5258D" w:rsidRDefault="00F5258D" w:rsidP="006A1BA0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</w:t>
      </w:r>
    </w:p>
    <w:p w:rsidR="00F5258D" w:rsidRDefault="00F5258D" w:rsidP="00F401C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5258D" w:rsidRDefault="00F5258D" w:rsidP="00F401C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30C8D">
        <w:rPr>
          <w:rFonts w:ascii="Times New Roman" w:hAnsi="Times New Roman"/>
          <w:color w:val="000000"/>
          <w:sz w:val="28"/>
          <w:szCs w:val="28"/>
          <w:lang w:val="uk-UA"/>
        </w:rPr>
        <w:t>інвалідністю, сім’ї/особи, які перебувають у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складних життєвих обставинах) та в подальшому надавати оновленні списки у разі змін.</w:t>
      </w:r>
    </w:p>
    <w:p w:rsidR="00F5258D" w:rsidRDefault="00F5258D" w:rsidP="002043A0">
      <w:pPr>
        <w:pStyle w:val="c2"/>
        <w:spacing w:before="0" w:beforeAutospacing="0" w:after="0" w:afterAutospacing="0"/>
        <w:ind w:firstLine="720"/>
        <w:jc w:val="both"/>
        <w:rPr>
          <w:rStyle w:val="c0"/>
          <w:bCs/>
          <w:color w:val="000000"/>
          <w:sz w:val="28"/>
          <w:szCs w:val="28"/>
          <w:lang w:val="uk-UA"/>
        </w:rPr>
      </w:pPr>
    </w:p>
    <w:p w:rsidR="00F5258D" w:rsidRPr="008A7F52" w:rsidRDefault="00F5258D" w:rsidP="002043A0">
      <w:pPr>
        <w:pStyle w:val="c2"/>
        <w:spacing w:before="0" w:beforeAutospacing="0" w:after="0" w:afterAutospacing="0"/>
        <w:ind w:firstLine="720"/>
        <w:jc w:val="both"/>
        <w:rPr>
          <w:rStyle w:val="c0"/>
          <w:bCs/>
          <w:color w:val="000000"/>
          <w:sz w:val="28"/>
          <w:szCs w:val="28"/>
          <w:lang w:val="uk-UA"/>
        </w:rPr>
      </w:pPr>
      <w:r>
        <w:rPr>
          <w:rStyle w:val="c0"/>
          <w:bCs/>
          <w:color w:val="000000"/>
          <w:sz w:val="28"/>
          <w:szCs w:val="28"/>
          <w:lang w:val="uk-UA"/>
        </w:rPr>
        <w:t>4. Контроль за виконанням цього розпорядження залишаю за собою.</w:t>
      </w:r>
    </w:p>
    <w:p w:rsidR="00F5258D" w:rsidRPr="008A7F52" w:rsidRDefault="00F5258D" w:rsidP="00BD24D5">
      <w:pPr>
        <w:pStyle w:val="c2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  <w:lang w:val="uk-UA"/>
        </w:rPr>
      </w:pPr>
    </w:p>
    <w:p w:rsidR="00F5258D" w:rsidRDefault="00F5258D" w:rsidP="00BD24D5">
      <w:pPr>
        <w:pStyle w:val="c2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  <w:lang w:val="uk-UA"/>
        </w:rPr>
      </w:pPr>
    </w:p>
    <w:p w:rsidR="00F5258D" w:rsidRDefault="00F5258D" w:rsidP="00BD24D5">
      <w:pPr>
        <w:pStyle w:val="c2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  <w:lang w:val="uk-UA"/>
        </w:rPr>
      </w:pPr>
    </w:p>
    <w:p w:rsidR="00F5258D" w:rsidRDefault="00F5258D" w:rsidP="00BD24D5">
      <w:pPr>
        <w:pStyle w:val="c2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  <w:lang w:val="uk-UA"/>
        </w:rPr>
      </w:pPr>
    </w:p>
    <w:p w:rsidR="00F5258D" w:rsidRPr="008A7F52" w:rsidRDefault="00F5258D" w:rsidP="00BD24D5">
      <w:pPr>
        <w:pStyle w:val="c2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  <w:lang w:val="uk-UA"/>
        </w:rPr>
      </w:pPr>
    </w:p>
    <w:p w:rsidR="00F5258D" w:rsidRDefault="00F5258D" w:rsidP="00BD24D5">
      <w:pPr>
        <w:pStyle w:val="c2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  <w:lang w:val="uk-UA"/>
        </w:rPr>
      </w:pPr>
      <w:r w:rsidRPr="00003292">
        <w:rPr>
          <w:rStyle w:val="c0"/>
          <w:bCs/>
          <w:color w:val="000000"/>
          <w:sz w:val="28"/>
          <w:szCs w:val="28"/>
        </w:rPr>
        <w:t>С</w:t>
      </w:r>
      <w:r w:rsidRPr="00003292">
        <w:rPr>
          <w:rStyle w:val="c0"/>
          <w:bCs/>
          <w:color w:val="000000"/>
          <w:sz w:val="28"/>
          <w:szCs w:val="28"/>
          <w:lang w:val="uk-UA"/>
        </w:rPr>
        <w:t xml:space="preserve">ільський </w:t>
      </w:r>
      <w:r w:rsidRPr="00003292">
        <w:rPr>
          <w:rStyle w:val="c0"/>
          <w:bCs/>
          <w:color w:val="000000"/>
          <w:sz w:val="28"/>
          <w:szCs w:val="28"/>
        </w:rPr>
        <w:t>голова                          </w:t>
      </w:r>
      <w:r>
        <w:rPr>
          <w:rStyle w:val="c0"/>
          <w:bCs/>
          <w:color w:val="000000"/>
          <w:sz w:val="28"/>
          <w:szCs w:val="28"/>
          <w:lang w:val="uk-UA"/>
        </w:rPr>
        <w:t xml:space="preserve">                          </w:t>
      </w:r>
      <w:r w:rsidRPr="00003292">
        <w:rPr>
          <w:rStyle w:val="c0"/>
          <w:bCs/>
          <w:color w:val="000000"/>
          <w:sz w:val="28"/>
          <w:szCs w:val="28"/>
        </w:rPr>
        <w:t>                     </w:t>
      </w:r>
      <w:r>
        <w:rPr>
          <w:rStyle w:val="c0"/>
          <w:bCs/>
          <w:color w:val="000000"/>
          <w:sz w:val="28"/>
          <w:szCs w:val="28"/>
          <w:lang w:val="uk-UA"/>
        </w:rPr>
        <w:t>Олександр ЗУБКО</w:t>
      </w:r>
    </w:p>
    <w:p w:rsidR="00F5258D" w:rsidRDefault="00F5258D" w:rsidP="00BD24D5">
      <w:pPr>
        <w:pStyle w:val="c2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  <w:lang w:val="uk-UA"/>
        </w:rPr>
      </w:pPr>
    </w:p>
    <w:p w:rsidR="00F5258D" w:rsidRDefault="00F5258D" w:rsidP="00BD24D5">
      <w:pPr>
        <w:pStyle w:val="c2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  <w:lang w:val="uk-UA"/>
        </w:rPr>
      </w:pPr>
    </w:p>
    <w:p w:rsidR="00F5258D" w:rsidRDefault="00F5258D" w:rsidP="00BD24D5">
      <w:pPr>
        <w:pStyle w:val="c2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  <w:lang w:val="uk-UA"/>
        </w:rPr>
      </w:pPr>
    </w:p>
    <w:p w:rsidR="00F5258D" w:rsidRDefault="00F5258D" w:rsidP="00BD24D5">
      <w:pPr>
        <w:pStyle w:val="c2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  <w:lang w:val="uk-UA"/>
        </w:rPr>
      </w:pPr>
    </w:p>
    <w:p w:rsidR="00F5258D" w:rsidRDefault="00F5258D" w:rsidP="00BD24D5">
      <w:pPr>
        <w:pStyle w:val="c2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  <w:lang w:val="uk-UA"/>
        </w:rPr>
      </w:pPr>
    </w:p>
    <w:p w:rsidR="00F5258D" w:rsidRDefault="00F5258D" w:rsidP="00BD24D5">
      <w:pPr>
        <w:pStyle w:val="c2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  <w:lang w:val="uk-UA"/>
        </w:rPr>
      </w:pPr>
    </w:p>
    <w:p w:rsidR="00F5258D" w:rsidRDefault="00F5258D" w:rsidP="00BD24D5">
      <w:pPr>
        <w:pStyle w:val="c2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  <w:lang w:val="uk-UA"/>
        </w:rPr>
      </w:pPr>
    </w:p>
    <w:p w:rsidR="00F5258D" w:rsidRDefault="00F5258D" w:rsidP="00BD24D5">
      <w:pPr>
        <w:pStyle w:val="c2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  <w:lang w:val="uk-UA"/>
        </w:rPr>
      </w:pPr>
    </w:p>
    <w:p w:rsidR="00F5258D" w:rsidRDefault="00F5258D" w:rsidP="00BD24D5">
      <w:pPr>
        <w:pStyle w:val="c2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  <w:lang w:val="uk-UA"/>
        </w:rPr>
      </w:pPr>
    </w:p>
    <w:p w:rsidR="00F5258D" w:rsidRDefault="00F5258D" w:rsidP="00BD24D5">
      <w:pPr>
        <w:pStyle w:val="c2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  <w:lang w:val="uk-UA"/>
        </w:rPr>
      </w:pPr>
    </w:p>
    <w:p w:rsidR="00F5258D" w:rsidRDefault="00F5258D" w:rsidP="00BD24D5">
      <w:pPr>
        <w:pStyle w:val="c2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  <w:lang w:val="uk-UA"/>
        </w:rPr>
      </w:pPr>
    </w:p>
    <w:p w:rsidR="00F5258D" w:rsidRDefault="00F5258D" w:rsidP="00BD24D5">
      <w:pPr>
        <w:pStyle w:val="c2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  <w:lang w:val="uk-UA"/>
        </w:rPr>
      </w:pPr>
    </w:p>
    <w:p w:rsidR="00F5258D" w:rsidRDefault="00F5258D" w:rsidP="00BD24D5">
      <w:pPr>
        <w:pStyle w:val="c2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  <w:lang w:val="uk-UA"/>
        </w:rPr>
      </w:pPr>
    </w:p>
    <w:p w:rsidR="00F5258D" w:rsidRDefault="00F5258D" w:rsidP="00BD24D5">
      <w:pPr>
        <w:pStyle w:val="c2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  <w:lang w:val="uk-UA"/>
        </w:rPr>
      </w:pPr>
    </w:p>
    <w:p w:rsidR="00F5258D" w:rsidRDefault="00F5258D" w:rsidP="00BD24D5">
      <w:pPr>
        <w:pStyle w:val="c2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  <w:lang w:val="uk-UA"/>
        </w:rPr>
      </w:pPr>
    </w:p>
    <w:p w:rsidR="00F5258D" w:rsidRDefault="00F5258D" w:rsidP="00BD24D5">
      <w:pPr>
        <w:pStyle w:val="c2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  <w:lang w:val="uk-UA"/>
        </w:rPr>
      </w:pPr>
    </w:p>
    <w:p w:rsidR="00F5258D" w:rsidRDefault="00F5258D" w:rsidP="00BD24D5">
      <w:pPr>
        <w:pStyle w:val="c2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  <w:lang w:val="uk-UA"/>
        </w:rPr>
      </w:pPr>
    </w:p>
    <w:p w:rsidR="00F5258D" w:rsidRDefault="00F5258D" w:rsidP="00BD24D5">
      <w:pPr>
        <w:pStyle w:val="c2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  <w:lang w:val="uk-UA"/>
        </w:rPr>
      </w:pPr>
    </w:p>
    <w:p w:rsidR="00F5258D" w:rsidRDefault="00F5258D" w:rsidP="00BD24D5">
      <w:pPr>
        <w:pStyle w:val="c2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  <w:lang w:val="uk-UA"/>
        </w:rPr>
      </w:pPr>
    </w:p>
    <w:p w:rsidR="00F5258D" w:rsidRDefault="00F5258D" w:rsidP="00BD24D5">
      <w:pPr>
        <w:pStyle w:val="c2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  <w:lang w:val="uk-UA"/>
        </w:rPr>
      </w:pPr>
    </w:p>
    <w:p w:rsidR="00F5258D" w:rsidRDefault="00F5258D" w:rsidP="00BD24D5">
      <w:pPr>
        <w:pStyle w:val="c2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  <w:lang w:val="uk-UA"/>
        </w:rPr>
      </w:pPr>
    </w:p>
    <w:p w:rsidR="00F5258D" w:rsidRDefault="00F5258D" w:rsidP="00BD24D5">
      <w:pPr>
        <w:pStyle w:val="c2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  <w:lang w:val="uk-UA"/>
        </w:rPr>
      </w:pPr>
    </w:p>
    <w:p w:rsidR="00F5258D" w:rsidRDefault="00F5258D" w:rsidP="00BD24D5">
      <w:pPr>
        <w:pStyle w:val="c2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  <w:lang w:val="uk-UA"/>
        </w:rPr>
      </w:pPr>
    </w:p>
    <w:p w:rsidR="00F5258D" w:rsidRDefault="00F5258D" w:rsidP="00BD24D5">
      <w:pPr>
        <w:pStyle w:val="c2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  <w:lang w:val="uk-UA"/>
        </w:rPr>
      </w:pPr>
    </w:p>
    <w:p w:rsidR="00F5258D" w:rsidRDefault="00F5258D" w:rsidP="00BD24D5">
      <w:pPr>
        <w:pStyle w:val="c2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  <w:lang w:val="uk-UA"/>
        </w:rPr>
      </w:pPr>
    </w:p>
    <w:p w:rsidR="00F5258D" w:rsidRDefault="00F5258D" w:rsidP="00BD24D5">
      <w:pPr>
        <w:pStyle w:val="c2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  <w:lang w:val="uk-UA"/>
        </w:rPr>
      </w:pPr>
    </w:p>
    <w:p w:rsidR="00F5258D" w:rsidRDefault="00F5258D" w:rsidP="00BD24D5">
      <w:pPr>
        <w:pStyle w:val="c2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  <w:lang w:val="uk-UA"/>
        </w:rPr>
      </w:pPr>
    </w:p>
    <w:p w:rsidR="00F5258D" w:rsidRDefault="00F5258D" w:rsidP="00BD24D5">
      <w:pPr>
        <w:pStyle w:val="c2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  <w:lang w:val="uk-UA"/>
        </w:rPr>
      </w:pPr>
    </w:p>
    <w:p w:rsidR="00F5258D" w:rsidRDefault="00F5258D" w:rsidP="00BD24D5">
      <w:pPr>
        <w:pStyle w:val="c2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  <w:lang w:val="uk-UA"/>
        </w:rPr>
      </w:pPr>
    </w:p>
    <w:p w:rsidR="00F5258D" w:rsidRDefault="00F5258D" w:rsidP="00BD24D5">
      <w:pPr>
        <w:pStyle w:val="c2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  <w:lang w:val="uk-UA"/>
        </w:rPr>
      </w:pPr>
    </w:p>
    <w:p w:rsidR="00F5258D" w:rsidRDefault="00F5258D" w:rsidP="00BD24D5">
      <w:pPr>
        <w:pStyle w:val="c2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  <w:lang w:val="uk-UA"/>
        </w:rPr>
      </w:pPr>
    </w:p>
    <w:p w:rsidR="00F5258D" w:rsidRDefault="00F5258D" w:rsidP="00BD24D5">
      <w:pPr>
        <w:pStyle w:val="c2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  <w:lang w:val="uk-UA"/>
        </w:rPr>
      </w:pPr>
    </w:p>
    <w:p w:rsidR="00F5258D" w:rsidRDefault="00F5258D" w:rsidP="00BD24D5">
      <w:pPr>
        <w:pStyle w:val="c2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  <w:lang w:val="uk-UA"/>
        </w:rPr>
      </w:pPr>
    </w:p>
    <w:p w:rsidR="00F5258D" w:rsidRDefault="00F5258D" w:rsidP="006B2555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ЗАТВЕРДЖЕНО</w:t>
      </w:r>
    </w:p>
    <w:p w:rsidR="00F5258D" w:rsidRPr="006B2555" w:rsidRDefault="00F5258D" w:rsidP="006B2555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</w:t>
      </w:r>
      <w:r w:rsidRPr="006B2555">
        <w:rPr>
          <w:rFonts w:ascii="Times New Roman" w:hAnsi="Times New Roman"/>
          <w:sz w:val="28"/>
          <w:szCs w:val="28"/>
          <w:lang w:val="uk-UA"/>
        </w:rPr>
        <w:t>розпорядження</w:t>
      </w:r>
    </w:p>
    <w:p w:rsidR="00F5258D" w:rsidRPr="006B2555" w:rsidRDefault="00F5258D" w:rsidP="006B2555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6B2555">
        <w:rPr>
          <w:rFonts w:ascii="Times New Roman" w:hAnsi="Times New Roman"/>
          <w:sz w:val="28"/>
          <w:szCs w:val="28"/>
          <w:lang w:val="uk-UA"/>
        </w:rPr>
        <w:t>сільського голови</w:t>
      </w:r>
    </w:p>
    <w:p w:rsidR="00F5258D" w:rsidRPr="006B2555" w:rsidRDefault="00F5258D" w:rsidP="006B2555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10 грудня</w:t>
      </w:r>
      <w:r w:rsidRPr="006B2555">
        <w:rPr>
          <w:rFonts w:ascii="Times New Roman" w:hAnsi="Times New Roman"/>
          <w:sz w:val="28"/>
          <w:szCs w:val="28"/>
          <w:lang w:val="uk-UA"/>
        </w:rPr>
        <w:t xml:space="preserve"> 2021р. № </w:t>
      </w:r>
      <w:r>
        <w:rPr>
          <w:rFonts w:ascii="Times New Roman" w:hAnsi="Times New Roman"/>
          <w:sz w:val="28"/>
          <w:szCs w:val="28"/>
          <w:lang w:val="uk-UA"/>
        </w:rPr>
        <w:t>104</w:t>
      </w:r>
      <w:r w:rsidRPr="006B2555">
        <w:rPr>
          <w:rFonts w:ascii="Times New Roman" w:hAnsi="Times New Roman"/>
          <w:sz w:val="28"/>
          <w:szCs w:val="28"/>
          <w:lang w:val="uk-UA"/>
        </w:rPr>
        <w:t>-р</w:t>
      </w:r>
    </w:p>
    <w:p w:rsidR="00F5258D" w:rsidRDefault="00F5258D" w:rsidP="00BD24D5">
      <w:pPr>
        <w:pStyle w:val="c2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  <w:lang w:val="uk-UA"/>
        </w:rPr>
      </w:pPr>
    </w:p>
    <w:p w:rsidR="00F5258D" w:rsidRPr="00CF44A0" w:rsidRDefault="00F5258D" w:rsidP="008F1798">
      <w:pPr>
        <w:pStyle w:val="c2"/>
        <w:spacing w:before="0" w:beforeAutospacing="0" w:after="0" w:afterAutospacing="0"/>
        <w:jc w:val="center"/>
        <w:rPr>
          <w:rStyle w:val="c0"/>
          <w:b/>
          <w:bCs/>
          <w:color w:val="000000"/>
          <w:sz w:val="28"/>
          <w:szCs w:val="28"/>
          <w:lang w:val="uk-UA"/>
        </w:rPr>
      </w:pPr>
      <w:r w:rsidRPr="00CF44A0">
        <w:rPr>
          <w:rStyle w:val="c0"/>
          <w:b/>
          <w:bCs/>
          <w:color w:val="000000"/>
          <w:sz w:val="28"/>
          <w:szCs w:val="28"/>
          <w:lang w:val="uk-UA"/>
        </w:rPr>
        <w:t>СКЛАД</w:t>
      </w:r>
    </w:p>
    <w:p w:rsidR="00F5258D" w:rsidRPr="00CF44A0" w:rsidRDefault="00F5258D" w:rsidP="00DE1926">
      <w:pPr>
        <w:pStyle w:val="c2"/>
        <w:spacing w:before="0" w:beforeAutospacing="0" w:after="0" w:afterAutospacing="0"/>
        <w:jc w:val="center"/>
        <w:rPr>
          <w:rStyle w:val="c0"/>
          <w:b/>
          <w:bCs/>
          <w:color w:val="000000"/>
          <w:sz w:val="28"/>
          <w:szCs w:val="28"/>
          <w:lang w:val="uk-UA"/>
        </w:rPr>
      </w:pPr>
      <w:r w:rsidRPr="00CF44A0">
        <w:rPr>
          <w:b/>
          <w:color w:val="000000"/>
          <w:sz w:val="28"/>
          <w:szCs w:val="28"/>
          <w:lang w:val="uk-UA"/>
        </w:rPr>
        <w:t>щодо обстеження (огляду) житла осіб «групи ризику»</w:t>
      </w:r>
    </w:p>
    <w:p w:rsidR="00F5258D" w:rsidRDefault="00F5258D" w:rsidP="00BD24D5">
      <w:pPr>
        <w:pStyle w:val="c2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  <w:lang w:val="uk-UA"/>
        </w:rPr>
      </w:pPr>
    </w:p>
    <w:tbl>
      <w:tblPr>
        <w:tblW w:w="9648" w:type="dxa"/>
        <w:tblLook w:val="01E0"/>
      </w:tblPr>
      <w:tblGrid>
        <w:gridCol w:w="3888"/>
        <w:gridCol w:w="540"/>
        <w:gridCol w:w="5220"/>
      </w:tblGrid>
      <w:tr w:rsidR="00F5258D" w:rsidRPr="00D33B9F" w:rsidTr="00237C9E">
        <w:trPr>
          <w:trHeight w:val="270"/>
        </w:trPr>
        <w:tc>
          <w:tcPr>
            <w:tcW w:w="3888" w:type="dxa"/>
          </w:tcPr>
          <w:p w:rsidR="00F5258D" w:rsidRPr="00C46DD0" w:rsidRDefault="00F5258D" w:rsidP="00433770">
            <w:pPr>
              <w:pStyle w:val="Subtitle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F5258D" w:rsidRPr="00C46DD0" w:rsidRDefault="00F5258D" w:rsidP="00433770">
            <w:pPr>
              <w:pStyle w:val="Subtitle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C46DD0">
              <w:rPr>
                <w:rFonts w:ascii="Times New Roman" w:hAnsi="Times New Roman"/>
                <w:b w:val="0"/>
                <w:sz w:val="28"/>
                <w:szCs w:val="28"/>
              </w:rPr>
              <w:t>Староста</w:t>
            </w:r>
          </w:p>
          <w:p w:rsidR="00F5258D" w:rsidRPr="00C46DD0" w:rsidRDefault="00F5258D" w:rsidP="00433770">
            <w:pPr>
              <w:pStyle w:val="Subtitle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540" w:type="dxa"/>
          </w:tcPr>
          <w:p w:rsidR="00F5258D" w:rsidRPr="00C46DD0" w:rsidRDefault="00F5258D" w:rsidP="00433770">
            <w:pPr>
              <w:pStyle w:val="Subtitle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F5258D" w:rsidRPr="00C46DD0" w:rsidRDefault="00F5258D" w:rsidP="00433770">
            <w:pPr>
              <w:pStyle w:val="Subtitle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46DD0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5220" w:type="dxa"/>
          </w:tcPr>
          <w:p w:rsidR="00F5258D" w:rsidRPr="00C46DD0" w:rsidRDefault="00F5258D" w:rsidP="00433770">
            <w:pPr>
              <w:pStyle w:val="Subtitle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F5258D" w:rsidRPr="00C46DD0" w:rsidRDefault="00F5258D" w:rsidP="00433770">
            <w:pPr>
              <w:pStyle w:val="Subtitle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46DD0">
              <w:rPr>
                <w:rFonts w:ascii="Times New Roman" w:hAnsi="Times New Roman"/>
                <w:b w:val="0"/>
                <w:sz w:val="28"/>
                <w:szCs w:val="28"/>
              </w:rPr>
              <w:t>на відповідній території старостинського округу територіальної громади</w:t>
            </w:r>
          </w:p>
          <w:p w:rsidR="00F5258D" w:rsidRPr="00C46DD0" w:rsidRDefault="00F5258D" w:rsidP="00433770">
            <w:pPr>
              <w:pStyle w:val="Subtitle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F5258D" w:rsidTr="00237C9E">
        <w:trPr>
          <w:trHeight w:val="1065"/>
        </w:trPr>
        <w:tc>
          <w:tcPr>
            <w:tcW w:w="3888" w:type="dxa"/>
          </w:tcPr>
          <w:p w:rsidR="00F5258D" w:rsidRPr="00C46DD0" w:rsidRDefault="00F5258D" w:rsidP="00433770">
            <w:pPr>
              <w:pStyle w:val="Subtitle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46DD0">
              <w:rPr>
                <w:rFonts w:ascii="Times New Roman" w:hAnsi="Times New Roman"/>
                <w:b w:val="0"/>
                <w:sz w:val="28"/>
                <w:szCs w:val="28"/>
              </w:rPr>
              <w:t>Фахівець із соціальної роботи КУ «ЦНСП" Синюхино-Брідської сільської ради</w:t>
            </w:r>
          </w:p>
          <w:p w:rsidR="00F5258D" w:rsidRPr="00C46DD0" w:rsidRDefault="00F5258D" w:rsidP="00433770">
            <w:pPr>
              <w:pStyle w:val="Subtitle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F5258D" w:rsidRPr="00C46DD0" w:rsidRDefault="00F5258D" w:rsidP="00433770">
            <w:pPr>
              <w:pStyle w:val="Subtitle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540" w:type="dxa"/>
          </w:tcPr>
          <w:p w:rsidR="00F5258D" w:rsidRPr="00C46DD0" w:rsidRDefault="00F5258D" w:rsidP="00433770">
            <w:pPr>
              <w:pStyle w:val="Subtitle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46DD0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5220" w:type="dxa"/>
          </w:tcPr>
          <w:p w:rsidR="00F5258D" w:rsidRPr="00C46DD0" w:rsidRDefault="00F5258D" w:rsidP="00433770">
            <w:pPr>
              <w:pStyle w:val="Subtitle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46DD0">
              <w:rPr>
                <w:rFonts w:ascii="Times New Roman" w:hAnsi="Times New Roman"/>
                <w:b w:val="0"/>
                <w:sz w:val="28"/>
                <w:szCs w:val="28"/>
              </w:rPr>
              <w:t>на відповідній території старостинського округу територіальної громади</w:t>
            </w:r>
          </w:p>
          <w:p w:rsidR="00F5258D" w:rsidRPr="00C46DD0" w:rsidRDefault="00F5258D" w:rsidP="00433770">
            <w:pPr>
              <w:pStyle w:val="Subtitle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F5258D" w:rsidTr="00237C9E">
        <w:trPr>
          <w:trHeight w:val="810"/>
        </w:trPr>
        <w:tc>
          <w:tcPr>
            <w:tcW w:w="3888" w:type="dxa"/>
          </w:tcPr>
          <w:p w:rsidR="00F5258D" w:rsidRPr="00C46DD0" w:rsidRDefault="00F5258D" w:rsidP="00433770">
            <w:pPr>
              <w:pStyle w:val="Subtitle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46DD0">
              <w:rPr>
                <w:rFonts w:ascii="Times New Roman" w:hAnsi="Times New Roman"/>
                <w:b w:val="0"/>
                <w:sz w:val="28"/>
                <w:szCs w:val="28"/>
              </w:rPr>
              <w:t xml:space="preserve">Депутат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сільської</w:t>
            </w:r>
            <w:r w:rsidRPr="00C46DD0">
              <w:rPr>
                <w:rFonts w:ascii="Times New Roman" w:hAnsi="Times New Roman"/>
                <w:b w:val="0"/>
                <w:sz w:val="28"/>
                <w:szCs w:val="28"/>
              </w:rPr>
              <w:t xml:space="preserve"> ради</w:t>
            </w:r>
          </w:p>
        </w:tc>
        <w:tc>
          <w:tcPr>
            <w:tcW w:w="540" w:type="dxa"/>
          </w:tcPr>
          <w:p w:rsidR="00F5258D" w:rsidRPr="00C46DD0" w:rsidRDefault="00F5258D" w:rsidP="00433770">
            <w:pPr>
              <w:pStyle w:val="Subtitle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46DD0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5220" w:type="dxa"/>
          </w:tcPr>
          <w:p w:rsidR="00F5258D" w:rsidRPr="00C46DD0" w:rsidRDefault="00F5258D" w:rsidP="004A2374">
            <w:pPr>
              <w:pStyle w:val="Subtitle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46DD0">
              <w:rPr>
                <w:rFonts w:ascii="Times New Roman" w:hAnsi="Times New Roman"/>
                <w:b w:val="0"/>
                <w:sz w:val="28"/>
                <w:szCs w:val="28"/>
              </w:rPr>
              <w:t>на відповідній території старостинського округу територіальної громади</w:t>
            </w:r>
          </w:p>
          <w:p w:rsidR="00F5258D" w:rsidRPr="00C46DD0" w:rsidRDefault="00F5258D" w:rsidP="00433770">
            <w:pPr>
              <w:pStyle w:val="Subtitle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F5258D" w:rsidTr="00237C9E">
        <w:trPr>
          <w:trHeight w:val="870"/>
        </w:trPr>
        <w:tc>
          <w:tcPr>
            <w:tcW w:w="3888" w:type="dxa"/>
          </w:tcPr>
          <w:p w:rsidR="00F5258D" w:rsidRPr="00C46DD0" w:rsidRDefault="00F5258D" w:rsidP="00433770">
            <w:pPr>
              <w:pStyle w:val="Subtitle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46DD0">
              <w:rPr>
                <w:rFonts w:ascii="Times New Roman" w:hAnsi="Times New Roman"/>
                <w:b w:val="0"/>
                <w:sz w:val="28"/>
                <w:szCs w:val="28"/>
              </w:rPr>
              <w:t>Дільничний офіцер поліції</w:t>
            </w:r>
          </w:p>
        </w:tc>
        <w:tc>
          <w:tcPr>
            <w:tcW w:w="540" w:type="dxa"/>
          </w:tcPr>
          <w:p w:rsidR="00F5258D" w:rsidRPr="00C46DD0" w:rsidRDefault="00F5258D" w:rsidP="00433770">
            <w:pPr>
              <w:pStyle w:val="Subtitle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46DD0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5220" w:type="dxa"/>
          </w:tcPr>
          <w:p w:rsidR="00F5258D" w:rsidRPr="00C46DD0" w:rsidRDefault="00F5258D" w:rsidP="0093208A">
            <w:pPr>
              <w:pStyle w:val="Subtitle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46DD0">
              <w:rPr>
                <w:rFonts w:ascii="Times New Roman" w:hAnsi="Times New Roman"/>
                <w:b w:val="0"/>
                <w:sz w:val="28"/>
                <w:szCs w:val="28"/>
              </w:rPr>
              <w:t>на відповідній території старостинського округу територіальної громади</w:t>
            </w:r>
          </w:p>
          <w:p w:rsidR="00F5258D" w:rsidRPr="00C46DD0" w:rsidRDefault="00F5258D" w:rsidP="00433770">
            <w:pPr>
              <w:pStyle w:val="Subtitle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F5258D" w:rsidTr="00237C9E">
        <w:trPr>
          <w:trHeight w:val="870"/>
        </w:trPr>
        <w:tc>
          <w:tcPr>
            <w:tcW w:w="3888" w:type="dxa"/>
          </w:tcPr>
          <w:p w:rsidR="00F5258D" w:rsidRPr="00C46DD0" w:rsidRDefault="00F5258D" w:rsidP="00433770">
            <w:pPr>
              <w:pStyle w:val="Subtitle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46DD0">
              <w:rPr>
                <w:rFonts w:ascii="Times New Roman" w:hAnsi="Times New Roman"/>
                <w:b w:val="0"/>
                <w:sz w:val="28"/>
                <w:szCs w:val="28"/>
              </w:rPr>
              <w:t>ВАРГАНЮК</w:t>
            </w:r>
          </w:p>
          <w:p w:rsidR="00F5258D" w:rsidRPr="00C46DD0" w:rsidRDefault="00F5258D" w:rsidP="00433770">
            <w:pPr>
              <w:pStyle w:val="Subtitle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46DD0">
              <w:rPr>
                <w:rFonts w:ascii="Times New Roman" w:hAnsi="Times New Roman"/>
                <w:b w:val="0"/>
                <w:sz w:val="28"/>
                <w:szCs w:val="28"/>
              </w:rPr>
              <w:t>Роман Олександрович</w:t>
            </w:r>
          </w:p>
        </w:tc>
        <w:tc>
          <w:tcPr>
            <w:tcW w:w="540" w:type="dxa"/>
          </w:tcPr>
          <w:p w:rsidR="00F5258D" w:rsidRPr="00C46DD0" w:rsidRDefault="00F5258D" w:rsidP="00433770">
            <w:pPr>
              <w:pStyle w:val="Subtitle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46DD0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5220" w:type="dxa"/>
          </w:tcPr>
          <w:p w:rsidR="00F5258D" w:rsidRPr="00C46DD0" w:rsidRDefault="00F5258D" w:rsidP="00433770">
            <w:pPr>
              <w:pStyle w:val="Subtitle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46DD0">
              <w:rPr>
                <w:rFonts w:ascii="Times New Roman" w:hAnsi="Times New Roman"/>
                <w:b w:val="0"/>
                <w:sz w:val="28"/>
                <w:szCs w:val="28"/>
              </w:rPr>
              <w:t>провідний інспектор ВЗНС ПРУ ГУ ДСНС України в Миколаївській області, старший лейтенант СЗН</w:t>
            </w:r>
          </w:p>
        </w:tc>
      </w:tr>
    </w:tbl>
    <w:p w:rsidR="00F5258D" w:rsidRPr="00D06FAF" w:rsidRDefault="00F5258D" w:rsidP="00BD24D5">
      <w:pPr>
        <w:pStyle w:val="c2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  <w:lang w:val="uk-UA"/>
        </w:rPr>
      </w:pPr>
      <w:r>
        <w:rPr>
          <w:rStyle w:val="c0"/>
          <w:bCs/>
          <w:color w:val="000000"/>
          <w:sz w:val="28"/>
          <w:szCs w:val="28"/>
          <w:lang w:val="uk-UA"/>
        </w:rPr>
        <w:t xml:space="preserve">  </w:t>
      </w:r>
    </w:p>
    <w:p w:rsidR="00F5258D" w:rsidRDefault="00F5258D" w:rsidP="00BD24D5">
      <w:pPr>
        <w:pStyle w:val="c2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  <w:lang w:val="uk-UA"/>
        </w:rPr>
      </w:pPr>
      <w:r>
        <w:rPr>
          <w:rStyle w:val="c0"/>
          <w:bCs/>
          <w:color w:val="000000"/>
          <w:sz w:val="28"/>
          <w:szCs w:val="28"/>
          <w:lang w:val="uk-UA"/>
        </w:rPr>
        <w:t>_________________________________________________________________</w:t>
      </w:r>
    </w:p>
    <w:p w:rsidR="00F5258D" w:rsidRDefault="00F5258D" w:rsidP="00BD24D5">
      <w:pPr>
        <w:pStyle w:val="c2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  <w:lang w:val="uk-UA"/>
        </w:rPr>
      </w:pPr>
    </w:p>
    <w:p w:rsidR="00F5258D" w:rsidRDefault="00F5258D" w:rsidP="00BD24D5">
      <w:pPr>
        <w:pStyle w:val="c2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  <w:lang w:val="uk-UA"/>
        </w:rPr>
      </w:pPr>
    </w:p>
    <w:p w:rsidR="00F5258D" w:rsidRDefault="00F5258D" w:rsidP="00BD24D5">
      <w:pPr>
        <w:pStyle w:val="c2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  <w:lang w:val="uk-UA"/>
        </w:rPr>
      </w:pPr>
    </w:p>
    <w:p w:rsidR="00F5258D" w:rsidRDefault="00F5258D" w:rsidP="00BD24D5">
      <w:pPr>
        <w:pStyle w:val="c2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  <w:lang w:val="uk-UA"/>
        </w:rPr>
      </w:pPr>
    </w:p>
    <w:p w:rsidR="00F5258D" w:rsidRDefault="00F5258D" w:rsidP="00BD24D5">
      <w:pPr>
        <w:pStyle w:val="c2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  <w:lang w:val="uk-UA"/>
        </w:rPr>
      </w:pPr>
    </w:p>
    <w:p w:rsidR="00F5258D" w:rsidRDefault="00F5258D" w:rsidP="00BD24D5">
      <w:pPr>
        <w:pStyle w:val="c2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  <w:lang w:val="uk-UA"/>
        </w:rPr>
      </w:pPr>
    </w:p>
    <w:p w:rsidR="00F5258D" w:rsidRDefault="00F5258D" w:rsidP="00BD24D5">
      <w:pPr>
        <w:pStyle w:val="c2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  <w:lang w:val="uk-UA"/>
        </w:rPr>
      </w:pPr>
    </w:p>
    <w:sectPr w:rsidR="00F5258D" w:rsidSect="002043A0">
      <w:headerReference w:type="even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258D" w:rsidRDefault="00F5258D">
      <w:r>
        <w:separator/>
      </w:r>
    </w:p>
  </w:endnote>
  <w:endnote w:type="continuationSeparator" w:id="0">
    <w:p w:rsidR="00F5258D" w:rsidRDefault="00F525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258D" w:rsidRDefault="00F5258D">
      <w:r>
        <w:separator/>
      </w:r>
    </w:p>
  </w:footnote>
  <w:footnote w:type="continuationSeparator" w:id="0">
    <w:p w:rsidR="00F5258D" w:rsidRDefault="00F525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58D" w:rsidRDefault="00F5258D" w:rsidP="00C3102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5258D" w:rsidRDefault="00F5258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611D"/>
    <w:rsid w:val="00003292"/>
    <w:rsid w:val="00046364"/>
    <w:rsid w:val="0005434E"/>
    <w:rsid w:val="000A0E42"/>
    <w:rsid w:val="000F1184"/>
    <w:rsid w:val="00120E93"/>
    <w:rsid w:val="001506EE"/>
    <w:rsid w:val="001573B7"/>
    <w:rsid w:val="001A1775"/>
    <w:rsid w:val="001B17FA"/>
    <w:rsid w:val="001C15A1"/>
    <w:rsid w:val="001F59FF"/>
    <w:rsid w:val="002043A0"/>
    <w:rsid w:val="00226CDE"/>
    <w:rsid w:val="00237C9E"/>
    <w:rsid w:val="00274DFB"/>
    <w:rsid w:val="00295839"/>
    <w:rsid w:val="002E1F39"/>
    <w:rsid w:val="002E53F4"/>
    <w:rsid w:val="00334CCF"/>
    <w:rsid w:val="0033626F"/>
    <w:rsid w:val="0035252A"/>
    <w:rsid w:val="003B530C"/>
    <w:rsid w:val="003E1342"/>
    <w:rsid w:val="003E3E07"/>
    <w:rsid w:val="00407075"/>
    <w:rsid w:val="00433770"/>
    <w:rsid w:val="004819BB"/>
    <w:rsid w:val="00487D8F"/>
    <w:rsid w:val="004A2374"/>
    <w:rsid w:val="004C0544"/>
    <w:rsid w:val="004E295F"/>
    <w:rsid w:val="00504B92"/>
    <w:rsid w:val="005303B9"/>
    <w:rsid w:val="00530C8D"/>
    <w:rsid w:val="0053490A"/>
    <w:rsid w:val="005B1836"/>
    <w:rsid w:val="005B33C9"/>
    <w:rsid w:val="005C5102"/>
    <w:rsid w:val="005D3F9F"/>
    <w:rsid w:val="006023C8"/>
    <w:rsid w:val="00610474"/>
    <w:rsid w:val="006216D9"/>
    <w:rsid w:val="006359E9"/>
    <w:rsid w:val="00643035"/>
    <w:rsid w:val="00651681"/>
    <w:rsid w:val="006666A9"/>
    <w:rsid w:val="00691C00"/>
    <w:rsid w:val="006A0E47"/>
    <w:rsid w:val="006A18E9"/>
    <w:rsid w:val="006A1BA0"/>
    <w:rsid w:val="006B2555"/>
    <w:rsid w:val="006B2D2D"/>
    <w:rsid w:val="00701529"/>
    <w:rsid w:val="00710995"/>
    <w:rsid w:val="007831AD"/>
    <w:rsid w:val="007E77CC"/>
    <w:rsid w:val="00822DBE"/>
    <w:rsid w:val="00830194"/>
    <w:rsid w:val="008A000C"/>
    <w:rsid w:val="008A7F52"/>
    <w:rsid w:val="008C34CD"/>
    <w:rsid w:val="008F1798"/>
    <w:rsid w:val="00914145"/>
    <w:rsid w:val="0093208A"/>
    <w:rsid w:val="0097581B"/>
    <w:rsid w:val="009E2DF8"/>
    <w:rsid w:val="00A036FC"/>
    <w:rsid w:val="00B27663"/>
    <w:rsid w:val="00B72388"/>
    <w:rsid w:val="00BA7F23"/>
    <w:rsid w:val="00BD24D5"/>
    <w:rsid w:val="00C002D9"/>
    <w:rsid w:val="00C3102D"/>
    <w:rsid w:val="00C3611D"/>
    <w:rsid w:val="00C46DD0"/>
    <w:rsid w:val="00CA43AC"/>
    <w:rsid w:val="00CC132B"/>
    <w:rsid w:val="00CC3264"/>
    <w:rsid w:val="00CC4FB7"/>
    <w:rsid w:val="00CF0F28"/>
    <w:rsid w:val="00CF44A0"/>
    <w:rsid w:val="00D06FAF"/>
    <w:rsid w:val="00D13D0A"/>
    <w:rsid w:val="00D33B9F"/>
    <w:rsid w:val="00D73E47"/>
    <w:rsid w:val="00D750DE"/>
    <w:rsid w:val="00D85BB3"/>
    <w:rsid w:val="00DE1926"/>
    <w:rsid w:val="00DE6624"/>
    <w:rsid w:val="00DE66FA"/>
    <w:rsid w:val="00E05D18"/>
    <w:rsid w:val="00E5165C"/>
    <w:rsid w:val="00E53693"/>
    <w:rsid w:val="00E62256"/>
    <w:rsid w:val="00E649BF"/>
    <w:rsid w:val="00EA3C29"/>
    <w:rsid w:val="00F14882"/>
    <w:rsid w:val="00F24ADE"/>
    <w:rsid w:val="00F401CE"/>
    <w:rsid w:val="00F5258D"/>
    <w:rsid w:val="00F57E11"/>
    <w:rsid w:val="00F86EB2"/>
    <w:rsid w:val="00F87363"/>
    <w:rsid w:val="00F95646"/>
    <w:rsid w:val="00FC3CAE"/>
    <w:rsid w:val="00FD7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7CC"/>
    <w:pPr>
      <w:spacing w:after="200" w:line="276" w:lineRule="auto"/>
    </w:pPr>
    <w:rPr>
      <w:rFonts w:eastAsia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7E77CC"/>
    <w:rPr>
      <w:rFonts w:eastAsia="Times New Roman"/>
    </w:rPr>
  </w:style>
  <w:style w:type="character" w:customStyle="1" w:styleId="c4">
    <w:name w:val="c4"/>
    <w:basedOn w:val="DefaultParagraphFont"/>
    <w:uiPriority w:val="99"/>
    <w:rsid w:val="007E77CC"/>
    <w:rPr>
      <w:rFonts w:cs="Times New Roman"/>
    </w:rPr>
  </w:style>
  <w:style w:type="character" w:customStyle="1" w:styleId="c0">
    <w:name w:val="c0"/>
    <w:basedOn w:val="DefaultParagraphFont"/>
    <w:uiPriority w:val="99"/>
    <w:rsid w:val="007E77CC"/>
    <w:rPr>
      <w:rFonts w:cs="Times New Roman"/>
    </w:rPr>
  </w:style>
  <w:style w:type="paragraph" w:customStyle="1" w:styleId="c19">
    <w:name w:val="c19"/>
    <w:basedOn w:val="Normal"/>
    <w:uiPriority w:val="99"/>
    <w:rsid w:val="007E77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2">
    <w:name w:val="c2"/>
    <w:basedOn w:val="Normal"/>
    <w:uiPriority w:val="99"/>
    <w:rsid w:val="007E77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64">
    <w:name w:val="c64"/>
    <w:basedOn w:val="Normal"/>
    <w:uiPriority w:val="99"/>
    <w:rsid w:val="007E77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691C0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2043A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7581B"/>
    <w:rPr>
      <w:rFonts w:eastAsia="Times New Roman" w:cs="Times New Roman"/>
      <w:lang w:eastAsia="en-US"/>
    </w:rPr>
  </w:style>
  <w:style w:type="character" w:styleId="PageNumber">
    <w:name w:val="page number"/>
    <w:basedOn w:val="DefaultParagraphFont"/>
    <w:uiPriority w:val="99"/>
    <w:rsid w:val="002043A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023C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7581B"/>
    <w:rPr>
      <w:rFonts w:eastAsia="Times New Roman" w:cs="Times New Roman"/>
      <w:lang w:eastAsia="en-US"/>
    </w:rPr>
  </w:style>
  <w:style w:type="character" w:customStyle="1" w:styleId="SubtitleChar1">
    <w:name w:val="Subtitle Char1"/>
    <w:uiPriority w:val="99"/>
    <w:locked/>
    <w:rsid w:val="00D06FAF"/>
    <w:rPr>
      <w:b/>
      <w:sz w:val="24"/>
      <w:lang w:val="uk-UA" w:eastAsia="ru-RU"/>
    </w:rPr>
  </w:style>
  <w:style w:type="paragraph" w:styleId="Subtitle">
    <w:name w:val="Subtitle"/>
    <w:basedOn w:val="Normal"/>
    <w:link w:val="SubtitleChar"/>
    <w:uiPriority w:val="99"/>
    <w:qFormat/>
    <w:locked/>
    <w:rsid w:val="00D06FAF"/>
    <w:pPr>
      <w:spacing w:after="0" w:line="240" w:lineRule="auto"/>
      <w:jc w:val="center"/>
    </w:pPr>
    <w:rPr>
      <w:rFonts w:eastAsia="Calibri"/>
      <w:b/>
      <w:sz w:val="24"/>
      <w:szCs w:val="20"/>
      <w:lang w:val="uk-UA" w:eastAsia="ru-RU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97581B"/>
    <w:rPr>
      <w:rFonts w:ascii="Cambria" w:hAnsi="Cambria"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422</TotalTime>
  <Pages>3</Pages>
  <Words>476</Words>
  <Characters>2717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74</cp:revision>
  <cp:lastPrinted>2021-12-15T12:27:00Z</cp:lastPrinted>
  <dcterms:created xsi:type="dcterms:W3CDTF">2021-11-08T09:53:00Z</dcterms:created>
  <dcterms:modified xsi:type="dcterms:W3CDTF">2021-12-15T14:47:00Z</dcterms:modified>
</cp:coreProperties>
</file>