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E06" w:rsidRPr="00FB4167" w:rsidRDefault="00587E06" w:rsidP="00494262">
      <w:pPr>
        <w:pStyle w:val="Subtitle"/>
        <w:rPr>
          <w:b w:val="0"/>
          <w:noProof/>
          <w:sz w:val="32"/>
        </w:rPr>
      </w:pPr>
      <w:r w:rsidRPr="00FB4167">
        <w:rPr>
          <w:rFonts w:ascii="MS Sans Serif" w:hAnsi="MS Sans Serif"/>
          <w:b w:val="0"/>
          <w:noProof/>
          <w:sz w:val="1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">
            <v:imagedata r:id="rId6" o:title="" grayscale="t" bilevel="t"/>
          </v:shape>
        </w:pict>
      </w:r>
    </w:p>
    <w:p w:rsidR="00587E06" w:rsidRPr="00FB4167" w:rsidRDefault="00587E06" w:rsidP="00182DAF">
      <w:pPr>
        <w:pStyle w:val="Title"/>
        <w:rPr>
          <w:b w:val="0"/>
          <w:sz w:val="32"/>
        </w:rPr>
      </w:pPr>
      <w:r w:rsidRPr="00FB4167">
        <w:rPr>
          <w:b w:val="0"/>
          <w:sz w:val="32"/>
        </w:rPr>
        <w:t>УКРАЇНА</w:t>
      </w:r>
    </w:p>
    <w:p w:rsidR="00587E06" w:rsidRPr="00FB4167" w:rsidRDefault="00587E06" w:rsidP="00182DAF">
      <w:pPr>
        <w:pStyle w:val="Subtitle"/>
        <w:rPr>
          <w:b w:val="0"/>
          <w:sz w:val="28"/>
        </w:rPr>
      </w:pPr>
      <w:r w:rsidRPr="00FB4167">
        <w:rPr>
          <w:b w:val="0"/>
          <w:sz w:val="28"/>
        </w:rPr>
        <w:t>Синюхино</w:t>
      </w:r>
      <w:r w:rsidRPr="00FB4167">
        <w:rPr>
          <w:b w:val="0"/>
          <w:sz w:val="28"/>
          <w:lang w:val="ru-RU"/>
        </w:rPr>
        <w:t>-</w:t>
      </w:r>
      <w:r w:rsidRPr="00FB4167">
        <w:rPr>
          <w:b w:val="0"/>
          <w:sz w:val="28"/>
        </w:rPr>
        <w:t>Брідська сільська рада</w:t>
      </w:r>
    </w:p>
    <w:p w:rsidR="00587E06" w:rsidRPr="00FB4167" w:rsidRDefault="00587E06" w:rsidP="00182DAF">
      <w:pPr>
        <w:pStyle w:val="Subtitle"/>
        <w:rPr>
          <w:b w:val="0"/>
          <w:sz w:val="28"/>
        </w:rPr>
      </w:pPr>
      <w:r w:rsidRPr="00FB4167">
        <w:rPr>
          <w:b w:val="0"/>
          <w:sz w:val="28"/>
        </w:rPr>
        <w:t>Первомайського району Миколаївської області</w:t>
      </w:r>
    </w:p>
    <w:p w:rsidR="00587E06" w:rsidRDefault="00587E06" w:rsidP="00182DAF">
      <w:pPr>
        <w:pStyle w:val="Subtitle"/>
        <w:rPr>
          <w:sz w:val="28"/>
        </w:rPr>
      </w:pPr>
    </w:p>
    <w:p w:rsidR="00587E06" w:rsidRDefault="00587E06" w:rsidP="00182DAF">
      <w:pPr>
        <w:pStyle w:val="Subtitle"/>
        <w:rPr>
          <w:sz w:val="28"/>
        </w:rPr>
      </w:pPr>
      <w:r>
        <w:rPr>
          <w:sz w:val="28"/>
        </w:rPr>
        <w:t>Р О З П О Р Я Д Ж Е Н Н Я</w:t>
      </w:r>
    </w:p>
    <w:p w:rsidR="00587E06" w:rsidRDefault="00587E06" w:rsidP="00182DAF">
      <w:pPr>
        <w:pStyle w:val="Subtitle"/>
        <w:rPr>
          <w:sz w:val="28"/>
          <w:lang w:val="ru-RU"/>
        </w:rPr>
      </w:pPr>
    </w:p>
    <w:p w:rsidR="00587E06" w:rsidRPr="0038419E" w:rsidRDefault="00587E06" w:rsidP="00182DAF">
      <w:pPr>
        <w:pStyle w:val="Subtitl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  <w:lang w:val="ru-RU"/>
        </w:rPr>
        <w:t>07</w:t>
      </w:r>
      <w:r w:rsidRPr="0038419E">
        <w:rPr>
          <w:b w:val="0"/>
          <w:sz w:val="28"/>
          <w:szCs w:val="28"/>
          <w:lang w:val="ru-RU"/>
        </w:rPr>
        <w:t xml:space="preserve"> </w:t>
      </w:r>
      <w:r>
        <w:rPr>
          <w:b w:val="0"/>
          <w:sz w:val="28"/>
          <w:szCs w:val="28"/>
          <w:lang w:val="ru-RU"/>
        </w:rPr>
        <w:t>квітня</w:t>
      </w:r>
      <w:r w:rsidRPr="0038419E">
        <w:rPr>
          <w:b w:val="0"/>
          <w:sz w:val="28"/>
          <w:szCs w:val="28"/>
          <w:lang w:val="ru-RU"/>
        </w:rPr>
        <w:t xml:space="preserve"> </w:t>
      </w:r>
      <w:r w:rsidRPr="0038419E">
        <w:rPr>
          <w:b w:val="0"/>
          <w:sz w:val="28"/>
          <w:szCs w:val="28"/>
        </w:rPr>
        <w:t>20</w:t>
      </w:r>
      <w:r w:rsidRPr="0038419E">
        <w:rPr>
          <w:b w:val="0"/>
          <w:sz w:val="28"/>
          <w:szCs w:val="28"/>
          <w:lang w:val="ru-RU"/>
        </w:rPr>
        <w:t xml:space="preserve">21 </w:t>
      </w:r>
      <w:r w:rsidRPr="0038419E">
        <w:rPr>
          <w:b w:val="0"/>
          <w:sz w:val="28"/>
          <w:szCs w:val="28"/>
        </w:rPr>
        <w:t xml:space="preserve">року         </w:t>
      </w:r>
      <w:r w:rsidRPr="0038419E">
        <w:rPr>
          <w:b w:val="0"/>
          <w:sz w:val="28"/>
          <w:szCs w:val="28"/>
          <w:lang w:val="ru-RU"/>
        </w:rPr>
        <w:t xml:space="preserve">   </w:t>
      </w:r>
      <w:r w:rsidRPr="0038419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  </w:t>
      </w:r>
      <w:r w:rsidRPr="0038419E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>ело</w:t>
      </w:r>
      <w:r w:rsidRPr="0038419E">
        <w:rPr>
          <w:b w:val="0"/>
          <w:sz w:val="28"/>
          <w:szCs w:val="28"/>
        </w:rPr>
        <w:t xml:space="preserve"> Синюхин Брід     </w:t>
      </w:r>
      <w:r w:rsidRPr="0038419E">
        <w:rPr>
          <w:b w:val="0"/>
          <w:sz w:val="28"/>
          <w:szCs w:val="28"/>
          <w:lang w:val="ru-RU"/>
        </w:rPr>
        <w:t xml:space="preserve">                      </w:t>
      </w:r>
      <w:r w:rsidRPr="0038419E">
        <w:rPr>
          <w:b w:val="0"/>
          <w:sz w:val="28"/>
          <w:szCs w:val="28"/>
        </w:rPr>
        <w:t xml:space="preserve">      №</w:t>
      </w:r>
      <w:r w:rsidRPr="0038419E">
        <w:rPr>
          <w:b w:val="0"/>
          <w:sz w:val="28"/>
          <w:szCs w:val="28"/>
          <w:lang w:val="ru-RU"/>
        </w:rPr>
        <w:t xml:space="preserve">  </w:t>
      </w:r>
      <w:r>
        <w:rPr>
          <w:b w:val="0"/>
          <w:sz w:val="28"/>
          <w:szCs w:val="28"/>
          <w:lang w:val="ru-RU"/>
        </w:rPr>
        <w:t>31</w:t>
      </w:r>
      <w:r w:rsidRPr="0038419E">
        <w:rPr>
          <w:b w:val="0"/>
          <w:sz w:val="28"/>
          <w:szCs w:val="28"/>
          <w:lang w:val="ru-RU"/>
        </w:rPr>
        <w:t>-р</w:t>
      </w:r>
    </w:p>
    <w:p w:rsidR="00587E06" w:rsidRDefault="00587E06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7E06" w:rsidRDefault="00587E06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44"/>
        <w:tblW w:w="0" w:type="auto"/>
        <w:tblLook w:val="01E0"/>
      </w:tblPr>
      <w:tblGrid>
        <w:gridCol w:w="4630"/>
      </w:tblGrid>
      <w:tr w:rsidR="00587E06" w:rsidTr="00431E81">
        <w:trPr>
          <w:trHeight w:val="69"/>
        </w:trPr>
        <w:tc>
          <w:tcPr>
            <w:tcW w:w="4630" w:type="dxa"/>
          </w:tcPr>
          <w:p w:rsidR="00587E06" w:rsidRPr="00634C8B" w:rsidRDefault="00587E06" w:rsidP="00634C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34C8B">
              <w:rPr>
                <w:rFonts w:ascii="Times New Roman" w:hAnsi="Times New Roman"/>
                <w:b/>
                <w:sz w:val="28"/>
                <w:szCs w:val="28"/>
              </w:rPr>
              <w:t xml:space="preserve">Про призначення відповідальної особи по запобіганню та протидію </w:t>
            </w:r>
          </w:p>
          <w:p w:rsidR="00587E06" w:rsidRPr="00634C8B" w:rsidRDefault="00587E06" w:rsidP="00634C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34C8B">
              <w:rPr>
                <w:rFonts w:ascii="Times New Roman" w:hAnsi="Times New Roman"/>
                <w:b/>
                <w:sz w:val="28"/>
                <w:szCs w:val="28"/>
              </w:rPr>
              <w:t xml:space="preserve">домашньому насильству </w:t>
            </w:r>
          </w:p>
          <w:p w:rsidR="00587E06" w:rsidRPr="00BF0E9E" w:rsidRDefault="00587E06" w:rsidP="00BF0E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87E06" w:rsidRDefault="00587E06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7E06" w:rsidRDefault="00587E06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7E06" w:rsidRDefault="00587E06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7E06" w:rsidRDefault="00587E06" w:rsidP="008A4CA2">
      <w:pPr>
        <w:pStyle w:val="Subtitle"/>
        <w:ind w:firstLine="708"/>
        <w:jc w:val="both"/>
        <w:rPr>
          <w:b w:val="0"/>
          <w:sz w:val="28"/>
          <w:szCs w:val="28"/>
        </w:rPr>
      </w:pPr>
    </w:p>
    <w:p w:rsidR="00587E06" w:rsidRPr="0072397F" w:rsidRDefault="00587E06" w:rsidP="00C70FD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DA8">
        <w:rPr>
          <w:rFonts w:ascii="Times New Roman" w:hAnsi="Times New Roman"/>
          <w:sz w:val="28"/>
          <w:szCs w:val="28"/>
        </w:rPr>
        <w:t>Відповідн</w:t>
      </w:r>
      <w:r>
        <w:rPr>
          <w:rFonts w:ascii="Times New Roman" w:hAnsi="Times New Roman"/>
          <w:sz w:val="28"/>
          <w:szCs w:val="28"/>
        </w:rPr>
        <w:t>о до статті 42 Закону України «</w:t>
      </w:r>
      <w:r w:rsidRPr="00315DA8">
        <w:rPr>
          <w:rFonts w:ascii="Times New Roman" w:hAnsi="Times New Roman"/>
          <w:sz w:val="28"/>
          <w:szCs w:val="28"/>
        </w:rPr>
        <w:t>Про місцеве самоврядуванн</w:t>
      </w:r>
      <w:r>
        <w:rPr>
          <w:rFonts w:ascii="Times New Roman" w:hAnsi="Times New Roman"/>
          <w:sz w:val="28"/>
          <w:szCs w:val="28"/>
        </w:rPr>
        <w:t>я в Україні», Закону України «</w:t>
      </w:r>
      <w:r w:rsidRPr="00315DA8">
        <w:rPr>
          <w:rFonts w:ascii="Times New Roman" w:hAnsi="Times New Roman"/>
          <w:sz w:val="28"/>
          <w:szCs w:val="28"/>
        </w:rPr>
        <w:t>Про запобігання та протидію домашньому насильству», Закону України «Про забезпечення рівних прав та можливостей жінок і чоловіків», на виконання Постанови К</w:t>
      </w:r>
      <w:r>
        <w:rPr>
          <w:rFonts w:ascii="Times New Roman" w:hAnsi="Times New Roman"/>
          <w:sz w:val="28"/>
          <w:szCs w:val="28"/>
        </w:rPr>
        <w:t xml:space="preserve">абінету Міністрів України </w:t>
      </w:r>
      <w:r w:rsidRPr="00315DA8">
        <w:rPr>
          <w:rFonts w:ascii="Times New Roman" w:hAnsi="Times New Roman"/>
          <w:sz w:val="28"/>
          <w:szCs w:val="28"/>
        </w:rPr>
        <w:t>від 22.08.2018 року</w:t>
      </w:r>
      <w:r w:rsidRPr="0072397F"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 w:rsidRPr="00315DA8">
        <w:rPr>
          <w:rFonts w:ascii="Times New Roman" w:hAnsi="Times New Roman"/>
          <w:sz w:val="28"/>
          <w:szCs w:val="28"/>
        </w:rPr>
        <w:t xml:space="preserve">№ 658 </w:t>
      </w:r>
      <w:r w:rsidRPr="0072397F">
        <w:rPr>
          <w:rFonts w:ascii="Times New Roman" w:hAnsi="Times New Roman"/>
          <w:bCs/>
          <w:sz w:val="28"/>
          <w:szCs w:val="28"/>
          <w:shd w:val="clear" w:color="auto" w:fill="FFFFFF"/>
        </w:rPr>
        <w:t>«Про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статі»</w:t>
      </w:r>
      <w:r w:rsidRPr="0072397F">
        <w:rPr>
          <w:rFonts w:ascii="Times New Roman" w:hAnsi="Times New Roman"/>
          <w:sz w:val="28"/>
          <w:szCs w:val="28"/>
        </w:rPr>
        <w:t xml:space="preserve">: </w:t>
      </w:r>
    </w:p>
    <w:p w:rsidR="00587E06" w:rsidRDefault="00587E06" w:rsidP="00C70FD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DA8">
        <w:rPr>
          <w:rFonts w:ascii="Times New Roman" w:hAnsi="Times New Roman"/>
          <w:sz w:val="28"/>
          <w:szCs w:val="28"/>
        </w:rPr>
        <w:t>1. Затвердити Положення про</w:t>
      </w:r>
      <w:r>
        <w:rPr>
          <w:rFonts w:ascii="Times New Roman" w:hAnsi="Times New Roman"/>
          <w:sz w:val="28"/>
          <w:szCs w:val="28"/>
        </w:rPr>
        <w:t xml:space="preserve"> запобігання т</w:t>
      </w:r>
      <w:r w:rsidRPr="00315DA8">
        <w:rPr>
          <w:rFonts w:ascii="Times New Roman" w:hAnsi="Times New Roman"/>
          <w:sz w:val="28"/>
          <w:szCs w:val="28"/>
        </w:rPr>
        <w:t>а протидію домашньому насильст</w:t>
      </w:r>
      <w:r>
        <w:rPr>
          <w:rFonts w:ascii="Times New Roman" w:hAnsi="Times New Roman"/>
          <w:sz w:val="28"/>
          <w:szCs w:val="28"/>
        </w:rPr>
        <w:t>ву та насильству за ознакою стат</w:t>
      </w:r>
      <w:r w:rsidRPr="00315DA8">
        <w:rPr>
          <w:rFonts w:ascii="Times New Roman" w:hAnsi="Times New Roman"/>
          <w:sz w:val="28"/>
          <w:szCs w:val="28"/>
        </w:rPr>
        <w:t xml:space="preserve">і, що додається. </w:t>
      </w:r>
    </w:p>
    <w:p w:rsidR="00587E06" w:rsidRDefault="00587E06" w:rsidP="00C70FD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15DA8">
        <w:rPr>
          <w:rFonts w:ascii="Times New Roman" w:hAnsi="Times New Roman"/>
          <w:sz w:val="28"/>
          <w:szCs w:val="28"/>
        </w:rPr>
        <w:t>Призначити персонально-відповідальною особою за протидію домашньому насильст</w:t>
      </w:r>
      <w:r>
        <w:rPr>
          <w:rFonts w:ascii="Times New Roman" w:hAnsi="Times New Roman"/>
          <w:sz w:val="28"/>
          <w:szCs w:val="28"/>
        </w:rPr>
        <w:t>ву і насильству за ознакою стат</w:t>
      </w:r>
      <w:r w:rsidRPr="00315DA8">
        <w:rPr>
          <w:rFonts w:ascii="Times New Roman" w:hAnsi="Times New Roman"/>
          <w:sz w:val="28"/>
          <w:szCs w:val="28"/>
        </w:rPr>
        <w:t xml:space="preserve">і </w:t>
      </w:r>
      <w:r>
        <w:rPr>
          <w:rFonts w:ascii="Times New Roman" w:hAnsi="Times New Roman"/>
          <w:sz w:val="28"/>
          <w:szCs w:val="28"/>
        </w:rPr>
        <w:t>ЛЮБЧЕНКО Валентину Володимирівну</w:t>
      </w:r>
      <w:r w:rsidRPr="00315DA8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заступника сільського голови з питань діяльності виконавчих органів ради.</w:t>
      </w:r>
    </w:p>
    <w:p w:rsidR="00587E06" w:rsidRPr="001D7F18" w:rsidRDefault="00587E06" w:rsidP="00C70FD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15D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315DA8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Відповідальній особі Любченко В.В.</w:t>
      </w:r>
      <w:r w:rsidRPr="00315D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у своїй роботі </w:t>
      </w:r>
      <w:r w:rsidRPr="00315DA8">
        <w:rPr>
          <w:rFonts w:ascii="Times New Roman" w:hAnsi="Times New Roman"/>
          <w:sz w:val="28"/>
          <w:szCs w:val="28"/>
        </w:rPr>
        <w:t xml:space="preserve">керуватися Положенням про </w:t>
      </w:r>
      <w:r>
        <w:rPr>
          <w:rFonts w:ascii="Times New Roman" w:hAnsi="Times New Roman"/>
          <w:sz w:val="28"/>
          <w:szCs w:val="28"/>
        </w:rPr>
        <w:t>запобігання</w:t>
      </w:r>
      <w:r w:rsidRPr="00315DA8">
        <w:rPr>
          <w:rFonts w:ascii="Times New Roman" w:hAnsi="Times New Roman"/>
          <w:sz w:val="28"/>
          <w:szCs w:val="28"/>
        </w:rPr>
        <w:t xml:space="preserve"> за протидію домашньому насильству т</w:t>
      </w:r>
      <w:r>
        <w:rPr>
          <w:rFonts w:ascii="Times New Roman" w:hAnsi="Times New Roman"/>
          <w:sz w:val="28"/>
          <w:szCs w:val="28"/>
        </w:rPr>
        <w:t>а насильству за ознакою статі.</w:t>
      </w:r>
    </w:p>
    <w:p w:rsidR="00587E06" w:rsidRPr="00073BB6" w:rsidRDefault="00587E06" w:rsidP="00C70F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4</w:t>
      </w:r>
      <w:r w:rsidRPr="00073BB6">
        <w:rPr>
          <w:rFonts w:ascii="Times New Roman" w:hAnsi="Times New Roman"/>
          <w:sz w:val="28"/>
          <w:szCs w:val="28"/>
          <w:lang w:eastAsia="en-US"/>
        </w:rPr>
        <w:t xml:space="preserve">. Контроль за виконанням цього розпорядження залишаю за собою. </w:t>
      </w:r>
    </w:p>
    <w:p w:rsidR="00587E06" w:rsidRPr="00073BB6" w:rsidRDefault="00587E06" w:rsidP="00C70FD8">
      <w:pPr>
        <w:pStyle w:val="Subtitle"/>
        <w:jc w:val="both"/>
        <w:rPr>
          <w:b w:val="0"/>
          <w:sz w:val="28"/>
          <w:szCs w:val="28"/>
        </w:rPr>
      </w:pPr>
    </w:p>
    <w:p w:rsidR="00587E06" w:rsidRDefault="00587E06" w:rsidP="00C70FD8">
      <w:pPr>
        <w:pStyle w:val="Subtitle"/>
        <w:jc w:val="both"/>
        <w:rPr>
          <w:b w:val="0"/>
          <w:sz w:val="28"/>
          <w:szCs w:val="28"/>
        </w:rPr>
      </w:pPr>
    </w:p>
    <w:p w:rsidR="00587E06" w:rsidRDefault="00587E06" w:rsidP="00C70FD8">
      <w:pPr>
        <w:pStyle w:val="Subtitle"/>
        <w:jc w:val="both"/>
        <w:rPr>
          <w:b w:val="0"/>
          <w:sz w:val="28"/>
          <w:szCs w:val="28"/>
        </w:rPr>
      </w:pPr>
    </w:p>
    <w:p w:rsidR="00587E06" w:rsidRDefault="00587E06" w:rsidP="00C70FD8">
      <w:pPr>
        <w:pStyle w:val="Subtitle"/>
        <w:jc w:val="both"/>
        <w:rPr>
          <w:b w:val="0"/>
          <w:sz w:val="28"/>
          <w:szCs w:val="28"/>
        </w:rPr>
      </w:pPr>
    </w:p>
    <w:p w:rsidR="00587E06" w:rsidRPr="00E10F9F" w:rsidRDefault="00587E06" w:rsidP="00C70FD8">
      <w:pPr>
        <w:pStyle w:val="Subtitle"/>
        <w:jc w:val="both"/>
        <w:rPr>
          <w:b w:val="0"/>
          <w:sz w:val="28"/>
          <w:szCs w:val="28"/>
          <w:lang w:val="ru-RU"/>
        </w:rPr>
      </w:pPr>
      <w:r w:rsidRPr="00E10F9F">
        <w:rPr>
          <w:sz w:val="28"/>
          <w:szCs w:val="28"/>
        </w:rPr>
        <w:t xml:space="preserve">  </w:t>
      </w:r>
      <w:r w:rsidRPr="00E10F9F">
        <w:rPr>
          <w:b w:val="0"/>
          <w:sz w:val="28"/>
          <w:szCs w:val="28"/>
        </w:rPr>
        <w:t xml:space="preserve">Сільський голова                                                                </w:t>
      </w:r>
      <w:r>
        <w:rPr>
          <w:b w:val="0"/>
          <w:sz w:val="28"/>
          <w:szCs w:val="28"/>
        </w:rPr>
        <w:t xml:space="preserve">        </w:t>
      </w:r>
      <w:r w:rsidRPr="00E10F9F">
        <w:rPr>
          <w:b w:val="0"/>
          <w:sz w:val="28"/>
          <w:szCs w:val="28"/>
        </w:rPr>
        <w:t xml:space="preserve">Олександр ЗУБКО  </w:t>
      </w:r>
    </w:p>
    <w:sectPr w:rsidR="00587E06" w:rsidRPr="00E10F9F" w:rsidSect="00494262">
      <w:headerReference w:type="even" r:id="rId7"/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E06" w:rsidRDefault="00587E06">
      <w:r>
        <w:separator/>
      </w:r>
    </w:p>
  </w:endnote>
  <w:endnote w:type="continuationSeparator" w:id="0">
    <w:p w:rsidR="00587E06" w:rsidRDefault="00587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E06" w:rsidRDefault="00587E06">
      <w:r>
        <w:separator/>
      </w:r>
    </w:p>
  </w:footnote>
  <w:footnote w:type="continuationSeparator" w:id="0">
    <w:p w:rsidR="00587E06" w:rsidRDefault="00587E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E06" w:rsidRDefault="00587E06" w:rsidP="004942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87E06" w:rsidRDefault="00587E0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E06" w:rsidRDefault="00587E06" w:rsidP="004942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87E06" w:rsidRDefault="00587E0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F6A"/>
    <w:rsid w:val="00064950"/>
    <w:rsid w:val="00064C80"/>
    <w:rsid w:val="00071E1E"/>
    <w:rsid w:val="00073BB6"/>
    <w:rsid w:val="000B1A6D"/>
    <w:rsid w:val="000F3D96"/>
    <w:rsid w:val="00154F62"/>
    <w:rsid w:val="00161F47"/>
    <w:rsid w:val="00180B09"/>
    <w:rsid w:val="00182DAF"/>
    <w:rsid w:val="001D7F18"/>
    <w:rsid w:val="001F0553"/>
    <w:rsid w:val="001F4994"/>
    <w:rsid w:val="001F5415"/>
    <w:rsid w:val="0020095F"/>
    <w:rsid w:val="002167DF"/>
    <w:rsid w:val="00227CE5"/>
    <w:rsid w:val="00272544"/>
    <w:rsid w:val="002804DC"/>
    <w:rsid w:val="00285AD6"/>
    <w:rsid w:val="00286A95"/>
    <w:rsid w:val="002A3CC8"/>
    <w:rsid w:val="002A7898"/>
    <w:rsid w:val="002E15D3"/>
    <w:rsid w:val="00307B77"/>
    <w:rsid w:val="00315DA8"/>
    <w:rsid w:val="003233DF"/>
    <w:rsid w:val="003239C3"/>
    <w:rsid w:val="003309D7"/>
    <w:rsid w:val="00346502"/>
    <w:rsid w:val="0035391C"/>
    <w:rsid w:val="0038419E"/>
    <w:rsid w:val="00392402"/>
    <w:rsid w:val="003A4542"/>
    <w:rsid w:val="003B581B"/>
    <w:rsid w:val="003C10C1"/>
    <w:rsid w:val="003F14E6"/>
    <w:rsid w:val="00407841"/>
    <w:rsid w:val="00431E81"/>
    <w:rsid w:val="00450795"/>
    <w:rsid w:val="004514C6"/>
    <w:rsid w:val="00494262"/>
    <w:rsid w:val="00513E04"/>
    <w:rsid w:val="00523739"/>
    <w:rsid w:val="00532E87"/>
    <w:rsid w:val="005501B9"/>
    <w:rsid w:val="00573A43"/>
    <w:rsid w:val="00587E06"/>
    <w:rsid w:val="00593815"/>
    <w:rsid w:val="005A3F4B"/>
    <w:rsid w:val="005A6449"/>
    <w:rsid w:val="005C3C2C"/>
    <w:rsid w:val="005C758C"/>
    <w:rsid w:val="005D1671"/>
    <w:rsid w:val="005D2379"/>
    <w:rsid w:val="00607C09"/>
    <w:rsid w:val="00634C8B"/>
    <w:rsid w:val="00646067"/>
    <w:rsid w:val="00657F21"/>
    <w:rsid w:val="00697BA7"/>
    <w:rsid w:val="006A1545"/>
    <w:rsid w:val="00706E46"/>
    <w:rsid w:val="0072397F"/>
    <w:rsid w:val="00753A1B"/>
    <w:rsid w:val="00757A0F"/>
    <w:rsid w:val="00761AEA"/>
    <w:rsid w:val="007A1F97"/>
    <w:rsid w:val="007C0F83"/>
    <w:rsid w:val="008241EB"/>
    <w:rsid w:val="008338CC"/>
    <w:rsid w:val="00856272"/>
    <w:rsid w:val="00857A3B"/>
    <w:rsid w:val="00894D47"/>
    <w:rsid w:val="008A4CA2"/>
    <w:rsid w:val="008C70A1"/>
    <w:rsid w:val="008E1946"/>
    <w:rsid w:val="008F2644"/>
    <w:rsid w:val="00904729"/>
    <w:rsid w:val="009952F8"/>
    <w:rsid w:val="009C19C8"/>
    <w:rsid w:val="009E22D3"/>
    <w:rsid w:val="009E66E2"/>
    <w:rsid w:val="00A74A4B"/>
    <w:rsid w:val="00A80F39"/>
    <w:rsid w:val="00A834BD"/>
    <w:rsid w:val="00A938AB"/>
    <w:rsid w:val="00AB020D"/>
    <w:rsid w:val="00AB2A04"/>
    <w:rsid w:val="00AB3501"/>
    <w:rsid w:val="00AC2457"/>
    <w:rsid w:val="00AE36E8"/>
    <w:rsid w:val="00AE621C"/>
    <w:rsid w:val="00AF6779"/>
    <w:rsid w:val="00B0769C"/>
    <w:rsid w:val="00B32F0B"/>
    <w:rsid w:val="00B457EA"/>
    <w:rsid w:val="00B7051C"/>
    <w:rsid w:val="00BA3208"/>
    <w:rsid w:val="00BA45D7"/>
    <w:rsid w:val="00BA4627"/>
    <w:rsid w:val="00BB7DA3"/>
    <w:rsid w:val="00BC00F5"/>
    <w:rsid w:val="00BC3524"/>
    <w:rsid w:val="00BF0E9E"/>
    <w:rsid w:val="00C018FF"/>
    <w:rsid w:val="00C21597"/>
    <w:rsid w:val="00C25DD7"/>
    <w:rsid w:val="00C70FD8"/>
    <w:rsid w:val="00C75598"/>
    <w:rsid w:val="00C954C7"/>
    <w:rsid w:val="00CA7F6A"/>
    <w:rsid w:val="00CB3183"/>
    <w:rsid w:val="00CC163A"/>
    <w:rsid w:val="00D17809"/>
    <w:rsid w:val="00D35FE3"/>
    <w:rsid w:val="00D5266E"/>
    <w:rsid w:val="00D967C5"/>
    <w:rsid w:val="00DA59E9"/>
    <w:rsid w:val="00DC6B9A"/>
    <w:rsid w:val="00DD6C46"/>
    <w:rsid w:val="00E10F9F"/>
    <w:rsid w:val="00ED2A41"/>
    <w:rsid w:val="00EF4B60"/>
    <w:rsid w:val="00F123FB"/>
    <w:rsid w:val="00F14400"/>
    <w:rsid w:val="00F1504B"/>
    <w:rsid w:val="00F215D0"/>
    <w:rsid w:val="00F25333"/>
    <w:rsid w:val="00F534C1"/>
    <w:rsid w:val="00F76084"/>
    <w:rsid w:val="00FB4167"/>
    <w:rsid w:val="00FC4B39"/>
    <w:rsid w:val="00FC6239"/>
    <w:rsid w:val="00FD1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04B"/>
    <w:pPr>
      <w:spacing w:after="200" w:line="276" w:lineRule="auto"/>
    </w:pPr>
    <w:rPr>
      <w:rFonts w:eastAsia="Times New Roman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1504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15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504B"/>
    <w:rPr>
      <w:rFonts w:ascii="Tahoma" w:hAnsi="Tahoma" w:cs="Tahoma"/>
      <w:sz w:val="16"/>
      <w:szCs w:val="16"/>
      <w:lang w:val="ru-RU" w:eastAsia="ru-RU"/>
    </w:rPr>
  </w:style>
  <w:style w:type="table" w:styleId="TableGrid">
    <w:name w:val="Table Grid"/>
    <w:basedOn w:val="TableNormal"/>
    <w:uiPriority w:val="99"/>
    <w:rsid w:val="00064950"/>
    <w:pPr>
      <w:widowControl w:val="0"/>
      <w:autoSpaceDE w:val="0"/>
      <w:autoSpaceDN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182DAF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182DAF"/>
    <w:rPr>
      <w:rFonts w:ascii="Times New Roman" w:hAnsi="Times New Roman" w:cs="Times New Roman"/>
      <w:b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182DAF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82DAF"/>
    <w:rPr>
      <w:rFonts w:ascii="Times New Roman" w:hAnsi="Times New Roman" w:cs="Times New Roman"/>
      <w:b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DD6C4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239C3"/>
    <w:rPr>
      <w:rFonts w:eastAsia="Times New Roman" w:cs="Times New Roman"/>
      <w:lang w:val="uk-UA"/>
    </w:rPr>
  </w:style>
  <w:style w:type="character" w:styleId="PageNumber">
    <w:name w:val="page number"/>
    <w:basedOn w:val="DefaultParagraphFont"/>
    <w:uiPriority w:val="99"/>
    <w:rsid w:val="00DD6C46"/>
    <w:rPr>
      <w:rFonts w:cs="Times New Roman"/>
    </w:rPr>
  </w:style>
  <w:style w:type="paragraph" w:styleId="NormalWeb">
    <w:name w:val="Normal (Web)"/>
    <w:basedOn w:val="Normal"/>
    <w:uiPriority w:val="99"/>
    <w:semiHidden/>
    <w:rsid w:val="00AB2A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171</TotalTime>
  <Pages>1</Pages>
  <Words>215</Words>
  <Characters>1228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МСР-2</dc:creator>
  <cp:keywords/>
  <dc:description/>
  <cp:lastModifiedBy>Пользователь</cp:lastModifiedBy>
  <cp:revision>83</cp:revision>
  <cp:lastPrinted>2021-04-12T07:56:00Z</cp:lastPrinted>
  <dcterms:created xsi:type="dcterms:W3CDTF">2021-03-19T09:13:00Z</dcterms:created>
  <dcterms:modified xsi:type="dcterms:W3CDTF">2021-07-15T12:32:00Z</dcterms:modified>
</cp:coreProperties>
</file>