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645" w:rsidRPr="00EF3A29" w:rsidRDefault="007E7645" w:rsidP="00007CB8">
      <w:pPr>
        <w:spacing w:after="0" w:line="240" w:lineRule="auto"/>
        <w:jc w:val="center"/>
        <w:rPr>
          <w:rFonts w:ascii="Times New Roman" w:hAnsi="Times New Roman"/>
          <w:noProof/>
          <w:sz w:val="32"/>
          <w:szCs w:val="20"/>
          <w:lang w:val="uk-UA" w:eastAsia="ru-RU"/>
        </w:rPr>
      </w:pPr>
      <w:r w:rsidRPr="0021200B">
        <w:rPr>
          <w:rFonts w:ascii="MS Sans Serif" w:hAnsi="MS Sans Serif"/>
          <w:noProof/>
          <w:sz w:val="16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TSIGN" style="width:39.75pt;height:55.5pt;visibility:visible">
            <v:imagedata r:id="rId5" o:title="" grayscale="t" bilevel="t"/>
          </v:shape>
        </w:pict>
      </w:r>
    </w:p>
    <w:p w:rsidR="007E7645" w:rsidRPr="00EF3A29" w:rsidRDefault="007E7645" w:rsidP="00007CB8">
      <w:pPr>
        <w:spacing w:after="0" w:line="240" w:lineRule="auto"/>
        <w:jc w:val="center"/>
        <w:rPr>
          <w:rFonts w:ascii="Times New Roman" w:hAnsi="Times New Roman"/>
          <w:sz w:val="32"/>
          <w:szCs w:val="20"/>
          <w:lang w:val="uk-UA" w:eastAsia="ru-RU"/>
        </w:rPr>
      </w:pPr>
      <w:r w:rsidRPr="00EF3A29">
        <w:rPr>
          <w:rFonts w:ascii="Times New Roman" w:hAnsi="Times New Roman"/>
          <w:sz w:val="32"/>
          <w:szCs w:val="20"/>
          <w:lang w:val="uk-UA" w:eastAsia="ru-RU"/>
        </w:rPr>
        <w:t>УКРАЇНА</w:t>
      </w:r>
    </w:p>
    <w:p w:rsidR="007E7645" w:rsidRPr="00EF3A29" w:rsidRDefault="007E7645" w:rsidP="00007CB8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val="uk-UA" w:eastAsia="ru-RU"/>
        </w:rPr>
      </w:pPr>
      <w:r w:rsidRPr="00EF3A29">
        <w:rPr>
          <w:rFonts w:ascii="Times New Roman" w:hAnsi="Times New Roman"/>
          <w:sz w:val="28"/>
          <w:szCs w:val="20"/>
          <w:lang w:val="uk-UA" w:eastAsia="ru-RU"/>
        </w:rPr>
        <w:t>Синюхино-Брідська   сільська рада</w:t>
      </w:r>
    </w:p>
    <w:p w:rsidR="007E7645" w:rsidRPr="00EF3A29" w:rsidRDefault="007E7645" w:rsidP="00007CB8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val="uk-UA" w:eastAsia="ru-RU"/>
        </w:rPr>
      </w:pPr>
      <w:r w:rsidRPr="00EF3A29">
        <w:rPr>
          <w:rFonts w:ascii="Times New Roman" w:hAnsi="Times New Roman"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7E7645" w:rsidRPr="00007CB8" w:rsidRDefault="007E7645" w:rsidP="00007CB8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uk-UA" w:eastAsia="ru-RU"/>
        </w:rPr>
      </w:pPr>
    </w:p>
    <w:p w:rsidR="007E7645" w:rsidRPr="00007CB8" w:rsidRDefault="007E7645" w:rsidP="00007CB8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uk-UA" w:eastAsia="ru-RU"/>
        </w:rPr>
      </w:pPr>
      <w:r w:rsidRPr="00007CB8">
        <w:rPr>
          <w:rFonts w:ascii="Times New Roman" w:hAnsi="Times New Roman"/>
          <w:b/>
          <w:sz w:val="28"/>
          <w:szCs w:val="20"/>
          <w:lang w:val="uk-UA" w:eastAsia="ru-RU"/>
        </w:rPr>
        <w:t>РОЗПОРЯДЖЕННЯ</w:t>
      </w:r>
    </w:p>
    <w:p w:rsidR="007E7645" w:rsidRPr="00007CB8" w:rsidRDefault="007E7645" w:rsidP="00007CB8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uk-UA" w:eastAsia="ru-RU"/>
        </w:rPr>
      </w:pPr>
    </w:p>
    <w:p w:rsidR="007E7645" w:rsidRPr="00007CB8" w:rsidRDefault="007E7645" w:rsidP="00007CB8">
      <w:pPr>
        <w:spacing w:after="0" w:line="240" w:lineRule="auto"/>
        <w:rPr>
          <w:rFonts w:ascii="Times New Roman" w:hAnsi="Times New Roman"/>
          <w:sz w:val="28"/>
          <w:szCs w:val="20"/>
          <w:lang w:val="uk-UA" w:eastAsia="ru-RU"/>
        </w:rPr>
      </w:pPr>
      <w:r w:rsidRPr="00007CB8">
        <w:rPr>
          <w:rFonts w:ascii="Times New Roman" w:hAnsi="Times New Roman"/>
          <w:sz w:val="28"/>
          <w:szCs w:val="20"/>
          <w:lang w:val="uk-UA" w:eastAsia="ru-RU"/>
        </w:rPr>
        <w:t>22</w:t>
      </w:r>
      <w:r>
        <w:rPr>
          <w:rFonts w:ascii="Times New Roman" w:hAnsi="Times New Roman"/>
          <w:sz w:val="28"/>
          <w:szCs w:val="20"/>
          <w:lang w:val="uk-UA" w:eastAsia="ru-RU"/>
        </w:rPr>
        <w:t xml:space="preserve"> березня </w:t>
      </w:r>
      <w:r w:rsidRPr="00007CB8">
        <w:rPr>
          <w:rFonts w:ascii="Times New Roman" w:hAnsi="Times New Roman"/>
          <w:sz w:val="28"/>
          <w:szCs w:val="20"/>
          <w:lang w:val="uk-UA" w:eastAsia="ru-RU"/>
        </w:rPr>
        <w:t xml:space="preserve"> 2021 року                с</w:t>
      </w:r>
      <w:r>
        <w:rPr>
          <w:rFonts w:ascii="Times New Roman" w:hAnsi="Times New Roman"/>
          <w:sz w:val="28"/>
          <w:szCs w:val="20"/>
          <w:lang w:val="uk-UA" w:eastAsia="ru-RU"/>
        </w:rPr>
        <w:t>ело</w:t>
      </w:r>
      <w:r w:rsidRPr="00007CB8">
        <w:rPr>
          <w:rFonts w:ascii="Times New Roman" w:hAnsi="Times New Roman"/>
          <w:sz w:val="28"/>
          <w:szCs w:val="20"/>
          <w:lang w:val="uk-UA" w:eastAsia="ru-RU"/>
        </w:rPr>
        <w:t xml:space="preserve"> Синюхин Брід                                   № 18-р</w:t>
      </w:r>
    </w:p>
    <w:p w:rsidR="007E7645" w:rsidRPr="00007CB8" w:rsidRDefault="007E7645" w:rsidP="00007CB8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444444"/>
          <w:sz w:val="28"/>
          <w:szCs w:val="28"/>
          <w:lang w:val="uk-UA" w:eastAsia="ru-RU"/>
        </w:rPr>
      </w:pPr>
    </w:p>
    <w:tbl>
      <w:tblPr>
        <w:tblW w:w="0" w:type="auto"/>
        <w:tblLook w:val="01E0"/>
      </w:tblPr>
      <w:tblGrid>
        <w:gridCol w:w="5345"/>
      </w:tblGrid>
      <w:tr w:rsidR="007E7645" w:rsidRPr="00D20456" w:rsidTr="00232E7F">
        <w:trPr>
          <w:trHeight w:val="1723"/>
        </w:trPr>
        <w:tc>
          <w:tcPr>
            <w:tcW w:w="5345" w:type="dxa"/>
          </w:tcPr>
          <w:p w:rsidR="007E7645" w:rsidRPr="00232E7F" w:rsidRDefault="007E7645" w:rsidP="00232E7F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</w:p>
          <w:p w:rsidR="007E7645" w:rsidRPr="00232E7F" w:rsidRDefault="007E7645" w:rsidP="00232E7F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232E7F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Про</w:t>
            </w:r>
            <w:r w:rsidRPr="00232E7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  </w:t>
            </w:r>
            <w:r w:rsidRPr="00232E7F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створення постійно діючої комісії з питань бджільництва, попередження та фіксації фактів масового отруєння бджіл на території Синюхино-Брідської сільської ради</w:t>
            </w:r>
          </w:p>
          <w:p w:rsidR="007E7645" w:rsidRPr="00232E7F" w:rsidRDefault="007E7645" w:rsidP="00232E7F">
            <w:pPr>
              <w:spacing w:after="0" w:line="240" w:lineRule="auto"/>
              <w:textAlignment w:val="baseline"/>
              <w:rPr>
                <w:rFonts w:ascii="Times New Roman" w:hAnsi="Times New Roman"/>
                <w:color w:val="444444"/>
                <w:sz w:val="28"/>
                <w:szCs w:val="28"/>
                <w:lang w:val="uk-UA" w:eastAsia="ru-RU"/>
              </w:rPr>
            </w:pPr>
          </w:p>
        </w:tc>
      </w:tr>
    </w:tbl>
    <w:p w:rsidR="007E7645" w:rsidRPr="00007CB8" w:rsidRDefault="007E7645" w:rsidP="00007CB8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color w:val="444444"/>
          <w:sz w:val="28"/>
          <w:szCs w:val="28"/>
          <w:lang w:val="uk-UA" w:eastAsia="ru-RU"/>
        </w:rPr>
      </w:pPr>
    </w:p>
    <w:p w:rsidR="007E7645" w:rsidRPr="00007CB8" w:rsidRDefault="007E7645" w:rsidP="00007CB8">
      <w:pPr>
        <w:shd w:val="clear" w:color="auto" w:fill="FFFFFF"/>
        <w:spacing w:after="240" w:line="240" w:lineRule="auto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 w:rsidRPr="00007CB8"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>
        <w:rPr>
          <w:rFonts w:ascii="Times New Roman" w:hAnsi="Times New Roman"/>
          <w:sz w:val="28"/>
          <w:szCs w:val="28"/>
          <w:lang w:val="uk-UA" w:eastAsia="ru-RU"/>
        </w:rPr>
        <w:t>В</w:t>
      </w:r>
      <w:r w:rsidRPr="000101BD">
        <w:rPr>
          <w:rFonts w:ascii="Times New Roman" w:hAnsi="Times New Roman"/>
          <w:sz w:val="28"/>
          <w:szCs w:val="28"/>
          <w:lang w:val="uk-UA"/>
        </w:rPr>
        <w:t>ідповідно до пункту 20 частини четвертої статті 42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101BD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007CB8">
        <w:rPr>
          <w:rFonts w:ascii="Times New Roman" w:hAnsi="Times New Roman"/>
          <w:sz w:val="28"/>
          <w:szCs w:val="28"/>
          <w:lang w:val="uk-UA" w:eastAsia="ru-RU"/>
        </w:rPr>
        <w:t>Закону України «Про бджільництво»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з</w:t>
      </w:r>
      <w:r w:rsidRPr="000101BD">
        <w:rPr>
          <w:rFonts w:ascii="Times New Roman" w:hAnsi="Times New Roman"/>
          <w:sz w:val="28"/>
          <w:szCs w:val="28"/>
          <w:lang w:val="uk-UA" w:eastAsia="ru-RU"/>
        </w:rPr>
        <w:t xml:space="preserve"> метою попередження та виключення випадків отруєння бджіл засобами захисту</w:t>
      </w:r>
      <w:r w:rsidRPr="00007CB8">
        <w:rPr>
          <w:rFonts w:ascii="Times New Roman" w:hAnsi="Times New Roman"/>
          <w:sz w:val="28"/>
          <w:szCs w:val="28"/>
          <w:lang w:val="uk-UA" w:eastAsia="ru-RU"/>
        </w:rPr>
        <w:t xml:space="preserve"> рослин (пестицидами та агрохімікатами) під час обробітку аграріями сільськогосподарських культур</w:t>
      </w:r>
      <w:r>
        <w:rPr>
          <w:rFonts w:ascii="Times New Roman" w:hAnsi="Times New Roman"/>
          <w:sz w:val="28"/>
          <w:szCs w:val="28"/>
          <w:lang w:val="uk-UA" w:eastAsia="ru-RU"/>
        </w:rPr>
        <w:t>:</w:t>
      </w:r>
      <w:r w:rsidRPr="00007CB8">
        <w:rPr>
          <w:rFonts w:ascii="Times New Roman" w:hAnsi="Times New Roman"/>
          <w:sz w:val="28"/>
          <w:szCs w:val="28"/>
          <w:lang w:eastAsia="ru-RU"/>
        </w:rPr>
        <w:t> </w:t>
      </w:r>
      <w:r w:rsidRPr="00007CB8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7E7645" w:rsidRDefault="007E7645" w:rsidP="005554A2">
      <w:pPr>
        <w:pStyle w:val="ListParagraph"/>
        <w:shd w:val="clear" w:color="auto" w:fill="FFFFFF"/>
        <w:spacing w:after="0" w:line="240" w:lineRule="auto"/>
        <w:ind w:left="0" w:right="-143" w:firstLine="900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007CB8">
        <w:rPr>
          <w:rFonts w:ascii="Times New Roman" w:hAnsi="Times New Roman"/>
          <w:sz w:val="28"/>
          <w:szCs w:val="28"/>
          <w:lang w:val="uk-UA"/>
        </w:rPr>
        <w:t xml:space="preserve">Створити </w:t>
      </w:r>
      <w:r>
        <w:rPr>
          <w:rFonts w:ascii="Times New Roman" w:hAnsi="Times New Roman"/>
          <w:sz w:val="28"/>
          <w:szCs w:val="28"/>
          <w:lang w:val="uk-UA"/>
        </w:rPr>
        <w:t xml:space="preserve">та затвердити </w:t>
      </w:r>
      <w:r w:rsidRPr="00007CB8">
        <w:rPr>
          <w:rFonts w:ascii="Times New Roman" w:hAnsi="Times New Roman"/>
          <w:sz w:val="28"/>
          <w:szCs w:val="28"/>
          <w:lang w:val="uk-UA" w:eastAsia="ru-RU"/>
        </w:rPr>
        <w:t xml:space="preserve">постійно діючу комісію з питань бджільництва, попередження та фіксації фактів масового отруєння бджіл на території Синюхино-Брідської сільської ради </w:t>
      </w:r>
      <w:r>
        <w:rPr>
          <w:rFonts w:ascii="Times New Roman" w:hAnsi="Times New Roman"/>
          <w:sz w:val="28"/>
          <w:szCs w:val="28"/>
          <w:lang w:val="uk-UA" w:eastAsia="ru-RU"/>
        </w:rPr>
        <w:t>у</w:t>
      </w:r>
      <w:r w:rsidRPr="00007CB8">
        <w:rPr>
          <w:rFonts w:ascii="Times New Roman" w:hAnsi="Times New Roman"/>
          <w:sz w:val="28"/>
          <w:szCs w:val="28"/>
          <w:lang w:val="uk-UA" w:eastAsia="ru-RU"/>
        </w:rPr>
        <w:t xml:space="preserve"> склад</w:t>
      </w:r>
      <w:r>
        <w:rPr>
          <w:rFonts w:ascii="Times New Roman" w:hAnsi="Times New Roman"/>
          <w:sz w:val="28"/>
          <w:szCs w:val="28"/>
          <w:lang w:val="uk-UA" w:eastAsia="ru-RU"/>
        </w:rPr>
        <w:t>і, що до</w:t>
      </w:r>
      <w:r w:rsidRPr="00007CB8">
        <w:rPr>
          <w:rFonts w:ascii="Times New Roman" w:hAnsi="Times New Roman"/>
          <w:sz w:val="28"/>
          <w:szCs w:val="28"/>
          <w:lang w:val="uk-UA" w:eastAsia="ru-RU"/>
        </w:rPr>
        <w:t>д</w:t>
      </w:r>
      <w:r>
        <w:rPr>
          <w:rFonts w:ascii="Times New Roman" w:hAnsi="Times New Roman"/>
          <w:sz w:val="28"/>
          <w:szCs w:val="28"/>
          <w:lang w:val="uk-UA" w:eastAsia="ru-RU"/>
        </w:rPr>
        <w:t>ається.</w:t>
      </w:r>
    </w:p>
    <w:p w:rsidR="007E7645" w:rsidRDefault="007E7645" w:rsidP="005554A2">
      <w:pPr>
        <w:pStyle w:val="ListParagraph"/>
        <w:shd w:val="clear" w:color="auto" w:fill="FFFFFF"/>
        <w:spacing w:after="0" w:line="240" w:lineRule="auto"/>
        <w:ind w:left="0" w:right="-143" w:firstLine="900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</w:p>
    <w:p w:rsidR="007E7645" w:rsidRPr="00007CB8" w:rsidRDefault="007E7645" w:rsidP="005554A2">
      <w:pPr>
        <w:pStyle w:val="ListParagraph"/>
        <w:shd w:val="clear" w:color="auto" w:fill="FFFFFF"/>
        <w:spacing w:after="0" w:line="240" w:lineRule="auto"/>
        <w:ind w:left="0" w:right="-143" w:firstLine="900"/>
        <w:jc w:val="both"/>
        <w:textAlignment w:val="baseline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2. </w:t>
      </w:r>
      <w:r w:rsidRPr="00007CB8">
        <w:rPr>
          <w:rFonts w:ascii="Times New Roman" w:hAnsi="Times New Roman"/>
          <w:sz w:val="28"/>
          <w:szCs w:val="20"/>
          <w:lang w:val="uk-UA" w:eastAsia="ru-RU"/>
        </w:rPr>
        <w:t xml:space="preserve">Контроль за виконанням </w:t>
      </w:r>
      <w:r>
        <w:rPr>
          <w:rFonts w:ascii="Times New Roman" w:hAnsi="Times New Roman"/>
          <w:sz w:val="28"/>
          <w:szCs w:val="20"/>
          <w:lang w:val="uk-UA" w:eastAsia="ru-RU"/>
        </w:rPr>
        <w:t>цього</w:t>
      </w:r>
      <w:r w:rsidRPr="00007CB8">
        <w:rPr>
          <w:rFonts w:ascii="Times New Roman" w:hAnsi="Times New Roman"/>
          <w:sz w:val="28"/>
          <w:szCs w:val="20"/>
          <w:lang w:val="uk-UA" w:eastAsia="ru-RU"/>
        </w:rPr>
        <w:t xml:space="preserve"> розпорядження залишаю за собою.</w:t>
      </w:r>
    </w:p>
    <w:p w:rsidR="007E7645" w:rsidRPr="00007CB8" w:rsidRDefault="007E7645" w:rsidP="00007CB8">
      <w:pPr>
        <w:widowControl w:val="0"/>
        <w:suppressAutoHyphens/>
        <w:autoSpaceDN w:val="0"/>
        <w:spacing w:after="0" w:line="240" w:lineRule="auto"/>
        <w:ind w:left="720"/>
        <w:contextualSpacing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7E7645" w:rsidRPr="00007CB8" w:rsidRDefault="007E7645" w:rsidP="00007CB8">
      <w:pPr>
        <w:widowControl w:val="0"/>
        <w:suppressAutoHyphens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7E7645" w:rsidRPr="00007CB8" w:rsidRDefault="007E7645" w:rsidP="00007CB8">
      <w:pPr>
        <w:widowControl w:val="0"/>
        <w:suppressAutoHyphens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7E7645" w:rsidRPr="00007CB8" w:rsidRDefault="007E7645" w:rsidP="00007CB8">
      <w:pPr>
        <w:widowControl w:val="0"/>
        <w:suppressAutoHyphens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7E7645" w:rsidRPr="00007CB8" w:rsidRDefault="007E7645" w:rsidP="00007CB8">
      <w:pPr>
        <w:widowControl w:val="0"/>
        <w:suppressAutoHyphens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7E7645" w:rsidRPr="00007CB8" w:rsidRDefault="007E7645" w:rsidP="00007CB8">
      <w:pPr>
        <w:widowControl w:val="0"/>
        <w:suppressAutoHyphens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7E7645" w:rsidRPr="00007CB8" w:rsidRDefault="007E7645" w:rsidP="00007CB8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val="uk-UA" w:eastAsia="ru-RU"/>
        </w:rPr>
      </w:pPr>
      <w:r w:rsidRPr="00007CB8">
        <w:rPr>
          <w:rFonts w:ascii="Times New Roman" w:hAnsi="Times New Roman"/>
          <w:sz w:val="28"/>
          <w:szCs w:val="20"/>
          <w:lang w:val="uk-UA" w:eastAsia="ru-RU"/>
        </w:rPr>
        <w:t xml:space="preserve">Сільський голова                                                               </w:t>
      </w:r>
      <w:r>
        <w:rPr>
          <w:rFonts w:ascii="Times New Roman" w:hAnsi="Times New Roman"/>
          <w:sz w:val="28"/>
          <w:szCs w:val="20"/>
          <w:lang w:val="uk-UA" w:eastAsia="ru-RU"/>
        </w:rPr>
        <w:t xml:space="preserve"> </w:t>
      </w:r>
      <w:r w:rsidRPr="00007CB8">
        <w:rPr>
          <w:rFonts w:ascii="Times New Roman" w:hAnsi="Times New Roman"/>
          <w:sz w:val="28"/>
          <w:szCs w:val="20"/>
          <w:lang w:val="uk-UA" w:eastAsia="ru-RU"/>
        </w:rPr>
        <w:t xml:space="preserve">   Олександр ЗУБКО</w:t>
      </w:r>
    </w:p>
    <w:p w:rsidR="007E7645" w:rsidRPr="00007CB8" w:rsidRDefault="007E7645" w:rsidP="00007CB8">
      <w:pPr>
        <w:spacing w:after="0" w:line="240" w:lineRule="auto"/>
        <w:jc w:val="center"/>
        <w:rPr>
          <w:rFonts w:ascii="Times New Roman" w:hAnsi="Times New Roman"/>
          <w:color w:val="303030"/>
          <w:sz w:val="28"/>
          <w:szCs w:val="28"/>
          <w:lang w:val="uk-UA" w:eastAsia="ru-RU"/>
        </w:rPr>
      </w:pPr>
    </w:p>
    <w:p w:rsidR="007E7645" w:rsidRPr="00007CB8" w:rsidRDefault="007E7645" w:rsidP="00007CB8">
      <w:pPr>
        <w:spacing w:after="0" w:line="240" w:lineRule="auto"/>
        <w:jc w:val="both"/>
        <w:rPr>
          <w:rFonts w:ascii="Times New Roman" w:hAnsi="Times New Roman"/>
          <w:color w:val="303030"/>
          <w:sz w:val="28"/>
          <w:szCs w:val="28"/>
          <w:lang w:val="uk-UA" w:eastAsia="ru-RU"/>
        </w:rPr>
      </w:pPr>
    </w:p>
    <w:p w:rsidR="007E7645" w:rsidRPr="00007CB8" w:rsidRDefault="007E7645" w:rsidP="00007CB8">
      <w:pPr>
        <w:widowControl w:val="0"/>
        <w:suppressAutoHyphens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7E7645" w:rsidRPr="00007CB8" w:rsidRDefault="007E7645" w:rsidP="00007CB8">
      <w:pPr>
        <w:widowControl w:val="0"/>
        <w:suppressAutoHyphens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7E7645" w:rsidRDefault="007E7645">
      <w:pPr>
        <w:rPr>
          <w:lang w:val="uk-UA"/>
        </w:rPr>
      </w:pPr>
    </w:p>
    <w:p w:rsidR="007E7645" w:rsidRDefault="007E7645">
      <w:pPr>
        <w:rPr>
          <w:lang w:val="uk-UA"/>
        </w:rPr>
      </w:pPr>
    </w:p>
    <w:p w:rsidR="007E7645" w:rsidRPr="0000589E" w:rsidRDefault="007E7645" w:rsidP="005554A2">
      <w:pPr>
        <w:spacing w:after="0" w:line="240" w:lineRule="auto"/>
        <w:ind w:left="4956" w:firstLine="708"/>
        <w:jc w:val="center"/>
        <w:rPr>
          <w:rFonts w:ascii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sz w:val="28"/>
          <w:szCs w:val="20"/>
          <w:lang w:val="uk-UA" w:eastAsia="ru-RU"/>
        </w:rPr>
        <w:t xml:space="preserve">  ЗАТВЕРДЖЕНО</w:t>
      </w:r>
    </w:p>
    <w:p w:rsidR="007E7645" w:rsidRDefault="007E7645" w:rsidP="005554A2">
      <w:pPr>
        <w:spacing w:after="0" w:line="240" w:lineRule="auto"/>
        <w:ind w:left="4956" w:firstLine="708"/>
        <w:jc w:val="center"/>
        <w:rPr>
          <w:rFonts w:ascii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sz w:val="28"/>
          <w:szCs w:val="20"/>
          <w:lang w:val="uk-UA" w:eastAsia="ru-RU"/>
        </w:rPr>
        <w:t>р</w:t>
      </w:r>
      <w:r w:rsidRPr="0000589E">
        <w:rPr>
          <w:rFonts w:ascii="Times New Roman" w:hAnsi="Times New Roman"/>
          <w:sz w:val="28"/>
          <w:szCs w:val="20"/>
          <w:lang w:val="uk-UA" w:eastAsia="ru-RU"/>
        </w:rPr>
        <w:t>озпорядження</w:t>
      </w:r>
    </w:p>
    <w:p w:rsidR="007E7645" w:rsidRPr="0000589E" w:rsidRDefault="007E7645" w:rsidP="005554A2">
      <w:pPr>
        <w:spacing w:after="0" w:line="240" w:lineRule="auto"/>
        <w:ind w:left="5664" w:firstLine="708"/>
        <w:rPr>
          <w:rFonts w:ascii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sz w:val="28"/>
          <w:szCs w:val="20"/>
          <w:lang w:val="uk-UA" w:eastAsia="ru-RU"/>
        </w:rPr>
        <w:t xml:space="preserve">   </w:t>
      </w:r>
      <w:r w:rsidRPr="0000589E">
        <w:rPr>
          <w:rFonts w:ascii="Times New Roman" w:hAnsi="Times New Roman"/>
          <w:sz w:val="28"/>
          <w:szCs w:val="20"/>
          <w:lang w:val="uk-UA" w:eastAsia="ru-RU"/>
        </w:rPr>
        <w:t>сільського голови</w:t>
      </w:r>
    </w:p>
    <w:p w:rsidR="007E7645" w:rsidRPr="0000589E" w:rsidRDefault="007E7645" w:rsidP="005554A2">
      <w:pPr>
        <w:spacing w:after="0" w:line="240" w:lineRule="auto"/>
        <w:ind w:left="5664" w:firstLine="708"/>
        <w:jc w:val="center"/>
        <w:rPr>
          <w:rFonts w:ascii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sz w:val="28"/>
          <w:szCs w:val="20"/>
          <w:lang w:val="uk-UA" w:eastAsia="ru-RU"/>
        </w:rPr>
        <w:t>від 22.03.2021  № 18-р</w:t>
      </w:r>
    </w:p>
    <w:p w:rsidR="007E7645" w:rsidRPr="0000589E" w:rsidRDefault="007E7645" w:rsidP="0000589E">
      <w:pPr>
        <w:spacing w:after="0" w:line="240" w:lineRule="auto"/>
        <w:rPr>
          <w:rFonts w:ascii="Times New Roman" w:hAnsi="Times New Roman"/>
          <w:sz w:val="28"/>
          <w:szCs w:val="20"/>
          <w:lang w:val="uk-UA" w:eastAsia="ru-RU"/>
        </w:rPr>
      </w:pPr>
    </w:p>
    <w:p w:rsidR="007E7645" w:rsidRPr="0000589E" w:rsidRDefault="007E7645" w:rsidP="0000589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/>
        </w:rPr>
      </w:pPr>
      <w:r w:rsidRPr="0000589E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:rsidR="007E7645" w:rsidRPr="0000589E" w:rsidRDefault="007E7645" w:rsidP="0000589E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0589E">
        <w:rPr>
          <w:rFonts w:ascii="Times New Roman" w:hAnsi="Times New Roman"/>
          <w:b/>
          <w:sz w:val="28"/>
          <w:szCs w:val="28"/>
          <w:lang w:val="uk-UA" w:eastAsia="ru-RU"/>
        </w:rPr>
        <w:t>постійно діючої комісії з питань бджільництва, попередження та фіксації фактів масового отруєння бджіл на території Синюхино-Брідської сільської ради</w:t>
      </w:r>
    </w:p>
    <w:p w:rsidR="007E7645" w:rsidRPr="0000589E" w:rsidRDefault="007E7645" w:rsidP="0000589E">
      <w:pPr>
        <w:widowControl w:val="0"/>
        <w:suppressAutoHyphens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7E7645" w:rsidRPr="0000589E" w:rsidRDefault="007E7645" w:rsidP="0000589E">
      <w:pPr>
        <w:widowControl w:val="0"/>
        <w:suppressAutoHyphens/>
        <w:autoSpaceDN w:val="0"/>
        <w:spacing w:after="0" w:line="240" w:lineRule="auto"/>
        <w:ind w:left="780"/>
        <w:contextualSpacing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00589E">
        <w:rPr>
          <w:rFonts w:ascii="Times New Roman" w:hAnsi="Times New Roman"/>
          <w:sz w:val="28"/>
          <w:szCs w:val="28"/>
          <w:lang w:val="uk-UA"/>
        </w:rPr>
        <w:t xml:space="preserve">Голова комісії </w:t>
      </w:r>
    </w:p>
    <w:p w:rsidR="007E7645" w:rsidRPr="0000589E" w:rsidRDefault="007E7645" w:rsidP="0000589E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00589E">
        <w:rPr>
          <w:rFonts w:ascii="Times New Roman" w:hAnsi="Times New Roman"/>
          <w:b/>
          <w:sz w:val="28"/>
          <w:szCs w:val="28"/>
          <w:lang w:val="uk-UA"/>
        </w:rPr>
        <w:t>Валентина Любченко</w:t>
      </w:r>
      <w:r w:rsidRPr="0000589E">
        <w:rPr>
          <w:rFonts w:ascii="Times New Roman" w:hAnsi="Times New Roman"/>
          <w:sz w:val="28"/>
          <w:szCs w:val="28"/>
          <w:lang w:val="uk-UA"/>
        </w:rPr>
        <w:t xml:space="preserve"> – заступник сільського голови з питань діяльності виконавчих органів</w:t>
      </w:r>
    </w:p>
    <w:p w:rsidR="007E7645" w:rsidRPr="0000589E" w:rsidRDefault="007E7645" w:rsidP="0000589E">
      <w:pPr>
        <w:widowControl w:val="0"/>
        <w:suppressAutoHyphens/>
        <w:autoSpaceDN w:val="0"/>
        <w:spacing w:after="0" w:line="240" w:lineRule="auto"/>
        <w:ind w:left="780"/>
        <w:contextualSpacing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7E7645" w:rsidRPr="0000589E" w:rsidRDefault="007E7645" w:rsidP="0000589E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00589E">
        <w:rPr>
          <w:rFonts w:ascii="Times New Roman" w:hAnsi="Times New Roman"/>
          <w:sz w:val="28"/>
          <w:szCs w:val="28"/>
          <w:lang w:val="uk-UA"/>
        </w:rPr>
        <w:t>Секретар комісії</w:t>
      </w:r>
    </w:p>
    <w:p w:rsidR="007E7645" w:rsidRPr="0000589E" w:rsidRDefault="007E7645" w:rsidP="0000589E">
      <w:pPr>
        <w:widowControl w:val="0"/>
        <w:suppressAutoHyphens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00589E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00589E">
        <w:rPr>
          <w:rFonts w:ascii="Times New Roman" w:hAnsi="Times New Roman"/>
          <w:b/>
          <w:sz w:val="28"/>
          <w:szCs w:val="28"/>
          <w:lang w:val="uk-UA"/>
        </w:rPr>
        <w:t>Ольга Нам</w:t>
      </w:r>
      <w:r w:rsidRPr="0000589E">
        <w:rPr>
          <w:rFonts w:ascii="Times New Roman" w:hAnsi="Times New Roman"/>
          <w:sz w:val="28"/>
          <w:szCs w:val="28"/>
          <w:lang w:val="uk-UA"/>
        </w:rPr>
        <w:t xml:space="preserve"> – секретар виконавчого комітету</w:t>
      </w:r>
    </w:p>
    <w:p w:rsidR="007E7645" w:rsidRPr="0000589E" w:rsidRDefault="007E7645" w:rsidP="0000589E">
      <w:pPr>
        <w:widowControl w:val="0"/>
        <w:suppressAutoHyphens/>
        <w:autoSpaceDN w:val="0"/>
        <w:spacing w:after="0" w:line="240" w:lineRule="auto"/>
        <w:ind w:left="780"/>
        <w:contextualSpacing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</w:p>
    <w:p w:rsidR="007E7645" w:rsidRPr="0000589E" w:rsidRDefault="007E7645" w:rsidP="0000589E">
      <w:pPr>
        <w:widowControl w:val="0"/>
        <w:suppressAutoHyphens/>
        <w:autoSpaceDN w:val="0"/>
        <w:spacing w:after="0" w:line="240" w:lineRule="auto"/>
        <w:ind w:left="780"/>
        <w:contextualSpacing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00589E">
        <w:rPr>
          <w:rFonts w:ascii="Times New Roman" w:hAnsi="Times New Roman"/>
          <w:sz w:val="28"/>
          <w:szCs w:val="28"/>
          <w:lang w:val="uk-UA"/>
        </w:rPr>
        <w:t>Члени комісії:</w:t>
      </w:r>
    </w:p>
    <w:p w:rsidR="007E7645" w:rsidRPr="0000589E" w:rsidRDefault="007E7645" w:rsidP="000058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0589E">
        <w:rPr>
          <w:rFonts w:ascii="Times New Roman" w:hAnsi="Times New Roman"/>
          <w:sz w:val="28"/>
          <w:szCs w:val="28"/>
        </w:rPr>
        <w:t xml:space="preserve">- </w:t>
      </w:r>
      <w:r w:rsidRPr="0000589E">
        <w:rPr>
          <w:rFonts w:ascii="Times New Roman" w:hAnsi="Times New Roman"/>
          <w:b/>
          <w:sz w:val="28"/>
          <w:szCs w:val="28"/>
        </w:rPr>
        <w:t>Дзюба Олена Анатоліївна</w:t>
      </w:r>
      <w:r w:rsidRPr="0000589E">
        <w:rPr>
          <w:rFonts w:ascii="Times New Roman" w:hAnsi="Times New Roman"/>
          <w:sz w:val="28"/>
          <w:szCs w:val="28"/>
        </w:rPr>
        <w:t xml:space="preserve"> –головний спеціаліст відділу безпечності харчових продуктів та ветеринарної медицини Первомайського управління Головного управління ДПСС В Миколаївській області;</w:t>
      </w:r>
    </w:p>
    <w:p w:rsidR="007E7645" w:rsidRPr="0000589E" w:rsidRDefault="007E7645" w:rsidP="000058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7645" w:rsidRPr="0000589E" w:rsidRDefault="007E7645" w:rsidP="000058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0589E">
        <w:rPr>
          <w:rFonts w:ascii="Times New Roman" w:hAnsi="Times New Roman"/>
          <w:sz w:val="28"/>
          <w:szCs w:val="28"/>
        </w:rPr>
        <w:t xml:space="preserve">- </w:t>
      </w:r>
      <w:r w:rsidRPr="0000589E">
        <w:rPr>
          <w:rFonts w:ascii="Times New Roman" w:hAnsi="Times New Roman"/>
          <w:b/>
          <w:sz w:val="28"/>
          <w:szCs w:val="28"/>
        </w:rPr>
        <w:t>Козіцька Тамара Венадіївна</w:t>
      </w:r>
      <w:r w:rsidRPr="0000589E">
        <w:rPr>
          <w:rFonts w:ascii="Times New Roman" w:hAnsi="Times New Roman"/>
          <w:sz w:val="28"/>
          <w:szCs w:val="28"/>
        </w:rPr>
        <w:t xml:space="preserve"> Т.В.О. начальника Первомайської районної державної лікарні ветеринарної медицини;</w:t>
      </w:r>
    </w:p>
    <w:p w:rsidR="007E7645" w:rsidRPr="0000589E" w:rsidRDefault="007E7645" w:rsidP="000058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7645" w:rsidRPr="0000589E" w:rsidRDefault="007E7645" w:rsidP="000058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0589E">
        <w:rPr>
          <w:rFonts w:ascii="Times New Roman" w:hAnsi="Times New Roman"/>
          <w:sz w:val="28"/>
          <w:szCs w:val="28"/>
        </w:rPr>
        <w:t xml:space="preserve"> </w:t>
      </w:r>
      <w:r w:rsidRPr="0000589E">
        <w:rPr>
          <w:rFonts w:ascii="Times New Roman" w:hAnsi="Times New Roman"/>
          <w:b/>
          <w:sz w:val="28"/>
          <w:szCs w:val="28"/>
        </w:rPr>
        <w:t>- Вешнивецька Наталія Анатоліївна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0589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589E">
        <w:rPr>
          <w:rFonts w:ascii="Times New Roman" w:hAnsi="Times New Roman"/>
          <w:sz w:val="28"/>
          <w:szCs w:val="28"/>
        </w:rPr>
        <w:t>начальник відділу державного нагляду за дотриманням санітарного законодавства Первомайського управління Головного управління ДПСС в Миколаївській області;</w:t>
      </w:r>
    </w:p>
    <w:p w:rsidR="007E7645" w:rsidRPr="0000589E" w:rsidRDefault="007E7645" w:rsidP="000058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7645" w:rsidRPr="0000589E" w:rsidRDefault="007E7645" w:rsidP="000058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0589E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00589E">
        <w:rPr>
          <w:rFonts w:ascii="Times New Roman" w:hAnsi="Times New Roman"/>
          <w:b/>
          <w:sz w:val="28"/>
          <w:szCs w:val="28"/>
          <w:lang w:val="uk-UA"/>
        </w:rPr>
        <w:t>Брижата Наталя Григорівна</w:t>
      </w:r>
      <w:r w:rsidRPr="0000589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00589E">
        <w:rPr>
          <w:rFonts w:ascii="Times New Roman" w:hAnsi="Times New Roman"/>
          <w:sz w:val="28"/>
          <w:szCs w:val="28"/>
          <w:lang w:val="uk-UA"/>
        </w:rPr>
        <w:t>головний с</w:t>
      </w:r>
      <w:r>
        <w:rPr>
          <w:rFonts w:ascii="Times New Roman" w:hAnsi="Times New Roman"/>
          <w:sz w:val="28"/>
          <w:szCs w:val="28"/>
          <w:lang w:val="uk-UA"/>
        </w:rPr>
        <w:t>пеціаліст відділу прогнозування</w:t>
      </w:r>
      <w:r w:rsidRPr="0000589E">
        <w:rPr>
          <w:rFonts w:ascii="Times New Roman" w:hAnsi="Times New Roman"/>
          <w:sz w:val="28"/>
          <w:szCs w:val="28"/>
          <w:lang w:val="uk-UA"/>
        </w:rPr>
        <w:t>, фітосанітарної діагностики та аналізу ризиків, державний фітосанітарний інспектор управління управління фітосанітарної безпеки ГУ ДПСС в Миколаївській області.</w:t>
      </w:r>
    </w:p>
    <w:p w:rsidR="007E7645" w:rsidRPr="0000589E" w:rsidRDefault="007E7645" w:rsidP="000058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7645" w:rsidRPr="0000589E" w:rsidRDefault="007E7645" w:rsidP="000058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0589E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00589E">
        <w:rPr>
          <w:rFonts w:ascii="Times New Roman" w:hAnsi="Times New Roman"/>
          <w:b/>
          <w:sz w:val="28"/>
          <w:szCs w:val="28"/>
          <w:lang w:val="uk-UA"/>
        </w:rPr>
        <w:t>інспектор з земельних питань</w:t>
      </w:r>
      <w:r w:rsidRPr="00005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0589E">
        <w:rPr>
          <w:rFonts w:ascii="Times New Roman" w:hAnsi="Times New Roman"/>
          <w:b/>
          <w:sz w:val="28"/>
          <w:szCs w:val="28"/>
          <w:lang w:val="uk-UA"/>
        </w:rPr>
        <w:t xml:space="preserve">Синюхино-Брідської сільської ради </w:t>
      </w:r>
      <w:r w:rsidRPr="0000589E">
        <w:rPr>
          <w:rFonts w:ascii="Times New Roman" w:hAnsi="Times New Roman"/>
          <w:sz w:val="28"/>
          <w:szCs w:val="28"/>
          <w:lang w:val="uk-UA"/>
        </w:rPr>
        <w:t>(на відповідній території)</w:t>
      </w:r>
    </w:p>
    <w:p w:rsidR="007E7645" w:rsidRPr="0000589E" w:rsidRDefault="007E7645" w:rsidP="000058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7645" w:rsidRPr="0000589E" w:rsidRDefault="007E7645" w:rsidP="000058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0589E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00589E">
        <w:rPr>
          <w:rFonts w:ascii="Times New Roman" w:hAnsi="Times New Roman"/>
          <w:b/>
          <w:sz w:val="28"/>
          <w:szCs w:val="28"/>
          <w:lang w:val="uk-UA"/>
        </w:rPr>
        <w:t xml:space="preserve">представник сільськогосподарського підприємства </w:t>
      </w:r>
      <w:r w:rsidRPr="0000589E">
        <w:rPr>
          <w:rFonts w:ascii="Times New Roman" w:hAnsi="Times New Roman"/>
          <w:sz w:val="28"/>
          <w:szCs w:val="28"/>
          <w:lang w:val="uk-UA"/>
        </w:rPr>
        <w:t>(на відповідній території)</w:t>
      </w:r>
    </w:p>
    <w:p w:rsidR="007E7645" w:rsidRPr="0000589E" w:rsidRDefault="007E7645" w:rsidP="000058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7645" w:rsidRPr="0000589E" w:rsidRDefault="007E7645" w:rsidP="0000589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00589E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00589E">
        <w:rPr>
          <w:rFonts w:ascii="Times New Roman" w:hAnsi="Times New Roman"/>
          <w:b/>
          <w:sz w:val="28"/>
          <w:szCs w:val="28"/>
          <w:lang w:val="uk-UA"/>
        </w:rPr>
        <w:t>Депутат Синюхино-Брідської сільської ради</w:t>
      </w:r>
      <w:r w:rsidRPr="0000589E">
        <w:rPr>
          <w:rFonts w:ascii="Times New Roman" w:hAnsi="Times New Roman"/>
          <w:sz w:val="28"/>
          <w:szCs w:val="28"/>
          <w:lang w:val="uk-UA"/>
        </w:rPr>
        <w:t xml:space="preserve"> (відповідного округу)</w:t>
      </w:r>
    </w:p>
    <w:p w:rsidR="007E7645" w:rsidRPr="0000589E" w:rsidRDefault="007E7645" w:rsidP="0000589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E7645" w:rsidRDefault="007E7645" w:rsidP="0000589E">
      <w:pPr>
        <w:widowControl w:val="0"/>
        <w:suppressAutoHyphens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r w:rsidRPr="0000589E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00589E">
        <w:rPr>
          <w:rFonts w:ascii="Times New Roman" w:hAnsi="Times New Roman"/>
          <w:b/>
          <w:sz w:val="28"/>
          <w:szCs w:val="28"/>
          <w:lang w:val="uk-UA"/>
        </w:rPr>
        <w:t>Член спілки пасічників</w:t>
      </w:r>
      <w:r w:rsidRPr="0000589E">
        <w:rPr>
          <w:rFonts w:ascii="Times New Roman" w:hAnsi="Times New Roman"/>
          <w:sz w:val="28"/>
          <w:szCs w:val="28"/>
          <w:lang w:val="uk-UA"/>
        </w:rPr>
        <w:t xml:space="preserve"> (на відповідній території)</w:t>
      </w:r>
    </w:p>
    <w:p w:rsidR="007E7645" w:rsidRPr="0000589E" w:rsidRDefault="007E7645" w:rsidP="0000589E">
      <w:pPr>
        <w:widowControl w:val="0"/>
        <w:suppressAutoHyphens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7E7645" w:rsidRPr="00007CB8" w:rsidRDefault="007E7645" w:rsidP="00372CF5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</w:t>
      </w:r>
    </w:p>
    <w:sectPr w:rsidR="007E7645" w:rsidRPr="00007CB8" w:rsidSect="006354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A0482"/>
    <w:multiLevelType w:val="hybridMultilevel"/>
    <w:tmpl w:val="4B1E50C8"/>
    <w:lvl w:ilvl="0" w:tplc="0EA2CAAA">
      <w:start w:val="1"/>
      <w:numFmt w:val="bullet"/>
      <w:lvlText w:val="-"/>
      <w:lvlJc w:val="left"/>
      <w:pPr>
        <w:ind w:left="780" w:hanging="42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E9731B5"/>
    <w:multiLevelType w:val="hybridMultilevel"/>
    <w:tmpl w:val="FF261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1403DB1"/>
    <w:multiLevelType w:val="hybridMultilevel"/>
    <w:tmpl w:val="BB36751C"/>
    <w:lvl w:ilvl="0" w:tplc="538ED6DE">
      <w:start w:val="1"/>
      <w:numFmt w:val="decimal"/>
      <w:lvlText w:val="%1."/>
      <w:lvlJc w:val="left"/>
      <w:pPr>
        <w:ind w:left="623" w:hanging="42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3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2169"/>
    <w:rsid w:val="0000589E"/>
    <w:rsid w:val="00007CB8"/>
    <w:rsid w:val="000101BD"/>
    <w:rsid w:val="00057B2E"/>
    <w:rsid w:val="0021200B"/>
    <w:rsid w:val="00232E7F"/>
    <w:rsid w:val="00372CF5"/>
    <w:rsid w:val="00394C3C"/>
    <w:rsid w:val="003E4DE4"/>
    <w:rsid w:val="00542E2C"/>
    <w:rsid w:val="005554A2"/>
    <w:rsid w:val="00635402"/>
    <w:rsid w:val="007E7645"/>
    <w:rsid w:val="008C3D00"/>
    <w:rsid w:val="00C76504"/>
    <w:rsid w:val="00D20456"/>
    <w:rsid w:val="00D37D09"/>
    <w:rsid w:val="00D9061A"/>
    <w:rsid w:val="00E22169"/>
    <w:rsid w:val="00E2406E"/>
    <w:rsid w:val="00EF3A29"/>
    <w:rsid w:val="00F27D22"/>
    <w:rsid w:val="00FB7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40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7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7CB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007CB8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EF3A29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452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384</Words>
  <Characters>2190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</cp:revision>
  <dcterms:created xsi:type="dcterms:W3CDTF">2021-07-15T11:04:00Z</dcterms:created>
  <dcterms:modified xsi:type="dcterms:W3CDTF">2021-07-15T12:18:00Z</dcterms:modified>
</cp:coreProperties>
</file>