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B" w:rsidRPr="00941C79" w:rsidRDefault="00D86C3B" w:rsidP="0090642A">
      <w:pPr>
        <w:pStyle w:val="c19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8E0D15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TSIGN" style="width:39.75pt;height:55.5pt;visibility:visible">
            <v:imagedata r:id="rId4" o:title="" grayscale="t" bilevel="t"/>
          </v:shape>
        </w:pict>
      </w:r>
    </w:p>
    <w:p w:rsidR="00D86C3B" w:rsidRPr="00941C79" w:rsidRDefault="00D86C3B" w:rsidP="0090642A">
      <w:pPr>
        <w:pStyle w:val="c19"/>
        <w:spacing w:before="0" w:beforeAutospacing="0" w:after="0" w:afterAutospacing="0"/>
        <w:jc w:val="center"/>
        <w:outlineLvl w:val="0"/>
        <w:rPr>
          <w:color w:val="000000"/>
          <w:sz w:val="20"/>
          <w:szCs w:val="20"/>
        </w:rPr>
      </w:pPr>
      <w:r w:rsidRPr="00941C79">
        <w:rPr>
          <w:rStyle w:val="c9"/>
          <w:bCs/>
          <w:color w:val="000000"/>
          <w:sz w:val="28"/>
          <w:szCs w:val="28"/>
        </w:rPr>
        <w:t>УКРАЇНА</w:t>
      </w:r>
    </w:p>
    <w:p w:rsidR="00D86C3B" w:rsidRPr="00941C79" w:rsidRDefault="00D86C3B" w:rsidP="0090642A">
      <w:pPr>
        <w:pStyle w:val="Subtitle"/>
        <w:rPr>
          <w:rFonts w:ascii="Times New Roman" w:hAnsi="Times New Roman" w:cs="Times New Roman"/>
          <w:sz w:val="28"/>
        </w:rPr>
      </w:pPr>
      <w:r w:rsidRPr="00941C79">
        <w:rPr>
          <w:rFonts w:ascii="Times New Roman" w:hAnsi="Times New Roman" w:cs="Times New Roman"/>
          <w:sz w:val="28"/>
        </w:rPr>
        <w:t>Синюхино-Брідська сільська рада</w:t>
      </w:r>
    </w:p>
    <w:p w:rsidR="00D86C3B" w:rsidRPr="00941C79" w:rsidRDefault="00D86C3B" w:rsidP="0090642A">
      <w:pPr>
        <w:pStyle w:val="Title"/>
        <w:rPr>
          <w:b w:val="0"/>
        </w:rPr>
      </w:pPr>
      <w:r w:rsidRPr="00941C79">
        <w:rPr>
          <w:b w:val="0"/>
        </w:rPr>
        <w:t xml:space="preserve">Первомайський район Миколаївська область </w:t>
      </w:r>
    </w:p>
    <w:p w:rsidR="00D86C3B" w:rsidRPr="00941C79" w:rsidRDefault="00D86C3B" w:rsidP="0090642A">
      <w:pPr>
        <w:pStyle w:val="Title"/>
        <w:rPr>
          <w:b w:val="0"/>
        </w:rPr>
      </w:pPr>
    </w:p>
    <w:p w:rsidR="00D86C3B" w:rsidRPr="00941C79" w:rsidRDefault="00D86C3B" w:rsidP="0090642A">
      <w:pPr>
        <w:pStyle w:val="Title"/>
        <w:outlineLvl w:val="0"/>
      </w:pPr>
      <w:r w:rsidRPr="00941C79">
        <w:t>РОЗПОРЯДЖЕННЯ</w:t>
      </w:r>
    </w:p>
    <w:p w:rsidR="00D86C3B" w:rsidRPr="00941C79" w:rsidRDefault="00D86C3B" w:rsidP="0090642A">
      <w:pPr>
        <w:pStyle w:val="Title"/>
      </w:pPr>
    </w:p>
    <w:p w:rsidR="00D86C3B" w:rsidRDefault="00D86C3B" w:rsidP="0090642A">
      <w:pPr>
        <w:pStyle w:val="c3"/>
        <w:spacing w:before="0" w:beforeAutospacing="0" w:after="0" w:afterAutospacing="0"/>
        <w:rPr>
          <w:rStyle w:val="c1"/>
          <w:color w:val="000000"/>
          <w:sz w:val="28"/>
          <w:szCs w:val="28"/>
          <w:lang w:val="uk-UA"/>
        </w:rPr>
      </w:pPr>
      <w:r w:rsidRPr="00941C79">
        <w:rPr>
          <w:rStyle w:val="c1"/>
          <w:color w:val="000000"/>
          <w:sz w:val="28"/>
          <w:szCs w:val="28"/>
          <w:lang w:val="uk-UA"/>
        </w:rPr>
        <w:t xml:space="preserve"> </w:t>
      </w:r>
      <w:r>
        <w:rPr>
          <w:rStyle w:val="c1"/>
          <w:color w:val="000000"/>
          <w:sz w:val="28"/>
          <w:szCs w:val="28"/>
          <w:lang w:val="uk-UA"/>
        </w:rPr>
        <w:t xml:space="preserve">28 жовтня </w:t>
      </w:r>
      <w:r w:rsidRPr="00941C79">
        <w:rPr>
          <w:rStyle w:val="c1"/>
          <w:color w:val="000000"/>
          <w:sz w:val="28"/>
          <w:szCs w:val="28"/>
        </w:rPr>
        <w:t>20</w:t>
      </w:r>
      <w:r>
        <w:rPr>
          <w:rStyle w:val="c1"/>
          <w:color w:val="000000"/>
          <w:sz w:val="28"/>
          <w:szCs w:val="28"/>
          <w:lang w:val="uk-UA"/>
        </w:rPr>
        <w:t xml:space="preserve">21 </w:t>
      </w:r>
      <w:r w:rsidRPr="00941C79">
        <w:rPr>
          <w:rStyle w:val="c1"/>
          <w:color w:val="000000"/>
          <w:sz w:val="28"/>
          <w:szCs w:val="28"/>
        </w:rPr>
        <w:t xml:space="preserve">року         </w:t>
      </w:r>
      <w:r>
        <w:rPr>
          <w:rStyle w:val="c1"/>
          <w:color w:val="000000"/>
          <w:sz w:val="28"/>
          <w:szCs w:val="28"/>
          <w:lang w:val="uk-UA"/>
        </w:rPr>
        <w:t xml:space="preserve">      </w:t>
      </w:r>
      <w:r w:rsidRPr="00941C79">
        <w:rPr>
          <w:rStyle w:val="c1"/>
          <w:color w:val="000000"/>
          <w:sz w:val="28"/>
          <w:szCs w:val="28"/>
          <w:lang w:val="uk-UA"/>
        </w:rPr>
        <w:t>село Синюхин Брід</w:t>
      </w:r>
      <w:r w:rsidRPr="00941C79">
        <w:rPr>
          <w:rStyle w:val="c1"/>
          <w:color w:val="000000"/>
          <w:sz w:val="28"/>
          <w:szCs w:val="28"/>
        </w:rPr>
        <w:t>                       </w:t>
      </w:r>
      <w:r w:rsidRPr="00941C79">
        <w:rPr>
          <w:rStyle w:val="c1"/>
          <w:color w:val="000000"/>
          <w:sz w:val="28"/>
          <w:szCs w:val="28"/>
          <w:lang w:val="uk-UA"/>
        </w:rPr>
        <w:t xml:space="preserve">  </w:t>
      </w:r>
      <w:r w:rsidRPr="00941C79">
        <w:rPr>
          <w:rStyle w:val="c1"/>
          <w:color w:val="000000"/>
          <w:sz w:val="28"/>
          <w:szCs w:val="28"/>
        </w:rPr>
        <w:t xml:space="preserve">  </w:t>
      </w:r>
      <w:r w:rsidRPr="00941C79">
        <w:rPr>
          <w:rStyle w:val="c1"/>
          <w:color w:val="000000"/>
          <w:sz w:val="28"/>
          <w:szCs w:val="28"/>
          <w:lang w:val="uk-UA"/>
        </w:rPr>
        <w:t xml:space="preserve">     </w:t>
      </w:r>
      <w:r>
        <w:rPr>
          <w:rStyle w:val="c1"/>
          <w:color w:val="000000"/>
          <w:sz w:val="28"/>
          <w:szCs w:val="28"/>
          <w:lang w:val="uk-UA"/>
        </w:rPr>
        <w:t xml:space="preserve">   </w:t>
      </w:r>
      <w:r w:rsidRPr="00941C79">
        <w:rPr>
          <w:rStyle w:val="c1"/>
          <w:color w:val="000000"/>
          <w:sz w:val="28"/>
          <w:szCs w:val="28"/>
        </w:rPr>
        <w:t>№</w:t>
      </w:r>
      <w:r w:rsidRPr="00941C79">
        <w:rPr>
          <w:rStyle w:val="c1"/>
          <w:color w:val="000000"/>
          <w:sz w:val="28"/>
          <w:szCs w:val="28"/>
          <w:lang w:val="uk-UA"/>
        </w:rPr>
        <w:t xml:space="preserve"> </w:t>
      </w:r>
      <w:r>
        <w:rPr>
          <w:rStyle w:val="c1"/>
          <w:color w:val="000000"/>
          <w:sz w:val="28"/>
          <w:szCs w:val="28"/>
          <w:lang w:val="uk-UA"/>
        </w:rPr>
        <w:t>96</w:t>
      </w:r>
      <w:r w:rsidRPr="00941C79">
        <w:rPr>
          <w:rStyle w:val="c1"/>
          <w:color w:val="000000"/>
          <w:sz w:val="28"/>
          <w:szCs w:val="28"/>
          <w:lang w:val="uk-UA"/>
        </w:rPr>
        <w:t>-р</w:t>
      </w:r>
    </w:p>
    <w:p w:rsidR="00D86C3B" w:rsidRDefault="00D86C3B" w:rsidP="0090642A">
      <w:pPr>
        <w:pStyle w:val="c3"/>
        <w:spacing w:before="0" w:beforeAutospacing="0" w:after="0" w:afterAutospacing="0"/>
        <w:rPr>
          <w:rStyle w:val="c1"/>
          <w:color w:val="000000"/>
          <w:sz w:val="28"/>
          <w:szCs w:val="28"/>
          <w:lang w:val="uk-UA"/>
        </w:rPr>
      </w:pPr>
    </w:p>
    <w:p w:rsidR="00D86C3B" w:rsidRPr="00941C79" w:rsidRDefault="00D86C3B" w:rsidP="0090642A">
      <w:pPr>
        <w:pStyle w:val="c3"/>
        <w:spacing w:before="0" w:beforeAutospacing="0" w:after="0" w:afterAutospacing="0"/>
        <w:rPr>
          <w:color w:val="000000"/>
          <w:sz w:val="20"/>
          <w:szCs w:val="20"/>
          <w:lang w:val="uk-UA"/>
        </w:rPr>
      </w:pPr>
    </w:p>
    <w:p w:rsidR="00D86C3B" w:rsidRDefault="00D86C3B" w:rsidP="0090642A">
      <w:pPr>
        <w:pStyle w:val="c3"/>
        <w:spacing w:before="0" w:beforeAutospacing="0" w:after="0" w:afterAutospacing="0"/>
        <w:rPr>
          <w:rStyle w:val="c9"/>
          <w:b/>
          <w:bCs/>
          <w:color w:val="000000"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-44"/>
        <w:tblW w:w="0" w:type="auto"/>
        <w:tblLook w:val="01E0"/>
      </w:tblPr>
      <w:tblGrid>
        <w:gridCol w:w="4935"/>
      </w:tblGrid>
      <w:tr w:rsidR="00D86C3B" w:rsidTr="0090642A">
        <w:trPr>
          <w:trHeight w:val="4"/>
        </w:trPr>
        <w:tc>
          <w:tcPr>
            <w:tcW w:w="4935" w:type="dxa"/>
          </w:tcPr>
          <w:p w:rsidR="00D86C3B" w:rsidRDefault="00D86C3B" w:rsidP="009F2A04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 призначення відділу освіти,</w:t>
            </w:r>
          </w:p>
          <w:p w:rsidR="00D86C3B" w:rsidRDefault="00D86C3B" w:rsidP="009F2A04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культури, молоді та спорту </w:t>
            </w:r>
          </w:p>
          <w:p w:rsidR="00D86C3B" w:rsidRPr="00BF0E9E" w:rsidRDefault="00D86C3B" w:rsidP="001E1142">
            <w:pPr>
              <w:widowControl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Синюхино-Брідської сільської ради відповідальним за ведення обліку дітей шкільного віку</w:t>
            </w:r>
          </w:p>
        </w:tc>
      </w:tr>
    </w:tbl>
    <w:p w:rsidR="00D86C3B" w:rsidRDefault="00D86C3B" w:rsidP="0090642A">
      <w:pPr>
        <w:pStyle w:val="c3"/>
        <w:spacing w:before="0" w:beforeAutospacing="0" w:after="0" w:afterAutospacing="0"/>
        <w:rPr>
          <w:rStyle w:val="c9"/>
          <w:b/>
          <w:bCs/>
          <w:color w:val="000000"/>
          <w:sz w:val="28"/>
          <w:szCs w:val="28"/>
          <w:lang w:val="uk-UA"/>
        </w:rPr>
      </w:pPr>
    </w:p>
    <w:p w:rsidR="00D86C3B" w:rsidRDefault="00D86C3B" w:rsidP="0090642A">
      <w:pPr>
        <w:pStyle w:val="c3"/>
        <w:spacing w:before="0" w:beforeAutospacing="0" w:after="0" w:afterAutospacing="0"/>
        <w:rPr>
          <w:rStyle w:val="c9"/>
          <w:b/>
          <w:bCs/>
          <w:color w:val="000000"/>
          <w:sz w:val="28"/>
          <w:szCs w:val="28"/>
          <w:lang w:val="uk-UA"/>
        </w:rPr>
      </w:pPr>
    </w:p>
    <w:p w:rsidR="00D86C3B" w:rsidRPr="002E40D5" w:rsidRDefault="00D86C3B" w:rsidP="0090642A">
      <w:pPr>
        <w:autoSpaceDE/>
        <w:autoSpaceDN/>
        <w:jc w:val="both"/>
        <w:rPr>
          <w:b/>
          <w:sz w:val="28"/>
          <w:szCs w:val="28"/>
        </w:rPr>
      </w:pPr>
    </w:p>
    <w:p w:rsidR="00D86C3B" w:rsidRDefault="00D86C3B" w:rsidP="0090642A">
      <w:pPr>
        <w:ind w:firstLine="720"/>
        <w:jc w:val="both"/>
        <w:rPr>
          <w:sz w:val="16"/>
          <w:szCs w:val="16"/>
        </w:rPr>
      </w:pPr>
    </w:p>
    <w:p w:rsidR="00D86C3B" w:rsidRDefault="00D86C3B" w:rsidP="0090642A">
      <w:pPr>
        <w:ind w:firstLine="720"/>
        <w:jc w:val="both"/>
        <w:rPr>
          <w:sz w:val="16"/>
          <w:szCs w:val="16"/>
        </w:rPr>
      </w:pPr>
    </w:p>
    <w:p w:rsidR="00D86C3B" w:rsidRDefault="00D86C3B" w:rsidP="0090642A">
      <w:pPr>
        <w:ind w:firstLine="720"/>
        <w:jc w:val="both"/>
        <w:rPr>
          <w:sz w:val="16"/>
          <w:szCs w:val="16"/>
        </w:rPr>
      </w:pPr>
    </w:p>
    <w:p w:rsidR="00D86C3B" w:rsidRDefault="00D86C3B" w:rsidP="0090642A">
      <w:pPr>
        <w:ind w:firstLine="720"/>
        <w:jc w:val="both"/>
        <w:rPr>
          <w:sz w:val="16"/>
          <w:szCs w:val="16"/>
        </w:rPr>
      </w:pPr>
    </w:p>
    <w:p w:rsidR="00D86C3B" w:rsidRDefault="00D86C3B" w:rsidP="0090642A">
      <w:pPr>
        <w:ind w:firstLine="720"/>
        <w:jc w:val="both"/>
        <w:rPr>
          <w:sz w:val="16"/>
          <w:szCs w:val="16"/>
        </w:rPr>
      </w:pPr>
    </w:p>
    <w:p w:rsidR="00D86C3B" w:rsidRPr="004170BF" w:rsidRDefault="00D86C3B" w:rsidP="0090642A">
      <w:pPr>
        <w:pStyle w:val="4"/>
        <w:ind w:firstLine="709"/>
        <w:outlineLvl w:val="3"/>
        <w:rPr>
          <w:rFonts w:ascii="Times New Roman" w:hAnsi="Times New Roman"/>
          <w:sz w:val="28"/>
          <w:szCs w:val="28"/>
          <w:lang w:val="uk-UA"/>
        </w:rPr>
      </w:pPr>
      <w:r w:rsidRPr="00904A82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/>
          <w:sz w:val="28"/>
          <w:szCs w:val="28"/>
          <w:lang w:val="uk-UA"/>
        </w:rPr>
        <w:t>Постанови Кабінету Міністрів України від 13 вересня 2017 року № 684 «Про затвердження Порядку ведення обліку дітей дошкільного, шкільного віку та учнів, листа управління Державної служби якості освіти у Миколаївській області від 26 жовтня 2021 № 01/01-23/558, з метою ведення якісного обліку дітей дошкільного та шкільного віку</w:t>
      </w:r>
      <w:r w:rsidRPr="004170BF">
        <w:rPr>
          <w:rFonts w:ascii="Times New Roman" w:hAnsi="Times New Roman"/>
          <w:sz w:val="28"/>
          <w:szCs w:val="28"/>
          <w:lang w:val="uk-UA"/>
        </w:rPr>
        <w:t>:</w:t>
      </w:r>
    </w:p>
    <w:p w:rsidR="00D86C3B" w:rsidRPr="00663CBB" w:rsidRDefault="00D86C3B" w:rsidP="0090642A">
      <w:pPr>
        <w:rPr>
          <w:sz w:val="16"/>
          <w:szCs w:val="16"/>
        </w:rPr>
      </w:pPr>
    </w:p>
    <w:p w:rsidR="00D86C3B" w:rsidRDefault="00D86C3B" w:rsidP="0090642A">
      <w:pPr>
        <w:ind w:firstLine="426"/>
        <w:jc w:val="both"/>
        <w:rPr>
          <w:sz w:val="28"/>
          <w:szCs w:val="28"/>
        </w:rPr>
      </w:pPr>
      <w:r w:rsidRPr="00904A8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Призначити відповідальним відділ освіти, культури, молоді та спорту Синюхино-Брідської сільської ради за ведення обліку дітей дошкільного та шкільного віку. Відповідальність за постійне оновлення реєстру покласти на  головного спеціаліста – Федчук Олену Володимирівну. </w:t>
      </w:r>
    </w:p>
    <w:p w:rsidR="00D86C3B" w:rsidRDefault="00D86C3B" w:rsidP="0090642A">
      <w:pPr>
        <w:ind w:firstLine="426"/>
        <w:jc w:val="both"/>
        <w:rPr>
          <w:sz w:val="28"/>
          <w:szCs w:val="28"/>
        </w:rPr>
      </w:pPr>
    </w:p>
    <w:p w:rsidR="00D86C3B" w:rsidRDefault="00D86C3B" w:rsidP="001E114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Закріпити території обслуговування за з</w:t>
      </w:r>
      <w:r w:rsidRPr="001E1142">
        <w:rPr>
          <w:sz w:val="28"/>
          <w:szCs w:val="28"/>
        </w:rPr>
        <w:t>акладами загальної середньої освіти, а саме</w:t>
      </w:r>
      <w:r>
        <w:rPr>
          <w:sz w:val="28"/>
          <w:szCs w:val="28"/>
        </w:rPr>
        <w:t>:</w:t>
      </w:r>
    </w:p>
    <w:p w:rsidR="00D86C3B" w:rsidRDefault="00D86C3B" w:rsidP="001E1142">
      <w:pPr>
        <w:ind w:firstLine="720"/>
        <w:jc w:val="both"/>
        <w:rPr>
          <w:sz w:val="28"/>
          <w:szCs w:val="28"/>
        </w:rPr>
      </w:pPr>
    </w:p>
    <w:p w:rsidR="00D86C3B" w:rsidRDefault="00D86C3B" w:rsidP="001E1142">
      <w:pPr>
        <w:jc w:val="both"/>
        <w:rPr>
          <w:sz w:val="28"/>
          <w:szCs w:val="28"/>
        </w:rPr>
      </w:pPr>
      <w:r>
        <w:rPr>
          <w:sz w:val="28"/>
          <w:szCs w:val="28"/>
        </w:rPr>
        <w:t>- Довгопристанський ЗЗСО І-ІІІ ст. (с. Довга Пристань, с. Вітольдів Брід);</w:t>
      </w:r>
    </w:p>
    <w:p w:rsidR="00D86C3B" w:rsidRDefault="00D86C3B" w:rsidP="001E1142">
      <w:pPr>
        <w:jc w:val="both"/>
        <w:rPr>
          <w:sz w:val="28"/>
          <w:szCs w:val="28"/>
        </w:rPr>
      </w:pPr>
      <w:r>
        <w:rPr>
          <w:sz w:val="28"/>
          <w:szCs w:val="28"/>
        </w:rPr>
        <w:t>- КЗ Лукашівський НВК «ЗЗСО І-ІІ ст. – дитячий садок» (с. Лукашівка);</w:t>
      </w:r>
    </w:p>
    <w:p w:rsidR="00D86C3B" w:rsidRDefault="00D86C3B" w:rsidP="001E1142">
      <w:pPr>
        <w:jc w:val="both"/>
        <w:rPr>
          <w:sz w:val="28"/>
          <w:szCs w:val="28"/>
        </w:rPr>
      </w:pPr>
      <w:r>
        <w:rPr>
          <w:sz w:val="28"/>
          <w:szCs w:val="28"/>
        </w:rPr>
        <w:t>-КЗ Чаусівський НВК «ЗЗСО І-ІІІ ст. – дитячий садок» (с. Чаусове, с. Підгір’є, с. Мічуріне, с. Болеславчик);</w:t>
      </w:r>
    </w:p>
    <w:p w:rsidR="00D86C3B" w:rsidRDefault="00D86C3B" w:rsidP="001E1142">
      <w:pPr>
        <w:jc w:val="both"/>
        <w:rPr>
          <w:sz w:val="28"/>
          <w:szCs w:val="28"/>
        </w:rPr>
      </w:pPr>
      <w:r>
        <w:rPr>
          <w:sz w:val="28"/>
          <w:szCs w:val="28"/>
        </w:rPr>
        <w:t>- КЗ Тарасівський НВК «ЗЗСО І-ІІ ст. – дитячий садок» (с. Тарасівка,                 с. Бандурка, с. Лозуватка, с. Новоолександрівка);</w:t>
      </w:r>
    </w:p>
    <w:p w:rsidR="00D86C3B" w:rsidRPr="001E1142" w:rsidRDefault="00D86C3B" w:rsidP="001E1142">
      <w:pPr>
        <w:jc w:val="both"/>
        <w:rPr>
          <w:sz w:val="28"/>
          <w:szCs w:val="28"/>
        </w:rPr>
      </w:pPr>
      <w:r>
        <w:rPr>
          <w:sz w:val="28"/>
          <w:szCs w:val="28"/>
        </w:rPr>
        <w:t>- Синюхинобрідський ЗЗСО І-ІІІ ст. (с. Синюхин Брід, с. Станіславчик);</w:t>
      </w:r>
    </w:p>
    <w:p w:rsidR="00D86C3B" w:rsidRPr="001E1142" w:rsidRDefault="00D86C3B" w:rsidP="0090642A">
      <w:pPr>
        <w:ind w:firstLine="426"/>
        <w:jc w:val="both"/>
        <w:rPr>
          <w:sz w:val="28"/>
          <w:szCs w:val="28"/>
        </w:rPr>
      </w:pPr>
    </w:p>
    <w:p w:rsidR="00D86C3B" w:rsidRPr="00A6565F" w:rsidRDefault="00D86C3B" w:rsidP="0090642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6565F">
        <w:rPr>
          <w:sz w:val="28"/>
          <w:szCs w:val="28"/>
        </w:rPr>
        <w:t>Контроль за виконанням цього розпорядження залишаю за собою.</w:t>
      </w:r>
    </w:p>
    <w:p w:rsidR="00D86C3B" w:rsidRDefault="00D86C3B" w:rsidP="0090642A">
      <w:pPr>
        <w:jc w:val="both"/>
        <w:rPr>
          <w:sz w:val="32"/>
          <w:szCs w:val="32"/>
        </w:rPr>
      </w:pPr>
    </w:p>
    <w:p w:rsidR="00D86C3B" w:rsidRDefault="00D86C3B" w:rsidP="0090642A">
      <w:pPr>
        <w:rPr>
          <w:sz w:val="28"/>
          <w:szCs w:val="28"/>
        </w:rPr>
      </w:pPr>
    </w:p>
    <w:p w:rsidR="00D86C3B" w:rsidRDefault="00D86C3B" w:rsidP="0090642A">
      <w:pPr>
        <w:rPr>
          <w:sz w:val="28"/>
          <w:szCs w:val="28"/>
        </w:rPr>
      </w:pPr>
      <w:r>
        <w:rPr>
          <w:sz w:val="28"/>
          <w:szCs w:val="28"/>
        </w:rPr>
        <w:t xml:space="preserve">Сільський 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Олександр ЗУБКО</w:t>
      </w:r>
      <w:bookmarkStart w:id="0" w:name="_GoBack"/>
      <w:bookmarkEnd w:id="0"/>
    </w:p>
    <w:p w:rsidR="00D86C3B" w:rsidRDefault="00D86C3B" w:rsidP="0090642A">
      <w:pPr>
        <w:rPr>
          <w:sz w:val="28"/>
          <w:szCs w:val="28"/>
        </w:rPr>
      </w:pPr>
    </w:p>
    <w:p w:rsidR="00D86C3B" w:rsidRDefault="00D86C3B" w:rsidP="0090642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АРКУШ ПОГОДЖЕННЯ</w:t>
      </w:r>
    </w:p>
    <w:p w:rsidR="00D86C3B" w:rsidRPr="00224D54" w:rsidRDefault="00D86C3B" w:rsidP="0090642A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проє</w:t>
      </w:r>
      <w:r w:rsidRPr="00224D54">
        <w:rPr>
          <w:sz w:val="28"/>
          <w:szCs w:val="28"/>
        </w:rPr>
        <w:t xml:space="preserve">кту розпорядження від </w:t>
      </w:r>
      <w:r>
        <w:rPr>
          <w:sz w:val="28"/>
          <w:szCs w:val="28"/>
        </w:rPr>
        <w:t>28 жовтня 2021 року № 96-р</w:t>
      </w:r>
    </w:p>
    <w:p w:rsidR="00D86C3B" w:rsidRPr="00224D54" w:rsidRDefault="00D86C3B" w:rsidP="0090642A">
      <w:pPr>
        <w:jc w:val="center"/>
        <w:outlineLvl w:val="0"/>
        <w:rPr>
          <w:sz w:val="28"/>
          <w:szCs w:val="28"/>
        </w:rPr>
      </w:pPr>
    </w:p>
    <w:p w:rsidR="00D86C3B" w:rsidRDefault="00D86C3B" w:rsidP="008C1A0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Про призначення відділу освіти, культури, молоді та спорту</w:t>
      </w:r>
    </w:p>
    <w:p w:rsidR="00D86C3B" w:rsidRDefault="00D86C3B" w:rsidP="008C1A01">
      <w:pPr>
        <w:jc w:val="center"/>
        <w:outlineLvl w:val="0"/>
        <w:rPr>
          <w:b/>
          <w:sz w:val="28"/>
        </w:rPr>
      </w:pPr>
      <w:r>
        <w:rPr>
          <w:b/>
          <w:sz w:val="28"/>
          <w:szCs w:val="28"/>
        </w:rPr>
        <w:t>Синюхино-Брідської сільської ради відповідальним за ведення обліку дітей шкільного віку</w:t>
      </w:r>
    </w:p>
    <w:p w:rsidR="00D86C3B" w:rsidRDefault="00D86C3B" w:rsidP="0090642A">
      <w:pPr>
        <w:jc w:val="both"/>
        <w:outlineLvl w:val="0"/>
        <w:rPr>
          <w:sz w:val="28"/>
          <w:szCs w:val="28"/>
        </w:rPr>
      </w:pPr>
    </w:p>
    <w:p w:rsidR="00D86C3B" w:rsidRPr="00A21B42" w:rsidRDefault="00D86C3B" w:rsidP="0090642A">
      <w:pPr>
        <w:jc w:val="both"/>
        <w:outlineLvl w:val="0"/>
        <w:rPr>
          <w:sz w:val="28"/>
          <w:szCs w:val="28"/>
        </w:rPr>
      </w:pPr>
    </w:p>
    <w:p w:rsidR="00D86C3B" w:rsidRDefault="00D86C3B" w:rsidP="0090642A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Заступник сільського</w:t>
      </w:r>
    </w:p>
    <w:p w:rsidR="00D86C3B" w:rsidRDefault="00D86C3B" w:rsidP="0090642A">
      <w:pPr>
        <w:jc w:val="both"/>
        <w:rPr>
          <w:sz w:val="28"/>
          <w:szCs w:val="24"/>
        </w:rPr>
      </w:pPr>
      <w:r>
        <w:rPr>
          <w:sz w:val="28"/>
          <w:szCs w:val="24"/>
        </w:rPr>
        <w:t>голови з питань діяльності</w:t>
      </w:r>
    </w:p>
    <w:p w:rsidR="00D86C3B" w:rsidRDefault="00D86C3B" w:rsidP="0090642A">
      <w:pPr>
        <w:jc w:val="both"/>
        <w:rPr>
          <w:sz w:val="28"/>
          <w:szCs w:val="24"/>
        </w:rPr>
      </w:pPr>
      <w:r>
        <w:rPr>
          <w:sz w:val="28"/>
          <w:szCs w:val="24"/>
        </w:rPr>
        <w:t>виконавчих органів ради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 xml:space="preserve">        Валентина ЛЮБЧЕНКО</w:t>
      </w:r>
      <w:r>
        <w:rPr>
          <w:sz w:val="28"/>
          <w:szCs w:val="24"/>
        </w:rPr>
        <w:tab/>
      </w:r>
    </w:p>
    <w:p w:rsidR="00D86C3B" w:rsidRDefault="00D86C3B" w:rsidP="0090642A">
      <w:pPr>
        <w:jc w:val="both"/>
        <w:rPr>
          <w:sz w:val="28"/>
          <w:szCs w:val="24"/>
        </w:rPr>
      </w:pPr>
    </w:p>
    <w:p w:rsidR="00D86C3B" w:rsidRDefault="00D86C3B" w:rsidP="0090642A">
      <w:pPr>
        <w:jc w:val="both"/>
        <w:rPr>
          <w:sz w:val="28"/>
          <w:szCs w:val="24"/>
        </w:rPr>
      </w:pPr>
      <w:r>
        <w:rPr>
          <w:sz w:val="28"/>
          <w:szCs w:val="24"/>
        </w:rPr>
        <w:t>Керуючий справами (секретар)</w:t>
      </w:r>
    </w:p>
    <w:p w:rsidR="00D86C3B" w:rsidRDefault="00D86C3B" w:rsidP="0090642A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виконавчого комітету </w:t>
      </w:r>
    </w:p>
    <w:p w:rsidR="00D86C3B" w:rsidRDefault="00D86C3B" w:rsidP="0090642A">
      <w:pPr>
        <w:jc w:val="both"/>
        <w:rPr>
          <w:sz w:val="28"/>
          <w:szCs w:val="24"/>
        </w:rPr>
      </w:pPr>
      <w:r>
        <w:rPr>
          <w:sz w:val="28"/>
          <w:szCs w:val="24"/>
        </w:rPr>
        <w:t xml:space="preserve">Синюхино-Брідської </w:t>
      </w:r>
    </w:p>
    <w:p w:rsidR="00D86C3B" w:rsidRDefault="00D86C3B" w:rsidP="0090642A">
      <w:pPr>
        <w:jc w:val="both"/>
        <w:rPr>
          <w:sz w:val="28"/>
          <w:szCs w:val="24"/>
        </w:rPr>
      </w:pPr>
      <w:r>
        <w:rPr>
          <w:sz w:val="28"/>
          <w:szCs w:val="24"/>
        </w:rPr>
        <w:t>сільської ради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 xml:space="preserve">        Ольга НАМ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</w:p>
    <w:p w:rsidR="00D86C3B" w:rsidRDefault="00D86C3B" w:rsidP="0090642A">
      <w:pPr>
        <w:jc w:val="both"/>
        <w:rPr>
          <w:sz w:val="28"/>
          <w:szCs w:val="24"/>
        </w:rPr>
      </w:pPr>
      <w:r>
        <w:rPr>
          <w:sz w:val="28"/>
          <w:szCs w:val="24"/>
        </w:rPr>
        <w:t>Діловод Синюхино-Брідської</w:t>
      </w:r>
    </w:p>
    <w:p w:rsidR="00D86C3B" w:rsidRDefault="00D86C3B" w:rsidP="0090642A">
      <w:pPr>
        <w:jc w:val="both"/>
        <w:rPr>
          <w:sz w:val="28"/>
          <w:szCs w:val="24"/>
        </w:rPr>
      </w:pPr>
      <w:r>
        <w:rPr>
          <w:sz w:val="28"/>
          <w:szCs w:val="24"/>
        </w:rPr>
        <w:t>сільської ради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 xml:space="preserve">        Ірина ДІДЕНКО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</w:p>
    <w:p w:rsidR="00D86C3B" w:rsidRDefault="00D86C3B" w:rsidP="0090642A">
      <w:pPr>
        <w:jc w:val="both"/>
        <w:rPr>
          <w:sz w:val="28"/>
          <w:szCs w:val="24"/>
        </w:rPr>
      </w:pPr>
      <w:r>
        <w:rPr>
          <w:sz w:val="28"/>
          <w:szCs w:val="24"/>
        </w:rPr>
        <w:t>Головний спеціаліст – юрист</w:t>
      </w:r>
    </w:p>
    <w:p w:rsidR="00D86C3B" w:rsidRDefault="00D86C3B" w:rsidP="0090642A">
      <w:pPr>
        <w:jc w:val="both"/>
        <w:rPr>
          <w:sz w:val="28"/>
          <w:szCs w:val="24"/>
        </w:rPr>
      </w:pPr>
      <w:r>
        <w:rPr>
          <w:sz w:val="28"/>
          <w:szCs w:val="24"/>
        </w:rPr>
        <w:t>Синюхино-Брідської</w:t>
      </w:r>
    </w:p>
    <w:p w:rsidR="00D86C3B" w:rsidRDefault="00D86C3B" w:rsidP="0090642A">
      <w:pPr>
        <w:jc w:val="both"/>
        <w:rPr>
          <w:sz w:val="28"/>
          <w:szCs w:val="24"/>
        </w:rPr>
      </w:pPr>
      <w:r>
        <w:rPr>
          <w:sz w:val="28"/>
          <w:szCs w:val="24"/>
        </w:rPr>
        <w:t>сільської ради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 xml:space="preserve">        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 xml:space="preserve">        Олег ГАВВА</w:t>
      </w:r>
    </w:p>
    <w:p w:rsidR="00D86C3B" w:rsidRDefault="00D86C3B" w:rsidP="0090642A">
      <w:pPr>
        <w:jc w:val="both"/>
        <w:rPr>
          <w:sz w:val="28"/>
          <w:szCs w:val="24"/>
        </w:rPr>
      </w:pPr>
    </w:p>
    <w:p w:rsidR="00D86C3B" w:rsidRDefault="00D86C3B" w:rsidP="0090642A">
      <w:pPr>
        <w:jc w:val="both"/>
        <w:rPr>
          <w:sz w:val="28"/>
          <w:szCs w:val="24"/>
        </w:rPr>
      </w:pPr>
      <w:r>
        <w:rPr>
          <w:sz w:val="28"/>
          <w:szCs w:val="24"/>
        </w:rPr>
        <w:t>Начальник відділу освіти,</w:t>
      </w:r>
    </w:p>
    <w:p w:rsidR="00D86C3B" w:rsidRDefault="00D86C3B" w:rsidP="0090642A">
      <w:pPr>
        <w:jc w:val="both"/>
        <w:rPr>
          <w:sz w:val="28"/>
          <w:szCs w:val="24"/>
        </w:rPr>
      </w:pPr>
      <w:r>
        <w:rPr>
          <w:sz w:val="28"/>
          <w:szCs w:val="24"/>
        </w:rPr>
        <w:t>культури, молоді та спорту</w:t>
      </w:r>
    </w:p>
    <w:p w:rsidR="00D86C3B" w:rsidRDefault="00D86C3B" w:rsidP="0090642A">
      <w:pPr>
        <w:jc w:val="both"/>
        <w:rPr>
          <w:sz w:val="28"/>
          <w:szCs w:val="24"/>
        </w:rPr>
      </w:pPr>
      <w:r>
        <w:rPr>
          <w:sz w:val="28"/>
          <w:szCs w:val="24"/>
        </w:rPr>
        <w:t>Синюхино-Брідської</w:t>
      </w:r>
    </w:p>
    <w:p w:rsidR="00D86C3B" w:rsidRDefault="00D86C3B" w:rsidP="0090642A">
      <w:pPr>
        <w:jc w:val="both"/>
        <w:rPr>
          <w:sz w:val="28"/>
          <w:szCs w:val="24"/>
        </w:rPr>
      </w:pPr>
      <w:r>
        <w:rPr>
          <w:sz w:val="28"/>
          <w:szCs w:val="24"/>
        </w:rPr>
        <w:t>сільської ради</w:t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</w:r>
      <w:r>
        <w:rPr>
          <w:sz w:val="28"/>
          <w:szCs w:val="24"/>
        </w:rPr>
        <w:tab/>
        <w:t xml:space="preserve">        Наталя КРОТІК</w:t>
      </w:r>
    </w:p>
    <w:p w:rsidR="00D86C3B" w:rsidRDefault="00D86C3B" w:rsidP="0090642A">
      <w:pPr>
        <w:rPr>
          <w:sz w:val="28"/>
          <w:szCs w:val="28"/>
        </w:rPr>
      </w:pPr>
    </w:p>
    <w:p w:rsidR="00D86C3B" w:rsidRDefault="00D86C3B"/>
    <w:p w:rsidR="00D86C3B" w:rsidRDefault="00D86C3B"/>
    <w:p w:rsidR="00D86C3B" w:rsidRDefault="00D86C3B"/>
    <w:p w:rsidR="00D86C3B" w:rsidRDefault="00D86C3B"/>
    <w:p w:rsidR="00D86C3B" w:rsidRDefault="00D86C3B"/>
    <w:p w:rsidR="00D86C3B" w:rsidRDefault="00D86C3B"/>
    <w:p w:rsidR="00D86C3B" w:rsidRDefault="00D86C3B"/>
    <w:p w:rsidR="00D86C3B" w:rsidRDefault="00D86C3B"/>
    <w:p w:rsidR="00D86C3B" w:rsidRDefault="00D86C3B"/>
    <w:p w:rsidR="00D86C3B" w:rsidRDefault="00D86C3B"/>
    <w:p w:rsidR="00D86C3B" w:rsidRDefault="00D86C3B"/>
    <w:p w:rsidR="00D86C3B" w:rsidRDefault="00D86C3B"/>
    <w:p w:rsidR="00D86C3B" w:rsidRPr="00D77CFB" w:rsidRDefault="00D86C3B">
      <w:pPr>
        <w:rPr>
          <w:sz w:val="24"/>
          <w:szCs w:val="24"/>
        </w:rPr>
      </w:pPr>
      <w:r w:rsidRPr="00D77CFB">
        <w:rPr>
          <w:sz w:val="24"/>
          <w:szCs w:val="24"/>
        </w:rPr>
        <w:t>Олена Федчук, 0684574906</w:t>
      </w:r>
    </w:p>
    <w:sectPr w:rsidR="00D86C3B" w:rsidRPr="00D77CFB" w:rsidSect="0090642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642A"/>
    <w:rsid w:val="001763E5"/>
    <w:rsid w:val="001E1142"/>
    <w:rsid w:val="00224D54"/>
    <w:rsid w:val="002607F9"/>
    <w:rsid w:val="002E40D5"/>
    <w:rsid w:val="004170BF"/>
    <w:rsid w:val="004D6713"/>
    <w:rsid w:val="006153DC"/>
    <w:rsid w:val="00663CBB"/>
    <w:rsid w:val="006A2A2D"/>
    <w:rsid w:val="0078358D"/>
    <w:rsid w:val="007B3E23"/>
    <w:rsid w:val="00883682"/>
    <w:rsid w:val="008901FC"/>
    <w:rsid w:val="008C1A01"/>
    <w:rsid w:val="008E0D15"/>
    <w:rsid w:val="00904A82"/>
    <w:rsid w:val="0090642A"/>
    <w:rsid w:val="00941C79"/>
    <w:rsid w:val="00951BF0"/>
    <w:rsid w:val="009F2A04"/>
    <w:rsid w:val="00A21B42"/>
    <w:rsid w:val="00A6565F"/>
    <w:rsid w:val="00BF0E9E"/>
    <w:rsid w:val="00C31EC6"/>
    <w:rsid w:val="00D77CFB"/>
    <w:rsid w:val="00D86C3B"/>
    <w:rsid w:val="00D95844"/>
    <w:rsid w:val="00F57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42A"/>
    <w:pPr>
      <w:autoSpaceDE w:val="0"/>
      <w:autoSpaceDN w:val="0"/>
    </w:pPr>
    <w:rPr>
      <w:sz w:val="20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90642A"/>
    <w:pPr>
      <w:jc w:val="center"/>
    </w:pPr>
    <w:rPr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90642A"/>
    <w:rPr>
      <w:rFonts w:cs="Times New Roman"/>
      <w:b/>
      <w:bCs/>
      <w:sz w:val="28"/>
      <w:szCs w:val="28"/>
      <w:lang w:val="uk-UA" w:eastAsia="ru-RU" w:bidi="ar-SA"/>
    </w:rPr>
  </w:style>
  <w:style w:type="paragraph" w:styleId="Subtitle">
    <w:name w:val="Subtitle"/>
    <w:basedOn w:val="Normal"/>
    <w:link w:val="SubtitleChar"/>
    <w:uiPriority w:val="99"/>
    <w:qFormat/>
    <w:rsid w:val="0090642A"/>
    <w:pPr>
      <w:spacing w:after="60"/>
      <w:jc w:val="center"/>
      <w:outlineLvl w:val="1"/>
    </w:pPr>
    <w:rPr>
      <w:rFonts w:ascii="Arial" w:hAnsi="Arial" w:cs="Arial"/>
      <w:sz w:val="24"/>
      <w:szCs w:val="24"/>
      <w:lang w:val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90642A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"/>
    <w:basedOn w:val="Normal"/>
    <w:uiPriority w:val="99"/>
    <w:rsid w:val="0090642A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4">
    <w:name w:val="заголовок 4"/>
    <w:basedOn w:val="Normal"/>
    <w:next w:val="Normal"/>
    <w:uiPriority w:val="99"/>
    <w:rsid w:val="0090642A"/>
    <w:pPr>
      <w:keepNext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customStyle="1" w:styleId="c19">
    <w:name w:val="c19"/>
    <w:basedOn w:val="Normal"/>
    <w:uiPriority w:val="99"/>
    <w:rsid w:val="0090642A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c3">
    <w:name w:val="c3"/>
    <w:basedOn w:val="Normal"/>
    <w:uiPriority w:val="99"/>
    <w:rsid w:val="0090642A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c1">
    <w:name w:val="c1"/>
    <w:basedOn w:val="DefaultParagraphFont"/>
    <w:uiPriority w:val="99"/>
    <w:rsid w:val="0090642A"/>
    <w:rPr>
      <w:rFonts w:cs="Times New Roman"/>
    </w:rPr>
  </w:style>
  <w:style w:type="character" w:customStyle="1" w:styleId="c9">
    <w:name w:val="c9"/>
    <w:basedOn w:val="DefaultParagraphFont"/>
    <w:uiPriority w:val="99"/>
    <w:rsid w:val="0090642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C31E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31EC6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2</Pages>
  <Words>356</Words>
  <Characters>2035</Characters>
  <Application>Microsoft Office Outlook</Application>
  <DocSecurity>0</DocSecurity>
  <Lines>0</Lines>
  <Paragraphs>0</Paragraphs>
  <ScaleCrop>false</ScaleCrop>
  <Company>UCL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2021-11-16T09:33:00Z</cp:lastPrinted>
  <dcterms:created xsi:type="dcterms:W3CDTF">2021-11-04T09:21:00Z</dcterms:created>
  <dcterms:modified xsi:type="dcterms:W3CDTF">2021-11-16T09:33:00Z</dcterms:modified>
</cp:coreProperties>
</file>