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7C" w:rsidRPr="0013019B" w:rsidRDefault="00322A7C" w:rsidP="00494262">
      <w:pPr>
        <w:pStyle w:val="Subtitle"/>
        <w:rPr>
          <w:b w:val="0"/>
          <w:noProof/>
          <w:sz w:val="32"/>
        </w:rPr>
      </w:pPr>
      <w:r w:rsidRPr="0063129B">
        <w:rPr>
          <w:rFonts w:ascii="MS Sans Serif" w:hAnsi="MS Sans Serif"/>
          <w:b w:val="0"/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7" o:title="" grayscale="t" bilevel="t"/>
          </v:shape>
        </w:pict>
      </w:r>
    </w:p>
    <w:p w:rsidR="00322A7C" w:rsidRPr="0013019B" w:rsidRDefault="00322A7C" w:rsidP="00182DAF">
      <w:pPr>
        <w:pStyle w:val="Title"/>
        <w:rPr>
          <w:b w:val="0"/>
          <w:sz w:val="32"/>
        </w:rPr>
      </w:pPr>
      <w:r w:rsidRPr="0013019B">
        <w:rPr>
          <w:b w:val="0"/>
          <w:sz w:val="32"/>
        </w:rPr>
        <w:t>УКРАЇНА</w:t>
      </w:r>
    </w:p>
    <w:p w:rsidR="00322A7C" w:rsidRPr="0013019B" w:rsidRDefault="00322A7C" w:rsidP="00182DAF">
      <w:pPr>
        <w:pStyle w:val="Subtitle"/>
        <w:rPr>
          <w:b w:val="0"/>
          <w:sz w:val="28"/>
        </w:rPr>
      </w:pPr>
      <w:r w:rsidRPr="0013019B">
        <w:rPr>
          <w:b w:val="0"/>
          <w:sz w:val="28"/>
        </w:rPr>
        <w:t>Синюхино-Брідська сільська рада</w:t>
      </w:r>
    </w:p>
    <w:p w:rsidR="00322A7C" w:rsidRPr="0013019B" w:rsidRDefault="00322A7C" w:rsidP="00182DAF">
      <w:pPr>
        <w:pStyle w:val="Subtitle"/>
        <w:rPr>
          <w:b w:val="0"/>
          <w:sz w:val="28"/>
        </w:rPr>
      </w:pPr>
      <w:r w:rsidRPr="0013019B">
        <w:rPr>
          <w:b w:val="0"/>
          <w:sz w:val="28"/>
        </w:rPr>
        <w:t>Первомайського району Миколаївської області</w:t>
      </w:r>
    </w:p>
    <w:p w:rsidR="00322A7C" w:rsidRDefault="00322A7C" w:rsidP="00182DAF">
      <w:pPr>
        <w:pStyle w:val="Subtitle"/>
        <w:rPr>
          <w:sz w:val="28"/>
        </w:rPr>
      </w:pPr>
    </w:p>
    <w:p w:rsidR="00322A7C" w:rsidRDefault="00322A7C" w:rsidP="00182DA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322A7C" w:rsidRDefault="00322A7C" w:rsidP="00182DAF">
      <w:pPr>
        <w:pStyle w:val="Subtitle"/>
        <w:rPr>
          <w:sz w:val="28"/>
        </w:rPr>
      </w:pPr>
    </w:p>
    <w:p w:rsidR="00322A7C" w:rsidRPr="0038419E" w:rsidRDefault="00322A7C" w:rsidP="00182DA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</w:t>
      </w:r>
      <w:r w:rsidRPr="0038419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грудня</w:t>
      </w:r>
      <w:r w:rsidRPr="0038419E">
        <w:rPr>
          <w:b w:val="0"/>
          <w:sz w:val="28"/>
          <w:szCs w:val="28"/>
        </w:rPr>
        <w:t xml:space="preserve"> 2021 року            </w:t>
      </w:r>
      <w:r>
        <w:rPr>
          <w:b w:val="0"/>
          <w:sz w:val="28"/>
          <w:szCs w:val="28"/>
        </w:rPr>
        <w:t xml:space="preserve">     </w:t>
      </w:r>
      <w:r w:rsidRPr="0038419E">
        <w:rPr>
          <w:b w:val="0"/>
          <w:sz w:val="28"/>
          <w:szCs w:val="28"/>
        </w:rPr>
        <w:t xml:space="preserve"> с</w:t>
      </w:r>
      <w:r>
        <w:rPr>
          <w:b w:val="0"/>
          <w:sz w:val="28"/>
          <w:szCs w:val="28"/>
        </w:rPr>
        <w:t>ело</w:t>
      </w:r>
      <w:r w:rsidRPr="0038419E">
        <w:rPr>
          <w:b w:val="0"/>
          <w:sz w:val="28"/>
          <w:szCs w:val="28"/>
        </w:rPr>
        <w:t xml:space="preserve"> Синюхин Брід                                 №  </w:t>
      </w:r>
      <w:r>
        <w:rPr>
          <w:b w:val="0"/>
          <w:sz w:val="28"/>
          <w:szCs w:val="28"/>
        </w:rPr>
        <w:t>103</w:t>
      </w:r>
      <w:r w:rsidRPr="0038419E">
        <w:rPr>
          <w:b w:val="0"/>
          <w:sz w:val="28"/>
          <w:szCs w:val="28"/>
        </w:rPr>
        <w:t>-р</w:t>
      </w:r>
    </w:p>
    <w:p w:rsidR="00322A7C" w:rsidRDefault="00322A7C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092"/>
      </w:tblGrid>
      <w:tr w:rsidR="00322A7C" w:rsidTr="00A62387">
        <w:trPr>
          <w:trHeight w:val="69"/>
        </w:trPr>
        <w:tc>
          <w:tcPr>
            <w:tcW w:w="4092" w:type="dxa"/>
          </w:tcPr>
          <w:p w:rsidR="00322A7C" w:rsidRPr="00BF0E9E" w:rsidRDefault="00322A7C" w:rsidP="00A623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затвердження Плану профілактичних заходів, спрямованих на запобігання виникнення пожеж та загибелі людей, на території Синюхино-Брідської сільської ради на зимовий період  2021/2022 роки</w:t>
            </w:r>
          </w:p>
        </w:tc>
      </w:tr>
    </w:tbl>
    <w:p w:rsidR="00322A7C" w:rsidRDefault="00322A7C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2A7C" w:rsidRDefault="00322A7C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2A7C" w:rsidRDefault="00322A7C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2A7C" w:rsidRDefault="00322A7C" w:rsidP="008A4CA2">
      <w:pPr>
        <w:pStyle w:val="Subtitle"/>
        <w:ind w:firstLine="708"/>
        <w:jc w:val="both"/>
        <w:rPr>
          <w:b w:val="0"/>
          <w:sz w:val="28"/>
          <w:szCs w:val="28"/>
        </w:rPr>
      </w:pPr>
    </w:p>
    <w:p w:rsidR="00322A7C" w:rsidRDefault="00322A7C" w:rsidP="00AB2A04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</w:p>
    <w:p w:rsidR="00322A7C" w:rsidRDefault="00322A7C" w:rsidP="00AB2A04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</w:p>
    <w:p w:rsidR="00322A7C" w:rsidRDefault="00322A7C" w:rsidP="00AB2A04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</w:p>
    <w:p w:rsidR="00322A7C" w:rsidRDefault="00322A7C" w:rsidP="00CB6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2A7C" w:rsidRDefault="00322A7C" w:rsidP="00CB6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B63C7">
        <w:rPr>
          <w:rFonts w:ascii="Times New Roman" w:hAnsi="Times New Roman"/>
          <w:sz w:val="28"/>
          <w:szCs w:val="28"/>
        </w:rPr>
        <w:t xml:space="preserve">Відповідно до пункту 20 частини четвертої статті 42 Закону України «Про місцеве самоврядування в Україні», норм Кодексу цивільного захисту України, розпорядження голови Миколаївської обласної державної адміністрації від 13 жовтня 2014 року № 340-р «Про посилення заходів профілактики щодо недопущення загибелі та травмування людей на території Миколаївської області», з метою запобігання загибелі й травмуванню людей під час надзвичайних ситуацій та подій, пов’язаних із пожежами в житловому секторі </w:t>
      </w:r>
      <w:r w:rsidRPr="00CB63C7">
        <w:rPr>
          <w:rFonts w:ascii="Times New Roman" w:hAnsi="Times New Roman"/>
          <w:sz w:val="28"/>
          <w:szCs w:val="28"/>
          <w:shd w:val="clear" w:color="auto" w:fill="FFFFFF"/>
        </w:rPr>
        <w:t>територіальної громади Синюхино-Брідської сільської ради:</w:t>
      </w:r>
    </w:p>
    <w:p w:rsidR="00322A7C" w:rsidRDefault="00322A7C" w:rsidP="00CB6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22A7C" w:rsidRDefault="00322A7C" w:rsidP="00CB6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3C7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CB63C7">
        <w:rPr>
          <w:rFonts w:ascii="Times New Roman" w:hAnsi="Times New Roman"/>
          <w:sz w:val="28"/>
          <w:szCs w:val="28"/>
        </w:rPr>
        <w:t>Затвердити План профілактичних заходів, спрямованих на запобігання виникнення пожеж та загибелі людей</w:t>
      </w:r>
      <w:r>
        <w:rPr>
          <w:rFonts w:ascii="Times New Roman" w:hAnsi="Times New Roman"/>
          <w:sz w:val="28"/>
          <w:szCs w:val="28"/>
        </w:rPr>
        <w:t>,</w:t>
      </w:r>
      <w:r w:rsidRPr="00CB63C7">
        <w:rPr>
          <w:rFonts w:ascii="Times New Roman" w:hAnsi="Times New Roman"/>
          <w:sz w:val="28"/>
          <w:szCs w:val="28"/>
        </w:rPr>
        <w:t xml:space="preserve"> на території Синюхино-Брідської сільської ради на зимовий період  2021/2022 роки</w:t>
      </w:r>
      <w:r>
        <w:rPr>
          <w:rFonts w:ascii="Times New Roman" w:hAnsi="Times New Roman"/>
          <w:sz w:val="28"/>
          <w:szCs w:val="28"/>
        </w:rPr>
        <w:t>, що додається.</w:t>
      </w:r>
    </w:p>
    <w:p w:rsidR="00322A7C" w:rsidRPr="00CB63C7" w:rsidRDefault="00322A7C" w:rsidP="00CB6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2A7C" w:rsidRPr="00073BB6" w:rsidRDefault="00322A7C" w:rsidP="00CB6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CB63C7">
        <w:rPr>
          <w:rFonts w:ascii="Times New Roman" w:hAnsi="Times New Roman"/>
          <w:sz w:val="28"/>
          <w:szCs w:val="28"/>
          <w:lang w:eastAsia="en-US"/>
        </w:rPr>
        <w:t>2. Контроль за виконанням цього</w:t>
      </w:r>
      <w:r w:rsidRPr="00073BB6">
        <w:rPr>
          <w:rFonts w:ascii="Times New Roman" w:hAnsi="Times New Roman"/>
          <w:sz w:val="28"/>
          <w:szCs w:val="28"/>
          <w:lang w:eastAsia="en-US"/>
        </w:rPr>
        <w:t xml:space="preserve"> розпорядження залишаю за собою. </w:t>
      </w:r>
    </w:p>
    <w:p w:rsidR="00322A7C" w:rsidRPr="00073BB6" w:rsidRDefault="00322A7C" w:rsidP="00CB63C7">
      <w:pPr>
        <w:pStyle w:val="Subtitle"/>
        <w:jc w:val="both"/>
        <w:rPr>
          <w:b w:val="0"/>
          <w:sz w:val="28"/>
          <w:szCs w:val="28"/>
        </w:rPr>
      </w:pPr>
    </w:p>
    <w:p w:rsidR="00322A7C" w:rsidRDefault="00322A7C" w:rsidP="00CB63C7">
      <w:pPr>
        <w:pStyle w:val="Subtitle"/>
        <w:jc w:val="both"/>
        <w:rPr>
          <w:b w:val="0"/>
          <w:sz w:val="28"/>
          <w:szCs w:val="28"/>
        </w:rPr>
      </w:pPr>
    </w:p>
    <w:p w:rsidR="00322A7C" w:rsidRDefault="00322A7C" w:rsidP="00CB63C7">
      <w:pPr>
        <w:pStyle w:val="Subtitle"/>
        <w:jc w:val="both"/>
        <w:rPr>
          <w:b w:val="0"/>
          <w:sz w:val="28"/>
          <w:szCs w:val="28"/>
        </w:rPr>
      </w:pPr>
    </w:p>
    <w:p w:rsidR="00322A7C" w:rsidRDefault="00322A7C" w:rsidP="00CB63C7">
      <w:pPr>
        <w:pStyle w:val="Subtitle"/>
        <w:jc w:val="both"/>
        <w:rPr>
          <w:b w:val="0"/>
          <w:sz w:val="28"/>
          <w:szCs w:val="28"/>
        </w:rPr>
      </w:pPr>
    </w:p>
    <w:p w:rsidR="00322A7C" w:rsidRDefault="00322A7C" w:rsidP="00CB63C7">
      <w:pPr>
        <w:pStyle w:val="Subtitle"/>
        <w:jc w:val="both"/>
        <w:rPr>
          <w:b w:val="0"/>
          <w:sz w:val="28"/>
          <w:szCs w:val="28"/>
          <w:lang w:val="uk-UA"/>
        </w:rPr>
      </w:pPr>
      <w:r w:rsidRPr="00E10F9F">
        <w:rPr>
          <w:sz w:val="28"/>
          <w:szCs w:val="28"/>
        </w:rPr>
        <w:t xml:space="preserve">  </w:t>
      </w:r>
      <w:r w:rsidRPr="00E10F9F">
        <w:rPr>
          <w:b w:val="0"/>
          <w:sz w:val="28"/>
          <w:szCs w:val="28"/>
        </w:rPr>
        <w:t xml:space="preserve">Сільський голова                                                                </w:t>
      </w:r>
      <w:r>
        <w:rPr>
          <w:b w:val="0"/>
          <w:sz w:val="28"/>
          <w:szCs w:val="28"/>
        </w:rPr>
        <w:t xml:space="preserve">        </w:t>
      </w:r>
      <w:r w:rsidRPr="00E10F9F">
        <w:rPr>
          <w:b w:val="0"/>
          <w:sz w:val="28"/>
          <w:szCs w:val="28"/>
        </w:rPr>
        <w:t>Олександр ЗУБКО</w:t>
      </w:r>
    </w:p>
    <w:p w:rsidR="00322A7C" w:rsidRDefault="00322A7C" w:rsidP="00CB63C7">
      <w:pPr>
        <w:pStyle w:val="Subtitle"/>
        <w:jc w:val="both"/>
        <w:rPr>
          <w:b w:val="0"/>
          <w:sz w:val="28"/>
          <w:szCs w:val="28"/>
          <w:lang w:val="uk-UA"/>
        </w:rPr>
      </w:pPr>
    </w:p>
    <w:p w:rsidR="00322A7C" w:rsidRDefault="00322A7C" w:rsidP="00CB63C7">
      <w:pPr>
        <w:pStyle w:val="Subtitle"/>
        <w:jc w:val="both"/>
        <w:rPr>
          <w:b w:val="0"/>
          <w:sz w:val="28"/>
          <w:szCs w:val="28"/>
          <w:lang w:val="uk-UA"/>
        </w:rPr>
      </w:pPr>
    </w:p>
    <w:p w:rsidR="00322A7C" w:rsidRDefault="00322A7C" w:rsidP="00CB63C7">
      <w:pPr>
        <w:pStyle w:val="Subtitle"/>
        <w:jc w:val="both"/>
        <w:rPr>
          <w:b w:val="0"/>
          <w:sz w:val="28"/>
          <w:szCs w:val="28"/>
          <w:lang w:val="uk-UA"/>
        </w:rPr>
      </w:pPr>
    </w:p>
    <w:p w:rsidR="00322A7C" w:rsidRDefault="00322A7C" w:rsidP="00CB63C7">
      <w:pPr>
        <w:pStyle w:val="Subtitle"/>
        <w:jc w:val="both"/>
        <w:rPr>
          <w:b w:val="0"/>
          <w:sz w:val="28"/>
          <w:szCs w:val="28"/>
          <w:lang w:val="uk-UA"/>
        </w:rPr>
      </w:pPr>
    </w:p>
    <w:p w:rsidR="00322A7C" w:rsidRDefault="00322A7C" w:rsidP="00DC7E62">
      <w:pPr>
        <w:spacing w:after="0" w:line="240" w:lineRule="auto"/>
        <w:ind w:left="10773" w:firstLine="555"/>
        <w:rPr>
          <w:b/>
          <w:sz w:val="28"/>
          <w:szCs w:val="28"/>
        </w:rPr>
        <w:sectPr w:rsidR="00322A7C" w:rsidSect="005E4183">
          <w:headerReference w:type="even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E10F9F">
        <w:rPr>
          <w:b/>
          <w:sz w:val="28"/>
          <w:szCs w:val="28"/>
        </w:rPr>
        <w:t xml:space="preserve">  </w:t>
      </w:r>
    </w:p>
    <w:p w:rsidR="00322A7C" w:rsidRDefault="00322A7C" w:rsidP="00DC7E62">
      <w:pPr>
        <w:spacing w:after="0" w:line="240" w:lineRule="auto"/>
        <w:ind w:left="10773" w:firstLine="5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322A7C" w:rsidRDefault="00322A7C" w:rsidP="00DC7E62">
      <w:pPr>
        <w:tabs>
          <w:tab w:val="left" w:pos="5670"/>
        </w:tabs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розпорядження </w:t>
      </w:r>
    </w:p>
    <w:p w:rsidR="00322A7C" w:rsidRDefault="00322A7C" w:rsidP="00DC7E62">
      <w:pPr>
        <w:tabs>
          <w:tab w:val="left" w:pos="5670"/>
        </w:tabs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сільського голови </w:t>
      </w:r>
    </w:p>
    <w:p w:rsidR="00322A7C" w:rsidRDefault="00322A7C" w:rsidP="00DC7E62">
      <w:pPr>
        <w:spacing w:after="0" w:line="240" w:lineRule="auto"/>
        <w:ind w:left="113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грудня 2021 р. № 103-р</w:t>
      </w:r>
    </w:p>
    <w:p w:rsidR="00322A7C" w:rsidRDefault="00322A7C" w:rsidP="00DC7E62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2A7C" w:rsidRPr="00966713" w:rsidRDefault="00322A7C" w:rsidP="00DC7E62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6713">
        <w:rPr>
          <w:rFonts w:ascii="Times New Roman" w:hAnsi="Times New Roman"/>
          <w:b/>
          <w:sz w:val="28"/>
          <w:szCs w:val="28"/>
        </w:rPr>
        <w:t>ПЛАН</w:t>
      </w:r>
    </w:p>
    <w:p w:rsidR="00322A7C" w:rsidRPr="00966713" w:rsidRDefault="00322A7C" w:rsidP="00DC7E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6713">
        <w:rPr>
          <w:rFonts w:ascii="Times New Roman" w:hAnsi="Times New Roman"/>
          <w:b/>
          <w:sz w:val="28"/>
          <w:szCs w:val="28"/>
        </w:rPr>
        <w:t>профілактичних заходів, спрямованих на запобігання виникнення пожеж та загибелі людей</w:t>
      </w:r>
      <w:r>
        <w:rPr>
          <w:rFonts w:ascii="Times New Roman" w:hAnsi="Times New Roman"/>
          <w:b/>
          <w:sz w:val="28"/>
          <w:szCs w:val="28"/>
        </w:rPr>
        <w:t>,</w:t>
      </w:r>
      <w:r w:rsidRPr="00966713">
        <w:rPr>
          <w:rFonts w:ascii="Times New Roman" w:hAnsi="Times New Roman"/>
          <w:b/>
          <w:sz w:val="28"/>
          <w:szCs w:val="28"/>
        </w:rPr>
        <w:t xml:space="preserve"> </w:t>
      </w:r>
    </w:p>
    <w:p w:rsidR="00322A7C" w:rsidRPr="00966713" w:rsidRDefault="00322A7C" w:rsidP="00DC7E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6713">
        <w:rPr>
          <w:rFonts w:ascii="Times New Roman" w:hAnsi="Times New Roman"/>
          <w:b/>
          <w:sz w:val="28"/>
          <w:szCs w:val="28"/>
        </w:rPr>
        <w:t>на території Синюхино-Брідської сільської ради на зимовий період 2021/2022 роки</w:t>
      </w:r>
    </w:p>
    <w:p w:rsidR="00322A7C" w:rsidRPr="006931B9" w:rsidRDefault="00322A7C" w:rsidP="00DC7E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08" w:type="dxa"/>
        <w:tblInd w:w="-50" w:type="dxa"/>
        <w:tblLayout w:type="fixed"/>
        <w:tblLook w:val="0000"/>
      </w:tblPr>
      <w:tblGrid>
        <w:gridCol w:w="594"/>
        <w:gridCol w:w="7704"/>
        <w:gridCol w:w="1843"/>
        <w:gridCol w:w="3107"/>
        <w:gridCol w:w="2860"/>
      </w:tblGrid>
      <w:tr w:rsidR="00322A7C" w:rsidRPr="00593267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Найменування заходів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Відповідальні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Примітки</w:t>
            </w:r>
          </w:p>
        </w:tc>
      </w:tr>
      <w:tr w:rsidR="00322A7C" w:rsidRPr="00593267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93267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93267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93267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93267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93267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322A7C" w:rsidRPr="00593267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Default="00322A7C" w:rsidP="00995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Винести питання щодо недопущення загибелі та травмування людей на пожежах на розгляд комісії з питань техногенно-екологічної безпеки та надзвичайних ситуацій з прийняттям відповідних заходів</w:t>
            </w:r>
          </w:p>
          <w:p w:rsidR="00322A7C" w:rsidRPr="00593267" w:rsidRDefault="00322A7C" w:rsidP="00995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 xml:space="preserve">рудень </w:t>
            </w:r>
          </w:p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Місцева комісія з питань техногенно-екологічної безпеки та надзвичайних ситуацій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A7C" w:rsidRPr="009133F5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Оновити списки осіб «групи ризику», що перебувають на обліку (особи одинокі та одинокопроживаючі, особи з інвалідністю, сім’ї/особи, які перебувають у складних життєвих обставинах)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 xml:space="preserve">Грудень </w:t>
            </w:r>
          </w:p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387E40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Старости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>ЦНСП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 xml:space="preserve"> Синюхино-Брідської сільської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Старости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надання інформації, 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>ЦНСП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 xml:space="preserve"> Синюхино-Брідської сільської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узагальнення</w:t>
            </w:r>
          </w:p>
        </w:tc>
      </w:tr>
      <w:tr w:rsidR="00322A7C" w:rsidRPr="00D85E98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Default="00322A7C" w:rsidP="00995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С</w:t>
            </w:r>
            <w:r w:rsidRPr="005932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творити рейдові групи для проведення обстеження (огляду) житла осіб «групи ризику» із залученням старости відповідного старостинського округу,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депутата сільської ради, </w:t>
            </w:r>
            <w:r w:rsidRPr="005932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фахівця із соціальної роботи, дільничного офіцера поліції, представника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ГУ ДСНС</w:t>
            </w:r>
          </w:p>
          <w:p w:rsidR="00322A7C" w:rsidRDefault="00322A7C" w:rsidP="00995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2A7C" w:rsidRPr="00593267" w:rsidRDefault="00322A7C" w:rsidP="00995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 xml:space="preserve">Грудень </w:t>
            </w:r>
          </w:p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>ЦНСП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 xml:space="preserve"> Синюхино-Брідської сільської ради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A7C" w:rsidRPr="00593267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Під час рейдових відвідувань житла громадян проводити інструктажі з особами, що належать до підвищеної групи ризику щодо правил безпечної життєдіяльності та дій у разі виникнення пожежі, безпечної експлуатації електроприладів, газового обладнання, систем опалення та порядку дій у разі виникнення надзвичайних ситуацій і пожеж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Постійно,</w:t>
            </w:r>
          </w:p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під час проведення рейдів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 xml:space="preserve">Члени </w:t>
            </w:r>
            <w:r>
              <w:rPr>
                <w:rFonts w:ascii="Times New Roman" w:hAnsi="Times New Roman"/>
                <w:sz w:val="28"/>
                <w:szCs w:val="28"/>
              </w:rPr>
              <w:t>рейдових груп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A7C" w:rsidRPr="009133F5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5.*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2F03D5" w:rsidRDefault="00322A7C" w:rsidP="0099513C">
            <w:pPr>
              <w:snapToGrid w:val="0"/>
              <w:spacing w:after="0" w:line="240" w:lineRule="auto"/>
              <w:jc w:val="both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Організувати та провести в закладах дошкільної та загальної середньої освіти виступи на позачергових батьківських зборах і тематичні уроки з основ безпеки життєдіяльності населення, зокрема щодо вивчення основних вимог пожежної безпеки в побуті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Протягом навчального періоду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4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Керівники  закладів 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>загальної середньої та дошкільної освіти або відповідальні особи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A7C" w:rsidRPr="009133F5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D50287" w:rsidRDefault="00322A7C" w:rsidP="0099513C">
            <w:pPr>
              <w:snapToGrid w:val="0"/>
              <w:spacing w:after="0" w:line="240" w:lineRule="auto"/>
              <w:jc w:val="both"/>
              <w:rPr>
                <w:rStyle w:val="2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Організувати проведення зі здобувачами освіти виховної роботи, навчання, спрямовані на запобігання пожежам від дитячих пустощів з вогнем у побуті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Протягом навчального періоду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413">
              <w:rPr>
                <w:rFonts w:ascii="Times New Roman" w:hAnsi="Times New Roman"/>
                <w:color w:val="000000"/>
                <w:sz w:val="28"/>
                <w:szCs w:val="28"/>
              </w:rPr>
              <w:t>Керівники</w:t>
            </w:r>
            <w:r w:rsidRPr="00BA68B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244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закладів 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 xml:space="preserve">загальної середньої та дошкільної освіти 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A7C" w:rsidRPr="009133F5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D50287" w:rsidRDefault="00322A7C" w:rsidP="0099513C">
            <w:pPr>
              <w:snapToGrid w:val="0"/>
              <w:spacing w:after="0" w:line="240" w:lineRule="auto"/>
              <w:jc w:val="both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Забезпечити розміщення на інформаційних стендах об</w:t>
            </w:r>
            <w:r w:rsidRPr="00BA68B3">
              <w:rPr>
                <w:rStyle w:val="2"/>
                <w:sz w:val="28"/>
                <w:szCs w:val="28"/>
              </w:rPr>
              <w:t>’</w:t>
            </w:r>
            <w:r>
              <w:rPr>
                <w:rStyle w:val="2"/>
                <w:sz w:val="28"/>
                <w:szCs w:val="28"/>
              </w:rPr>
              <w:t>єктів з масовим перебуванням людей (автобусних зупинках, закладах освіти, культури, медичних установ, релігійних організаціях тощо) плакати, листівки, тексти застережень щодо необхідності дотримання населенням правил пожежної безпеки та безпеки життєдіяльності в житловому секторі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 xml:space="preserve">Грудень </w:t>
            </w:r>
          </w:p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 xml:space="preserve">2021 року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Старости</w:t>
            </w:r>
            <w:r>
              <w:rPr>
                <w:rFonts w:ascii="Times New Roman" w:hAnsi="Times New Roman"/>
                <w:sz w:val="28"/>
                <w:szCs w:val="28"/>
              </w:rPr>
              <w:t>, к</w:t>
            </w:r>
            <w:r w:rsidRPr="00224413">
              <w:rPr>
                <w:rFonts w:ascii="Times New Roman" w:hAnsi="Times New Roman"/>
                <w:color w:val="000000"/>
                <w:sz w:val="28"/>
                <w:szCs w:val="28"/>
              </w:rPr>
              <w:t>ерівники</w:t>
            </w:r>
            <w:r w:rsidRPr="00BA68B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2244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закладів </w:t>
            </w:r>
            <w:r w:rsidRPr="00593267">
              <w:rPr>
                <w:rFonts w:ascii="Times New Roman" w:hAnsi="Times New Roman"/>
                <w:sz w:val="28"/>
                <w:szCs w:val="28"/>
              </w:rPr>
              <w:t>загальної середньої та дошкільної освіти або відповідальні особи</w:t>
            </w:r>
          </w:p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A7C" w:rsidRPr="00593267" w:rsidTr="0099513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both"/>
              <w:rPr>
                <w:rStyle w:val="10"/>
                <w:color w:val="000000"/>
                <w:sz w:val="28"/>
                <w:szCs w:val="28"/>
                <w:lang w:eastAsia="uk-UA"/>
              </w:rPr>
            </w:pPr>
            <w:r w:rsidRPr="00593267">
              <w:rPr>
                <w:rStyle w:val="10"/>
                <w:color w:val="000000"/>
                <w:sz w:val="28"/>
                <w:szCs w:val="28"/>
                <w:lang w:eastAsia="uk-UA"/>
              </w:rPr>
              <w:t>Висвітлювати тему профілактики виникнення пожеж та загибелі людей на них через сайт Синюхинобрідської територіальної громади та на сторінках соц</w:t>
            </w:r>
            <w:r>
              <w:rPr>
                <w:rStyle w:val="10"/>
                <w:color w:val="000000"/>
                <w:sz w:val="28"/>
                <w:szCs w:val="28"/>
                <w:lang w:eastAsia="uk-UA"/>
              </w:rPr>
              <w:t>мережі Ф</w:t>
            </w:r>
            <w:r w:rsidRPr="00593267">
              <w:rPr>
                <w:rStyle w:val="10"/>
                <w:color w:val="000000"/>
                <w:sz w:val="28"/>
                <w:szCs w:val="28"/>
                <w:lang w:eastAsia="uk-UA"/>
              </w:rPr>
              <w:t>ейсбук старостинських округів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32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Відповідальна особа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7C" w:rsidRPr="00593267" w:rsidRDefault="00322A7C" w:rsidP="0099513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2A7C" w:rsidRDefault="00322A7C" w:rsidP="00DC7E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A7C" w:rsidRDefault="00322A7C" w:rsidP="00DC7E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2A48"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 xml:space="preserve"> Заходи, перелічені в пункті 5 проводити з урахуванням карантинних обмежень</w:t>
      </w:r>
    </w:p>
    <w:p w:rsidR="00322A7C" w:rsidRDefault="00322A7C" w:rsidP="00DC7E62">
      <w:pPr>
        <w:pStyle w:val="Subtitle"/>
        <w:jc w:val="both"/>
        <w:rPr>
          <w:b w:val="0"/>
          <w:sz w:val="28"/>
          <w:szCs w:val="28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</w:t>
      </w:r>
    </w:p>
    <w:p w:rsidR="00322A7C" w:rsidRDefault="00322A7C" w:rsidP="00CB63C7">
      <w:pPr>
        <w:pStyle w:val="Subtitle"/>
        <w:jc w:val="both"/>
        <w:rPr>
          <w:b w:val="0"/>
          <w:sz w:val="28"/>
          <w:szCs w:val="28"/>
        </w:rPr>
      </w:pPr>
    </w:p>
    <w:p w:rsidR="00322A7C" w:rsidRPr="00DB43E9" w:rsidRDefault="00322A7C" w:rsidP="00CB63C7">
      <w:pPr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        </w:t>
      </w:r>
      <w:bookmarkStart w:id="0" w:name="_GoBack"/>
      <w:bookmarkEnd w:id="0"/>
    </w:p>
    <w:sectPr w:rsidR="00322A7C" w:rsidRPr="00DB43E9" w:rsidSect="00DC7E62">
      <w:pgSz w:w="16838" w:h="11906" w:orient="landscape"/>
      <w:pgMar w:top="1701" w:right="1134" w:bottom="567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A7C" w:rsidRDefault="00322A7C">
      <w:r>
        <w:separator/>
      </w:r>
    </w:p>
  </w:endnote>
  <w:endnote w:type="continuationSeparator" w:id="0">
    <w:p w:rsidR="00322A7C" w:rsidRDefault="00322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A7C" w:rsidRDefault="00322A7C">
      <w:r>
        <w:separator/>
      </w:r>
    </w:p>
  </w:footnote>
  <w:footnote w:type="continuationSeparator" w:id="0">
    <w:p w:rsidR="00322A7C" w:rsidRDefault="00322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A7C" w:rsidRDefault="00322A7C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2A7C" w:rsidRDefault="00322A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07D07"/>
    <w:multiLevelType w:val="hybridMultilevel"/>
    <w:tmpl w:val="30209D7C"/>
    <w:lvl w:ilvl="0" w:tplc="22E2926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1386F"/>
    <w:rsid w:val="00057A2B"/>
    <w:rsid w:val="0006362E"/>
    <w:rsid w:val="00064950"/>
    <w:rsid w:val="00064C80"/>
    <w:rsid w:val="00071E1E"/>
    <w:rsid w:val="00073BB6"/>
    <w:rsid w:val="00094C4B"/>
    <w:rsid w:val="000B1A6D"/>
    <w:rsid w:val="000F3D96"/>
    <w:rsid w:val="0013019B"/>
    <w:rsid w:val="00141B6C"/>
    <w:rsid w:val="00154F62"/>
    <w:rsid w:val="00155189"/>
    <w:rsid w:val="00161F47"/>
    <w:rsid w:val="001659CA"/>
    <w:rsid w:val="00180B09"/>
    <w:rsid w:val="00182DAF"/>
    <w:rsid w:val="00187CDA"/>
    <w:rsid w:val="001923E0"/>
    <w:rsid w:val="001A0F6E"/>
    <w:rsid w:val="001F0553"/>
    <w:rsid w:val="001F2BD9"/>
    <w:rsid w:val="001F4994"/>
    <w:rsid w:val="001F5415"/>
    <w:rsid w:val="0020095F"/>
    <w:rsid w:val="0021232E"/>
    <w:rsid w:val="002160A9"/>
    <w:rsid w:val="002167DF"/>
    <w:rsid w:val="00224413"/>
    <w:rsid w:val="00227CE5"/>
    <w:rsid w:val="002804DC"/>
    <w:rsid w:val="0028503A"/>
    <w:rsid w:val="00285AD6"/>
    <w:rsid w:val="00286A95"/>
    <w:rsid w:val="002A2AB9"/>
    <w:rsid w:val="002A3CC8"/>
    <w:rsid w:val="002A7898"/>
    <w:rsid w:val="002C1A3D"/>
    <w:rsid w:val="002D2A48"/>
    <w:rsid w:val="002D2B37"/>
    <w:rsid w:val="002D455B"/>
    <w:rsid w:val="002E15D3"/>
    <w:rsid w:val="002F010F"/>
    <w:rsid w:val="002F03D5"/>
    <w:rsid w:val="00307B77"/>
    <w:rsid w:val="003109DC"/>
    <w:rsid w:val="00322A7C"/>
    <w:rsid w:val="003233DF"/>
    <w:rsid w:val="003239C3"/>
    <w:rsid w:val="00325E4F"/>
    <w:rsid w:val="00346502"/>
    <w:rsid w:val="0035391C"/>
    <w:rsid w:val="00372766"/>
    <w:rsid w:val="003732D0"/>
    <w:rsid w:val="003743D4"/>
    <w:rsid w:val="0038419E"/>
    <w:rsid w:val="00387E40"/>
    <w:rsid w:val="00392402"/>
    <w:rsid w:val="003A4542"/>
    <w:rsid w:val="003B581B"/>
    <w:rsid w:val="003C10C1"/>
    <w:rsid w:val="003D625B"/>
    <w:rsid w:val="003F14E6"/>
    <w:rsid w:val="00407841"/>
    <w:rsid w:val="00424D8B"/>
    <w:rsid w:val="00431E81"/>
    <w:rsid w:val="00450795"/>
    <w:rsid w:val="004514C6"/>
    <w:rsid w:val="00460448"/>
    <w:rsid w:val="00494262"/>
    <w:rsid w:val="00513E04"/>
    <w:rsid w:val="00523739"/>
    <w:rsid w:val="00532E87"/>
    <w:rsid w:val="005501B9"/>
    <w:rsid w:val="0057632A"/>
    <w:rsid w:val="00586E09"/>
    <w:rsid w:val="00593267"/>
    <w:rsid w:val="00593815"/>
    <w:rsid w:val="005A3F4B"/>
    <w:rsid w:val="005A6449"/>
    <w:rsid w:val="005C3C2C"/>
    <w:rsid w:val="005C758C"/>
    <w:rsid w:val="005D2379"/>
    <w:rsid w:val="005D25BA"/>
    <w:rsid w:val="005E2372"/>
    <w:rsid w:val="005E4183"/>
    <w:rsid w:val="00615F53"/>
    <w:rsid w:val="00616101"/>
    <w:rsid w:val="0063129B"/>
    <w:rsid w:val="00646067"/>
    <w:rsid w:val="00657764"/>
    <w:rsid w:val="00657F21"/>
    <w:rsid w:val="006651AA"/>
    <w:rsid w:val="006931B9"/>
    <w:rsid w:val="00697BA7"/>
    <w:rsid w:val="006C3147"/>
    <w:rsid w:val="006C49A2"/>
    <w:rsid w:val="006D1049"/>
    <w:rsid w:val="00706E46"/>
    <w:rsid w:val="00707496"/>
    <w:rsid w:val="00747D26"/>
    <w:rsid w:val="00753A1B"/>
    <w:rsid w:val="00757A0F"/>
    <w:rsid w:val="00761AEA"/>
    <w:rsid w:val="007A1F97"/>
    <w:rsid w:val="007C0F83"/>
    <w:rsid w:val="00812FDD"/>
    <w:rsid w:val="008242DA"/>
    <w:rsid w:val="008379DE"/>
    <w:rsid w:val="00841FB1"/>
    <w:rsid w:val="00855FBC"/>
    <w:rsid w:val="00857A3B"/>
    <w:rsid w:val="00862B39"/>
    <w:rsid w:val="00875EF7"/>
    <w:rsid w:val="00883E9A"/>
    <w:rsid w:val="00894D47"/>
    <w:rsid w:val="00895982"/>
    <w:rsid w:val="008A4CA2"/>
    <w:rsid w:val="008E1946"/>
    <w:rsid w:val="008F2644"/>
    <w:rsid w:val="009059FA"/>
    <w:rsid w:val="009133F5"/>
    <w:rsid w:val="009139D7"/>
    <w:rsid w:val="00914145"/>
    <w:rsid w:val="00932318"/>
    <w:rsid w:val="00934D69"/>
    <w:rsid w:val="00936B84"/>
    <w:rsid w:val="009624EA"/>
    <w:rsid w:val="00966713"/>
    <w:rsid w:val="00974911"/>
    <w:rsid w:val="0099513C"/>
    <w:rsid w:val="009952F8"/>
    <w:rsid w:val="009A5AC4"/>
    <w:rsid w:val="009C19C8"/>
    <w:rsid w:val="009E22D3"/>
    <w:rsid w:val="009E66E2"/>
    <w:rsid w:val="00A14264"/>
    <w:rsid w:val="00A232D3"/>
    <w:rsid w:val="00A62387"/>
    <w:rsid w:val="00A74A4B"/>
    <w:rsid w:val="00A777D0"/>
    <w:rsid w:val="00A80F39"/>
    <w:rsid w:val="00A834BD"/>
    <w:rsid w:val="00A938AB"/>
    <w:rsid w:val="00AB020D"/>
    <w:rsid w:val="00AB2A04"/>
    <w:rsid w:val="00AB3501"/>
    <w:rsid w:val="00AC2457"/>
    <w:rsid w:val="00AE36E8"/>
    <w:rsid w:val="00AE621C"/>
    <w:rsid w:val="00AE6D31"/>
    <w:rsid w:val="00AF6779"/>
    <w:rsid w:val="00B24A8D"/>
    <w:rsid w:val="00B32F0B"/>
    <w:rsid w:val="00B457EA"/>
    <w:rsid w:val="00B47A63"/>
    <w:rsid w:val="00B7568B"/>
    <w:rsid w:val="00BA3208"/>
    <w:rsid w:val="00BA45D7"/>
    <w:rsid w:val="00BA4627"/>
    <w:rsid w:val="00BA68B3"/>
    <w:rsid w:val="00BB7DA3"/>
    <w:rsid w:val="00BC00F5"/>
    <w:rsid w:val="00BC3524"/>
    <w:rsid w:val="00BE78C6"/>
    <w:rsid w:val="00BF0E9E"/>
    <w:rsid w:val="00BF194B"/>
    <w:rsid w:val="00C018FF"/>
    <w:rsid w:val="00C055BD"/>
    <w:rsid w:val="00C10F62"/>
    <w:rsid w:val="00C21597"/>
    <w:rsid w:val="00C227D1"/>
    <w:rsid w:val="00C25DD7"/>
    <w:rsid w:val="00C4204D"/>
    <w:rsid w:val="00C420F3"/>
    <w:rsid w:val="00C516C1"/>
    <w:rsid w:val="00C75598"/>
    <w:rsid w:val="00C914E2"/>
    <w:rsid w:val="00C91714"/>
    <w:rsid w:val="00C954C7"/>
    <w:rsid w:val="00CA7F6A"/>
    <w:rsid w:val="00CB3183"/>
    <w:rsid w:val="00CB63C7"/>
    <w:rsid w:val="00CC7E89"/>
    <w:rsid w:val="00D00DC5"/>
    <w:rsid w:val="00D17809"/>
    <w:rsid w:val="00D311D4"/>
    <w:rsid w:val="00D35FE3"/>
    <w:rsid w:val="00D50287"/>
    <w:rsid w:val="00D5266E"/>
    <w:rsid w:val="00D85E98"/>
    <w:rsid w:val="00D967C5"/>
    <w:rsid w:val="00DA0243"/>
    <w:rsid w:val="00DA59E9"/>
    <w:rsid w:val="00DB43E9"/>
    <w:rsid w:val="00DC3AEB"/>
    <w:rsid w:val="00DC7E62"/>
    <w:rsid w:val="00DD6C46"/>
    <w:rsid w:val="00E10F9F"/>
    <w:rsid w:val="00E35D7B"/>
    <w:rsid w:val="00E622FB"/>
    <w:rsid w:val="00E87234"/>
    <w:rsid w:val="00ED2A41"/>
    <w:rsid w:val="00ED6441"/>
    <w:rsid w:val="00EE7324"/>
    <w:rsid w:val="00EF4B60"/>
    <w:rsid w:val="00F123FB"/>
    <w:rsid w:val="00F1504B"/>
    <w:rsid w:val="00F215D0"/>
    <w:rsid w:val="00F25333"/>
    <w:rsid w:val="00F27C4E"/>
    <w:rsid w:val="00F37764"/>
    <w:rsid w:val="00F4283A"/>
    <w:rsid w:val="00F5080A"/>
    <w:rsid w:val="00F534C1"/>
    <w:rsid w:val="00F54F88"/>
    <w:rsid w:val="00F75BAC"/>
    <w:rsid w:val="00F76084"/>
    <w:rsid w:val="00F91C0A"/>
    <w:rsid w:val="00F973AF"/>
    <w:rsid w:val="00FC6239"/>
    <w:rsid w:val="00FD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eastAsia="Calibri" w:hAnsi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imes New Roman"/>
      <w:sz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82DAF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val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82DAF"/>
    <w:rPr>
      <w:rFonts w:ascii="Times New Roman" w:hAnsi="Times New Roman" w:cs="Times New Roman"/>
      <w:b/>
      <w:sz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182DAF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val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2DAF"/>
    <w:rPr>
      <w:rFonts w:ascii="Times New Roman" w:hAnsi="Times New Roman" w:cs="Times New Roman"/>
      <w:b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DD6C4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39C3"/>
    <w:rPr>
      <w:rFonts w:eastAsia="Times New Roman" w:cs="Times New Roman"/>
      <w:lang w:val="uk-UA"/>
    </w:rPr>
  </w:style>
  <w:style w:type="character" w:styleId="PageNumber">
    <w:name w:val="page number"/>
    <w:basedOn w:val="DefaultParagraphFont"/>
    <w:uiPriority w:val="99"/>
    <w:rsid w:val="00DD6C46"/>
    <w:rPr>
      <w:rFonts w:cs="Times New Roman"/>
    </w:rPr>
  </w:style>
  <w:style w:type="paragraph" w:styleId="NormalWeb">
    <w:name w:val="Normal (Web)"/>
    <w:basedOn w:val="Normal"/>
    <w:uiPriority w:val="99"/>
    <w:semiHidden/>
    <w:rsid w:val="00AB2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/>
    </w:rPr>
  </w:style>
  <w:style w:type="character" w:customStyle="1" w:styleId="SubtitleChar1">
    <w:name w:val="Subtitle Char1"/>
    <w:uiPriority w:val="99"/>
    <w:locked/>
    <w:rsid w:val="00DB43E9"/>
    <w:rPr>
      <w:b/>
      <w:sz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5E41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503A"/>
    <w:rPr>
      <w:rFonts w:eastAsia="Times New Roman" w:cs="Times New Roman"/>
      <w:lang w:val="uk-UA"/>
    </w:rPr>
  </w:style>
  <w:style w:type="character" w:customStyle="1" w:styleId="2">
    <w:name w:val="Основной текст (2)"/>
    <w:basedOn w:val="DefaultParagraphFont"/>
    <w:uiPriority w:val="99"/>
    <w:rsid w:val="00DC7E6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10">
    <w:name w:val="Основной текст + 10"/>
    <w:aliases w:val="5 pt,Интервал 0 pt"/>
    <w:basedOn w:val="DefaultParagraphFont"/>
    <w:uiPriority w:val="99"/>
    <w:rsid w:val="00DC7E62"/>
    <w:rPr>
      <w:rFonts w:ascii="Times New Roman" w:hAnsi="Times New Roman" w:cs="Times New Roman"/>
      <w:spacing w:val="2"/>
      <w:sz w:val="21"/>
      <w:szCs w:val="21"/>
      <w:u w:val="none"/>
      <w:lang w:bidi="ar-SA"/>
    </w:rPr>
  </w:style>
  <w:style w:type="character" w:styleId="Hyperlink">
    <w:name w:val="Hyperlink"/>
    <w:basedOn w:val="DefaultParagraphFont"/>
    <w:uiPriority w:val="99"/>
    <w:semiHidden/>
    <w:rsid w:val="00DC7E6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311</TotalTime>
  <Pages>3</Pages>
  <Words>671</Words>
  <Characters>3828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134</cp:revision>
  <cp:lastPrinted>2021-10-20T13:07:00Z</cp:lastPrinted>
  <dcterms:created xsi:type="dcterms:W3CDTF">2021-03-19T09:13:00Z</dcterms:created>
  <dcterms:modified xsi:type="dcterms:W3CDTF">2021-12-17T12:33:00Z</dcterms:modified>
</cp:coreProperties>
</file>