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8BB" w:rsidRPr="00942EB0" w:rsidRDefault="00E928BB" w:rsidP="00C22D0C">
      <w:pPr>
        <w:pStyle w:val="Subtitle"/>
        <w:rPr>
          <w:b w:val="0"/>
          <w:noProof/>
          <w:sz w:val="32"/>
        </w:rPr>
      </w:pPr>
      <w:r w:rsidRPr="00942EB0">
        <w:rPr>
          <w:rFonts w:ascii="MS Sans Serif" w:hAnsi="MS Sans Serif"/>
          <w:b w:val="0"/>
          <w:noProof/>
          <w:sz w:val="16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.75pt;height:55.5pt;visibility:visible">
            <v:imagedata r:id="rId5" o:title="" grayscale="t" bilevel="t"/>
          </v:shape>
        </w:pict>
      </w:r>
    </w:p>
    <w:p w:rsidR="00E928BB" w:rsidRPr="00942EB0" w:rsidRDefault="00E928BB" w:rsidP="00635195">
      <w:pPr>
        <w:pStyle w:val="Title"/>
        <w:outlineLvl w:val="0"/>
        <w:rPr>
          <w:b w:val="0"/>
          <w:sz w:val="32"/>
        </w:rPr>
      </w:pPr>
      <w:r w:rsidRPr="00942EB0">
        <w:rPr>
          <w:b w:val="0"/>
          <w:sz w:val="32"/>
        </w:rPr>
        <w:t>УКРАЇНА</w:t>
      </w:r>
    </w:p>
    <w:p w:rsidR="00E928BB" w:rsidRPr="00942EB0" w:rsidRDefault="00E928BB" w:rsidP="00635195">
      <w:pPr>
        <w:pStyle w:val="Subtitle"/>
        <w:outlineLvl w:val="0"/>
        <w:rPr>
          <w:b w:val="0"/>
          <w:sz w:val="28"/>
        </w:rPr>
      </w:pPr>
      <w:r w:rsidRPr="00942EB0">
        <w:rPr>
          <w:b w:val="0"/>
          <w:sz w:val="28"/>
        </w:rPr>
        <w:t>Синюхино</w:t>
      </w:r>
      <w:r w:rsidRPr="00942EB0">
        <w:rPr>
          <w:b w:val="0"/>
          <w:sz w:val="28"/>
          <w:lang w:val="ru-RU"/>
        </w:rPr>
        <w:t>-</w:t>
      </w:r>
      <w:r w:rsidRPr="00942EB0">
        <w:rPr>
          <w:b w:val="0"/>
          <w:sz w:val="28"/>
        </w:rPr>
        <w:t>Брідська сільська рада</w:t>
      </w:r>
    </w:p>
    <w:p w:rsidR="00E928BB" w:rsidRPr="00942EB0" w:rsidRDefault="00E928BB" w:rsidP="00635195">
      <w:pPr>
        <w:pStyle w:val="Subtitle"/>
        <w:outlineLvl w:val="0"/>
        <w:rPr>
          <w:b w:val="0"/>
          <w:sz w:val="28"/>
        </w:rPr>
      </w:pPr>
      <w:r w:rsidRPr="00942EB0">
        <w:rPr>
          <w:b w:val="0"/>
          <w:sz w:val="28"/>
        </w:rPr>
        <w:t>Первомайського району Миколаївської області</w:t>
      </w:r>
    </w:p>
    <w:p w:rsidR="00E928BB" w:rsidRDefault="00E928BB" w:rsidP="00C22D0C">
      <w:pPr>
        <w:pStyle w:val="Subtitle"/>
        <w:rPr>
          <w:sz w:val="28"/>
        </w:rPr>
      </w:pPr>
    </w:p>
    <w:p w:rsidR="00E928BB" w:rsidRDefault="00E928BB" w:rsidP="00635195">
      <w:pPr>
        <w:pStyle w:val="Subtitle"/>
        <w:outlineLvl w:val="0"/>
        <w:rPr>
          <w:sz w:val="28"/>
        </w:rPr>
      </w:pPr>
      <w:r>
        <w:rPr>
          <w:sz w:val="28"/>
        </w:rPr>
        <w:t>Р О З П О Р Я Д Ж Е Н Н Я</w:t>
      </w:r>
    </w:p>
    <w:p w:rsidR="00E928BB" w:rsidRDefault="00E928BB" w:rsidP="00C22D0C">
      <w:pPr>
        <w:pStyle w:val="Subtitle"/>
        <w:jc w:val="left"/>
        <w:rPr>
          <w:sz w:val="28"/>
          <w:lang w:val="ru-RU"/>
        </w:rPr>
      </w:pPr>
    </w:p>
    <w:p w:rsidR="00E928BB" w:rsidRDefault="00E928BB" w:rsidP="00C22D0C">
      <w:pPr>
        <w:pStyle w:val="Subtitle"/>
        <w:jc w:val="left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>18</w:t>
      </w:r>
      <w:r w:rsidRPr="009B587B">
        <w:rPr>
          <w:b w:val="0"/>
          <w:sz w:val="28"/>
          <w:szCs w:val="28"/>
          <w:lang w:val="ru-RU"/>
        </w:rPr>
        <w:t xml:space="preserve"> </w:t>
      </w:r>
      <w:r>
        <w:rPr>
          <w:b w:val="0"/>
          <w:sz w:val="28"/>
          <w:szCs w:val="28"/>
          <w:lang w:val="ru-RU"/>
        </w:rPr>
        <w:t>трав</w:t>
      </w:r>
      <w:r w:rsidRPr="009B587B">
        <w:rPr>
          <w:b w:val="0"/>
          <w:sz w:val="28"/>
          <w:szCs w:val="28"/>
          <w:lang w:val="ru-RU"/>
        </w:rPr>
        <w:t xml:space="preserve">ня </w:t>
      </w:r>
      <w:r w:rsidRPr="009B587B">
        <w:rPr>
          <w:b w:val="0"/>
          <w:sz w:val="28"/>
          <w:szCs w:val="28"/>
        </w:rPr>
        <w:t>20</w:t>
      </w:r>
      <w:r w:rsidRPr="009B587B">
        <w:rPr>
          <w:b w:val="0"/>
          <w:sz w:val="28"/>
          <w:szCs w:val="28"/>
          <w:lang w:val="ru-RU"/>
        </w:rPr>
        <w:t xml:space="preserve">21 </w:t>
      </w:r>
      <w:r>
        <w:rPr>
          <w:b w:val="0"/>
          <w:sz w:val="28"/>
          <w:szCs w:val="28"/>
        </w:rPr>
        <w:t xml:space="preserve">року          </w:t>
      </w:r>
      <w:r w:rsidRPr="009B587B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   </w:t>
      </w:r>
      <w:r w:rsidRPr="009B587B">
        <w:rPr>
          <w:b w:val="0"/>
          <w:sz w:val="28"/>
          <w:szCs w:val="28"/>
        </w:rPr>
        <w:t>с</w:t>
      </w:r>
      <w:r>
        <w:rPr>
          <w:b w:val="0"/>
          <w:sz w:val="28"/>
          <w:szCs w:val="28"/>
        </w:rPr>
        <w:t>ело</w:t>
      </w:r>
      <w:r w:rsidRPr="009B587B">
        <w:rPr>
          <w:b w:val="0"/>
          <w:sz w:val="28"/>
          <w:szCs w:val="28"/>
        </w:rPr>
        <w:t xml:space="preserve"> Синюхин Брід                </w:t>
      </w:r>
      <w:r>
        <w:rPr>
          <w:b w:val="0"/>
          <w:sz w:val="28"/>
          <w:szCs w:val="28"/>
        </w:rPr>
        <w:t xml:space="preserve">                </w:t>
      </w:r>
      <w:r w:rsidRPr="009B587B">
        <w:rPr>
          <w:b w:val="0"/>
          <w:sz w:val="28"/>
          <w:szCs w:val="28"/>
        </w:rPr>
        <w:t xml:space="preserve"> №</w:t>
      </w:r>
      <w:r>
        <w:rPr>
          <w:b w:val="0"/>
          <w:sz w:val="28"/>
          <w:szCs w:val="28"/>
          <w:lang w:val="ru-RU"/>
        </w:rPr>
        <w:t xml:space="preserve"> 42</w:t>
      </w:r>
      <w:r w:rsidRPr="009B587B">
        <w:rPr>
          <w:b w:val="0"/>
          <w:sz w:val="28"/>
          <w:szCs w:val="28"/>
          <w:lang w:val="ru-RU"/>
        </w:rPr>
        <w:t>-р</w:t>
      </w:r>
    </w:p>
    <w:p w:rsidR="00E928BB" w:rsidRPr="009B587B" w:rsidRDefault="00E928BB" w:rsidP="00C22D0C">
      <w:pPr>
        <w:pStyle w:val="Subtitle"/>
        <w:jc w:val="left"/>
        <w:rPr>
          <w:b w:val="0"/>
          <w:sz w:val="28"/>
          <w:szCs w:val="28"/>
        </w:rPr>
      </w:pPr>
    </w:p>
    <w:tbl>
      <w:tblPr>
        <w:tblW w:w="0" w:type="auto"/>
        <w:tblLook w:val="01E0"/>
      </w:tblPr>
      <w:tblGrid>
        <w:gridCol w:w="5162"/>
      </w:tblGrid>
      <w:tr w:rsidR="00E928BB" w:rsidRPr="00942EB0" w:rsidTr="007A2D2D">
        <w:trPr>
          <w:trHeight w:val="1612"/>
        </w:trPr>
        <w:tc>
          <w:tcPr>
            <w:tcW w:w="5162" w:type="dxa"/>
          </w:tcPr>
          <w:p w:rsidR="00E928BB" w:rsidRDefault="00E928BB" w:rsidP="005276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  <w:p w:rsidR="00E928BB" w:rsidRPr="008125B6" w:rsidRDefault="00E928BB" w:rsidP="007A2D2D">
            <w:pPr>
              <w:pStyle w:val="Title"/>
              <w:ind w:right="-51"/>
              <w:jc w:val="both"/>
              <w:rPr>
                <w:b w:val="0"/>
                <w:color w:val="000000"/>
                <w:szCs w:val="28"/>
              </w:rPr>
            </w:pPr>
            <w:r w:rsidRPr="008125B6">
              <w:rPr>
                <w:b w:val="0"/>
                <w:color w:val="000000"/>
                <w:szCs w:val="28"/>
              </w:rPr>
              <w:t xml:space="preserve">Про проведення конкурсу на заміщення </w:t>
            </w:r>
            <w:r>
              <w:rPr>
                <w:b w:val="0"/>
                <w:color w:val="000000"/>
                <w:szCs w:val="28"/>
              </w:rPr>
              <w:t>в</w:t>
            </w:r>
            <w:r w:rsidRPr="008125B6">
              <w:rPr>
                <w:b w:val="0"/>
                <w:color w:val="000000"/>
                <w:szCs w:val="28"/>
              </w:rPr>
              <w:t xml:space="preserve">акантних посад директорів </w:t>
            </w:r>
            <w:r>
              <w:rPr>
                <w:b w:val="0"/>
                <w:color w:val="000000"/>
                <w:szCs w:val="28"/>
              </w:rPr>
              <w:t xml:space="preserve"> к</w:t>
            </w:r>
            <w:r w:rsidRPr="008125B6">
              <w:rPr>
                <w:b w:val="0"/>
                <w:color w:val="000000"/>
                <w:szCs w:val="28"/>
              </w:rPr>
              <w:t>омунального закладу Чаусівський навчально-виховний комплекс «заклад загальної середньої освіти І-ІІІ ступенів – дитячий садок» Синюхино-Брідської сільської ради</w:t>
            </w:r>
            <w:r>
              <w:rPr>
                <w:b w:val="0"/>
                <w:color w:val="000000"/>
                <w:szCs w:val="28"/>
              </w:rPr>
              <w:t xml:space="preserve"> Первомайського району Миколаївської області</w:t>
            </w:r>
            <w:r w:rsidRPr="008125B6">
              <w:rPr>
                <w:b w:val="0"/>
                <w:color w:val="000000"/>
                <w:szCs w:val="28"/>
              </w:rPr>
              <w:t xml:space="preserve"> та Си</w:t>
            </w:r>
            <w:r>
              <w:rPr>
                <w:b w:val="0"/>
                <w:color w:val="000000"/>
                <w:szCs w:val="28"/>
              </w:rPr>
              <w:t xml:space="preserve">нюхинобрідського закладу загальної середньої освіти І-ІІІ ступенів </w:t>
            </w:r>
            <w:r w:rsidRPr="008125B6">
              <w:rPr>
                <w:b w:val="0"/>
                <w:color w:val="000000"/>
                <w:szCs w:val="28"/>
              </w:rPr>
              <w:t>Синюхино-Брідської сільської ради</w:t>
            </w:r>
            <w:r>
              <w:rPr>
                <w:b w:val="0"/>
                <w:color w:val="000000"/>
                <w:szCs w:val="28"/>
              </w:rPr>
              <w:t xml:space="preserve"> Первомайського району Миколаївської області</w:t>
            </w:r>
          </w:p>
          <w:p w:rsidR="00E928BB" w:rsidRPr="005276DC" w:rsidRDefault="00E928BB" w:rsidP="005276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E928BB" w:rsidRPr="00F12275" w:rsidRDefault="00E928BB" w:rsidP="00A35110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A2D2D">
        <w:rPr>
          <w:rFonts w:ascii="Times New Roman" w:hAnsi="Times New Roman"/>
          <w:sz w:val="28"/>
          <w:szCs w:val="28"/>
          <w:lang w:val="uk-UA"/>
        </w:rPr>
        <w:t xml:space="preserve">Згідно Кодексу України про працю, Закону України «Про освіту», Закону України «Про загальну середню освіту», відповідно до листа Міністерства освіти і науки України «Щодо окремих питань проведення конкурсу на посаду керівника закладу загальної середньої освіти» від 20.05.2020 № 1/9-264, Положення щодо порядку призначення на посаду керівника закладу загальної середньої освіти комунальної форми власності Синюхино-Брідської сільської ради Миколаївської області, затвердженого ІІІ сесією </w:t>
      </w:r>
      <w:r w:rsidRPr="007A2D2D">
        <w:rPr>
          <w:rFonts w:ascii="Times New Roman" w:hAnsi="Times New Roman"/>
          <w:sz w:val="28"/>
          <w:szCs w:val="28"/>
          <w:lang w:val="en-US"/>
        </w:rPr>
        <w:t>VIII</w:t>
      </w:r>
      <w:r w:rsidRPr="007A2D2D">
        <w:rPr>
          <w:rFonts w:ascii="Times New Roman" w:hAnsi="Times New Roman"/>
          <w:sz w:val="28"/>
          <w:szCs w:val="28"/>
          <w:lang w:val="uk-UA"/>
        </w:rPr>
        <w:t xml:space="preserve"> скликання Синюхино-Брідської сільської ради від 11 лютого 2020 року № 3 «Про затвердження Положення про конкурс на посаду керівника закладу загальної середньої освіти комунальної власності Синюхинобрідської територіальної громади», у зв’язку з наявністю вакантних посад директорів Комунального закладу Чаусівський навчально-виховний комплекс «заклад загальної середньої освіти І-ІІІ ступенів – дитячий садок» Синюхино-Брідської сільської ради Первомайського району Миколаївської області та Синюхинобрідського закладу загальної середньої освіти І-ІІІ ступенів Синюхино-Брідської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 Первомайського району Миколаївської області:</w:t>
      </w:r>
    </w:p>
    <w:p w:rsidR="00E928BB" w:rsidRDefault="00E928BB" w:rsidP="00DC4472">
      <w:pPr>
        <w:pStyle w:val="Title"/>
        <w:ind w:right="-51" w:firstLine="708"/>
        <w:jc w:val="both"/>
        <w:rPr>
          <w:b w:val="0"/>
          <w:color w:val="000000"/>
          <w:szCs w:val="28"/>
        </w:rPr>
      </w:pPr>
      <w:r w:rsidRPr="00DC4472">
        <w:rPr>
          <w:b w:val="0"/>
          <w:color w:val="000000"/>
          <w:szCs w:val="28"/>
        </w:rPr>
        <w:t>1.</w:t>
      </w:r>
      <w:r>
        <w:rPr>
          <w:b w:val="0"/>
          <w:color w:val="000000"/>
          <w:szCs w:val="28"/>
        </w:rPr>
        <w:t xml:space="preserve"> Оголосити конкурс на заміщення вакантних посад директорів</w:t>
      </w:r>
      <w:r w:rsidRPr="00DC4472">
        <w:rPr>
          <w:b w:val="0"/>
          <w:color w:val="000000"/>
          <w:szCs w:val="28"/>
        </w:rPr>
        <w:t xml:space="preserve"> </w:t>
      </w:r>
      <w:r w:rsidRPr="008125B6">
        <w:rPr>
          <w:b w:val="0"/>
          <w:color w:val="000000"/>
          <w:szCs w:val="28"/>
        </w:rPr>
        <w:t>Комунального закладу Чаусівський навчально-виховний комплекс «заклад загальної середньої освіти І-ІІІ ступенів – дитячий садок» Синюхино-Брідської сільської ради</w:t>
      </w:r>
      <w:r>
        <w:rPr>
          <w:b w:val="0"/>
          <w:color w:val="000000"/>
          <w:szCs w:val="28"/>
        </w:rPr>
        <w:t xml:space="preserve"> Первомайського району Миколаївської області</w:t>
      </w:r>
      <w:r w:rsidRPr="008125B6">
        <w:rPr>
          <w:b w:val="0"/>
          <w:color w:val="000000"/>
          <w:szCs w:val="28"/>
        </w:rPr>
        <w:t xml:space="preserve"> та Си</w:t>
      </w:r>
      <w:r>
        <w:rPr>
          <w:b w:val="0"/>
          <w:color w:val="000000"/>
          <w:szCs w:val="28"/>
        </w:rPr>
        <w:t xml:space="preserve">нюхинобрідського закладу загальної середньої освіти І-ІІІ ступенів </w:t>
      </w:r>
      <w:r w:rsidRPr="008125B6">
        <w:rPr>
          <w:b w:val="0"/>
          <w:color w:val="000000"/>
          <w:szCs w:val="28"/>
        </w:rPr>
        <w:t>Синюхино-Брідської сільської ради</w:t>
      </w:r>
      <w:r>
        <w:rPr>
          <w:b w:val="0"/>
          <w:color w:val="000000"/>
          <w:szCs w:val="28"/>
        </w:rPr>
        <w:t xml:space="preserve"> Первомайського району Миколаївської області з 20 травня по 20 червня 2021 року.</w:t>
      </w:r>
    </w:p>
    <w:p w:rsidR="00E928BB" w:rsidRDefault="00E928BB" w:rsidP="00DC4472">
      <w:pPr>
        <w:pStyle w:val="Title"/>
        <w:ind w:right="-51" w:firstLine="708"/>
        <w:jc w:val="both"/>
        <w:rPr>
          <w:b w:val="0"/>
          <w:color w:val="000000"/>
          <w:szCs w:val="28"/>
        </w:rPr>
      </w:pPr>
    </w:p>
    <w:p w:rsidR="00E928BB" w:rsidRDefault="00E928BB" w:rsidP="00DC4472">
      <w:pPr>
        <w:pStyle w:val="Title"/>
        <w:ind w:right="-51" w:firstLine="708"/>
        <w:jc w:val="both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 xml:space="preserve">2. Затвердити Умови проведення конкурсу на заміщення вакантних посад керівників </w:t>
      </w:r>
      <w:r w:rsidRPr="008125B6">
        <w:rPr>
          <w:b w:val="0"/>
          <w:color w:val="000000"/>
          <w:szCs w:val="28"/>
        </w:rPr>
        <w:t>Комунального закладу Чаусівський навчально-виховний комплекс «заклад загальної середньої освіти І-ІІІ ступенів – дитячий садок» Синюхино-Брідської сільської ради</w:t>
      </w:r>
      <w:r>
        <w:rPr>
          <w:b w:val="0"/>
          <w:color w:val="000000"/>
          <w:szCs w:val="28"/>
        </w:rPr>
        <w:t xml:space="preserve"> Первомайського району Миколаївської області</w:t>
      </w:r>
      <w:r w:rsidRPr="008125B6">
        <w:rPr>
          <w:b w:val="0"/>
          <w:color w:val="000000"/>
          <w:szCs w:val="28"/>
        </w:rPr>
        <w:t xml:space="preserve"> та Си</w:t>
      </w:r>
      <w:r>
        <w:rPr>
          <w:b w:val="0"/>
          <w:color w:val="000000"/>
          <w:szCs w:val="28"/>
        </w:rPr>
        <w:t xml:space="preserve">нюхинобрідського закладу загальної середньої освіти І-ІІІ ступенів </w:t>
      </w:r>
      <w:r w:rsidRPr="008125B6">
        <w:rPr>
          <w:b w:val="0"/>
          <w:color w:val="000000"/>
          <w:szCs w:val="28"/>
        </w:rPr>
        <w:t>Синюхино-Брідської сільської ради</w:t>
      </w:r>
      <w:r>
        <w:rPr>
          <w:b w:val="0"/>
          <w:color w:val="000000"/>
          <w:szCs w:val="28"/>
        </w:rPr>
        <w:t xml:space="preserve"> Первомайського району Миколаївської області, що додається.</w:t>
      </w:r>
    </w:p>
    <w:p w:rsidR="00E928BB" w:rsidRDefault="00E928BB" w:rsidP="00DC4472">
      <w:pPr>
        <w:pStyle w:val="Title"/>
        <w:ind w:right="-51" w:firstLine="708"/>
        <w:jc w:val="both"/>
        <w:rPr>
          <w:b w:val="0"/>
          <w:color w:val="000000"/>
          <w:szCs w:val="28"/>
        </w:rPr>
      </w:pPr>
    </w:p>
    <w:p w:rsidR="00E928BB" w:rsidRDefault="00E928BB" w:rsidP="00CE1333">
      <w:pPr>
        <w:pStyle w:val="Title"/>
        <w:ind w:right="-51" w:firstLine="708"/>
        <w:jc w:val="both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 xml:space="preserve">3. Розмістити оголошення про проведення конкурсу на вебсайті Синюхино-Брідської сільської ради та відділу освіти, культури, молоді та спорту Синюхино-Брідської сільської ради. </w:t>
      </w:r>
    </w:p>
    <w:p w:rsidR="00E928BB" w:rsidRDefault="00E928BB" w:rsidP="00CE1333">
      <w:pPr>
        <w:pStyle w:val="Title"/>
        <w:ind w:right="-51" w:firstLine="708"/>
        <w:jc w:val="both"/>
        <w:rPr>
          <w:b w:val="0"/>
          <w:color w:val="000000"/>
          <w:szCs w:val="28"/>
        </w:rPr>
      </w:pPr>
    </w:p>
    <w:p w:rsidR="00E928BB" w:rsidRDefault="00E928BB" w:rsidP="00633DC4">
      <w:pPr>
        <w:pStyle w:val="ListParagraph"/>
        <w:ind w:left="0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 Контроль за виконанням цього розпорядження  залишаю за собою.</w:t>
      </w:r>
    </w:p>
    <w:p w:rsidR="00E928BB" w:rsidRDefault="00E928BB" w:rsidP="00C22D0C">
      <w:pPr>
        <w:pStyle w:val="ListParagraph"/>
        <w:ind w:left="360"/>
        <w:rPr>
          <w:rFonts w:ascii="Times New Roman" w:hAnsi="Times New Roman"/>
          <w:sz w:val="28"/>
          <w:szCs w:val="28"/>
          <w:lang w:val="uk-UA"/>
        </w:rPr>
      </w:pPr>
    </w:p>
    <w:p w:rsidR="00E928BB" w:rsidRDefault="00E928BB" w:rsidP="00C22D0C">
      <w:pPr>
        <w:pStyle w:val="ListParagraph"/>
        <w:ind w:left="360"/>
        <w:rPr>
          <w:rFonts w:ascii="Times New Roman" w:hAnsi="Times New Roman"/>
          <w:sz w:val="28"/>
          <w:szCs w:val="28"/>
          <w:lang w:val="uk-UA"/>
        </w:rPr>
      </w:pPr>
    </w:p>
    <w:p w:rsidR="00E928BB" w:rsidRPr="003E7EA5" w:rsidRDefault="00E928BB" w:rsidP="00C22D0C">
      <w:pPr>
        <w:pStyle w:val="ListParagraph"/>
        <w:ind w:left="360"/>
        <w:rPr>
          <w:rFonts w:ascii="Times New Roman" w:hAnsi="Times New Roman"/>
          <w:sz w:val="28"/>
          <w:szCs w:val="28"/>
        </w:rPr>
      </w:pPr>
    </w:p>
    <w:p w:rsidR="00E928BB" w:rsidRDefault="00E928BB" w:rsidP="00221E4C">
      <w:pPr>
        <w:ind w:left="3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Сільський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Олександр ЗУБКО</w:t>
      </w:r>
    </w:p>
    <w:p w:rsidR="00E928BB" w:rsidRDefault="00E928BB" w:rsidP="00221E4C">
      <w:pPr>
        <w:ind w:left="360"/>
        <w:rPr>
          <w:rFonts w:ascii="Times New Roman" w:hAnsi="Times New Roman"/>
          <w:sz w:val="28"/>
          <w:szCs w:val="28"/>
          <w:lang w:val="uk-UA"/>
        </w:rPr>
      </w:pPr>
    </w:p>
    <w:p w:rsidR="00E928BB" w:rsidRDefault="00E928BB" w:rsidP="00221E4C">
      <w:pPr>
        <w:ind w:left="360"/>
        <w:rPr>
          <w:rFonts w:ascii="Times New Roman" w:hAnsi="Times New Roman"/>
          <w:sz w:val="28"/>
          <w:szCs w:val="28"/>
          <w:lang w:val="uk-UA"/>
        </w:rPr>
      </w:pPr>
    </w:p>
    <w:p w:rsidR="00E928BB" w:rsidRDefault="00E928BB" w:rsidP="00221E4C">
      <w:pPr>
        <w:ind w:left="360"/>
        <w:rPr>
          <w:rFonts w:ascii="Times New Roman" w:hAnsi="Times New Roman"/>
          <w:sz w:val="28"/>
          <w:szCs w:val="28"/>
          <w:lang w:val="uk-UA"/>
        </w:rPr>
      </w:pPr>
    </w:p>
    <w:p w:rsidR="00E928BB" w:rsidRDefault="00E928BB" w:rsidP="00221E4C">
      <w:pPr>
        <w:ind w:left="360"/>
        <w:rPr>
          <w:rFonts w:ascii="Times New Roman" w:hAnsi="Times New Roman"/>
          <w:sz w:val="28"/>
          <w:szCs w:val="28"/>
          <w:lang w:val="uk-UA"/>
        </w:rPr>
      </w:pPr>
    </w:p>
    <w:p w:rsidR="00E928BB" w:rsidRDefault="00E928BB" w:rsidP="00221E4C">
      <w:pPr>
        <w:ind w:left="360"/>
        <w:rPr>
          <w:rFonts w:ascii="Times New Roman" w:hAnsi="Times New Roman"/>
          <w:sz w:val="28"/>
          <w:szCs w:val="28"/>
          <w:lang w:val="uk-UA"/>
        </w:rPr>
      </w:pPr>
    </w:p>
    <w:p w:rsidR="00E928BB" w:rsidRDefault="00E928BB" w:rsidP="00221E4C">
      <w:pPr>
        <w:ind w:left="360"/>
        <w:rPr>
          <w:rFonts w:ascii="Times New Roman" w:hAnsi="Times New Roman"/>
          <w:sz w:val="28"/>
          <w:szCs w:val="28"/>
          <w:lang w:val="uk-UA"/>
        </w:rPr>
      </w:pPr>
    </w:p>
    <w:p w:rsidR="00E928BB" w:rsidRDefault="00E928BB" w:rsidP="00221E4C">
      <w:pPr>
        <w:ind w:left="360"/>
        <w:rPr>
          <w:rFonts w:ascii="Times New Roman" w:hAnsi="Times New Roman"/>
          <w:sz w:val="28"/>
          <w:szCs w:val="28"/>
          <w:lang w:val="uk-UA"/>
        </w:rPr>
      </w:pPr>
    </w:p>
    <w:p w:rsidR="00E928BB" w:rsidRDefault="00E928BB" w:rsidP="00221E4C">
      <w:pPr>
        <w:ind w:left="360"/>
        <w:rPr>
          <w:rFonts w:ascii="Times New Roman" w:hAnsi="Times New Roman"/>
          <w:sz w:val="28"/>
          <w:szCs w:val="28"/>
          <w:lang w:val="uk-UA"/>
        </w:rPr>
      </w:pPr>
    </w:p>
    <w:p w:rsidR="00E928BB" w:rsidRDefault="00E928BB" w:rsidP="00221E4C">
      <w:pPr>
        <w:ind w:left="360"/>
        <w:rPr>
          <w:rFonts w:ascii="Times New Roman" w:hAnsi="Times New Roman"/>
          <w:sz w:val="28"/>
          <w:szCs w:val="28"/>
          <w:lang w:val="uk-UA"/>
        </w:rPr>
      </w:pPr>
    </w:p>
    <w:p w:rsidR="00E928BB" w:rsidRDefault="00E928BB" w:rsidP="00221E4C">
      <w:pPr>
        <w:ind w:left="360"/>
        <w:rPr>
          <w:rFonts w:ascii="Times New Roman" w:hAnsi="Times New Roman"/>
          <w:sz w:val="28"/>
          <w:szCs w:val="28"/>
          <w:lang w:val="uk-UA"/>
        </w:rPr>
      </w:pPr>
    </w:p>
    <w:p w:rsidR="00E928BB" w:rsidRPr="00084967" w:rsidRDefault="00E928BB" w:rsidP="007A2D2D">
      <w:pPr>
        <w:spacing w:after="0" w:line="240" w:lineRule="auto"/>
        <w:jc w:val="both"/>
        <w:outlineLvl w:val="0"/>
        <w:rPr>
          <w:rFonts w:ascii="Times New Roman" w:hAnsi="Times New Roman"/>
          <w:bCs/>
          <w:kern w:val="32"/>
          <w:sz w:val="28"/>
          <w:szCs w:val="28"/>
        </w:rPr>
      </w:pPr>
      <w:r>
        <w:rPr>
          <w:rFonts w:ascii="Times New Roman" w:hAnsi="Times New Roman"/>
          <w:bCs/>
          <w:kern w:val="32"/>
          <w:sz w:val="28"/>
          <w:szCs w:val="28"/>
        </w:rPr>
        <w:t xml:space="preserve">                                                                                      </w:t>
      </w:r>
      <w:r w:rsidRPr="00084967">
        <w:rPr>
          <w:rFonts w:ascii="Times New Roman" w:hAnsi="Times New Roman"/>
          <w:bCs/>
          <w:kern w:val="32"/>
          <w:sz w:val="28"/>
          <w:szCs w:val="28"/>
        </w:rPr>
        <w:t>ЗАТВЕРДЖЕНО</w:t>
      </w:r>
    </w:p>
    <w:p w:rsidR="00E928BB" w:rsidRPr="00084967" w:rsidRDefault="00E928BB" w:rsidP="007A2D2D">
      <w:pPr>
        <w:spacing w:after="0" w:line="240" w:lineRule="auto"/>
        <w:ind w:left="5398"/>
        <w:rPr>
          <w:rFonts w:ascii="Times New Roman" w:hAnsi="Times New Roman"/>
          <w:sz w:val="28"/>
          <w:szCs w:val="28"/>
        </w:rPr>
      </w:pPr>
      <w:r w:rsidRPr="00084967">
        <w:rPr>
          <w:rFonts w:ascii="Times New Roman" w:hAnsi="Times New Roman"/>
          <w:sz w:val="28"/>
          <w:szCs w:val="28"/>
        </w:rPr>
        <w:t xml:space="preserve"> </w:t>
      </w:r>
      <w:r w:rsidRPr="00084967">
        <w:rPr>
          <w:rFonts w:ascii="Times New Roman" w:hAnsi="Times New Roman"/>
          <w:sz w:val="28"/>
          <w:szCs w:val="28"/>
        </w:rPr>
        <w:tab/>
        <w:t xml:space="preserve">     розпорядження</w:t>
      </w:r>
    </w:p>
    <w:p w:rsidR="00E928BB" w:rsidRPr="00084967" w:rsidRDefault="00E928BB" w:rsidP="007A2D2D">
      <w:pPr>
        <w:spacing w:after="0" w:line="240" w:lineRule="auto"/>
        <w:ind w:left="5398"/>
        <w:rPr>
          <w:rFonts w:ascii="Times New Roman" w:hAnsi="Times New Roman"/>
          <w:sz w:val="28"/>
          <w:szCs w:val="28"/>
        </w:rPr>
      </w:pPr>
      <w:r w:rsidRPr="00084967">
        <w:rPr>
          <w:rFonts w:ascii="Times New Roman" w:hAnsi="Times New Roman"/>
          <w:sz w:val="28"/>
          <w:szCs w:val="28"/>
        </w:rPr>
        <w:t xml:space="preserve"> </w:t>
      </w:r>
      <w:r w:rsidRPr="00084967">
        <w:rPr>
          <w:rFonts w:ascii="Times New Roman" w:hAnsi="Times New Roman"/>
          <w:sz w:val="28"/>
          <w:szCs w:val="28"/>
        </w:rPr>
        <w:tab/>
        <w:t xml:space="preserve">     сільського голови</w:t>
      </w:r>
    </w:p>
    <w:p w:rsidR="00E928BB" w:rsidRPr="00084967" w:rsidRDefault="00E928BB" w:rsidP="007A2D2D">
      <w:pPr>
        <w:spacing w:after="0" w:line="240" w:lineRule="auto"/>
        <w:ind w:left="5398"/>
        <w:jc w:val="both"/>
        <w:rPr>
          <w:rFonts w:ascii="Times New Roman" w:hAnsi="Times New Roman"/>
          <w:sz w:val="28"/>
          <w:szCs w:val="28"/>
        </w:rPr>
      </w:pPr>
      <w:r w:rsidRPr="00084967">
        <w:rPr>
          <w:rFonts w:ascii="Times New Roman" w:hAnsi="Times New Roman"/>
          <w:sz w:val="28"/>
          <w:szCs w:val="28"/>
        </w:rPr>
        <w:t xml:space="preserve"> </w:t>
      </w:r>
      <w:r w:rsidRPr="00084967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>18 травня</w:t>
      </w:r>
      <w:r w:rsidRPr="00084967">
        <w:rPr>
          <w:rFonts w:ascii="Times New Roman" w:hAnsi="Times New Roman"/>
          <w:sz w:val="28"/>
          <w:szCs w:val="28"/>
        </w:rPr>
        <w:t xml:space="preserve"> 2021 року № </w:t>
      </w: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084967">
        <w:rPr>
          <w:rFonts w:ascii="Times New Roman" w:hAnsi="Times New Roman"/>
          <w:sz w:val="28"/>
          <w:szCs w:val="28"/>
        </w:rPr>
        <w:t>-р</w:t>
      </w:r>
    </w:p>
    <w:p w:rsidR="00E928BB" w:rsidRPr="00CD49BF" w:rsidRDefault="00E928BB" w:rsidP="00CE1333">
      <w:pPr>
        <w:spacing w:after="0"/>
        <w:ind w:left="360"/>
        <w:jc w:val="right"/>
        <w:rPr>
          <w:rFonts w:ascii="Times New Roman" w:hAnsi="Times New Roman"/>
          <w:sz w:val="16"/>
          <w:szCs w:val="16"/>
        </w:rPr>
      </w:pPr>
    </w:p>
    <w:p w:rsidR="00E928BB" w:rsidRDefault="00E928BB" w:rsidP="007A2D2D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E1333">
        <w:rPr>
          <w:rFonts w:ascii="Times New Roman" w:hAnsi="Times New Roman"/>
          <w:b/>
          <w:sz w:val="28"/>
          <w:szCs w:val="28"/>
          <w:lang w:val="uk-UA"/>
        </w:rPr>
        <w:t>УМОВИ</w:t>
      </w:r>
    </w:p>
    <w:p w:rsidR="00E928BB" w:rsidRDefault="00E928BB" w:rsidP="007A2D2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E1333">
        <w:rPr>
          <w:rFonts w:ascii="Times New Roman" w:hAnsi="Times New Roman"/>
          <w:sz w:val="28"/>
          <w:szCs w:val="28"/>
          <w:lang w:val="uk-UA"/>
        </w:rPr>
        <w:t xml:space="preserve">проведення конкурсу на заміщення вакантних посад директорів </w:t>
      </w:r>
      <w:r w:rsidRPr="00CE1333">
        <w:rPr>
          <w:rFonts w:ascii="Times New Roman" w:hAnsi="Times New Roman"/>
          <w:color w:val="000000"/>
          <w:sz w:val="28"/>
          <w:szCs w:val="28"/>
          <w:lang w:val="uk-UA"/>
        </w:rPr>
        <w:t>Комунального закладу Чаусівський навчально-виховний комплекс «заклад загальної середньої освіти І-ІІІ ступенів – дитячий садок» Синюхино-Брідської сільської ради Первомайського району Миколаївської області та Синюхинобрідського закладу загальної середньої освіти І-ІІІ ступенів Синюхино-Брідської сільської ради Первомайського району Миколаївської області</w:t>
      </w:r>
    </w:p>
    <w:p w:rsidR="00E928BB" w:rsidRPr="00CD49BF" w:rsidRDefault="00E928BB" w:rsidP="007A2D2D">
      <w:pPr>
        <w:spacing w:after="0"/>
        <w:jc w:val="center"/>
        <w:rPr>
          <w:rFonts w:ascii="Times New Roman" w:hAnsi="Times New Roman"/>
          <w:color w:val="000000"/>
          <w:sz w:val="16"/>
          <w:szCs w:val="16"/>
          <w:lang w:val="uk-UA"/>
        </w:rPr>
      </w:pPr>
    </w:p>
    <w:p w:rsidR="00E928BB" w:rsidRDefault="00E928BB" w:rsidP="00CE1333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Найменування, місцезнаходження                1. Комунальний заклад Чаусівський</w:t>
      </w:r>
    </w:p>
    <w:p w:rsidR="00E928BB" w:rsidRDefault="00E928BB" w:rsidP="00CE1333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закладу освіти                                                  навчально-виховний комплекс </w:t>
      </w:r>
    </w:p>
    <w:p w:rsidR="00E928BB" w:rsidRDefault="00E928BB" w:rsidP="00CE1333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«заклад загальної середньої освіти</w:t>
      </w:r>
    </w:p>
    <w:p w:rsidR="00E928BB" w:rsidRDefault="00E928BB" w:rsidP="00CE1333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І-ІІІ ступенів-дитячий садок» </w:t>
      </w:r>
    </w:p>
    <w:p w:rsidR="00E928BB" w:rsidRDefault="00E928BB" w:rsidP="00CE1333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Синюхино-Брідської сільської ради</w:t>
      </w:r>
    </w:p>
    <w:p w:rsidR="00E928BB" w:rsidRDefault="00E928BB" w:rsidP="00CE1333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вул. Молодіжна, 12</w:t>
      </w:r>
    </w:p>
    <w:p w:rsidR="00E928BB" w:rsidRDefault="00E928BB" w:rsidP="00CE1333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с. Чаусове</w:t>
      </w:r>
    </w:p>
    <w:p w:rsidR="00E928BB" w:rsidRDefault="00E928BB" w:rsidP="00CE1333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Первомайський район</w:t>
      </w:r>
    </w:p>
    <w:p w:rsidR="00E928BB" w:rsidRDefault="00E928BB" w:rsidP="00CE1333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Миколаївська область</w:t>
      </w:r>
    </w:p>
    <w:p w:rsidR="00E928BB" w:rsidRPr="00CD49BF" w:rsidRDefault="00E928BB" w:rsidP="00CE1333">
      <w:pPr>
        <w:spacing w:after="0"/>
        <w:rPr>
          <w:rFonts w:ascii="Times New Roman" w:hAnsi="Times New Roman"/>
          <w:color w:val="000000"/>
          <w:sz w:val="16"/>
          <w:szCs w:val="16"/>
          <w:lang w:val="uk-UA"/>
        </w:rPr>
      </w:pPr>
    </w:p>
    <w:p w:rsidR="00E928BB" w:rsidRDefault="00E928BB" w:rsidP="002E47E2">
      <w:pPr>
        <w:spacing w:after="0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2. Синюхинобрідський заклад</w:t>
      </w:r>
    </w:p>
    <w:p w:rsidR="00E928BB" w:rsidRDefault="00E928BB" w:rsidP="002E47E2">
      <w:pPr>
        <w:spacing w:after="0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загальної середньої освіти </w:t>
      </w:r>
    </w:p>
    <w:p w:rsidR="00E928BB" w:rsidRDefault="00E928BB" w:rsidP="002E47E2">
      <w:pPr>
        <w:spacing w:after="0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І-ІІІ ступенів Синюхино-Брідської </w:t>
      </w:r>
    </w:p>
    <w:p w:rsidR="00E928BB" w:rsidRDefault="00E928BB" w:rsidP="002E47E2">
      <w:pPr>
        <w:spacing w:after="0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сільської ради</w:t>
      </w:r>
    </w:p>
    <w:p w:rsidR="00E928BB" w:rsidRDefault="00E928BB" w:rsidP="002E47E2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 вул. Шкільна, 13-А</w:t>
      </w:r>
    </w:p>
    <w:p w:rsidR="00E928BB" w:rsidRDefault="00E928BB" w:rsidP="002E47E2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 с. Синюхин Брід</w:t>
      </w:r>
    </w:p>
    <w:p w:rsidR="00E928BB" w:rsidRDefault="00E928BB" w:rsidP="002E47E2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 Первомайський район</w:t>
      </w:r>
    </w:p>
    <w:p w:rsidR="00E928BB" w:rsidRDefault="00E928BB" w:rsidP="002E47E2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 Миколаївська область</w:t>
      </w:r>
    </w:p>
    <w:p w:rsidR="00E928BB" w:rsidRPr="00CD49BF" w:rsidRDefault="00E928BB" w:rsidP="002E47E2">
      <w:pPr>
        <w:spacing w:after="0"/>
        <w:rPr>
          <w:rFonts w:ascii="Times New Roman" w:hAnsi="Times New Roman"/>
          <w:color w:val="000000"/>
          <w:sz w:val="16"/>
          <w:szCs w:val="16"/>
          <w:lang w:val="uk-UA"/>
        </w:rPr>
      </w:pPr>
    </w:p>
    <w:p w:rsidR="00E928BB" w:rsidRDefault="00E928BB" w:rsidP="002E47E2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Найменування посади                                       Директор школи</w:t>
      </w:r>
    </w:p>
    <w:p w:rsidR="00E928BB" w:rsidRPr="00CD49BF" w:rsidRDefault="00E928BB" w:rsidP="002E47E2">
      <w:pPr>
        <w:spacing w:after="0"/>
        <w:rPr>
          <w:rFonts w:ascii="Times New Roman" w:hAnsi="Times New Roman"/>
          <w:color w:val="000000"/>
          <w:sz w:val="16"/>
          <w:szCs w:val="16"/>
          <w:lang w:val="uk-UA"/>
        </w:rPr>
      </w:pPr>
    </w:p>
    <w:p w:rsidR="00E928BB" w:rsidRDefault="00E928BB" w:rsidP="002E47E2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Умови праці                                                       Посадовий оклад, доплати,  </w:t>
      </w:r>
    </w:p>
    <w:p w:rsidR="00E928BB" w:rsidRDefault="00E928BB" w:rsidP="002E47E2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 надбавки встановлюються </w:t>
      </w:r>
    </w:p>
    <w:p w:rsidR="00E928BB" w:rsidRDefault="00E928BB" w:rsidP="002E47E2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 відповідно до постанови КМУ від </w:t>
      </w:r>
    </w:p>
    <w:p w:rsidR="00E928BB" w:rsidRDefault="00E928BB" w:rsidP="002E47E2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 30.08.2002 № 1298 «Про оплату </w:t>
      </w:r>
    </w:p>
    <w:p w:rsidR="00E928BB" w:rsidRDefault="00E928BB" w:rsidP="002E47E2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  праці працівників на основі Єдиної</w:t>
      </w:r>
    </w:p>
    <w:p w:rsidR="00E928BB" w:rsidRDefault="00E928BB" w:rsidP="002E47E2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  тарифної сітки розрядів і  </w:t>
      </w:r>
    </w:p>
    <w:p w:rsidR="00E928BB" w:rsidRDefault="00E928BB" w:rsidP="002E47E2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  коефіцієнтів з оплати праці </w:t>
      </w:r>
    </w:p>
    <w:p w:rsidR="00E928BB" w:rsidRDefault="00E928BB" w:rsidP="002E47E2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  працівників установ, закладів та </w:t>
      </w:r>
    </w:p>
    <w:p w:rsidR="00E928BB" w:rsidRDefault="00E928BB" w:rsidP="002E47E2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  організацій окремих галузей </w:t>
      </w:r>
    </w:p>
    <w:p w:rsidR="00E928BB" w:rsidRDefault="00E928BB" w:rsidP="002E47E2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  бюджетної сфери»; наказу МОНУ</w:t>
      </w:r>
    </w:p>
    <w:p w:rsidR="00E928BB" w:rsidRDefault="00E928BB" w:rsidP="002E47E2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  від 26.092005 № 557 «Про </w:t>
      </w:r>
    </w:p>
    <w:p w:rsidR="00E928BB" w:rsidRDefault="00E928BB" w:rsidP="002E47E2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  впорядкування умов оплати праці </w:t>
      </w:r>
    </w:p>
    <w:p w:rsidR="00E928BB" w:rsidRDefault="00E928BB" w:rsidP="002E47E2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  та затвердження схем тарифних </w:t>
      </w:r>
    </w:p>
    <w:p w:rsidR="00E928BB" w:rsidRDefault="00E928BB" w:rsidP="002E47E2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  розрядів працівників навчальних </w:t>
      </w:r>
    </w:p>
    <w:p w:rsidR="00E928BB" w:rsidRDefault="00E928BB" w:rsidP="002E47E2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  закладів, установ освіти та </w:t>
      </w:r>
    </w:p>
    <w:p w:rsidR="00E928BB" w:rsidRDefault="00E928BB" w:rsidP="002E47E2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  наукових установ», інших</w:t>
      </w:r>
    </w:p>
    <w:p w:rsidR="00E928BB" w:rsidRDefault="00E928BB" w:rsidP="002E47E2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  нормативних документів.</w:t>
      </w:r>
    </w:p>
    <w:p w:rsidR="00E928BB" w:rsidRPr="00CD49BF" w:rsidRDefault="00E928BB" w:rsidP="002E47E2">
      <w:pPr>
        <w:spacing w:after="0"/>
        <w:rPr>
          <w:rFonts w:ascii="Times New Roman" w:hAnsi="Times New Roman"/>
          <w:color w:val="000000"/>
          <w:sz w:val="16"/>
          <w:szCs w:val="16"/>
          <w:lang w:val="uk-UA"/>
        </w:rPr>
      </w:pPr>
    </w:p>
    <w:p w:rsidR="00E928BB" w:rsidRDefault="00E928BB" w:rsidP="002E47E2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Кваліфікаційні вимоги до                                 Керівником закладу загальної </w:t>
      </w:r>
    </w:p>
    <w:p w:rsidR="00E928BB" w:rsidRDefault="00E928BB" w:rsidP="002E47E2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претендентів на посаду директора                  середньої освіти може бути особа, </w:t>
      </w:r>
    </w:p>
    <w:p w:rsidR="00E928BB" w:rsidRDefault="00E928BB" w:rsidP="002E47E2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закладу загальної середньої освіти                  яка є громадянином України, </w:t>
      </w:r>
    </w:p>
    <w:p w:rsidR="00E928BB" w:rsidRDefault="00E928BB" w:rsidP="002E47E2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  вільно володіє державною мовою, </w:t>
      </w:r>
    </w:p>
    <w:p w:rsidR="00E928BB" w:rsidRDefault="00E928BB" w:rsidP="002E47E2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  має вищу освіту ступеня не нижче </w:t>
      </w:r>
    </w:p>
    <w:p w:rsidR="00E928BB" w:rsidRDefault="00E928BB" w:rsidP="002E47E2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  магістра, стаж педагогічної та/або</w:t>
      </w:r>
    </w:p>
    <w:p w:rsidR="00E928BB" w:rsidRDefault="00E928BB" w:rsidP="002E47E2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  науково-педагогічної роботи не </w:t>
      </w:r>
    </w:p>
    <w:p w:rsidR="00E928BB" w:rsidRDefault="00E928BB" w:rsidP="002E47E2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  менше трьох років, організаторські</w:t>
      </w:r>
    </w:p>
    <w:p w:rsidR="00E928BB" w:rsidRDefault="00E928BB" w:rsidP="002E47E2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  здібності, стан фізичного і </w:t>
      </w:r>
    </w:p>
    <w:p w:rsidR="00E928BB" w:rsidRDefault="00E928BB" w:rsidP="002E47E2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  психічного здоров’я, що не </w:t>
      </w:r>
    </w:p>
    <w:p w:rsidR="00E928BB" w:rsidRDefault="00E928BB" w:rsidP="002E47E2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  перешкоджає виконанню </w:t>
      </w:r>
    </w:p>
    <w:p w:rsidR="00E928BB" w:rsidRDefault="00E928BB" w:rsidP="002E47E2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  професійних обов’язків.</w:t>
      </w:r>
    </w:p>
    <w:p w:rsidR="00E928BB" w:rsidRPr="00CD49BF" w:rsidRDefault="00E928BB" w:rsidP="002E47E2">
      <w:pPr>
        <w:spacing w:after="0"/>
        <w:rPr>
          <w:rFonts w:ascii="Times New Roman" w:hAnsi="Times New Roman"/>
          <w:color w:val="000000"/>
          <w:sz w:val="16"/>
          <w:szCs w:val="16"/>
          <w:lang w:val="uk-UA"/>
        </w:rPr>
      </w:pPr>
    </w:p>
    <w:p w:rsidR="00E928BB" w:rsidRDefault="00E928BB" w:rsidP="002E47E2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Перелік документів, необхідних                       1. заява про участь в конкурсі з </w:t>
      </w:r>
    </w:p>
    <w:p w:rsidR="00E928BB" w:rsidRDefault="00E928BB" w:rsidP="00891467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для участі в конкурсі, та строк                          наданням згоди на обробку їх подання                                                                персональних даних відповідно до</w:t>
      </w:r>
    </w:p>
    <w:p w:rsidR="00E928BB" w:rsidRDefault="00E928BB" w:rsidP="002E47E2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Закону України «Про захист </w:t>
      </w:r>
    </w:p>
    <w:p w:rsidR="00E928BB" w:rsidRPr="00891467" w:rsidRDefault="00E928BB" w:rsidP="002E47E2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персональних даних»;</w:t>
      </w:r>
    </w:p>
    <w:p w:rsidR="00E928BB" w:rsidRDefault="00E928BB" w:rsidP="002E47E2">
      <w:pPr>
        <w:spacing w:after="0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2. автобіографія та/або резюме</w:t>
      </w:r>
    </w:p>
    <w:p w:rsidR="00E928BB" w:rsidRDefault="00E928BB" w:rsidP="002E47E2">
      <w:pPr>
        <w:spacing w:after="0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(за вибором учасника конкурсу);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3. копія паспорта громадянина 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України;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4. копія документа про вищу 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освіту (з додатком, що є його 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невід’ємною частиною) не нижче 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освітнього ступеня магістра 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(спеціаліста);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5. документ, що підтверджує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вільне володіння державною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мовою;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6. копія трудової книжки чи 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інших документів, що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підтверджують стаж 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педагогічної (науково- 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педагогічної) роботи не менше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трьох років на день їх подання;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7. довідка про відсутність 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судимості;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8. довідка про проходження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попереднього (періодичного)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психіатричного огляду;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9. мотиваційний лист складений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у довільній формі. 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Документи приймаються з 19 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травня до 17 червня 2021 року</w:t>
      </w:r>
    </w:p>
    <w:p w:rsidR="00E928BB" w:rsidRPr="00CD49BF" w:rsidRDefault="00E928BB" w:rsidP="002E47E2">
      <w:pPr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Дата, час і місце проведення конкурсу                 23-24 червня 2021 року 10:00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Мала зала Первомайської 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райдержадміністрації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вул. Чкалова, 12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м. Первомайськ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Миколаївська обл.</w:t>
      </w:r>
    </w:p>
    <w:p w:rsidR="00E928BB" w:rsidRPr="00CD49BF" w:rsidRDefault="00E928BB" w:rsidP="002E47E2">
      <w:pPr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Етапи проведення конкурсного відбору                1. оприлюднення оголошення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про проведення конкурсу на 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офіційному вебсайті 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Синюхино-Брідської сільської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ради 19 травня 2021 року;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2. прийняття документів від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осіб, які виявили бажання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взяти участь у конкурсі з 19.05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до 17.06. 2021 року;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3. перевірка поданих 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документів на відповідність 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установленим 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законодавством вимогам 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з 19.05. до 10.06.2021 року;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4. допущення кандидатів до 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участі у конкурсному відборі 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– 11.06.2021 року;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5. конкурсний відбір 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складається з перевірки 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знань законодавства у сфері 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освіти (Закони України «Про 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освіту», «Про повну загальну 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середню освіту», Концепцію 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реалізації державної 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політики у сфері 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реформування загальної 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середньої освіти «Нова 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українська школа» на період 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до 2029 року, схваленої 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розпорядженням Кабінету 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Міністрів України від 14 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грудня 2016 року № 988-р) у 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формі письмового 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тестування (30 хв.); 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вирішення ситуаційного 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завдання (20 хв.); презентації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перспективного плану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розвитку закладу освіти 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(10 хв.);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6. визначення переможця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конкурсу – 24.06.2021 року;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7. оприлюднення результатів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конкурсу – 25.06.2021 року.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Прізвище, ім’я по батькові, номер                             Кротік Наталя Іванівна,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телефону та адреса електронної                                 начальник відділу освіти,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пошти особи, яка надає додаткову                             культури, молоді та спорту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інформацію з питань                                                    Синюхино-Брідської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проведення конкурсу                                                   сільської ради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тел. 0966715492</w:t>
      </w: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en-US"/>
        </w:rPr>
        <w:t>e</w:t>
      </w:r>
      <w:r w:rsidRPr="008434C5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hyperlink r:id="rId6" w:history="1">
        <w:r w:rsidRPr="00F363CA">
          <w:rPr>
            <w:rStyle w:val="Hyperlink"/>
            <w:rFonts w:ascii="Times New Roman" w:hAnsi="Times New Roman"/>
            <w:sz w:val="28"/>
            <w:szCs w:val="28"/>
            <w:lang w:val="en-US"/>
          </w:rPr>
          <w:t>sb</w:t>
        </w:r>
        <w:r w:rsidRPr="00F363CA">
          <w:rPr>
            <w:rStyle w:val="Hyperlink"/>
            <w:rFonts w:ascii="Times New Roman" w:hAnsi="Times New Roman"/>
            <w:sz w:val="28"/>
            <w:szCs w:val="28"/>
            <w:lang w:val="uk-UA"/>
          </w:rPr>
          <w:t>_</w:t>
        </w:r>
        <w:r w:rsidRPr="00F363CA">
          <w:rPr>
            <w:rStyle w:val="Hyperlink"/>
            <w:rFonts w:ascii="Times New Roman" w:hAnsi="Times New Roman"/>
            <w:sz w:val="28"/>
            <w:szCs w:val="28"/>
            <w:lang w:val="en-US"/>
          </w:rPr>
          <w:t>osvita</w:t>
        </w:r>
        <w:r w:rsidRPr="00F363CA">
          <w:rPr>
            <w:rStyle w:val="Hyperlink"/>
            <w:rFonts w:ascii="Times New Roman" w:hAnsi="Times New Roman"/>
            <w:sz w:val="28"/>
            <w:szCs w:val="28"/>
            <w:lang w:val="uk-UA"/>
          </w:rPr>
          <w:t>2021@</w:t>
        </w:r>
        <w:r w:rsidRPr="00F363CA">
          <w:rPr>
            <w:rStyle w:val="Hyperlink"/>
            <w:rFonts w:ascii="Times New Roman" w:hAnsi="Times New Roman"/>
            <w:sz w:val="28"/>
            <w:szCs w:val="28"/>
            <w:lang w:val="en-US"/>
          </w:rPr>
          <w:t>ukr</w:t>
        </w:r>
        <w:r w:rsidRPr="00F363CA">
          <w:rPr>
            <w:rStyle w:val="Hyperlink"/>
            <w:rFonts w:ascii="Times New Roman" w:hAnsi="Times New Roman"/>
            <w:sz w:val="28"/>
            <w:szCs w:val="28"/>
            <w:lang w:val="uk-UA"/>
          </w:rPr>
          <w:t>.</w:t>
        </w:r>
        <w:r w:rsidRPr="00F363CA">
          <w:rPr>
            <w:rStyle w:val="Hyperlink"/>
            <w:rFonts w:ascii="Times New Roman" w:hAnsi="Times New Roman"/>
            <w:sz w:val="28"/>
            <w:szCs w:val="28"/>
            <w:lang w:val="en-US"/>
          </w:rPr>
          <w:t>net</w:t>
        </w:r>
      </w:hyperlink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E928BB" w:rsidRDefault="00E928BB" w:rsidP="002E47E2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E928BB" w:rsidRDefault="00E928BB" w:rsidP="00620F84">
      <w:pPr>
        <w:ind w:left="360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Сільський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Олександр ЗУБКО</w:t>
      </w:r>
    </w:p>
    <w:p w:rsidR="00E928BB" w:rsidRPr="008434C5" w:rsidRDefault="00E928BB" w:rsidP="00620F84">
      <w:pPr>
        <w:spacing w:after="0"/>
        <w:rPr>
          <w:lang w:val="uk-UA"/>
        </w:rPr>
      </w:pPr>
    </w:p>
    <w:sectPr w:rsidR="00E928BB" w:rsidRPr="008434C5" w:rsidSect="0032576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D700A"/>
    <w:multiLevelType w:val="hybridMultilevel"/>
    <w:tmpl w:val="A5DA3E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BB45099"/>
    <w:multiLevelType w:val="hybridMultilevel"/>
    <w:tmpl w:val="934A0E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C195328"/>
    <w:multiLevelType w:val="hybridMultilevel"/>
    <w:tmpl w:val="A5DA3E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DAE5E65"/>
    <w:multiLevelType w:val="hybridMultilevel"/>
    <w:tmpl w:val="A5DA3E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7D1E"/>
    <w:rsid w:val="0001614A"/>
    <w:rsid w:val="00084967"/>
    <w:rsid w:val="0011550A"/>
    <w:rsid w:val="001167A7"/>
    <w:rsid w:val="00171960"/>
    <w:rsid w:val="00172CFC"/>
    <w:rsid w:val="00187BB5"/>
    <w:rsid w:val="001D33FB"/>
    <w:rsid w:val="002111E4"/>
    <w:rsid w:val="00221E4C"/>
    <w:rsid w:val="00247400"/>
    <w:rsid w:val="00287D1E"/>
    <w:rsid w:val="002A0218"/>
    <w:rsid w:val="002E2C7D"/>
    <w:rsid w:val="002E47E2"/>
    <w:rsid w:val="00315A30"/>
    <w:rsid w:val="0032576E"/>
    <w:rsid w:val="003260F1"/>
    <w:rsid w:val="003572C7"/>
    <w:rsid w:val="003A55C4"/>
    <w:rsid w:val="003C511F"/>
    <w:rsid w:val="003E7EA5"/>
    <w:rsid w:val="003F0F31"/>
    <w:rsid w:val="003F6906"/>
    <w:rsid w:val="00415C47"/>
    <w:rsid w:val="00471561"/>
    <w:rsid w:val="00475882"/>
    <w:rsid w:val="004A73F4"/>
    <w:rsid w:val="004B7823"/>
    <w:rsid w:val="004C15C1"/>
    <w:rsid w:val="004C69C0"/>
    <w:rsid w:val="005221AD"/>
    <w:rsid w:val="005276DC"/>
    <w:rsid w:val="00592CD1"/>
    <w:rsid w:val="005A0F1E"/>
    <w:rsid w:val="005B14F3"/>
    <w:rsid w:val="005C3FCD"/>
    <w:rsid w:val="006029EF"/>
    <w:rsid w:val="00620F84"/>
    <w:rsid w:val="00633DC4"/>
    <w:rsid w:val="00635195"/>
    <w:rsid w:val="00652FBA"/>
    <w:rsid w:val="0066662B"/>
    <w:rsid w:val="00677950"/>
    <w:rsid w:val="006A5361"/>
    <w:rsid w:val="006C2BBE"/>
    <w:rsid w:val="006D1CC9"/>
    <w:rsid w:val="0071770C"/>
    <w:rsid w:val="007273B2"/>
    <w:rsid w:val="00730C6B"/>
    <w:rsid w:val="007375CC"/>
    <w:rsid w:val="0074421F"/>
    <w:rsid w:val="00745D3D"/>
    <w:rsid w:val="00797182"/>
    <w:rsid w:val="007A2D2D"/>
    <w:rsid w:val="007C597E"/>
    <w:rsid w:val="008125B6"/>
    <w:rsid w:val="008434C5"/>
    <w:rsid w:val="00891467"/>
    <w:rsid w:val="008E0B60"/>
    <w:rsid w:val="008E28A7"/>
    <w:rsid w:val="008F38DE"/>
    <w:rsid w:val="00942EB0"/>
    <w:rsid w:val="009B3EA0"/>
    <w:rsid w:val="009B587B"/>
    <w:rsid w:val="00A11533"/>
    <w:rsid w:val="00A16EF8"/>
    <w:rsid w:val="00A35110"/>
    <w:rsid w:val="00A716E7"/>
    <w:rsid w:val="00A725CE"/>
    <w:rsid w:val="00AD3015"/>
    <w:rsid w:val="00AD5EC5"/>
    <w:rsid w:val="00AF464A"/>
    <w:rsid w:val="00B5659C"/>
    <w:rsid w:val="00B57119"/>
    <w:rsid w:val="00B84149"/>
    <w:rsid w:val="00BF1E44"/>
    <w:rsid w:val="00C1459D"/>
    <w:rsid w:val="00C15E02"/>
    <w:rsid w:val="00C22D0C"/>
    <w:rsid w:val="00C41422"/>
    <w:rsid w:val="00C775BA"/>
    <w:rsid w:val="00CD49BF"/>
    <w:rsid w:val="00CE1333"/>
    <w:rsid w:val="00CE7750"/>
    <w:rsid w:val="00D35705"/>
    <w:rsid w:val="00D62C7F"/>
    <w:rsid w:val="00D7627F"/>
    <w:rsid w:val="00DB24D9"/>
    <w:rsid w:val="00DC4472"/>
    <w:rsid w:val="00E13512"/>
    <w:rsid w:val="00E52CB2"/>
    <w:rsid w:val="00E928BB"/>
    <w:rsid w:val="00EE2896"/>
    <w:rsid w:val="00EE481D"/>
    <w:rsid w:val="00F12275"/>
    <w:rsid w:val="00F2159D"/>
    <w:rsid w:val="00F363CA"/>
    <w:rsid w:val="00FD0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4B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link w:val="1"/>
    <w:uiPriority w:val="99"/>
    <w:locked/>
    <w:rsid w:val="008E0B60"/>
    <w:rPr>
      <w:sz w:val="28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8E0B60"/>
    <w:pPr>
      <w:shd w:val="clear" w:color="auto" w:fill="FFFFFF"/>
      <w:spacing w:after="0" w:line="240" w:lineRule="atLeast"/>
    </w:pPr>
    <w:rPr>
      <w:sz w:val="28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8E28A7"/>
    <w:pPr>
      <w:ind w:left="720"/>
      <w:contextualSpacing/>
    </w:pPr>
  </w:style>
  <w:style w:type="table" w:styleId="TableGrid">
    <w:name w:val="Table Grid"/>
    <w:basedOn w:val="TableNormal"/>
    <w:uiPriority w:val="99"/>
    <w:rsid w:val="008E28A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99"/>
    <w:qFormat/>
    <w:locked/>
    <w:rsid w:val="004B7823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4B7823"/>
    <w:rPr>
      <w:rFonts w:eastAsia="Times New Roman" w:cs="Times New Roman"/>
      <w:b/>
      <w:sz w:val="28"/>
      <w:lang w:val="uk-UA" w:eastAsia="ru-RU" w:bidi="ar-SA"/>
    </w:rPr>
  </w:style>
  <w:style w:type="paragraph" w:styleId="Subtitle">
    <w:name w:val="Subtitle"/>
    <w:basedOn w:val="Normal"/>
    <w:link w:val="SubtitleChar"/>
    <w:uiPriority w:val="99"/>
    <w:qFormat/>
    <w:locked/>
    <w:rsid w:val="004B7823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uk-UA"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B7823"/>
    <w:rPr>
      <w:rFonts w:eastAsia="Times New Roman" w:cs="Times New Roman"/>
      <w:b/>
      <w:sz w:val="24"/>
      <w:lang w:val="uk-UA" w:eastAsia="ru-RU" w:bidi="ar-SA"/>
    </w:rPr>
  </w:style>
  <w:style w:type="paragraph" w:styleId="BalloonText">
    <w:name w:val="Balloon Text"/>
    <w:basedOn w:val="Normal"/>
    <w:link w:val="BalloonTextChar"/>
    <w:uiPriority w:val="99"/>
    <w:semiHidden/>
    <w:rsid w:val="00745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5D3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rsid w:val="008434C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b_osvita2021@ukr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321</TotalTime>
  <Pages>6</Pages>
  <Words>2642</Words>
  <Characters>15061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56</cp:revision>
  <cp:lastPrinted>2021-05-31T08:12:00Z</cp:lastPrinted>
  <dcterms:created xsi:type="dcterms:W3CDTF">2021-04-22T10:54:00Z</dcterms:created>
  <dcterms:modified xsi:type="dcterms:W3CDTF">2021-07-19T08:41:00Z</dcterms:modified>
</cp:coreProperties>
</file>