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EF" w:rsidRPr="00B84F01" w:rsidRDefault="002613EF" w:rsidP="008B5813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 w:eastAsia="ru-RU"/>
        </w:rPr>
      </w:pPr>
      <w:r w:rsidRPr="009F76E0">
        <w:rPr>
          <w:rFonts w:ascii="MS Sans Serif" w:hAnsi="MS Sans Serif"/>
          <w:b/>
          <w:noProof/>
          <w:sz w:val="16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5" o:title="" grayscale="t" bilevel="t"/>
          </v:shape>
        </w:pict>
      </w:r>
    </w:p>
    <w:p w:rsidR="002613EF" w:rsidRPr="00B84F01" w:rsidRDefault="002613EF" w:rsidP="008B5813">
      <w:pPr>
        <w:spacing w:after="0" w:line="240" w:lineRule="auto"/>
        <w:jc w:val="center"/>
        <w:rPr>
          <w:rFonts w:ascii="Times New Roman" w:hAnsi="Times New Roman"/>
          <w:sz w:val="32"/>
          <w:szCs w:val="20"/>
          <w:lang w:val="uk-UA" w:eastAsia="ru-RU"/>
        </w:rPr>
      </w:pPr>
      <w:r w:rsidRPr="00B84F01">
        <w:rPr>
          <w:rFonts w:ascii="Times New Roman" w:hAnsi="Times New Roman"/>
          <w:sz w:val="32"/>
          <w:szCs w:val="20"/>
          <w:lang w:val="uk-UA" w:eastAsia="ru-RU"/>
        </w:rPr>
        <w:t>УКРАЇНА</w:t>
      </w:r>
    </w:p>
    <w:p w:rsidR="002613EF" w:rsidRPr="00B84F01" w:rsidRDefault="002613EF" w:rsidP="008B581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B84F01">
        <w:rPr>
          <w:rFonts w:ascii="Times New Roman" w:hAnsi="Times New Roman"/>
          <w:sz w:val="28"/>
          <w:szCs w:val="20"/>
          <w:lang w:val="uk-UA" w:eastAsia="ru-RU"/>
        </w:rPr>
        <w:t>Синюхино-Брідськ</w:t>
      </w:r>
      <w:r w:rsidRPr="00B84F01">
        <w:rPr>
          <w:rFonts w:ascii="Times New Roman" w:hAnsi="Times New Roman"/>
          <w:sz w:val="28"/>
          <w:szCs w:val="20"/>
          <w:lang w:eastAsia="ru-RU"/>
        </w:rPr>
        <w:t>а</w:t>
      </w:r>
      <w:r w:rsidRPr="00B84F01">
        <w:rPr>
          <w:rFonts w:ascii="Times New Roman" w:hAnsi="Times New Roman"/>
          <w:sz w:val="28"/>
          <w:szCs w:val="20"/>
          <w:lang w:val="uk-UA" w:eastAsia="ru-RU"/>
        </w:rPr>
        <w:t xml:space="preserve"> сільськ</w:t>
      </w:r>
      <w:r w:rsidRPr="00B84F01">
        <w:rPr>
          <w:rFonts w:ascii="Times New Roman" w:hAnsi="Times New Roman"/>
          <w:sz w:val="28"/>
          <w:szCs w:val="20"/>
          <w:lang w:eastAsia="ru-RU"/>
        </w:rPr>
        <w:t>а</w:t>
      </w:r>
      <w:r w:rsidRPr="00B84F01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Pr="00B84F01">
        <w:rPr>
          <w:rFonts w:ascii="Times New Roman" w:hAnsi="Times New Roman"/>
          <w:sz w:val="28"/>
          <w:szCs w:val="20"/>
          <w:lang w:eastAsia="ru-RU"/>
        </w:rPr>
        <w:t>рада</w:t>
      </w:r>
    </w:p>
    <w:p w:rsidR="002613EF" w:rsidRPr="00B84F01" w:rsidRDefault="002613EF" w:rsidP="008B5813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 w:rsidRPr="00B84F01">
        <w:rPr>
          <w:rFonts w:ascii="Times New Roman" w:hAnsi="Times New Roman"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2613EF" w:rsidRPr="009A467F" w:rsidRDefault="002613EF" w:rsidP="008B581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2613EF" w:rsidRPr="009A467F" w:rsidRDefault="002613EF" w:rsidP="008B581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Р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О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З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П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О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Р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Я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Д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Ж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Е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Н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Н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b/>
          <w:sz w:val="28"/>
          <w:szCs w:val="20"/>
          <w:lang w:val="uk-UA" w:eastAsia="ru-RU"/>
        </w:rPr>
        <w:t>Я</w:t>
      </w:r>
    </w:p>
    <w:p w:rsidR="002613EF" w:rsidRPr="009A467F" w:rsidRDefault="002613EF" w:rsidP="008B581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354AFD"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54AF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серпня</w:t>
      </w:r>
      <w:r w:rsidRPr="00354AFD">
        <w:rPr>
          <w:rFonts w:ascii="Times New Roman" w:hAnsi="Times New Roman"/>
          <w:sz w:val="28"/>
          <w:szCs w:val="28"/>
          <w:lang w:val="uk-UA" w:eastAsia="ru-RU"/>
        </w:rPr>
        <w:t xml:space="preserve"> 2021 року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</w:t>
      </w:r>
      <w:r>
        <w:rPr>
          <w:rFonts w:ascii="Times New Roman" w:hAnsi="Times New Roman"/>
          <w:sz w:val="28"/>
          <w:szCs w:val="20"/>
          <w:lang w:val="uk-UA" w:eastAsia="ru-RU"/>
        </w:rPr>
        <w:t>село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Синюхин Брід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           № 78-р</w:t>
      </w:r>
    </w:p>
    <w:p w:rsidR="002613E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    </w:t>
      </w: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613EF" w:rsidRPr="00B84F01" w:rsidRDefault="002613EF" w:rsidP="008B5813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B84F01">
        <w:rPr>
          <w:rFonts w:ascii="Times New Roman" w:hAnsi="Times New Roman"/>
          <w:b/>
          <w:sz w:val="28"/>
          <w:szCs w:val="20"/>
          <w:lang w:val="uk-UA" w:eastAsia="ru-RU"/>
        </w:rPr>
        <w:t>Про проведення загальних зборів</w:t>
      </w:r>
    </w:p>
    <w:p w:rsidR="002613EF" w:rsidRDefault="002613EF" w:rsidP="008B5813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B84F01">
        <w:rPr>
          <w:rFonts w:ascii="Times New Roman" w:hAnsi="Times New Roman"/>
          <w:b/>
          <w:sz w:val="28"/>
          <w:szCs w:val="20"/>
          <w:lang w:val="uk-UA" w:eastAsia="ru-RU"/>
        </w:rPr>
        <w:t>громадян за місцем проживання</w:t>
      </w:r>
    </w:p>
    <w:p w:rsidR="002613EF" w:rsidRPr="00B84F01" w:rsidRDefault="002613EF" w:rsidP="008B5813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Pr="00B84F01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  Відповідно до пунктів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11, 20 частини четвертої 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>статті 42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>Закону України «Про мі</w:t>
      </w:r>
      <w:r>
        <w:rPr>
          <w:rFonts w:ascii="Times New Roman" w:hAnsi="Times New Roman"/>
          <w:sz w:val="28"/>
          <w:szCs w:val="20"/>
          <w:lang w:val="uk-UA" w:eastAsia="ru-RU"/>
        </w:rPr>
        <w:t>сцеве самоврядування в Україні»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Pr="00B84F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з метою безпосередньої участі громадян у вирішенні питання благоустрою</w:t>
      </w:r>
      <w:r w:rsidRPr="00B84F0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населеного пункту:</w:t>
      </w:r>
      <w:r w:rsidRPr="00B84F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Default="002613EF" w:rsidP="00BD03CA">
      <w:pPr>
        <w:pStyle w:val="ListParagraph"/>
        <w:spacing w:after="0" w:line="240" w:lineRule="auto"/>
        <w:ind w:left="0" w:firstLine="420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1. Старості Чаусівського старостинського округу (СМУТОК) організувати та п</w:t>
      </w:r>
      <w:r w:rsidRPr="005C36EB">
        <w:rPr>
          <w:rFonts w:ascii="Times New Roman" w:hAnsi="Times New Roman"/>
          <w:sz w:val="28"/>
          <w:szCs w:val="20"/>
          <w:lang w:val="uk-UA" w:eastAsia="ru-RU"/>
        </w:rPr>
        <w:t>ровести загальні збори громадян за місцем проживання в селі Чаусове Первомайського району Миколаївської області 19 серпня 2021 року о 10-00 годині біля будівлі сільського клубу.</w:t>
      </w:r>
    </w:p>
    <w:p w:rsidR="002613EF" w:rsidRPr="005C36EB" w:rsidRDefault="002613EF" w:rsidP="008B5813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Pr="005C36EB" w:rsidRDefault="002613EF" w:rsidP="00BD03CA">
      <w:pPr>
        <w:pStyle w:val="ListParagraph"/>
        <w:spacing w:after="0" w:line="240" w:lineRule="auto"/>
        <w:ind w:left="0" w:firstLine="420"/>
        <w:jc w:val="both"/>
        <w:rPr>
          <w:rFonts w:ascii="Times New Roman" w:hAnsi="Times New Roman"/>
          <w:sz w:val="14"/>
          <w:szCs w:val="1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На порядок денний винести питання благоустрою населеного пункту</w:t>
      </w:r>
      <w:r w:rsidRPr="00923CB4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ru-RU"/>
        </w:rPr>
        <w:t>села</w:t>
      </w:r>
      <w:r w:rsidRPr="005C36EB">
        <w:rPr>
          <w:rFonts w:ascii="Times New Roman" w:hAnsi="Times New Roman"/>
          <w:sz w:val="28"/>
          <w:szCs w:val="20"/>
          <w:lang w:val="uk-UA" w:eastAsia="ru-RU"/>
        </w:rPr>
        <w:t xml:space="preserve"> Чаусове</w:t>
      </w:r>
      <w:r>
        <w:rPr>
          <w:rFonts w:ascii="Times New Roman" w:hAnsi="Times New Roman"/>
          <w:sz w:val="28"/>
          <w:szCs w:val="20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2613EF" w:rsidRPr="005C36EB" w:rsidRDefault="002613EF" w:rsidP="008B5813">
      <w:pPr>
        <w:pStyle w:val="ListParagraph"/>
        <w:rPr>
          <w:rFonts w:ascii="Times New Roman" w:hAnsi="Times New Roman"/>
          <w:sz w:val="14"/>
          <w:szCs w:val="14"/>
          <w:lang w:val="uk-UA" w:eastAsia="ru-RU"/>
        </w:rPr>
      </w:pPr>
    </w:p>
    <w:p w:rsidR="002613EF" w:rsidRPr="005C36EB" w:rsidRDefault="002613EF" w:rsidP="00BD03CA">
      <w:pPr>
        <w:pStyle w:val="ListParagraph"/>
        <w:spacing w:after="0" w:line="240" w:lineRule="auto"/>
        <w:ind w:left="0" w:firstLine="420"/>
        <w:jc w:val="both"/>
        <w:rPr>
          <w:rFonts w:ascii="Times New Roman" w:hAnsi="Times New Roman"/>
          <w:sz w:val="14"/>
          <w:szCs w:val="14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3. </w:t>
      </w:r>
      <w:r w:rsidRPr="005C36EB">
        <w:rPr>
          <w:rFonts w:ascii="Times New Roman" w:hAnsi="Times New Roman"/>
          <w:sz w:val="28"/>
          <w:szCs w:val="20"/>
          <w:lang w:val="uk-UA" w:eastAsia="ru-RU"/>
        </w:rPr>
        <w:t>Контроль за виконанням цього розпорядження залишаю за собою.</w:t>
      </w: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Pr="005C36EB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Pr="009A467F" w:rsidRDefault="002613EF" w:rsidP="008B58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    Сільський голова          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 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                          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</w:t>
      </w:r>
      <w:r w:rsidRPr="009A467F">
        <w:rPr>
          <w:rFonts w:ascii="Times New Roman" w:hAnsi="Times New Roman"/>
          <w:sz w:val="28"/>
          <w:szCs w:val="20"/>
          <w:lang w:val="uk-UA" w:eastAsia="ru-RU"/>
        </w:rPr>
        <w:t xml:space="preserve">    </w:t>
      </w:r>
      <w:r>
        <w:rPr>
          <w:rFonts w:ascii="Times New Roman" w:hAnsi="Times New Roman"/>
          <w:sz w:val="28"/>
          <w:szCs w:val="20"/>
          <w:lang w:val="uk-UA" w:eastAsia="ru-RU"/>
        </w:rPr>
        <w:t>Олександр ЗУБКО</w:t>
      </w:r>
    </w:p>
    <w:p w:rsidR="002613EF" w:rsidRPr="009A467F" w:rsidRDefault="002613EF" w:rsidP="008B5813">
      <w:pPr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</w:p>
    <w:p w:rsidR="002613EF" w:rsidRDefault="002613EF"/>
    <w:sectPr w:rsidR="002613EF" w:rsidSect="00590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368A6"/>
    <w:multiLevelType w:val="hybridMultilevel"/>
    <w:tmpl w:val="4470F2EA"/>
    <w:lvl w:ilvl="0" w:tplc="A574C4C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93F"/>
    <w:rsid w:val="000328F0"/>
    <w:rsid w:val="002613EF"/>
    <w:rsid w:val="00354AFD"/>
    <w:rsid w:val="00590C39"/>
    <w:rsid w:val="005C36EB"/>
    <w:rsid w:val="006E16DD"/>
    <w:rsid w:val="007F64E7"/>
    <w:rsid w:val="008B5813"/>
    <w:rsid w:val="009136F3"/>
    <w:rsid w:val="00923CB4"/>
    <w:rsid w:val="009A467F"/>
    <w:rsid w:val="009F76E0"/>
    <w:rsid w:val="00A76D30"/>
    <w:rsid w:val="00B13B9A"/>
    <w:rsid w:val="00B84F01"/>
    <w:rsid w:val="00BD03CA"/>
    <w:rsid w:val="00BE1CA0"/>
    <w:rsid w:val="00C93CD2"/>
    <w:rsid w:val="00E1793F"/>
    <w:rsid w:val="00E9389E"/>
    <w:rsid w:val="00E94754"/>
    <w:rsid w:val="00F1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8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58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B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58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148</Words>
  <Characters>844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2021-08-19T06:31:00Z</cp:lastPrinted>
  <dcterms:created xsi:type="dcterms:W3CDTF">2021-08-18T14:33:00Z</dcterms:created>
  <dcterms:modified xsi:type="dcterms:W3CDTF">2021-08-19T06:47:00Z</dcterms:modified>
</cp:coreProperties>
</file>