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C3" w:rsidRPr="007B40E8" w:rsidRDefault="008B59C3" w:rsidP="007B40E8">
      <w:pPr>
        <w:spacing w:after="0" w:line="240" w:lineRule="auto"/>
        <w:jc w:val="center"/>
        <w:rPr>
          <w:rFonts w:ascii="Times New Roman" w:hAnsi="Times New Roman"/>
          <w:b/>
          <w:noProof/>
          <w:sz w:val="40"/>
          <w:szCs w:val="20"/>
          <w:lang w:val="uk-UA" w:eastAsia="ru-RU"/>
        </w:rPr>
      </w:pPr>
      <w:r w:rsidRPr="00C82EAB">
        <w:rPr>
          <w:rFonts w:ascii="MS Sans Serif" w:hAnsi="MS Sans Serif"/>
          <w:b/>
          <w:noProof/>
          <w:sz w:val="16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4" o:title="" grayscale="t" bilevel="t"/>
          </v:shape>
        </w:pict>
      </w:r>
    </w:p>
    <w:p w:rsidR="008B59C3" w:rsidRPr="007B40E8" w:rsidRDefault="008B59C3" w:rsidP="007B40E8">
      <w:pPr>
        <w:spacing w:after="0" w:line="240" w:lineRule="auto"/>
        <w:jc w:val="center"/>
        <w:outlineLvl w:val="0"/>
        <w:rPr>
          <w:rFonts w:ascii="Times New Roman" w:hAnsi="Times New Roman"/>
          <w:sz w:val="32"/>
          <w:szCs w:val="32"/>
          <w:lang w:val="uk-UA" w:eastAsia="ru-RU"/>
        </w:rPr>
      </w:pPr>
      <w:r w:rsidRPr="007B40E8">
        <w:rPr>
          <w:rFonts w:ascii="Times New Roman" w:hAnsi="Times New Roman"/>
          <w:sz w:val="32"/>
          <w:szCs w:val="32"/>
          <w:lang w:val="uk-UA" w:eastAsia="ru-RU"/>
        </w:rPr>
        <w:t>УКРАЇНА</w:t>
      </w:r>
    </w:p>
    <w:p w:rsidR="008B59C3" w:rsidRPr="007B40E8" w:rsidRDefault="008B59C3" w:rsidP="007B40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ru-RU"/>
        </w:rPr>
      </w:pPr>
      <w:r w:rsidRPr="007B40E8">
        <w:rPr>
          <w:rFonts w:ascii="Times New Roman" w:hAnsi="Times New Roman"/>
          <w:sz w:val="32"/>
          <w:szCs w:val="32"/>
          <w:lang w:val="uk-UA" w:eastAsia="ru-RU"/>
        </w:rPr>
        <w:t>Синюхино - Брідська сільська  рада</w:t>
      </w:r>
    </w:p>
    <w:p w:rsidR="008B59C3" w:rsidRPr="007B40E8" w:rsidRDefault="008B59C3" w:rsidP="007B40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ru-RU"/>
        </w:rPr>
      </w:pPr>
      <w:r w:rsidRPr="007B40E8">
        <w:rPr>
          <w:rFonts w:ascii="Times New Roman" w:hAnsi="Times New Roman"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8B59C3" w:rsidRPr="007B40E8" w:rsidRDefault="008B59C3" w:rsidP="007B40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8B59C3" w:rsidRPr="007B40E8" w:rsidRDefault="008B59C3" w:rsidP="007B40E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B40E8">
        <w:rPr>
          <w:rFonts w:ascii="Times New Roman" w:hAnsi="Times New Roman"/>
          <w:b/>
          <w:sz w:val="28"/>
          <w:szCs w:val="28"/>
          <w:lang w:val="uk-UA" w:eastAsia="ru-RU"/>
        </w:rPr>
        <w:t xml:space="preserve">Р О З П О Р Я Д Ж Е Н Н Я    </w:t>
      </w:r>
    </w:p>
    <w:p w:rsidR="008B59C3" w:rsidRPr="007B40E8" w:rsidRDefault="008B59C3" w:rsidP="007B40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8B59C3" w:rsidRPr="007B40E8" w:rsidRDefault="008B59C3" w:rsidP="007B40E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01 жовня</w:t>
      </w:r>
      <w:r w:rsidRPr="007B40E8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 w:rsidRPr="007B40E8">
        <w:rPr>
          <w:rFonts w:ascii="Times New Roman" w:hAnsi="Times New Roman"/>
          <w:sz w:val="28"/>
          <w:szCs w:val="28"/>
          <w:lang w:eastAsia="ru-RU"/>
        </w:rPr>
        <w:t>21</w:t>
      </w:r>
      <w:r w:rsidRPr="007B40E8">
        <w:rPr>
          <w:rFonts w:ascii="Times New Roman" w:hAnsi="Times New Roman"/>
          <w:sz w:val="28"/>
          <w:szCs w:val="28"/>
          <w:lang w:val="uk-UA" w:eastAsia="ru-RU"/>
        </w:rPr>
        <w:t xml:space="preserve"> року            село Синюхин Брід                                  №  </w:t>
      </w:r>
      <w:r>
        <w:rPr>
          <w:rFonts w:ascii="Times New Roman" w:hAnsi="Times New Roman"/>
          <w:sz w:val="28"/>
          <w:szCs w:val="28"/>
          <w:lang w:val="uk-UA" w:eastAsia="ru-RU"/>
        </w:rPr>
        <w:t>88</w:t>
      </w:r>
      <w:r w:rsidRPr="007B40E8">
        <w:rPr>
          <w:rFonts w:ascii="Times New Roman" w:hAnsi="Times New Roman"/>
          <w:sz w:val="28"/>
          <w:szCs w:val="28"/>
          <w:lang w:val="uk-UA" w:eastAsia="ru-RU"/>
        </w:rPr>
        <w:t xml:space="preserve">-р            </w:t>
      </w:r>
    </w:p>
    <w:p w:rsidR="008B59C3" w:rsidRPr="007B40E8" w:rsidRDefault="008B59C3" w:rsidP="007B40E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B59C3" w:rsidRPr="007B40E8" w:rsidRDefault="008B59C3" w:rsidP="007B40E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811"/>
      </w:tblGrid>
      <w:tr w:rsidR="008B59C3" w:rsidRPr="00C82EAB" w:rsidTr="00C82EAB">
        <w:trPr>
          <w:trHeight w:val="1767"/>
        </w:trPr>
        <w:tc>
          <w:tcPr>
            <w:tcW w:w="4811" w:type="dxa"/>
          </w:tcPr>
          <w:p w:rsidR="008B59C3" w:rsidRPr="00C82EAB" w:rsidRDefault="008B59C3" w:rsidP="00C82EAB">
            <w:pPr>
              <w:spacing w:after="0" w:line="240" w:lineRule="auto"/>
              <w:ind w:right="20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C82EA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Про створення робочої групи з питань проведення перевірок щодо дотримання санітарного законодавства, протиепідемічних заходів під час карантину при Синюхино-Брідській  сільській раді</w:t>
            </w:r>
          </w:p>
          <w:p w:rsidR="008B59C3" w:rsidRPr="00C82EAB" w:rsidRDefault="008B59C3" w:rsidP="00C82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8B59C3" w:rsidRDefault="008B59C3" w:rsidP="006C09BE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 xml:space="preserve">     Відповідно до пункту</w:t>
      </w:r>
      <w:r w:rsidRPr="0098227E">
        <w:rPr>
          <w:rFonts w:ascii="Times New Roman" w:hAnsi="Times New Roman"/>
          <w:sz w:val="28"/>
          <w:szCs w:val="20"/>
          <w:lang w:val="uk-UA" w:eastAsia="ru-RU"/>
        </w:rPr>
        <w:t xml:space="preserve"> 20 частини четвертої статті 42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ru-RU"/>
        </w:rPr>
        <w:t>, протоколу позачергового засідання регіональної комісії з питань техногенно-екологічної безпеки і надзвичайних ситуацій при облдержадміністрації від 21.09.2021 року № 26, протоколу позачергового засідання районної комісії з питань техногенно-екологічної безпеки і надзвичайних ситуацій при райдержадміністрації від 24.09.2021 року № 9:</w:t>
      </w:r>
    </w:p>
    <w:p w:rsidR="008B59C3" w:rsidRPr="007B40E8" w:rsidRDefault="008B59C3" w:rsidP="006C09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9C3" w:rsidRPr="007B40E8" w:rsidRDefault="008B59C3" w:rsidP="007B40E8">
      <w:pPr>
        <w:spacing w:after="0" w:line="240" w:lineRule="auto"/>
        <w:rPr>
          <w:rFonts w:ascii="Times New Roman" w:hAnsi="Times New Roman"/>
          <w:sz w:val="16"/>
          <w:szCs w:val="20"/>
          <w:lang w:val="uk-UA" w:eastAsia="ru-RU"/>
        </w:rPr>
      </w:pPr>
    </w:p>
    <w:p w:rsidR="008B59C3" w:rsidRPr="007B40E8" w:rsidRDefault="008B59C3" w:rsidP="000919E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7B40E8">
        <w:rPr>
          <w:rFonts w:ascii="Times New Roman" w:hAnsi="Times New Roman"/>
          <w:sz w:val="28"/>
          <w:szCs w:val="28"/>
          <w:lang w:val="uk-UA"/>
        </w:rPr>
        <w:t xml:space="preserve">1. Створити та затвердити склад робочої групи </w:t>
      </w:r>
      <w:r w:rsidRPr="000919EB">
        <w:rPr>
          <w:rFonts w:ascii="Times New Roman" w:hAnsi="Times New Roman"/>
          <w:sz w:val="28"/>
          <w:szCs w:val="28"/>
          <w:lang w:val="uk-UA"/>
        </w:rPr>
        <w:t>з питань проведення перевірок щодо дотримання санітарного законодавства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919EB">
        <w:rPr>
          <w:rFonts w:ascii="Times New Roman" w:hAnsi="Times New Roman"/>
          <w:sz w:val="28"/>
          <w:szCs w:val="28"/>
          <w:lang w:val="uk-UA"/>
        </w:rPr>
        <w:t xml:space="preserve"> протиепідемічних заходів під час карантину</w:t>
      </w:r>
      <w:r>
        <w:rPr>
          <w:rFonts w:ascii="Times New Roman" w:hAnsi="Times New Roman"/>
          <w:sz w:val="28"/>
          <w:szCs w:val="28"/>
          <w:lang w:val="uk-UA"/>
        </w:rPr>
        <w:t xml:space="preserve"> при Синюхино-Брідській сільській раді.</w:t>
      </w:r>
    </w:p>
    <w:p w:rsidR="008B59C3" w:rsidRPr="007B40E8" w:rsidRDefault="008B59C3" w:rsidP="007B40E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val="uk-UA" w:eastAsia="ru-RU"/>
        </w:rPr>
      </w:pPr>
    </w:p>
    <w:p w:rsidR="008B59C3" w:rsidRDefault="008B59C3" w:rsidP="007B40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ru-RU"/>
        </w:rPr>
        <w:t>2</w:t>
      </w:r>
      <w:r w:rsidRPr="007B40E8">
        <w:rPr>
          <w:rFonts w:ascii="Times New Roman" w:hAnsi="Times New Roman"/>
          <w:noProof/>
          <w:sz w:val="28"/>
          <w:szCs w:val="28"/>
          <w:lang w:val="uk-UA" w:eastAsia="ru-RU"/>
        </w:rPr>
        <w:t>.</w:t>
      </w:r>
      <w:r w:rsidRPr="007B40E8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</w:t>
      </w:r>
      <w:r w:rsidRPr="007B40E8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8B59C3" w:rsidRDefault="008B59C3" w:rsidP="007B40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9C3" w:rsidRDefault="008B59C3" w:rsidP="007B40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9C3" w:rsidRDefault="008B59C3" w:rsidP="007B40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9C3" w:rsidRPr="007B40E8" w:rsidRDefault="008B59C3" w:rsidP="007B40E8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8"/>
          <w:lang w:val="uk-UA" w:eastAsia="ru-RU"/>
        </w:rPr>
      </w:pPr>
    </w:p>
    <w:p w:rsidR="008B59C3" w:rsidRDefault="008B59C3" w:rsidP="007B40E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7B40E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Сільський голова</w:t>
      </w:r>
      <w:r w:rsidRPr="007B40E8">
        <w:rPr>
          <w:rFonts w:ascii="Times New Roman" w:hAnsi="Times New Roman"/>
          <w:color w:val="000000"/>
          <w:sz w:val="28"/>
          <w:szCs w:val="28"/>
          <w:lang w:eastAsia="ru-RU"/>
        </w:rPr>
        <w:t>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</w:t>
      </w:r>
      <w:r w:rsidRPr="007B40E8">
        <w:rPr>
          <w:rFonts w:ascii="Times New Roman" w:hAnsi="Times New Roman"/>
          <w:color w:val="000000"/>
          <w:sz w:val="28"/>
          <w:szCs w:val="28"/>
          <w:lang w:eastAsia="ru-RU"/>
        </w:rPr>
        <w:t>         </w:t>
      </w:r>
      <w:r w:rsidRPr="007B40E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bookmarkStart w:id="0" w:name="_GoBack"/>
      <w:bookmarkEnd w:id="0"/>
      <w:r w:rsidRPr="007B40E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Pr="007B40E8">
        <w:rPr>
          <w:rFonts w:ascii="Times New Roman" w:hAnsi="Times New Roman"/>
          <w:color w:val="000000"/>
          <w:sz w:val="28"/>
          <w:szCs w:val="28"/>
          <w:lang w:eastAsia="ru-RU"/>
        </w:rPr>
        <w:t>          </w:t>
      </w:r>
      <w:r w:rsidRPr="007B40E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Олександр ЗУБКО</w:t>
      </w:r>
    </w:p>
    <w:p w:rsidR="008B59C3" w:rsidRDefault="008B59C3" w:rsidP="007B40E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8B59C3" w:rsidRDefault="008B59C3" w:rsidP="007B40E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8B59C3" w:rsidRPr="007B40E8" w:rsidRDefault="008B59C3" w:rsidP="007B40E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7B40E8">
        <w:rPr>
          <w:rFonts w:ascii="Times New Roman" w:hAnsi="Times New Roman"/>
          <w:sz w:val="28"/>
          <w:szCs w:val="28"/>
          <w:lang w:val="uk-UA" w:eastAsia="ru-RU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B40E8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8B59C3" w:rsidRPr="007B40E8" w:rsidRDefault="008B59C3" w:rsidP="007B40E8">
      <w:pPr>
        <w:shd w:val="clear" w:color="auto" w:fill="FFFFFF"/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B40E8">
        <w:rPr>
          <w:rFonts w:ascii="Times New Roman" w:hAnsi="Times New Roman"/>
          <w:sz w:val="28"/>
          <w:szCs w:val="28"/>
          <w:lang w:val="uk-UA" w:eastAsia="ru-RU"/>
        </w:rPr>
        <w:t xml:space="preserve">     р</w:t>
      </w:r>
      <w:r w:rsidRPr="007B40E8">
        <w:rPr>
          <w:rFonts w:ascii="Times New Roman" w:hAnsi="Times New Roman"/>
          <w:color w:val="000000"/>
          <w:sz w:val="28"/>
          <w:szCs w:val="28"/>
          <w:lang w:eastAsia="ru-RU"/>
        </w:rPr>
        <w:t>озпорядження</w:t>
      </w:r>
      <w:r w:rsidRPr="007B40E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8B59C3" w:rsidRPr="007B40E8" w:rsidRDefault="008B59C3" w:rsidP="007B40E8">
      <w:pPr>
        <w:shd w:val="clear" w:color="auto" w:fill="FFFFFF"/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B40E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Pr="007B40E8">
        <w:rPr>
          <w:rFonts w:ascii="Times New Roman" w:hAnsi="Times New Roman"/>
          <w:color w:val="000000"/>
          <w:sz w:val="28"/>
          <w:szCs w:val="28"/>
          <w:lang w:eastAsia="ru-RU"/>
        </w:rPr>
        <w:t>сільського голови</w:t>
      </w:r>
    </w:p>
    <w:p w:rsidR="008B59C3" w:rsidRPr="007B40E8" w:rsidRDefault="008B59C3" w:rsidP="007B40E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B40E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         01 жовтня </w:t>
      </w:r>
      <w:r w:rsidRPr="007B40E8">
        <w:rPr>
          <w:rFonts w:ascii="Times New Roman" w:hAnsi="Times New Roman"/>
          <w:color w:val="000000"/>
          <w:sz w:val="28"/>
          <w:szCs w:val="28"/>
          <w:lang w:val="uk-UA" w:eastAsia="ru-RU"/>
        </w:rPr>
        <w:t>2021</w:t>
      </w:r>
      <w:r w:rsidRPr="007B40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88</w:t>
      </w:r>
      <w:r w:rsidRPr="007B40E8">
        <w:rPr>
          <w:rFonts w:ascii="Times New Roman" w:hAnsi="Times New Roman"/>
          <w:color w:val="000000"/>
          <w:sz w:val="28"/>
          <w:szCs w:val="28"/>
          <w:lang w:val="uk-UA" w:eastAsia="ru-RU"/>
        </w:rPr>
        <w:t>-р</w:t>
      </w:r>
    </w:p>
    <w:p w:rsidR="008B59C3" w:rsidRPr="007B40E8" w:rsidRDefault="008B59C3" w:rsidP="007B40E8">
      <w:pPr>
        <w:tabs>
          <w:tab w:val="left" w:pos="5925"/>
        </w:tabs>
        <w:spacing w:after="0" w:line="240" w:lineRule="auto"/>
        <w:rPr>
          <w:rFonts w:ascii="Times New Roman" w:hAnsi="Times New Roman"/>
          <w:b/>
          <w:sz w:val="16"/>
          <w:szCs w:val="20"/>
          <w:lang w:eastAsia="ru-RU"/>
        </w:rPr>
      </w:pPr>
    </w:p>
    <w:p w:rsidR="008B59C3" w:rsidRPr="007B40E8" w:rsidRDefault="008B59C3" w:rsidP="007B40E8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 w:eastAsia="ru-RU"/>
        </w:rPr>
      </w:pPr>
    </w:p>
    <w:p w:rsidR="008B59C3" w:rsidRPr="007B40E8" w:rsidRDefault="008B59C3" w:rsidP="007B40E8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8"/>
          <w:szCs w:val="28"/>
          <w:lang w:val="uk-UA" w:eastAsia="ru-RU"/>
        </w:rPr>
      </w:pPr>
      <w:r w:rsidRPr="007B40E8">
        <w:rPr>
          <w:rFonts w:ascii="Times New Roman" w:hAnsi="Times New Roman"/>
          <w:b/>
          <w:bCs/>
          <w:noProof/>
          <w:sz w:val="28"/>
          <w:szCs w:val="28"/>
          <w:lang w:val="uk-UA" w:eastAsia="ru-RU"/>
        </w:rPr>
        <w:t>СКЛАД</w:t>
      </w:r>
    </w:p>
    <w:p w:rsidR="008B59C3" w:rsidRPr="007B40E8" w:rsidRDefault="008B59C3" w:rsidP="00530FE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7B40E8">
        <w:rPr>
          <w:rFonts w:ascii="Times New Roman" w:hAnsi="Times New Roman"/>
          <w:b/>
          <w:sz w:val="28"/>
          <w:szCs w:val="28"/>
          <w:lang w:val="uk-UA"/>
        </w:rPr>
        <w:t xml:space="preserve">комісійної робочої групи </w:t>
      </w:r>
      <w:r w:rsidRPr="00530FEC">
        <w:rPr>
          <w:rFonts w:ascii="Times New Roman" w:hAnsi="Times New Roman"/>
          <w:b/>
          <w:sz w:val="28"/>
          <w:szCs w:val="28"/>
          <w:lang w:val="uk-UA"/>
        </w:rPr>
        <w:t>з питань проведення перевірок щодо дотримання санітарного законодавства та протиепідемічних заходів під час карантину</w:t>
      </w:r>
    </w:p>
    <w:p w:rsidR="008B59C3" w:rsidRPr="007B40E8" w:rsidRDefault="008B59C3" w:rsidP="007B40E8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 w:eastAsia="ru-RU"/>
        </w:rPr>
      </w:pPr>
    </w:p>
    <w:p w:rsidR="008B59C3" w:rsidRPr="007B40E8" w:rsidRDefault="008B59C3" w:rsidP="007B4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40E8">
        <w:rPr>
          <w:rFonts w:ascii="Times New Roman" w:hAnsi="Times New Roman"/>
          <w:sz w:val="28"/>
          <w:szCs w:val="28"/>
          <w:lang w:val="uk-UA" w:eastAsia="ru-RU"/>
        </w:rPr>
        <w:t>Голова комісії</w:t>
      </w:r>
    </w:p>
    <w:p w:rsidR="008B59C3" w:rsidRPr="007B40E8" w:rsidRDefault="008B59C3" w:rsidP="007B4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B59C3" w:rsidRPr="007B40E8" w:rsidRDefault="008B59C3" w:rsidP="007B40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Любченко                    </w:t>
      </w:r>
      <w:r w:rsidRPr="007B40E8">
        <w:rPr>
          <w:rFonts w:ascii="Times New Roman" w:hAnsi="Times New Roman"/>
          <w:sz w:val="28"/>
          <w:szCs w:val="28"/>
          <w:lang w:val="uk-UA" w:eastAsia="ru-RU"/>
        </w:rPr>
        <w:t xml:space="preserve"> -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заступник сільського голови з питань діяльності </w:t>
      </w:r>
    </w:p>
    <w:p w:rsidR="008B59C3" w:rsidRDefault="008B59C3" w:rsidP="007B40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Валентина                       виконавчих органів ради </w:t>
      </w:r>
      <w:r w:rsidRPr="007B40E8">
        <w:rPr>
          <w:rFonts w:ascii="Times New Roman" w:hAnsi="Times New Roman"/>
          <w:sz w:val="28"/>
          <w:szCs w:val="28"/>
          <w:lang w:val="uk-UA" w:eastAsia="ru-RU"/>
        </w:rPr>
        <w:t xml:space="preserve">Синюхино-Брідської </w:t>
      </w:r>
    </w:p>
    <w:p w:rsidR="008B59C3" w:rsidRDefault="008B59C3" w:rsidP="007B40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Володимирівна</w:t>
      </w:r>
      <w:r w:rsidRPr="007B40E8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</w:t>
      </w:r>
      <w:r w:rsidRPr="007B40E8">
        <w:rPr>
          <w:rFonts w:ascii="Times New Roman" w:hAnsi="Times New Roman"/>
          <w:sz w:val="28"/>
          <w:szCs w:val="28"/>
          <w:lang w:val="uk-UA" w:eastAsia="ru-RU"/>
        </w:rPr>
        <w:t>сільської ради</w:t>
      </w:r>
    </w:p>
    <w:p w:rsidR="008B59C3" w:rsidRDefault="008B59C3" w:rsidP="007B40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8B59C3" w:rsidRDefault="008B59C3" w:rsidP="00530F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7B40E8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/>
          <w:sz w:val="28"/>
          <w:szCs w:val="28"/>
          <w:lang w:val="uk-UA" w:eastAsia="ru-RU"/>
        </w:rPr>
        <w:t>Секретар</w:t>
      </w:r>
      <w:r w:rsidRPr="007B40E8">
        <w:rPr>
          <w:rFonts w:ascii="Times New Roman" w:hAnsi="Times New Roman"/>
          <w:sz w:val="28"/>
          <w:szCs w:val="28"/>
          <w:lang w:val="uk-UA" w:eastAsia="ru-RU"/>
        </w:rPr>
        <w:t xml:space="preserve"> комісії</w:t>
      </w:r>
    </w:p>
    <w:p w:rsidR="008B59C3" w:rsidRDefault="008B59C3" w:rsidP="00530F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8B59C3" w:rsidRDefault="008B59C3" w:rsidP="00530F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Нам                                - керуючий справами (секретар) виконавчого комітету </w:t>
      </w:r>
    </w:p>
    <w:p w:rsidR="008B59C3" w:rsidRPr="007B40E8" w:rsidRDefault="008B59C3" w:rsidP="00530F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Ольга Леонідівна           Синюхино-Брідської сільської ради </w:t>
      </w:r>
    </w:p>
    <w:p w:rsidR="008B59C3" w:rsidRPr="007B40E8" w:rsidRDefault="008B59C3" w:rsidP="007B40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8B59C3" w:rsidRPr="007B40E8" w:rsidRDefault="008B59C3" w:rsidP="007B40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8B59C3" w:rsidRPr="007B40E8" w:rsidRDefault="008B59C3" w:rsidP="007B4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7B40E8">
        <w:rPr>
          <w:rFonts w:ascii="Times New Roman" w:hAnsi="Times New Roman"/>
          <w:sz w:val="28"/>
          <w:szCs w:val="28"/>
          <w:lang w:val="uk-UA" w:eastAsia="ru-RU"/>
        </w:rPr>
        <w:t>Члени комісії:</w:t>
      </w:r>
    </w:p>
    <w:p w:rsidR="008B59C3" w:rsidRPr="007B40E8" w:rsidRDefault="008B59C3" w:rsidP="007B40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8B59C3" w:rsidRDefault="008B59C3" w:rsidP="007B40E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Чабанов                          - інспектор з охорони праці Синюхино-Брідської </w:t>
      </w:r>
    </w:p>
    <w:p w:rsidR="008B59C3" w:rsidRDefault="008B59C3" w:rsidP="007B40E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Володимир                       сільської ради</w:t>
      </w:r>
    </w:p>
    <w:p w:rsidR="008B59C3" w:rsidRPr="007B40E8" w:rsidRDefault="008B59C3" w:rsidP="00530FE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Володимирович</w:t>
      </w:r>
      <w:r w:rsidRPr="007B40E8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</w:p>
    <w:p w:rsidR="008B59C3" w:rsidRPr="007B40E8" w:rsidRDefault="008B59C3" w:rsidP="007B40E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8B59C3" w:rsidRPr="007B40E8" w:rsidRDefault="008B59C3" w:rsidP="007B40E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8B59C3" w:rsidRPr="000919EB" w:rsidRDefault="008B59C3" w:rsidP="000919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919EB">
        <w:rPr>
          <w:rFonts w:ascii="Times New Roman" w:hAnsi="Times New Roman"/>
          <w:sz w:val="28"/>
          <w:szCs w:val="28"/>
          <w:lang w:val="uk-UA" w:eastAsia="ru-RU"/>
        </w:rPr>
        <w:t xml:space="preserve">Кротік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0919EB">
        <w:rPr>
          <w:rFonts w:ascii="Times New Roman" w:hAnsi="Times New Roman"/>
          <w:sz w:val="28"/>
          <w:szCs w:val="28"/>
          <w:lang w:val="uk-UA" w:eastAsia="ru-RU"/>
        </w:rPr>
        <w:t xml:space="preserve">  - начальник відділу освіти, культури, молоді та спорту</w:t>
      </w:r>
    </w:p>
    <w:p w:rsidR="008B59C3" w:rsidRPr="000919EB" w:rsidRDefault="008B59C3" w:rsidP="000919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919EB">
        <w:rPr>
          <w:rFonts w:ascii="Times New Roman" w:hAnsi="Times New Roman"/>
          <w:sz w:val="28"/>
          <w:szCs w:val="28"/>
          <w:lang w:val="uk-UA" w:eastAsia="ru-RU"/>
        </w:rPr>
        <w:t>Наталя  Іванівна              Синюхино-Брідської сільської ради</w:t>
      </w:r>
    </w:p>
    <w:p w:rsidR="008B59C3" w:rsidRPr="007B40E8" w:rsidRDefault="008B59C3" w:rsidP="007B40E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8B59C3" w:rsidRPr="007B40E8" w:rsidRDefault="008B59C3" w:rsidP="007B40E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8B59C3" w:rsidRDefault="008B59C3" w:rsidP="007B40E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Байдалюк                      - сімейний лікар Синюхино-Брідської ЗПСМ</w:t>
      </w:r>
    </w:p>
    <w:p w:rsidR="008B59C3" w:rsidRPr="007B40E8" w:rsidRDefault="008B59C3" w:rsidP="007B40E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Мар'яна Сергіївна </w:t>
      </w:r>
      <w:r w:rsidRPr="007B40E8">
        <w:rPr>
          <w:rFonts w:ascii="Times New Roman" w:hAnsi="Times New Roman"/>
          <w:sz w:val="28"/>
          <w:szCs w:val="28"/>
          <w:lang w:val="uk-UA"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val="uk-UA" w:eastAsia="ru-RU"/>
        </w:rPr>
        <w:t>______________________________</w:t>
      </w:r>
    </w:p>
    <w:p w:rsidR="008B59C3" w:rsidRPr="007B40E8" w:rsidRDefault="008B59C3" w:rsidP="007B40E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8B59C3" w:rsidRPr="007B40E8" w:rsidRDefault="008B59C3" w:rsidP="007B40E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8B59C3" w:rsidRDefault="008B59C3"/>
    <w:sectPr w:rsidR="008B59C3" w:rsidSect="00184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3F9"/>
    <w:rsid w:val="000919EB"/>
    <w:rsid w:val="001842B5"/>
    <w:rsid w:val="00283738"/>
    <w:rsid w:val="005120F2"/>
    <w:rsid w:val="00530FEC"/>
    <w:rsid w:val="005B0E71"/>
    <w:rsid w:val="006C09BE"/>
    <w:rsid w:val="00767316"/>
    <w:rsid w:val="007A005D"/>
    <w:rsid w:val="007B40E8"/>
    <w:rsid w:val="007E6687"/>
    <w:rsid w:val="00851719"/>
    <w:rsid w:val="00861858"/>
    <w:rsid w:val="008B59C3"/>
    <w:rsid w:val="0098227E"/>
    <w:rsid w:val="009D1AE8"/>
    <w:rsid w:val="009F4956"/>
    <w:rsid w:val="00B503F9"/>
    <w:rsid w:val="00C82EAB"/>
    <w:rsid w:val="00DB0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2B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B40E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B4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40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02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2</Pages>
  <Words>371</Words>
  <Characters>2115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2021-10-06T07:37:00Z</dcterms:created>
  <dcterms:modified xsi:type="dcterms:W3CDTF">2021-11-04T11:13:00Z</dcterms:modified>
</cp:coreProperties>
</file>