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E4" w:rsidRPr="00AE13EF" w:rsidRDefault="00C059E4" w:rsidP="00494262">
      <w:pPr>
        <w:pStyle w:val="Subtitle"/>
        <w:rPr>
          <w:b w:val="0"/>
          <w:noProof/>
          <w:sz w:val="32"/>
        </w:rPr>
      </w:pPr>
      <w:r w:rsidRPr="00AE13EF">
        <w:rPr>
          <w:rFonts w:ascii="MS Sans Serif" w:hAnsi="MS Sans Serif"/>
          <w:b w:val="0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7" o:title="" grayscale="t" bilevel="t"/>
          </v:shape>
        </w:pict>
      </w:r>
    </w:p>
    <w:p w:rsidR="00C059E4" w:rsidRPr="00AE13EF" w:rsidRDefault="00C059E4" w:rsidP="00182DAF">
      <w:pPr>
        <w:pStyle w:val="Title"/>
        <w:rPr>
          <w:b w:val="0"/>
          <w:sz w:val="32"/>
        </w:rPr>
      </w:pPr>
      <w:r w:rsidRPr="00AE13EF">
        <w:rPr>
          <w:b w:val="0"/>
          <w:sz w:val="32"/>
        </w:rPr>
        <w:t>УКРАЇНА</w:t>
      </w:r>
    </w:p>
    <w:p w:rsidR="00C059E4" w:rsidRPr="00AE13EF" w:rsidRDefault="00C059E4" w:rsidP="00182DAF">
      <w:pPr>
        <w:pStyle w:val="Subtitle"/>
        <w:rPr>
          <w:b w:val="0"/>
          <w:sz w:val="28"/>
        </w:rPr>
      </w:pPr>
      <w:r w:rsidRPr="00AE13EF">
        <w:rPr>
          <w:b w:val="0"/>
          <w:sz w:val="28"/>
        </w:rPr>
        <w:t>Синюхино</w:t>
      </w:r>
      <w:r w:rsidRPr="00AE13EF">
        <w:rPr>
          <w:b w:val="0"/>
          <w:sz w:val="28"/>
          <w:lang w:val="ru-RU"/>
        </w:rPr>
        <w:t>-</w:t>
      </w:r>
      <w:r w:rsidRPr="00AE13EF">
        <w:rPr>
          <w:b w:val="0"/>
          <w:sz w:val="28"/>
        </w:rPr>
        <w:t>Брідська сільська рада</w:t>
      </w:r>
    </w:p>
    <w:p w:rsidR="00C059E4" w:rsidRPr="00AE13EF" w:rsidRDefault="00C059E4" w:rsidP="00182DAF">
      <w:pPr>
        <w:pStyle w:val="Subtitle"/>
        <w:rPr>
          <w:b w:val="0"/>
          <w:sz w:val="28"/>
        </w:rPr>
      </w:pPr>
      <w:r w:rsidRPr="00AE13EF">
        <w:rPr>
          <w:b w:val="0"/>
          <w:sz w:val="28"/>
        </w:rPr>
        <w:t>Первомайського району Миколаївської області</w:t>
      </w:r>
    </w:p>
    <w:p w:rsidR="00C059E4" w:rsidRDefault="00C059E4" w:rsidP="00182DAF">
      <w:pPr>
        <w:pStyle w:val="Subtitle"/>
        <w:rPr>
          <w:sz w:val="28"/>
        </w:rPr>
      </w:pPr>
    </w:p>
    <w:p w:rsidR="00C059E4" w:rsidRDefault="00C059E4" w:rsidP="00182DAF">
      <w:pPr>
        <w:pStyle w:val="Subtitle"/>
        <w:rPr>
          <w:sz w:val="28"/>
        </w:rPr>
      </w:pPr>
      <w:r>
        <w:rPr>
          <w:sz w:val="28"/>
        </w:rPr>
        <w:t>Р О З П О Р Я Д Ж Е Н Н Я</w:t>
      </w:r>
    </w:p>
    <w:p w:rsidR="00C059E4" w:rsidRDefault="00C059E4" w:rsidP="00182DAF">
      <w:pPr>
        <w:pStyle w:val="Subtitle"/>
        <w:rPr>
          <w:sz w:val="28"/>
          <w:lang w:val="ru-RU"/>
        </w:rPr>
      </w:pPr>
    </w:p>
    <w:p w:rsidR="00C059E4" w:rsidRPr="0038419E" w:rsidRDefault="00C059E4" w:rsidP="00182DAF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07</w:t>
      </w:r>
      <w:r w:rsidRPr="0038419E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квітня</w:t>
      </w:r>
      <w:r w:rsidRPr="0038419E">
        <w:rPr>
          <w:b w:val="0"/>
          <w:sz w:val="28"/>
          <w:szCs w:val="28"/>
          <w:lang w:val="ru-RU"/>
        </w:rPr>
        <w:t xml:space="preserve"> </w:t>
      </w:r>
      <w:r w:rsidRPr="0038419E">
        <w:rPr>
          <w:b w:val="0"/>
          <w:sz w:val="28"/>
          <w:szCs w:val="28"/>
        </w:rPr>
        <w:t>20</w:t>
      </w:r>
      <w:r w:rsidRPr="0038419E">
        <w:rPr>
          <w:b w:val="0"/>
          <w:sz w:val="28"/>
          <w:szCs w:val="28"/>
          <w:lang w:val="ru-RU"/>
        </w:rPr>
        <w:t xml:space="preserve">21 </w:t>
      </w:r>
      <w:r w:rsidRPr="0038419E">
        <w:rPr>
          <w:b w:val="0"/>
          <w:sz w:val="28"/>
          <w:szCs w:val="28"/>
        </w:rPr>
        <w:t xml:space="preserve">року         </w:t>
      </w:r>
      <w:r w:rsidRPr="0038419E">
        <w:rPr>
          <w:b w:val="0"/>
          <w:sz w:val="28"/>
          <w:szCs w:val="28"/>
          <w:lang w:val="ru-RU"/>
        </w:rPr>
        <w:t xml:space="preserve">   </w:t>
      </w:r>
      <w:r w:rsidRPr="0038419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</w:t>
      </w:r>
      <w:r w:rsidRPr="0038419E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ело</w:t>
      </w:r>
      <w:r w:rsidRPr="0038419E">
        <w:rPr>
          <w:b w:val="0"/>
          <w:sz w:val="28"/>
          <w:szCs w:val="28"/>
        </w:rPr>
        <w:t xml:space="preserve"> Синюхин Брід     </w:t>
      </w:r>
      <w:r w:rsidRPr="0038419E">
        <w:rPr>
          <w:b w:val="0"/>
          <w:sz w:val="28"/>
          <w:szCs w:val="28"/>
          <w:lang w:val="ru-RU"/>
        </w:rPr>
        <w:t xml:space="preserve">                      </w:t>
      </w:r>
      <w:r w:rsidRPr="0038419E">
        <w:rPr>
          <w:b w:val="0"/>
          <w:sz w:val="28"/>
          <w:szCs w:val="28"/>
        </w:rPr>
        <w:t xml:space="preserve">      №</w:t>
      </w:r>
      <w:r w:rsidRPr="0038419E">
        <w:rPr>
          <w:b w:val="0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  <w:lang w:val="ru-RU"/>
        </w:rPr>
        <w:t>30</w:t>
      </w:r>
      <w:r w:rsidRPr="0038419E">
        <w:rPr>
          <w:b w:val="0"/>
          <w:sz w:val="28"/>
          <w:szCs w:val="28"/>
          <w:lang w:val="ru-RU"/>
        </w:rPr>
        <w:t>-р</w:t>
      </w:r>
    </w:p>
    <w:p w:rsidR="00C059E4" w:rsidRDefault="00C059E4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059E4" w:rsidRDefault="00C059E4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4"/>
        <w:tblW w:w="0" w:type="auto"/>
        <w:tblLook w:val="01E0"/>
      </w:tblPr>
      <w:tblGrid>
        <w:gridCol w:w="4818"/>
      </w:tblGrid>
      <w:tr w:rsidR="00C059E4" w:rsidTr="001365E1">
        <w:trPr>
          <w:trHeight w:val="11"/>
        </w:trPr>
        <w:tc>
          <w:tcPr>
            <w:tcW w:w="4818" w:type="dxa"/>
          </w:tcPr>
          <w:p w:rsidR="00C059E4" w:rsidRPr="00782362" w:rsidRDefault="00C059E4" w:rsidP="00634C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2362">
              <w:rPr>
                <w:rFonts w:ascii="Times New Roman" w:hAnsi="Times New Roman"/>
                <w:b/>
                <w:sz w:val="28"/>
                <w:szCs w:val="28"/>
              </w:rPr>
              <w:t xml:space="preserve">Про затвердження Положення про уповноважену особу з питань організації проведення публічних закупівель 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визначення</w:t>
            </w:r>
            <w:r w:rsidRPr="00782362">
              <w:rPr>
                <w:rFonts w:ascii="Times New Roman" w:hAnsi="Times New Roman"/>
                <w:b/>
                <w:sz w:val="28"/>
                <w:szCs w:val="28"/>
              </w:rPr>
              <w:t xml:space="preserve"> уповноважен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их</w:t>
            </w:r>
            <w:r w:rsidRPr="00782362">
              <w:rPr>
                <w:rFonts w:ascii="Times New Roman" w:hAnsi="Times New Roman"/>
                <w:b/>
                <w:sz w:val="28"/>
                <w:szCs w:val="28"/>
              </w:rPr>
              <w:t xml:space="preserve"> ос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  <w:r w:rsidRPr="00782362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  <w:p w:rsidR="00C059E4" w:rsidRPr="00BF0E9E" w:rsidRDefault="00C059E4" w:rsidP="00BF0E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059E4" w:rsidRDefault="00C059E4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059E4" w:rsidRDefault="00C059E4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059E4" w:rsidRDefault="00C059E4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059E4" w:rsidRDefault="00C059E4" w:rsidP="008A4CA2">
      <w:pPr>
        <w:pStyle w:val="Subtitle"/>
        <w:ind w:firstLine="708"/>
        <w:jc w:val="both"/>
        <w:rPr>
          <w:b w:val="0"/>
          <w:sz w:val="28"/>
          <w:szCs w:val="28"/>
        </w:rPr>
      </w:pPr>
    </w:p>
    <w:p w:rsidR="00C059E4" w:rsidRDefault="00C059E4" w:rsidP="00C70FD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059E4" w:rsidRDefault="00C059E4" w:rsidP="00C70FD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059E4" w:rsidRPr="001365E1" w:rsidRDefault="00C059E4" w:rsidP="001365E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365E1">
        <w:rPr>
          <w:rFonts w:ascii="Times New Roman" w:hAnsi="Times New Roman"/>
          <w:sz w:val="28"/>
          <w:szCs w:val="28"/>
        </w:rPr>
        <w:t>Відповідно до частини першої та другої статті 11 Закону України «Про публічні закупівлі», наказу Міністерства економічного розвитку і торгівлі України від 30 березня 2016 року № 557 «Про затвердження Примірного положення про тендерний комітет або уповноважену особу (осіб)</w:t>
      </w:r>
      <w:r>
        <w:rPr>
          <w:rFonts w:ascii="Times New Roman" w:hAnsi="Times New Roman"/>
          <w:sz w:val="28"/>
          <w:szCs w:val="28"/>
        </w:rPr>
        <w:t>»</w:t>
      </w:r>
      <w:r w:rsidRPr="001365E1">
        <w:rPr>
          <w:rFonts w:ascii="Times New Roman" w:hAnsi="Times New Roman"/>
          <w:sz w:val="28"/>
          <w:szCs w:val="28"/>
        </w:rPr>
        <w:t>, з метою здійснення публічних закупівель в апараті Синюхино-Брідської сільської ради та її структурних підрозділах без статусу юридичних осіб публічного права згідно з чинним законодавством, керуючись статтею 42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1365E1">
        <w:rPr>
          <w:rFonts w:ascii="Times New Roman" w:hAnsi="Times New Roman"/>
          <w:sz w:val="28"/>
          <w:szCs w:val="28"/>
        </w:rPr>
        <w:t>акону України «Про місцеве самоврядування в Україні»:</w:t>
      </w:r>
    </w:p>
    <w:p w:rsidR="00C059E4" w:rsidRDefault="00C059E4" w:rsidP="001365E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59E4" w:rsidRDefault="00C059E4" w:rsidP="001365E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Pr="001365E1">
        <w:rPr>
          <w:rFonts w:ascii="Times New Roman" w:hAnsi="Times New Roman"/>
          <w:sz w:val="28"/>
          <w:szCs w:val="28"/>
        </w:rPr>
        <w:t>Затвердити Положення про уповноважену особу з питань організації та проведення публічних закупівель в апараті Синюхино-Брідської сільської ради та її структурних підрозділах без статусу юридични</w:t>
      </w:r>
      <w:r>
        <w:rPr>
          <w:rFonts w:ascii="Times New Roman" w:hAnsi="Times New Roman"/>
          <w:sz w:val="28"/>
          <w:szCs w:val="28"/>
        </w:rPr>
        <w:t>х осіб публічного права, що дода</w:t>
      </w:r>
      <w:r w:rsidRPr="001365E1">
        <w:rPr>
          <w:rFonts w:ascii="Times New Roman" w:hAnsi="Times New Roman"/>
          <w:sz w:val="28"/>
          <w:szCs w:val="28"/>
        </w:rPr>
        <w:t>ється.</w:t>
      </w:r>
    </w:p>
    <w:p w:rsidR="00C059E4" w:rsidRDefault="00C059E4" w:rsidP="001365E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59E4" w:rsidRPr="001365E1" w:rsidRDefault="00C059E4" w:rsidP="001365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365E1">
        <w:rPr>
          <w:rFonts w:ascii="Times New Roman" w:hAnsi="Times New Roman"/>
          <w:sz w:val="28"/>
          <w:szCs w:val="28"/>
        </w:rPr>
        <w:t xml:space="preserve">Визначити уповноваженими особами з питань організації та проведення процедур закупівлі/спрощених закупівель в апараті Синюхино-Брідської сільської ради та її структурних підрозділах начальника відділу бухгалтерського </w:t>
      </w:r>
      <w:r>
        <w:rPr>
          <w:rFonts w:ascii="Times New Roman" w:hAnsi="Times New Roman"/>
          <w:sz w:val="28"/>
          <w:szCs w:val="28"/>
        </w:rPr>
        <w:t xml:space="preserve">обліку </w:t>
      </w:r>
      <w:r w:rsidRPr="001365E1">
        <w:rPr>
          <w:rFonts w:ascii="Times New Roman" w:hAnsi="Times New Roman"/>
          <w:sz w:val="28"/>
          <w:szCs w:val="28"/>
        </w:rPr>
        <w:t xml:space="preserve">та звітності Синюхино-Брідської сільської ради </w:t>
      </w:r>
      <w:r>
        <w:rPr>
          <w:rFonts w:ascii="Times New Roman" w:hAnsi="Times New Roman"/>
          <w:sz w:val="28"/>
          <w:szCs w:val="28"/>
        </w:rPr>
        <w:t>ЧОЛОВСЬКУ</w:t>
      </w:r>
      <w:r w:rsidRPr="001365E1">
        <w:rPr>
          <w:rFonts w:ascii="Times New Roman" w:hAnsi="Times New Roman"/>
          <w:sz w:val="28"/>
          <w:szCs w:val="28"/>
        </w:rPr>
        <w:t xml:space="preserve"> Галину Геннадіївну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1365E1">
        <w:rPr>
          <w:rFonts w:ascii="Times New Roman" w:hAnsi="Times New Roman"/>
          <w:sz w:val="28"/>
          <w:szCs w:val="28"/>
        </w:rPr>
        <w:t xml:space="preserve">головного спеціаліста відділу бухгалтерського </w:t>
      </w:r>
      <w:r>
        <w:rPr>
          <w:rFonts w:ascii="Times New Roman" w:hAnsi="Times New Roman"/>
          <w:sz w:val="28"/>
          <w:szCs w:val="28"/>
        </w:rPr>
        <w:t>обліку</w:t>
      </w:r>
      <w:r w:rsidRPr="001365E1">
        <w:rPr>
          <w:rFonts w:ascii="Times New Roman" w:hAnsi="Times New Roman"/>
          <w:sz w:val="28"/>
          <w:szCs w:val="28"/>
        </w:rPr>
        <w:t xml:space="preserve"> та звітності Синюхино-Брідської сільської ради </w:t>
      </w:r>
      <w:r>
        <w:rPr>
          <w:rFonts w:ascii="Times New Roman" w:hAnsi="Times New Roman"/>
          <w:sz w:val="28"/>
          <w:szCs w:val="28"/>
        </w:rPr>
        <w:t>ВОЛКОВУ</w:t>
      </w:r>
      <w:r w:rsidRPr="001365E1">
        <w:rPr>
          <w:rFonts w:ascii="Times New Roman" w:hAnsi="Times New Roman"/>
          <w:sz w:val="28"/>
          <w:szCs w:val="28"/>
        </w:rPr>
        <w:t xml:space="preserve"> Юлію В’ячеславівну.</w:t>
      </w:r>
    </w:p>
    <w:p w:rsidR="00C059E4" w:rsidRDefault="00C059E4" w:rsidP="001365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059E4" w:rsidRPr="001365E1" w:rsidRDefault="00C059E4" w:rsidP="001365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</w:t>
      </w:r>
      <w:r w:rsidRPr="001365E1">
        <w:rPr>
          <w:rFonts w:ascii="Times New Roman" w:hAnsi="Times New Roman"/>
          <w:sz w:val="28"/>
          <w:szCs w:val="28"/>
          <w:lang w:eastAsia="en-US"/>
        </w:rPr>
        <w:t xml:space="preserve">. Контроль за виконанням цього розпорядження залишаю за собою. </w:t>
      </w:r>
    </w:p>
    <w:p w:rsidR="00C059E4" w:rsidRPr="001365E1" w:rsidRDefault="00C059E4" w:rsidP="001365E1">
      <w:pPr>
        <w:pStyle w:val="Subtitle"/>
        <w:jc w:val="both"/>
        <w:rPr>
          <w:b w:val="0"/>
          <w:sz w:val="28"/>
          <w:szCs w:val="28"/>
        </w:rPr>
      </w:pPr>
    </w:p>
    <w:p w:rsidR="00C059E4" w:rsidRDefault="00C059E4" w:rsidP="001365E1">
      <w:pPr>
        <w:pStyle w:val="Subtitle"/>
        <w:jc w:val="both"/>
        <w:rPr>
          <w:b w:val="0"/>
          <w:sz w:val="28"/>
          <w:szCs w:val="28"/>
        </w:rPr>
      </w:pPr>
    </w:p>
    <w:p w:rsidR="00C059E4" w:rsidRPr="00E10F9F" w:rsidRDefault="00C059E4" w:rsidP="001365E1">
      <w:pPr>
        <w:pStyle w:val="Subtitle"/>
        <w:jc w:val="both"/>
        <w:rPr>
          <w:b w:val="0"/>
          <w:sz w:val="28"/>
          <w:szCs w:val="28"/>
          <w:lang w:val="ru-RU"/>
        </w:rPr>
      </w:pPr>
      <w:r w:rsidRPr="00E10F9F">
        <w:rPr>
          <w:sz w:val="28"/>
          <w:szCs w:val="28"/>
        </w:rPr>
        <w:t xml:space="preserve">  </w:t>
      </w:r>
      <w:r w:rsidRPr="00E10F9F">
        <w:rPr>
          <w:b w:val="0"/>
          <w:sz w:val="28"/>
          <w:szCs w:val="28"/>
        </w:rPr>
        <w:t xml:space="preserve">Сільський голова                                                                </w:t>
      </w:r>
      <w:r>
        <w:rPr>
          <w:b w:val="0"/>
          <w:sz w:val="28"/>
          <w:szCs w:val="28"/>
        </w:rPr>
        <w:t xml:space="preserve">        </w:t>
      </w:r>
      <w:r w:rsidRPr="00E10F9F">
        <w:rPr>
          <w:b w:val="0"/>
          <w:sz w:val="28"/>
          <w:szCs w:val="28"/>
        </w:rPr>
        <w:t xml:space="preserve">Олександр ЗУБКО  </w:t>
      </w:r>
    </w:p>
    <w:sectPr w:rsidR="00C059E4" w:rsidRPr="00E10F9F" w:rsidSect="00494262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9E4" w:rsidRDefault="00C059E4">
      <w:r>
        <w:separator/>
      </w:r>
    </w:p>
  </w:endnote>
  <w:endnote w:type="continuationSeparator" w:id="0">
    <w:p w:rsidR="00C059E4" w:rsidRDefault="00C05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9E4" w:rsidRDefault="00C059E4">
      <w:r>
        <w:separator/>
      </w:r>
    </w:p>
  </w:footnote>
  <w:footnote w:type="continuationSeparator" w:id="0">
    <w:p w:rsidR="00C059E4" w:rsidRDefault="00C05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9E4" w:rsidRDefault="00C059E4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59E4" w:rsidRDefault="00C059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9E4" w:rsidRDefault="00C059E4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059E4" w:rsidRDefault="00C059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17B99"/>
    <w:multiLevelType w:val="hybridMultilevel"/>
    <w:tmpl w:val="E8883176"/>
    <w:lvl w:ilvl="0" w:tplc="20CED3D4">
      <w:start w:val="1"/>
      <w:numFmt w:val="decimal"/>
      <w:lvlText w:val="%1."/>
      <w:lvlJc w:val="left"/>
      <w:pPr>
        <w:ind w:left="120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6A"/>
    <w:rsid w:val="00064950"/>
    <w:rsid w:val="00064C80"/>
    <w:rsid w:val="00071E1E"/>
    <w:rsid w:val="00073BB6"/>
    <w:rsid w:val="00076B43"/>
    <w:rsid w:val="00086DA4"/>
    <w:rsid w:val="00091BB2"/>
    <w:rsid w:val="000B1A6D"/>
    <w:rsid w:val="000F3D96"/>
    <w:rsid w:val="001365E1"/>
    <w:rsid w:val="00154F62"/>
    <w:rsid w:val="00161F47"/>
    <w:rsid w:val="001711D9"/>
    <w:rsid w:val="00180B09"/>
    <w:rsid w:val="00182DAF"/>
    <w:rsid w:val="001D7F18"/>
    <w:rsid w:val="001F0553"/>
    <w:rsid w:val="001F4994"/>
    <w:rsid w:val="001F5415"/>
    <w:rsid w:val="0020095F"/>
    <w:rsid w:val="002167DF"/>
    <w:rsid w:val="002220F7"/>
    <w:rsid w:val="00227CE5"/>
    <w:rsid w:val="002431A2"/>
    <w:rsid w:val="00261F56"/>
    <w:rsid w:val="00262A38"/>
    <w:rsid w:val="00272544"/>
    <w:rsid w:val="002804DC"/>
    <w:rsid w:val="00285AD6"/>
    <w:rsid w:val="00286A95"/>
    <w:rsid w:val="002A3CC8"/>
    <w:rsid w:val="002A7898"/>
    <w:rsid w:val="002E15D3"/>
    <w:rsid w:val="003062A1"/>
    <w:rsid w:val="00307B77"/>
    <w:rsid w:val="00315DA8"/>
    <w:rsid w:val="00317503"/>
    <w:rsid w:val="00317E46"/>
    <w:rsid w:val="003233DF"/>
    <w:rsid w:val="003239C3"/>
    <w:rsid w:val="003309D7"/>
    <w:rsid w:val="00346502"/>
    <w:rsid w:val="0035391C"/>
    <w:rsid w:val="00361BB4"/>
    <w:rsid w:val="0038419E"/>
    <w:rsid w:val="00392402"/>
    <w:rsid w:val="003A4542"/>
    <w:rsid w:val="003B581B"/>
    <w:rsid w:val="003C10C1"/>
    <w:rsid w:val="003F14E6"/>
    <w:rsid w:val="00407841"/>
    <w:rsid w:val="00431E81"/>
    <w:rsid w:val="004431D7"/>
    <w:rsid w:val="00450795"/>
    <w:rsid w:val="004514C6"/>
    <w:rsid w:val="00494262"/>
    <w:rsid w:val="004C374E"/>
    <w:rsid w:val="00513E04"/>
    <w:rsid w:val="00523739"/>
    <w:rsid w:val="00532E87"/>
    <w:rsid w:val="00541B44"/>
    <w:rsid w:val="005501B9"/>
    <w:rsid w:val="00593815"/>
    <w:rsid w:val="005A3F4B"/>
    <w:rsid w:val="005A6449"/>
    <w:rsid w:val="005C3C2C"/>
    <w:rsid w:val="005C758C"/>
    <w:rsid w:val="005D1671"/>
    <w:rsid w:val="005D2379"/>
    <w:rsid w:val="00607C09"/>
    <w:rsid w:val="00634C8B"/>
    <w:rsid w:val="00646067"/>
    <w:rsid w:val="00657F21"/>
    <w:rsid w:val="00697BA7"/>
    <w:rsid w:val="006A1545"/>
    <w:rsid w:val="00706E46"/>
    <w:rsid w:val="0072397F"/>
    <w:rsid w:val="00753A1B"/>
    <w:rsid w:val="0075424A"/>
    <w:rsid w:val="00757A0F"/>
    <w:rsid w:val="00761AEA"/>
    <w:rsid w:val="00782362"/>
    <w:rsid w:val="007A1F97"/>
    <w:rsid w:val="007C0F83"/>
    <w:rsid w:val="008338CC"/>
    <w:rsid w:val="00856272"/>
    <w:rsid w:val="00857A3B"/>
    <w:rsid w:val="00894D47"/>
    <w:rsid w:val="008A4CA2"/>
    <w:rsid w:val="008B61EA"/>
    <w:rsid w:val="008C70A1"/>
    <w:rsid w:val="008E1946"/>
    <w:rsid w:val="008F2644"/>
    <w:rsid w:val="008F5DCE"/>
    <w:rsid w:val="0090470C"/>
    <w:rsid w:val="009952F8"/>
    <w:rsid w:val="009C19C8"/>
    <w:rsid w:val="009E22D3"/>
    <w:rsid w:val="009E66E2"/>
    <w:rsid w:val="00A74A4B"/>
    <w:rsid w:val="00A80F39"/>
    <w:rsid w:val="00A834BD"/>
    <w:rsid w:val="00A91C84"/>
    <w:rsid w:val="00A938AB"/>
    <w:rsid w:val="00AB020D"/>
    <w:rsid w:val="00AB2A04"/>
    <w:rsid w:val="00AB3501"/>
    <w:rsid w:val="00AC2457"/>
    <w:rsid w:val="00AE13EF"/>
    <w:rsid w:val="00AE36E8"/>
    <w:rsid w:val="00AE621C"/>
    <w:rsid w:val="00AF6779"/>
    <w:rsid w:val="00B0769C"/>
    <w:rsid w:val="00B32F0B"/>
    <w:rsid w:val="00B457EA"/>
    <w:rsid w:val="00B7051C"/>
    <w:rsid w:val="00BA3208"/>
    <w:rsid w:val="00BA45D7"/>
    <w:rsid w:val="00BA4627"/>
    <w:rsid w:val="00BB7DA3"/>
    <w:rsid w:val="00BC00F5"/>
    <w:rsid w:val="00BC3524"/>
    <w:rsid w:val="00BF0E9E"/>
    <w:rsid w:val="00C01507"/>
    <w:rsid w:val="00C018FF"/>
    <w:rsid w:val="00C059E4"/>
    <w:rsid w:val="00C21597"/>
    <w:rsid w:val="00C25DD7"/>
    <w:rsid w:val="00C70FD8"/>
    <w:rsid w:val="00C75598"/>
    <w:rsid w:val="00C954C7"/>
    <w:rsid w:val="00CA7F6A"/>
    <w:rsid w:val="00CB3183"/>
    <w:rsid w:val="00CC163A"/>
    <w:rsid w:val="00CE5EB7"/>
    <w:rsid w:val="00D03B89"/>
    <w:rsid w:val="00D17809"/>
    <w:rsid w:val="00D35FE3"/>
    <w:rsid w:val="00D5266E"/>
    <w:rsid w:val="00D967C5"/>
    <w:rsid w:val="00DA59E9"/>
    <w:rsid w:val="00DC6B9A"/>
    <w:rsid w:val="00DD6C46"/>
    <w:rsid w:val="00E10F9F"/>
    <w:rsid w:val="00E25E16"/>
    <w:rsid w:val="00EB2049"/>
    <w:rsid w:val="00ED2A41"/>
    <w:rsid w:val="00EF4B60"/>
    <w:rsid w:val="00F123FB"/>
    <w:rsid w:val="00F14400"/>
    <w:rsid w:val="00F1504B"/>
    <w:rsid w:val="00F215D0"/>
    <w:rsid w:val="00F25333"/>
    <w:rsid w:val="00F534C1"/>
    <w:rsid w:val="00F76084"/>
    <w:rsid w:val="00FC4B39"/>
    <w:rsid w:val="00FC6239"/>
    <w:rsid w:val="00FD1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04B"/>
    <w:pPr>
      <w:spacing w:after="200" w:line="276" w:lineRule="auto"/>
    </w:pPr>
    <w:rPr>
      <w:rFonts w:eastAsia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1504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5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04B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99"/>
    <w:rsid w:val="00064950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D6C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39C3"/>
    <w:rPr>
      <w:rFonts w:eastAsia="Times New Roman" w:cs="Times New Roman"/>
      <w:lang w:val="uk-UA"/>
    </w:rPr>
  </w:style>
  <w:style w:type="character" w:styleId="PageNumber">
    <w:name w:val="page number"/>
    <w:basedOn w:val="DefaultParagraphFont"/>
    <w:uiPriority w:val="99"/>
    <w:rsid w:val="00DD6C46"/>
    <w:rPr>
      <w:rFonts w:cs="Times New Roman"/>
    </w:rPr>
  </w:style>
  <w:style w:type="paragraph" w:styleId="NormalWeb">
    <w:name w:val="Normal (Web)"/>
    <w:basedOn w:val="Normal"/>
    <w:uiPriority w:val="99"/>
    <w:semiHidden/>
    <w:rsid w:val="00AB2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Pages>1</Pages>
  <Words>260</Words>
  <Characters>1485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96</cp:revision>
  <cp:lastPrinted>2021-07-15T12:30:00Z</cp:lastPrinted>
  <dcterms:created xsi:type="dcterms:W3CDTF">2021-03-19T09:13:00Z</dcterms:created>
  <dcterms:modified xsi:type="dcterms:W3CDTF">2021-07-15T12:30:00Z</dcterms:modified>
</cp:coreProperties>
</file>