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D1E" w:rsidRPr="004E28B5" w:rsidRDefault="00F81D1E" w:rsidP="00494262">
      <w:pPr>
        <w:pStyle w:val="Subtitle"/>
        <w:rPr>
          <w:b w:val="0"/>
          <w:noProof/>
          <w:sz w:val="32"/>
        </w:rPr>
      </w:pPr>
      <w:r w:rsidRPr="004E28B5">
        <w:rPr>
          <w:rFonts w:ascii="MS Sans Serif" w:hAnsi="MS Sans Serif"/>
          <w:b w:val="0"/>
          <w:noProof/>
          <w:sz w:val="16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5.5pt;visibility:visible">
            <v:imagedata r:id="rId6" o:title="" grayscale="t" bilevel="t"/>
          </v:shape>
        </w:pict>
      </w:r>
    </w:p>
    <w:p w:rsidR="00F81D1E" w:rsidRPr="004E28B5" w:rsidRDefault="00F81D1E" w:rsidP="00182DAF">
      <w:pPr>
        <w:pStyle w:val="Title"/>
        <w:rPr>
          <w:b w:val="0"/>
          <w:sz w:val="32"/>
        </w:rPr>
      </w:pPr>
      <w:r w:rsidRPr="004E28B5">
        <w:rPr>
          <w:b w:val="0"/>
          <w:sz w:val="32"/>
        </w:rPr>
        <w:t>УКРАЇНА</w:t>
      </w:r>
    </w:p>
    <w:p w:rsidR="00F81D1E" w:rsidRPr="004E28B5" w:rsidRDefault="00F81D1E" w:rsidP="00182DAF">
      <w:pPr>
        <w:pStyle w:val="Subtitle"/>
        <w:rPr>
          <w:b w:val="0"/>
          <w:sz w:val="28"/>
        </w:rPr>
      </w:pPr>
      <w:r w:rsidRPr="004E28B5">
        <w:rPr>
          <w:b w:val="0"/>
          <w:sz w:val="28"/>
        </w:rPr>
        <w:t>Синюхино</w:t>
      </w:r>
      <w:r w:rsidRPr="004E28B5">
        <w:rPr>
          <w:b w:val="0"/>
          <w:sz w:val="28"/>
          <w:lang w:val="ru-RU"/>
        </w:rPr>
        <w:t>-</w:t>
      </w:r>
      <w:r w:rsidRPr="004E28B5">
        <w:rPr>
          <w:b w:val="0"/>
          <w:sz w:val="28"/>
        </w:rPr>
        <w:t>Брідська сільська рада</w:t>
      </w:r>
    </w:p>
    <w:p w:rsidR="00F81D1E" w:rsidRPr="004E28B5" w:rsidRDefault="00F81D1E" w:rsidP="00182DAF">
      <w:pPr>
        <w:pStyle w:val="Subtitle"/>
        <w:rPr>
          <w:b w:val="0"/>
          <w:sz w:val="28"/>
        </w:rPr>
      </w:pPr>
      <w:r w:rsidRPr="004E28B5">
        <w:rPr>
          <w:b w:val="0"/>
          <w:sz w:val="28"/>
        </w:rPr>
        <w:t>Первомайського району Миколаївської області</w:t>
      </w:r>
    </w:p>
    <w:p w:rsidR="00F81D1E" w:rsidRDefault="00F81D1E" w:rsidP="00182DAF">
      <w:pPr>
        <w:pStyle w:val="Subtitle"/>
        <w:rPr>
          <w:sz w:val="28"/>
        </w:rPr>
      </w:pPr>
    </w:p>
    <w:p w:rsidR="00F81D1E" w:rsidRDefault="00F81D1E" w:rsidP="00182DAF">
      <w:pPr>
        <w:pStyle w:val="Subtitle"/>
        <w:rPr>
          <w:sz w:val="28"/>
        </w:rPr>
      </w:pPr>
      <w:r>
        <w:rPr>
          <w:sz w:val="28"/>
        </w:rPr>
        <w:t>Р О З П О Р Я Д Ж Е Н Н Я</w:t>
      </w:r>
    </w:p>
    <w:p w:rsidR="00F81D1E" w:rsidRDefault="00F81D1E" w:rsidP="00182DAF">
      <w:pPr>
        <w:pStyle w:val="Subtitle"/>
        <w:rPr>
          <w:sz w:val="28"/>
          <w:lang w:val="ru-RU"/>
        </w:rPr>
      </w:pPr>
    </w:p>
    <w:p w:rsidR="00F81D1E" w:rsidRPr="0038419E" w:rsidRDefault="00F81D1E" w:rsidP="00182DAF">
      <w:pPr>
        <w:pStyle w:val="Subtitl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  <w:lang w:val="ru-RU"/>
        </w:rPr>
        <w:t>24</w:t>
      </w:r>
      <w:r w:rsidRPr="0038419E">
        <w:rPr>
          <w:b w:val="0"/>
          <w:sz w:val="28"/>
          <w:szCs w:val="28"/>
          <w:lang w:val="ru-RU"/>
        </w:rPr>
        <w:t xml:space="preserve"> березня </w:t>
      </w:r>
      <w:r w:rsidRPr="0038419E">
        <w:rPr>
          <w:b w:val="0"/>
          <w:sz w:val="28"/>
          <w:szCs w:val="28"/>
        </w:rPr>
        <w:t>20</w:t>
      </w:r>
      <w:r w:rsidRPr="0038419E">
        <w:rPr>
          <w:b w:val="0"/>
          <w:sz w:val="28"/>
          <w:szCs w:val="28"/>
          <w:lang w:val="ru-RU"/>
        </w:rPr>
        <w:t xml:space="preserve">21 </w:t>
      </w:r>
      <w:r w:rsidRPr="0038419E">
        <w:rPr>
          <w:b w:val="0"/>
          <w:sz w:val="28"/>
          <w:szCs w:val="28"/>
        </w:rPr>
        <w:t xml:space="preserve">року         </w:t>
      </w:r>
      <w:r w:rsidRPr="0038419E">
        <w:rPr>
          <w:b w:val="0"/>
          <w:sz w:val="28"/>
          <w:szCs w:val="28"/>
          <w:lang w:val="ru-RU"/>
        </w:rPr>
        <w:t xml:space="preserve">   </w:t>
      </w:r>
      <w:r w:rsidRPr="0038419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  </w:t>
      </w:r>
      <w:r w:rsidRPr="0038419E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>ело</w:t>
      </w:r>
      <w:r w:rsidRPr="0038419E">
        <w:rPr>
          <w:b w:val="0"/>
          <w:sz w:val="28"/>
          <w:szCs w:val="28"/>
        </w:rPr>
        <w:t xml:space="preserve"> Синюхин Брід     </w:t>
      </w:r>
      <w:r w:rsidRPr="0038419E">
        <w:rPr>
          <w:b w:val="0"/>
          <w:sz w:val="28"/>
          <w:szCs w:val="28"/>
          <w:lang w:val="ru-RU"/>
        </w:rPr>
        <w:t xml:space="preserve">                      </w:t>
      </w:r>
      <w:r w:rsidRPr="0038419E">
        <w:rPr>
          <w:b w:val="0"/>
          <w:sz w:val="28"/>
          <w:szCs w:val="28"/>
        </w:rPr>
        <w:t xml:space="preserve">     </w:t>
      </w:r>
      <w:r>
        <w:rPr>
          <w:b w:val="0"/>
          <w:sz w:val="28"/>
          <w:szCs w:val="28"/>
        </w:rPr>
        <w:t xml:space="preserve"> </w:t>
      </w:r>
      <w:r w:rsidRPr="0038419E">
        <w:rPr>
          <w:b w:val="0"/>
          <w:sz w:val="28"/>
          <w:szCs w:val="28"/>
        </w:rPr>
        <w:t xml:space="preserve"> №</w:t>
      </w:r>
      <w:r w:rsidRPr="0038419E">
        <w:rPr>
          <w:b w:val="0"/>
          <w:sz w:val="28"/>
          <w:szCs w:val="28"/>
          <w:lang w:val="ru-RU"/>
        </w:rPr>
        <w:t xml:space="preserve">  </w:t>
      </w:r>
      <w:r>
        <w:rPr>
          <w:b w:val="0"/>
          <w:sz w:val="28"/>
          <w:szCs w:val="28"/>
          <w:lang w:val="ru-RU"/>
        </w:rPr>
        <w:t>22</w:t>
      </w:r>
      <w:r w:rsidRPr="0038419E">
        <w:rPr>
          <w:b w:val="0"/>
          <w:sz w:val="28"/>
          <w:szCs w:val="28"/>
          <w:lang w:val="ru-RU"/>
        </w:rPr>
        <w:t>-р</w:t>
      </w:r>
    </w:p>
    <w:p w:rsidR="00F81D1E" w:rsidRDefault="00F81D1E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1D1E" w:rsidRDefault="00F81D1E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-44"/>
        <w:tblW w:w="0" w:type="auto"/>
        <w:tblLook w:val="01E0"/>
      </w:tblPr>
      <w:tblGrid>
        <w:gridCol w:w="4630"/>
      </w:tblGrid>
      <w:tr w:rsidR="00F81D1E" w:rsidTr="00431E81">
        <w:trPr>
          <w:trHeight w:val="69"/>
        </w:trPr>
        <w:tc>
          <w:tcPr>
            <w:tcW w:w="4630" w:type="dxa"/>
          </w:tcPr>
          <w:p w:rsidR="00F81D1E" w:rsidRPr="00BF0E9E" w:rsidRDefault="00F81D1E" w:rsidP="00431E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 делегування представників від роботодавця до складу комісії із соціального страхування</w:t>
            </w:r>
          </w:p>
          <w:p w:rsidR="00F81D1E" w:rsidRPr="00BF0E9E" w:rsidRDefault="00F81D1E" w:rsidP="00BF0E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81D1E" w:rsidRDefault="00F81D1E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1D1E" w:rsidRDefault="00F81D1E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1D1E" w:rsidRDefault="00F81D1E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1D1E" w:rsidRDefault="00F81D1E" w:rsidP="008A4CA2">
      <w:pPr>
        <w:pStyle w:val="Subtitle"/>
        <w:ind w:firstLine="708"/>
        <w:jc w:val="both"/>
        <w:rPr>
          <w:b w:val="0"/>
          <w:sz w:val="28"/>
          <w:szCs w:val="28"/>
        </w:rPr>
      </w:pPr>
    </w:p>
    <w:p w:rsidR="00F81D1E" w:rsidRDefault="00F81D1E" w:rsidP="008A4CA2">
      <w:pPr>
        <w:pStyle w:val="Subtitle"/>
        <w:ind w:firstLine="708"/>
        <w:jc w:val="both"/>
        <w:rPr>
          <w:b w:val="0"/>
          <w:sz w:val="28"/>
          <w:szCs w:val="28"/>
        </w:rPr>
      </w:pPr>
    </w:p>
    <w:p w:rsidR="00F81D1E" w:rsidRPr="00286A95" w:rsidRDefault="00F81D1E" w:rsidP="00AB2A04">
      <w:pPr>
        <w:pStyle w:val="NormalWeb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  <w:lang w:val="uk-UA"/>
        </w:rPr>
      </w:pPr>
      <w:r w:rsidRPr="005C758C">
        <w:rPr>
          <w:sz w:val="28"/>
          <w:szCs w:val="28"/>
          <w:lang w:val="uk-UA"/>
        </w:rPr>
        <w:t>Відповідно до пункту 20 частини четвертої статті 42 Закону України «Про місцеве самоврядування в Україні», пункту 3 статті 30 Закону України «Про загальнообов’язкове державне соціальне страхування», враховуючи спільне з проф</w:t>
      </w:r>
      <w:r w:rsidRPr="005C758C">
        <w:rPr>
          <w:sz w:val="28"/>
          <w:szCs w:val="28"/>
          <w:lang w:val="uk-UA"/>
        </w:rPr>
        <w:softHyphen/>
        <w:t xml:space="preserve">спілковим комітетом рішення щодо створення комісії із соціального </w:t>
      </w:r>
      <w:r w:rsidRPr="00286A95">
        <w:rPr>
          <w:sz w:val="28"/>
          <w:szCs w:val="28"/>
          <w:lang w:val="uk-UA"/>
        </w:rPr>
        <w:t xml:space="preserve">страхування у складі шести осіб із рівним представництвом від кожної сторони, терміном на п’ять років:  </w:t>
      </w:r>
    </w:p>
    <w:p w:rsidR="00F81D1E" w:rsidRPr="00073BB6" w:rsidRDefault="00F81D1E" w:rsidP="00F215D0">
      <w:pPr>
        <w:pStyle w:val="NormalWeb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  <w:lang w:val="uk-UA"/>
        </w:rPr>
      </w:pPr>
      <w:r w:rsidRPr="00073BB6">
        <w:rPr>
          <w:sz w:val="28"/>
          <w:szCs w:val="28"/>
          <w:lang w:val="uk-UA"/>
        </w:rPr>
        <w:t xml:space="preserve">1. Делегувати представників від Синюхино-Брідської сільської ради до складу комісії із загальнообов’язкового державного соціального страхування в кількості </w:t>
      </w:r>
      <w:r>
        <w:rPr>
          <w:sz w:val="28"/>
          <w:szCs w:val="28"/>
          <w:lang w:val="uk-UA"/>
        </w:rPr>
        <w:t>4</w:t>
      </w:r>
      <w:r w:rsidRPr="00073BB6">
        <w:rPr>
          <w:sz w:val="28"/>
          <w:szCs w:val="28"/>
          <w:lang w:val="uk-UA"/>
        </w:rPr>
        <w:t xml:space="preserve">-х осіб: </w:t>
      </w:r>
    </w:p>
    <w:p w:rsidR="00F81D1E" w:rsidRPr="00073BB6" w:rsidRDefault="00F81D1E" w:rsidP="00F215D0">
      <w:pPr>
        <w:pStyle w:val="NormalWeb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  <w:lang w:val="uk-UA"/>
        </w:rPr>
      </w:pPr>
      <w:r w:rsidRPr="00073BB6">
        <w:rPr>
          <w:sz w:val="28"/>
          <w:szCs w:val="28"/>
          <w:lang w:val="uk-UA"/>
        </w:rPr>
        <w:t xml:space="preserve">- ЛЮБЧЕНКО Валентину Володимирівну - заступника </w:t>
      </w:r>
      <w:r>
        <w:rPr>
          <w:sz w:val="28"/>
          <w:szCs w:val="28"/>
          <w:lang w:val="uk-UA"/>
        </w:rPr>
        <w:t xml:space="preserve">сільського голови </w:t>
      </w:r>
      <w:r w:rsidRPr="00073BB6">
        <w:rPr>
          <w:sz w:val="28"/>
          <w:szCs w:val="28"/>
          <w:lang w:val="uk-UA"/>
        </w:rPr>
        <w:t>з питань діяльності виконавчих органів ради</w:t>
      </w:r>
      <w:bookmarkStart w:id="0" w:name="_GoBack"/>
      <w:bookmarkEnd w:id="0"/>
      <w:r>
        <w:rPr>
          <w:sz w:val="28"/>
          <w:szCs w:val="28"/>
          <w:lang w:val="uk-UA"/>
        </w:rPr>
        <w:t xml:space="preserve">, </w:t>
      </w:r>
      <w:r w:rsidRPr="00073BB6">
        <w:rPr>
          <w:sz w:val="28"/>
          <w:szCs w:val="28"/>
          <w:lang w:val="uk-UA"/>
        </w:rPr>
        <w:t>представник</w:t>
      </w:r>
      <w:r>
        <w:rPr>
          <w:sz w:val="28"/>
          <w:szCs w:val="28"/>
          <w:lang w:val="uk-UA"/>
        </w:rPr>
        <w:t>а</w:t>
      </w:r>
      <w:r w:rsidRPr="00073BB6">
        <w:rPr>
          <w:sz w:val="28"/>
          <w:szCs w:val="28"/>
          <w:lang w:val="uk-UA"/>
        </w:rPr>
        <w:t xml:space="preserve"> трудового колективу Синюхино-Брідської сільської ради;</w:t>
      </w:r>
    </w:p>
    <w:p w:rsidR="00F81D1E" w:rsidRPr="00073BB6" w:rsidRDefault="00F81D1E" w:rsidP="00F215D0">
      <w:pPr>
        <w:pStyle w:val="NormalWeb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  <w:lang w:val="uk-UA"/>
        </w:rPr>
      </w:pPr>
      <w:r w:rsidRPr="00073BB6">
        <w:rPr>
          <w:sz w:val="28"/>
          <w:szCs w:val="28"/>
          <w:lang w:val="uk-UA"/>
        </w:rPr>
        <w:t>- ТОПАЛО Розу Василівну - головного спеціаліста відділу бухгалтерського обліку та звітності;</w:t>
      </w:r>
    </w:p>
    <w:p w:rsidR="00F81D1E" w:rsidRDefault="00F81D1E" w:rsidP="00F215D0">
      <w:pPr>
        <w:pStyle w:val="NormalWeb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  <w:lang w:val="uk-UA"/>
        </w:rPr>
      </w:pPr>
      <w:r w:rsidRPr="00073BB6">
        <w:rPr>
          <w:sz w:val="28"/>
          <w:szCs w:val="28"/>
          <w:lang w:val="uk-UA"/>
        </w:rPr>
        <w:t>- ФЕДОРЕНКО Світлану Вячеславівну - головного спеціаліста відділу бухг</w:t>
      </w:r>
      <w:r>
        <w:rPr>
          <w:sz w:val="28"/>
          <w:szCs w:val="28"/>
          <w:lang w:val="uk-UA"/>
        </w:rPr>
        <w:t>алтерського обліку та звітності;</w:t>
      </w:r>
    </w:p>
    <w:p w:rsidR="00F81D1E" w:rsidRPr="00073BB6" w:rsidRDefault="00F81D1E" w:rsidP="00F215D0">
      <w:pPr>
        <w:pStyle w:val="NormalWeb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ДІДЕНКО Ірину Дмитрівну – діловода Синюхино-Брідської сільської ради.</w:t>
      </w:r>
    </w:p>
    <w:p w:rsidR="00F81D1E" w:rsidRPr="00073BB6" w:rsidRDefault="00F81D1E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73BB6">
        <w:rPr>
          <w:rFonts w:ascii="Times New Roman" w:hAnsi="Times New Roman"/>
          <w:sz w:val="28"/>
          <w:szCs w:val="28"/>
          <w:lang w:eastAsia="en-US"/>
        </w:rPr>
        <w:t xml:space="preserve">2. Контроль за виконанням цього розпорядження залишаю за собою. </w:t>
      </w:r>
    </w:p>
    <w:p w:rsidR="00F81D1E" w:rsidRPr="00073BB6" w:rsidRDefault="00F81D1E" w:rsidP="00DD6C46">
      <w:pPr>
        <w:pStyle w:val="Subtitle"/>
        <w:jc w:val="both"/>
        <w:rPr>
          <w:b w:val="0"/>
          <w:sz w:val="28"/>
          <w:szCs w:val="28"/>
        </w:rPr>
      </w:pPr>
    </w:p>
    <w:p w:rsidR="00F81D1E" w:rsidRDefault="00F81D1E" w:rsidP="00DD6C46">
      <w:pPr>
        <w:pStyle w:val="Subtitle"/>
        <w:jc w:val="both"/>
        <w:rPr>
          <w:b w:val="0"/>
          <w:sz w:val="28"/>
          <w:szCs w:val="28"/>
        </w:rPr>
      </w:pPr>
    </w:p>
    <w:p w:rsidR="00F81D1E" w:rsidRDefault="00F81D1E" w:rsidP="00DD6C46">
      <w:pPr>
        <w:pStyle w:val="Subtitle"/>
        <w:jc w:val="both"/>
        <w:rPr>
          <w:b w:val="0"/>
          <w:sz w:val="28"/>
          <w:szCs w:val="28"/>
        </w:rPr>
      </w:pPr>
    </w:p>
    <w:p w:rsidR="00F81D1E" w:rsidRDefault="00F81D1E" w:rsidP="00DD6C46">
      <w:pPr>
        <w:pStyle w:val="Subtitle"/>
        <w:jc w:val="both"/>
        <w:rPr>
          <w:b w:val="0"/>
          <w:sz w:val="28"/>
          <w:szCs w:val="28"/>
        </w:rPr>
      </w:pPr>
    </w:p>
    <w:p w:rsidR="00F81D1E" w:rsidRPr="00E10F9F" w:rsidRDefault="00F81D1E" w:rsidP="00E10F9F">
      <w:pPr>
        <w:pStyle w:val="Subtitle"/>
        <w:jc w:val="both"/>
        <w:rPr>
          <w:b w:val="0"/>
          <w:sz w:val="28"/>
          <w:szCs w:val="28"/>
          <w:lang w:val="ru-RU"/>
        </w:rPr>
      </w:pPr>
      <w:r w:rsidRPr="00E10F9F">
        <w:rPr>
          <w:sz w:val="28"/>
          <w:szCs w:val="28"/>
        </w:rPr>
        <w:t xml:space="preserve">  </w:t>
      </w:r>
      <w:r w:rsidRPr="00E10F9F">
        <w:rPr>
          <w:b w:val="0"/>
          <w:sz w:val="28"/>
          <w:szCs w:val="28"/>
        </w:rPr>
        <w:t xml:space="preserve">Сільський голова                                                                </w:t>
      </w:r>
      <w:r>
        <w:rPr>
          <w:b w:val="0"/>
          <w:sz w:val="28"/>
          <w:szCs w:val="28"/>
        </w:rPr>
        <w:t xml:space="preserve">        </w:t>
      </w:r>
      <w:r w:rsidRPr="00E10F9F">
        <w:rPr>
          <w:b w:val="0"/>
          <w:sz w:val="28"/>
          <w:szCs w:val="28"/>
        </w:rPr>
        <w:t xml:space="preserve">Олександр ЗУБКО  </w:t>
      </w:r>
    </w:p>
    <w:sectPr w:rsidR="00F81D1E" w:rsidRPr="00E10F9F" w:rsidSect="00494262">
      <w:headerReference w:type="even" r:id="rId7"/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D1E" w:rsidRDefault="00F81D1E">
      <w:r>
        <w:separator/>
      </w:r>
    </w:p>
  </w:endnote>
  <w:endnote w:type="continuationSeparator" w:id="0">
    <w:p w:rsidR="00F81D1E" w:rsidRDefault="00F81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D1E" w:rsidRDefault="00F81D1E">
      <w:r>
        <w:separator/>
      </w:r>
    </w:p>
  </w:footnote>
  <w:footnote w:type="continuationSeparator" w:id="0">
    <w:p w:rsidR="00F81D1E" w:rsidRDefault="00F81D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D1E" w:rsidRDefault="00F81D1E" w:rsidP="004942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1D1E" w:rsidRDefault="00F81D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D1E" w:rsidRDefault="00F81D1E" w:rsidP="004942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81D1E" w:rsidRDefault="00F81D1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F6A"/>
    <w:rsid w:val="00064950"/>
    <w:rsid w:val="00064C80"/>
    <w:rsid w:val="00071E1E"/>
    <w:rsid w:val="00073BB6"/>
    <w:rsid w:val="000B1A6D"/>
    <w:rsid w:val="001254DB"/>
    <w:rsid w:val="00154F62"/>
    <w:rsid w:val="00161F47"/>
    <w:rsid w:val="00180B09"/>
    <w:rsid w:val="00182DAF"/>
    <w:rsid w:val="001F0553"/>
    <w:rsid w:val="001F4994"/>
    <w:rsid w:val="001F5415"/>
    <w:rsid w:val="0020095F"/>
    <w:rsid w:val="002167DF"/>
    <w:rsid w:val="00227CE5"/>
    <w:rsid w:val="002804DC"/>
    <w:rsid w:val="00285AD6"/>
    <w:rsid w:val="00286A95"/>
    <w:rsid w:val="002A3CC8"/>
    <w:rsid w:val="002A7898"/>
    <w:rsid w:val="002E15D3"/>
    <w:rsid w:val="00307B77"/>
    <w:rsid w:val="003239C3"/>
    <w:rsid w:val="00346502"/>
    <w:rsid w:val="0035391C"/>
    <w:rsid w:val="0038419E"/>
    <w:rsid w:val="00392402"/>
    <w:rsid w:val="003A4542"/>
    <w:rsid w:val="003B581B"/>
    <w:rsid w:val="003C10C1"/>
    <w:rsid w:val="00407841"/>
    <w:rsid w:val="00431E81"/>
    <w:rsid w:val="00450795"/>
    <w:rsid w:val="004514C6"/>
    <w:rsid w:val="00494262"/>
    <w:rsid w:val="004E28B5"/>
    <w:rsid w:val="00513E04"/>
    <w:rsid w:val="00523739"/>
    <w:rsid w:val="00536A28"/>
    <w:rsid w:val="005501B9"/>
    <w:rsid w:val="005943B5"/>
    <w:rsid w:val="005A3F4B"/>
    <w:rsid w:val="005A6449"/>
    <w:rsid w:val="005C3C2C"/>
    <w:rsid w:val="005C758C"/>
    <w:rsid w:val="005D2379"/>
    <w:rsid w:val="005E2DC5"/>
    <w:rsid w:val="00646067"/>
    <w:rsid w:val="00657F21"/>
    <w:rsid w:val="00697BA7"/>
    <w:rsid w:val="00753A1B"/>
    <w:rsid w:val="00757A0F"/>
    <w:rsid w:val="00761AEA"/>
    <w:rsid w:val="007A1F97"/>
    <w:rsid w:val="007C0F83"/>
    <w:rsid w:val="007F39B4"/>
    <w:rsid w:val="00857A3B"/>
    <w:rsid w:val="00871E9D"/>
    <w:rsid w:val="00894D47"/>
    <w:rsid w:val="008A4CA2"/>
    <w:rsid w:val="008E1946"/>
    <w:rsid w:val="008F2644"/>
    <w:rsid w:val="009952F8"/>
    <w:rsid w:val="009B79DC"/>
    <w:rsid w:val="009C37F5"/>
    <w:rsid w:val="009E22D3"/>
    <w:rsid w:val="00A74A4B"/>
    <w:rsid w:val="00A80F39"/>
    <w:rsid w:val="00A834BD"/>
    <w:rsid w:val="00A938AB"/>
    <w:rsid w:val="00A96F65"/>
    <w:rsid w:val="00AB020D"/>
    <w:rsid w:val="00AB2A04"/>
    <w:rsid w:val="00AB3501"/>
    <w:rsid w:val="00AC2457"/>
    <w:rsid w:val="00AE621C"/>
    <w:rsid w:val="00AF6779"/>
    <w:rsid w:val="00B457EA"/>
    <w:rsid w:val="00BA3208"/>
    <w:rsid w:val="00BA45D7"/>
    <w:rsid w:val="00BA4627"/>
    <w:rsid w:val="00BB7DA3"/>
    <w:rsid w:val="00BC3524"/>
    <w:rsid w:val="00BF0E9E"/>
    <w:rsid w:val="00C018FF"/>
    <w:rsid w:val="00C21597"/>
    <w:rsid w:val="00C75598"/>
    <w:rsid w:val="00CA02B1"/>
    <w:rsid w:val="00CA7F6A"/>
    <w:rsid w:val="00CB3183"/>
    <w:rsid w:val="00D17809"/>
    <w:rsid w:val="00D35FE3"/>
    <w:rsid w:val="00D511E2"/>
    <w:rsid w:val="00D5266E"/>
    <w:rsid w:val="00D967C5"/>
    <w:rsid w:val="00DD6C46"/>
    <w:rsid w:val="00DD6EDC"/>
    <w:rsid w:val="00E10F9F"/>
    <w:rsid w:val="00ED2A41"/>
    <w:rsid w:val="00EF4B60"/>
    <w:rsid w:val="00F05AC3"/>
    <w:rsid w:val="00F123FB"/>
    <w:rsid w:val="00F1504B"/>
    <w:rsid w:val="00F215D0"/>
    <w:rsid w:val="00F25333"/>
    <w:rsid w:val="00F534C1"/>
    <w:rsid w:val="00F76084"/>
    <w:rsid w:val="00F81D1E"/>
    <w:rsid w:val="00FC6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04B"/>
    <w:pPr>
      <w:spacing w:after="200" w:line="276" w:lineRule="auto"/>
    </w:pPr>
    <w:rPr>
      <w:rFonts w:eastAsia="Times New Roman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1504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15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504B"/>
    <w:rPr>
      <w:rFonts w:ascii="Tahoma" w:hAnsi="Tahoma" w:cs="Tahoma"/>
      <w:sz w:val="16"/>
      <w:szCs w:val="16"/>
      <w:lang w:val="ru-RU" w:eastAsia="ru-RU"/>
    </w:rPr>
  </w:style>
  <w:style w:type="table" w:styleId="TableGrid">
    <w:name w:val="Table Grid"/>
    <w:basedOn w:val="TableNormal"/>
    <w:uiPriority w:val="99"/>
    <w:rsid w:val="00064950"/>
    <w:pPr>
      <w:widowControl w:val="0"/>
      <w:autoSpaceDE w:val="0"/>
      <w:autoSpaceDN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182DAF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182DAF"/>
    <w:rPr>
      <w:rFonts w:ascii="Times New Roman" w:hAnsi="Times New Roman" w:cs="Times New Roman"/>
      <w:b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182DAF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82DAF"/>
    <w:rPr>
      <w:rFonts w:ascii="Times New Roman" w:hAnsi="Times New Roman" w:cs="Times New Roman"/>
      <w:b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DD6C4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239C3"/>
    <w:rPr>
      <w:rFonts w:eastAsia="Times New Roman" w:cs="Times New Roman"/>
      <w:lang w:val="uk-UA"/>
    </w:rPr>
  </w:style>
  <w:style w:type="character" w:styleId="PageNumber">
    <w:name w:val="page number"/>
    <w:basedOn w:val="DefaultParagraphFont"/>
    <w:uiPriority w:val="99"/>
    <w:rsid w:val="00DD6C46"/>
    <w:rPr>
      <w:rFonts w:cs="Times New Roman"/>
    </w:rPr>
  </w:style>
  <w:style w:type="paragraph" w:styleId="NormalWeb">
    <w:name w:val="Normal (Web)"/>
    <w:basedOn w:val="Normal"/>
    <w:uiPriority w:val="99"/>
    <w:semiHidden/>
    <w:rsid w:val="00AB2A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130</TotalTime>
  <Pages>1</Pages>
  <Words>223</Words>
  <Characters>1275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МСР-2</dc:creator>
  <cp:keywords/>
  <dc:description/>
  <cp:lastModifiedBy>Пользователь</cp:lastModifiedBy>
  <cp:revision>62</cp:revision>
  <cp:lastPrinted>2021-07-14T13:00:00Z</cp:lastPrinted>
  <dcterms:created xsi:type="dcterms:W3CDTF">2021-03-19T09:13:00Z</dcterms:created>
  <dcterms:modified xsi:type="dcterms:W3CDTF">2021-07-14T13:00:00Z</dcterms:modified>
</cp:coreProperties>
</file>