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3E" w:rsidRPr="005915CE" w:rsidRDefault="0017553E" w:rsidP="00BA3B34">
      <w:pPr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</w:pPr>
    </w:p>
    <w:p w:rsidR="0017553E" w:rsidRDefault="0017553E" w:rsidP="005A53C8">
      <w:pPr>
        <w:jc w:val="center"/>
        <w:rPr>
          <w:rFonts w:ascii="Calibri" w:eastAsia="Times New Roman" w:hAnsi="Calibri"/>
          <w:sz w:val="24"/>
          <w:szCs w:val="24"/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0;margin-top:.4pt;width:27pt;height:39.75pt;z-index:251658240;visibility:visible;mso-position-horizontal:center;mso-position-horizontal-relative:margin" wrapcoords="-600 0 -600 16302 2400 19562 8400 20785 12600 20785 18600 19562 21600 16302 21600 0 -600 0">
            <v:imagedata r:id="rId5" o:title=""/>
            <w10:wrap type="through" anchorx="margin"/>
          </v:shape>
        </w:pict>
      </w:r>
    </w:p>
    <w:p w:rsidR="0017553E" w:rsidRDefault="0017553E" w:rsidP="005915CE">
      <w:pPr>
        <w:pStyle w:val="Heading1"/>
        <w:spacing w:before="0" w:after="0"/>
        <w:rPr>
          <w:rFonts w:ascii="Calibri" w:hAnsi="Calibri"/>
          <w:b w:val="0"/>
          <w:bCs w:val="0"/>
          <w:noProof w:val="0"/>
          <w:kern w:val="0"/>
          <w:sz w:val="24"/>
          <w:szCs w:val="24"/>
          <w:lang w:val="ru-RU"/>
        </w:rPr>
      </w:pPr>
    </w:p>
    <w:p w:rsidR="0017553E" w:rsidRPr="005915CE" w:rsidRDefault="0017553E" w:rsidP="005915CE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CB229E" w:rsidRDefault="0017553E" w:rsidP="005A53C8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CB229E">
        <w:rPr>
          <w:rFonts w:ascii="Times New Roman" w:hAnsi="Times New Roman"/>
          <w:b w:val="0"/>
          <w:noProof w:val="0"/>
          <w:sz w:val="24"/>
          <w:szCs w:val="24"/>
        </w:rPr>
        <w:t>ШЕВЧЕНКІВСЬКА   СІЛЬСЬКА РАДА</w:t>
      </w:r>
    </w:p>
    <w:p w:rsidR="0017553E" w:rsidRPr="00CB229E" w:rsidRDefault="0017553E" w:rsidP="005A53C8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CB229E">
        <w:rPr>
          <w:rFonts w:ascii="Times New Roman" w:hAnsi="Times New Roman"/>
          <w:b w:val="0"/>
          <w:noProof w:val="0"/>
          <w:sz w:val="24"/>
          <w:szCs w:val="24"/>
        </w:rPr>
        <w:t>ВІТОВСЬКИЙ РАЙОН    МИКОЛАЇВСЬКА ОБЛАСТЬ</w:t>
      </w:r>
    </w:p>
    <w:p w:rsidR="0017553E" w:rsidRPr="00CB229E" w:rsidRDefault="0017553E" w:rsidP="005A53C8">
      <w:pPr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CB229E">
        <w:rPr>
          <w:rFonts w:ascii="Times New Roman" w:eastAsia="Times New Roman" w:hAnsi="Times New Roman"/>
          <w:b/>
          <w:sz w:val="24"/>
          <w:szCs w:val="24"/>
          <w:lang w:val="ru-RU"/>
        </w:rPr>
        <w:t>________________________________________________________________</w:t>
      </w:r>
    </w:p>
    <w:p w:rsidR="0017553E" w:rsidRPr="004E24B4" w:rsidRDefault="0017553E" w:rsidP="005A53C8">
      <w:pPr>
        <w:pStyle w:val="Heading2"/>
        <w:rPr>
          <w:b w:val="0"/>
        </w:rPr>
      </w:pPr>
    </w:p>
    <w:p w:rsidR="0017553E" w:rsidRPr="005A53C8" w:rsidRDefault="0017553E" w:rsidP="005A53C8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 w:rsidRPr="005A53C8">
        <w:rPr>
          <w:rFonts w:ascii="Times New Roman" w:eastAsia="Times New Roman" w:hAnsi="Times New Roman"/>
          <w:sz w:val="28"/>
          <w:szCs w:val="28"/>
          <w:lang w:val="ru-RU"/>
        </w:rPr>
        <w:t>Р І Ш Е Н Н Я</w:t>
      </w:r>
    </w:p>
    <w:p w:rsidR="0017553E" w:rsidRDefault="0017553E" w:rsidP="005A53C8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Pr="005A53C8">
        <w:rPr>
          <w:rFonts w:ascii="Times New Roman" w:eastAsia="Times New Roman" w:hAnsi="Times New Roman"/>
          <w:sz w:val="28"/>
          <w:szCs w:val="28"/>
          <w:lang w:val="ru-RU"/>
        </w:rPr>
        <w:t>иконавчого</w:t>
      </w:r>
      <w:r>
        <w:rPr>
          <w:rFonts w:ascii="Times New Roman" w:eastAsia="Times New Roman" w:hAnsi="Times New Roman"/>
          <w:sz w:val="28"/>
          <w:szCs w:val="28"/>
        </w:rPr>
        <w:t xml:space="preserve">   </w:t>
      </w:r>
      <w:r w:rsidRPr="005A53C8">
        <w:rPr>
          <w:rFonts w:ascii="Times New Roman" w:eastAsia="Times New Roman" w:hAnsi="Times New Roman"/>
          <w:sz w:val="28"/>
          <w:szCs w:val="28"/>
          <w:lang w:val="ru-RU"/>
        </w:rPr>
        <w:t>комітету</w:t>
      </w:r>
    </w:p>
    <w:p w:rsidR="0017553E" w:rsidRPr="005A53C8" w:rsidRDefault="0017553E" w:rsidP="005A53C8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17553E" w:rsidRPr="008E31D3" w:rsidRDefault="0017553E" w:rsidP="005A53C8">
      <w:pPr>
        <w:jc w:val="center"/>
        <w:rPr>
          <w:rFonts w:ascii="Times New Roman" w:eastAsia="Times New Roman" w:hAnsi="Times New Roman"/>
          <w:b/>
          <w:sz w:val="24"/>
          <w:szCs w:val="28"/>
          <w:lang w:val="ru-RU"/>
        </w:rPr>
      </w:pPr>
    </w:p>
    <w:p w:rsidR="0017553E" w:rsidRPr="00AC6A98" w:rsidRDefault="0017553E" w:rsidP="005A53C8">
      <w:pPr>
        <w:pStyle w:val="NoSpacing"/>
        <w:rPr>
          <w:b w:val="0"/>
          <w:sz w:val="24"/>
        </w:rPr>
      </w:pPr>
      <w:r>
        <w:rPr>
          <w:b w:val="0"/>
          <w:sz w:val="24"/>
        </w:rPr>
        <w:t xml:space="preserve">від </w:t>
      </w:r>
      <w:r>
        <w:rPr>
          <w:b w:val="0"/>
          <w:sz w:val="24"/>
          <w:lang w:val="ru-RU"/>
        </w:rPr>
        <w:t xml:space="preserve">  16  березня 2021 </w:t>
      </w:r>
      <w:r>
        <w:rPr>
          <w:b w:val="0"/>
          <w:sz w:val="24"/>
        </w:rPr>
        <w:t>року                     №</w:t>
      </w:r>
      <w:r>
        <w:rPr>
          <w:b w:val="0"/>
          <w:sz w:val="24"/>
          <w:lang w:val="ru-RU"/>
        </w:rPr>
        <w:t xml:space="preserve"> 11</w:t>
      </w:r>
      <w:r>
        <w:rPr>
          <w:b w:val="0"/>
          <w:sz w:val="24"/>
        </w:rPr>
        <w:t xml:space="preserve">                                     с.Шевченкове</w:t>
      </w:r>
    </w:p>
    <w:p w:rsidR="0017553E" w:rsidRPr="001B2B23" w:rsidRDefault="0017553E" w:rsidP="005A53C8">
      <w:pPr>
        <w:pStyle w:val="NoSpacing"/>
        <w:jc w:val="both"/>
        <w:rPr>
          <w:b w:val="0"/>
          <w:i/>
          <w:sz w:val="24"/>
        </w:rPr>
      </w:pPr>
    </w:p>
    <w:p w:rsidR="0017553E" w:rsidRDefault="0017553E" w:rsidP="005915C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  роботу</w:t>
      </w:r>
      <w:r w:rsidRPr="006C749D">
        <w:rPr>
          <w:rFonts w:ascii="Times New Roman" w:eastAsia="Times New Roman" w:hAnsi="Times New Roman"/>
          <w:sz w:val="24"/>
          <w:szCs w:val="24"/>
        </w:rPr>
        <w:t xml:space="preserve"> адміністративної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Pr="006C749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комісії  </w:t>
      </w:r>
      <w:r w:rsidRPr="006C749D">
        <w:rPr>
          <w:rFonts w:ascii="Times New Roman" w:eastAsia="Times New Roman" w:hAnsi="Times New Roman"/>
          <w:sz w:val="24"/>
          <w:szCs w:val="24"/>
        </w:rPr>
        <w:t>при  виконкомі Шевченківської</w:t>
      </w:r>
    </w:p>
    <w:p w:rsidR="0017553E" w:rsidRDefault="0017553E" w:rsidP="005915CE">
      <w:pPr>
        <w:rPr>
          <w:rFonts w:ascii="Times New Roman" w:eastAsia="Times New Roman" w:hAnsi="Times New Roman"/>
          <w:sz w:val="24"/>
          <w:szCs w:val="24"/>
        </w:rPr>
      </w:pPr>
      <w:r w:rsidRPr="006C749D">
        <w:rPr>
          <w:rFonts w:ascii="Times New Roman" w:eastAsia="Times New Roman" w:hAnsi="Times New Roman"/>
          <w:sz w:val="24"/>
          <w:szCs w:val="24"/>
        </w:rPr>
        <w:t>сільської ради за 2020</w:t>
      </w:r>
      <w:r>
        <w:rPr>
          <w:rFonts w:ascii="Times New Roman" w:eastAsia="Times New Roman" w:hAnsi="Times New Roman"/>
          <w:sz w:val="24"/>
          <w:szCs w:val="24"/>
        </w:rPr>
        <w:t xml:space="preserve"> рік</w:t>
      </w:r>
    </w:p>
    <w:p w:rsidR="0017553E" w:rsidRDefault="0017553E" w:rsidP="005915CE">
      <w:pPr>
        <w:tabs>
          <w:tab w:val="left" w:pos="2442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9E3180" w:rsidRDefault="0017553E" w:rsidP="005915CE">
      <w:pPr>
        <w:tabs>
          <w:tab w:val="left" w:pos="2442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 w:rsidRPr="009E3180">
        <w:rPr>
          <w:rFonts w:ascii="Times New Roman" w:eastAsia="Times New Roman" w:hAnsi="Times New Roman"/>
          <w:sz w:val="24"/>
          <w:szCs w:val="24"/>
        </w:rPr>
        <w:t xml:space="preserve">Відповідно до підпункту </w:t>
      </w:r>
      <w:r w:rsidRPr="009E3180">
        <w:rPr>
          <w:rFonts w:ascii="Times New Roman" w:eastAsia="Times New Roman" w:hAnsi="Times New Roman"/>
          <w:sz w:val="24"/>
          <w:szCs w:val="24"/>
          <w:lang w:eastAsia="en-US"/>
        </w:rPr>
        <w:t xml:space="preserve">4 пункту «б» частини 1 статті 38 </w:t>
      </w:r>
      <w:r w:rsidRPr="009E3180">
        <w:rPr>
          <w:rFonts w:ascii="Times New Roman" w:eastAsia="Times New Roman" w:hAnsi="Times New Roman"/>
          <w:sz w:val="24"/>
          <w:szCs w:val="24"/>
        </w:rPr>
        <w:t xml:space="preserve"> Закону України «Про місцеве самоврядування в Україні», заслухавши та обговоривши інформацію голови адміністративної  комісії  сільської  ради  Швецова І.М. про роботу адміністративної комісії за  2020 рік, виконком  сільської ради</w:t>
      </w:r>
    </w:p>
    <w:p w:rsidR="0017553E" w:rsidRDefault="0017553E" w:rsidP="005915CE">
      <w:pPr>
        <w:tabs>
          <w:tab w:val="left" w:pos="2442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5915CE" w:rsidRDefault="0017553E" w:rsidP="005915CE">
      <w:pPr>
        <w:tabs>
          <w:tab w:val="left" w:pos="2442"/>
        </w:tabs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5915CE">
        <w:rPr>
          <w:rFonts w:ascii="Times New Roman" w:eastAsia="Times New Roman" w:hAnsi="Times New Roman"/>
          <w:bCs/>
          <w:sz w:val="28"/>
          <w:szCs w:val="28"/>
        </w:rPr>
        <w:t>В И Р І Ш И В :</w:t>
      </w:r>
    </w:p>
    <w:p w:rsidR="0017553E" w:rsidRPr="005915CE" w:rsidRDefault="0017553E" w:rsidP="005915CE">
      <w:pPr>
        <w:tabs>
          <w:tab w:val="left" w:pos="24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5915CE">
      <w:pPr>
        <w:tabs>
          <w:tab w:val="left" w:pos="2442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Інформацію  про роботу адміністративної комісії при виконавчому комітеті Шевченківської сільської ради за 2020рік  прийняти до  відома. (інформація додається).</w:t>
      </w:r>
    </w:p>
    <w:p w:rsidR="0017553E" w:rsidRDefault="0017553E" w:rsidP="005915CE">
      <w:pPr>
        <w:tabs>
          <w:tab w:val="left" w:pos="2442"/>
        </w:tabs>
        <w:jc w:val="both"/>
        <w:rPr>
          <w:rFonts w:ascii="Times New Roman" w:eastAsia="Times New Roman" w:hAnsi="Times New Roman"/>
          <w:sz w:val="18"/>
          <w:szCs w:val="18"/>
        </w:rPr>
      </w:pPr>
    </w:p>
    <w:p w:rsidR="0017553E" w:rsidRPr="009E3180" w:rsidRDefault="0017553E" w:rsidP="009E3180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9E3180">
        <w:rPr>
          <w:rFonts w:ascii="Times New Roman" w:eastAsia="Times New Roman" w:hAnsi="Times New Roman"/>
          <w:sz w:val="24"/>
          <w:szCs w:val="24"/>
          <w:lang w:eastAsia="en-US"/>
        </w:rPr>
        <w:t>2. Визнати роботу адміністративної комісії задовільною.</w:t>
      </w:r>
    </w:p>
    <w:p w:rsidR="0017553E" w:rsidRPr="009E3180" w:rsidRDefault="0017553E" w:rsidP="009E3180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</w:p>
    <w:p w:rsidR="0017553E" w:rsidRPr="009515D2" w:rsidRDefault="0017553E" w:rsidP="009E3180">
      <w:pPr>
        <w:tabs>
          <w:tab w:val="left" w:pos="2442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9515D2">
        <w:rPr>
          <w:rFonts w:ascii="Times New Roman" w:eastAsia="Times New Roman" w:hAnsi="Times New Roman"/>
          <w:sz w:val="24"/>
          <w:szCs w:val="24"/>
        </w:rPr>
        <w:t>3. Голові адміністративної комісії  Швецову І.М.:</w:t>
      </w:r>
    </w:p>
    <w:p w:rsidR="0017553E" w:rsidRPr="009515D2" w:rsidRDefault="0017553E" w:rsidP="009E3180">
      <w:pPr>
        <w:tabs>
          <w:tab w:val="left" w:pos="2442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9515D2" w:rsidRDefault="0017553E" w:rsidP="009515D2">
      <w:pPr>
        <w:tabs>
          <w:tab w:val="left" w:pos="2442"/>
        </w:tabs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9515D2">
        <w:rPr>
          <w:rFonts w:ascii="Times New Roman" w:eastAsia="Times New Roman" w:hAnsi="Times New Roman"/>
          <w:sz w:val="24"/>
          <w:szCs w:val="24"/>
          <w:lang w:eastAsia="en-US"/>
        </w:rPr>
        <w:t>- продовжувати роботу щодо забезпечення своєчасного, всебічного та об’єктивного з’ясування обставин кожної справи, причин та умов, що спричинили вчинення адміністративних правопорушень;</w:t>
      </w:r>
    </w:p>
    <w:p w:rsidR="0017553E" w:rsidRPr="009515D2" w:rsidRDefault="0017553E" w:rsidP="009515D2">
      <w:pPr>
        <w:tabs>
          <w:tab w:val="left" w:pos="2442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9515D2">
        <w:rPr>
          <w:rFonts w:ascii="Times New Roman" w:eastAsia="Times New Roman" w:hAnsi="Times New Roman"/>
          <w:sz w:val="24"/>
          <w:szCs w:val="24"/>
        </w:rPr>
        <w:t>- при надходженні  адміністративних матеріалів, своєчасно направляти на розгляд адмінкомісії;</w:t>
      </w:r>
    </w:p>
    <w:p w:rsidR="0017553E" w:rsidRPr="009515D2" w:rsidRDefault="0017553E" w:rsidP="009515D2">
      <w:pPr>
        <w:tabs>
          <w:tab w:val="left" w:pos="2442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9515D2">
        <w:rPr>
          <w:rFonts w:ascii="Times New Roman" w:eastAsia="Times New Roman" w:hAnsi="Times New Roman"/>
          <w:sz w:val="24"/>
          <w:szCs w:val="24"/>
        </w:rPr>
        <w:t xml:space="preserve"> - не допускати порушення термінів розгляду адміністративних справ, розглядати їх у відповідності до чинного законодавства України;</w:t>
      </w:r>
    </w:p>
    <w:p w:rsidR="0017553E" w:rsidRPr="009515D2" w:rsidRDefault="0017553E" w:rsidP="00716158">
      <w:pPr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9515D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9515D2">
        <w:rPr>
          <w:rFonts w:ascii="Times New Roman" w:eastAsia="Times New Roman" w:hAnsi="Times New Roman"/>
          <w:sz w:val="24"/>
          <w:szCs w:val="24"/>
          <w:lang w:eastAsia="en-US"/>
        </w:rPr>
        <w:t xml:space="preserve">активізувати інформаційну та роз’яснювальну роботу серед населення з питань, які належать до функцій комісії відповідно до чинного законодавства, зокрема </w:t>
      </w:r>
      <w:r w:rsidRPr="009515D2">
        <w:rPr>
          <w:rFonts w:ascii="Times New Roman" w:eastAsia="Times New Roman" w:hAnsi="Times New Roman"/>
          <w:sz w:val="24"/>
          <w:szCs w:val="24"/>
        </w:rPr>
        <w:t>по виявленню порушень, пов’язаних із засміченням території сільської ради,  складати протоколи та направляти їх для розгляду адмінкомісією.</w:t>
      </w:r>
    </w:p>
    <w:p w:rsidR="0017553E" w:rsidRPr="009E3180" w:rsidRDefault="0017553E" w:rsidP="009515D2">
      <w:pPr>
        <w:tabs>
          <w:tab w:val="left" w:pos="2442"/>
        </w:tabs>
        <w:jc w:val="both"/>
        <w:rPr>
          <w:rFonts w:ascii="Times New Roman" w:eastAsia="Times New Roman" w:hAnsi="Times New Roman"/>
          <w:sz w:val="16"/>
          <w:szCs w:val="16"/>
        </w:rPr>
      </w:pPr>
    </w:p>
    <w:p w:rsidR="0017553E" w:rsidRPr="009515D2" w:rsidRDefault="0017553E" w:rsidP="009515D2">
      <w:pPr>
        <w:tabs>
          <w:tab w:val="left" w:pos="2442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 </w:t>
      </w:r>
      <w:r w:rsidRPr="009515D2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Контроль за виконанням даного рішення покл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асти  на Бобер О.В., заступника сільського </w:t>
      </w:r>
      <w:r w:rsidRPr="009515D2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голови з питань діяльності виконавчого  органу ради.</w:t>
      </w:r>
    </w:p>
    <w:p w:rsidR="0017553E" w:rsidRPr="009515D2" w:rsidRDefault="0017553E" w:rsidP="009515D2">
      <w:pPr>
        <w:tabs>
          <w:tab w:val="left" w:pos="2442"/>
        </w:tabs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17553E" w:rsidRPr="009515D2" w:rsidRDefault="0017553E" w:rsidP="009E3180">
      <w:pPr>
        <w:pStyle w:val="ListParagraph"/>
        <w:rPr>
          <w:color w:val="000000"/>
          <w:lang w:val="uk-UA" w:eastAsia="en-US"/>
        </w:rPr>
      </w:pPr>
    </w:p>
    <w:p w:rsidR="0017553E" w:rsidRDefault="0017553E" w:rsidP="005915C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Сільський  голова                                                    О.В.Пилипенко</w:t>
      </w:r>
    </w:p>
    <w:p w:rsidR="0017553E" w:rsidRDefault="0017553E" w:rsidP="005915CE">
      <w:pPr>
        <w:tabs>
          <w:tab w:val="left" w:pos="24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5915CE">
      <w:pPr>
        <w:tabs>
          <w:tab w:val="left" w:pos="24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5915CE">
      <w:pPr>
        <w:tabs>
          <w:tab w:val="left" w:pos="24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5915CE">
      <w:pPr>
        <w:tabs>
          <w:tab w:val="left" w:pos="2442"/>
        </w:tabs>
        <w:ind w:left="6096"/>
        <w:jc w:val="right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5915CE">
      <w:pPr>
        <w:tabs>
          <w:tab w:val="left" w:pos="2442"/>
        </w:tabs>
        <w:ind w:left="6096"/>
        <w:jc w:val="right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5915CE">
      <w:pPr>
        <w:tabs>
          <w:tab w:val="left" w:pos="2442"/>
        </w:tabs>
        <w:ind w:left="6096"/>
        <w:jc w:val="right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5915CE">
      <w:pPr>
        <w:tabs>
          <w:tab w:val="left" w:pos="2442"/>
        </w:tabs>
        <w:ind w:left="6096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ДОДАТОК </w:t>
      </w:r>
    </w:p>
    <w:p w:rsidR="0017553E" w:rsidRPr="005915CE" w:rsidRDefault="0017553E" w:rsidP="005915CE">
      <w:pPr>
        <w:tabs>
          <w:tab w:val="left" w:pos="2442"/>
        </w:tabs>
        <w:ind w:left="6096"/>
        <w:jc w:val="right"/>
        <w:rPr>
          <w:rFonts w:ascii="Times New Roman" w:eastAsia="Times New Roman" w:hAnsi="Times New Roman"/>
          <w:sz w:val="20"/>
        </w:rPr>
      </w:pPr>
      <w:r w:rsidRPr="005915CE">
        <w:rPr>
          <w:rFonts w:ascii="Times New Roman" w:eastAsia="Times New Roman" w:hAnsi="Times New Roman"/>
          <w:sz w:val="20"/>
        </w:rPr>
        <w:t>до рішення виконавчого комітету</w:t>
      </w:r>
    </w:p>
    <w:p w:rsidR="0017553E" w:rsidRPr="005915CE" w:rsidRDefault="0017553E" w:rsidP="005915CE">
      <w:pPr>
        <w:tabs>
          <w:tab w:val="left" w:pos="2442"/>
        </w:tabs>
        <w:ind w:left="6096"/>
        <w:jc w:val="right"/>
        <w:rPr>
          <w:rFonts w:ascii="Times New Roman" w:eastAsia="Times New Roman" w:hAnsi="Times New Roman"/>
          <w:sz w:val="20"/>
        </w:rPr>
      </w:pPr>
      <w:r w:rsidRPr="005915CE">
        <w:rPr>
          <w:rFonts w:ascii="Times New Roman" w:eastAsia="Times New Roman" w:hAnsi="Times New Roman"/>
          <w:sz w:val="20"/>
        </w:rPr>
        <w:t>Шевченківської сільської ради</w:t>
      </w:r>
    </w:p>
    <w:p w:rsidR="0017553E" w:rsidRPr="005915CE" w:rsidRDefault="0017553E" w:rsidP="00BA3B34">
      <w:pPr>
        <w:tabs>
          <w:tab w:val="left" w:pos="2442"/>
        </w:tabs>
        <w:ind w:left="6096"/>
        <w:jc w:val="right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>від 16.03.2021</w:t>
      </w:r>
      <w:r w:rsidRPr="005915CE">
        <w:rPr>
          <w:rFonts w:ascii="Times New Roman" w:eastAsia="Times New Roman" w:hAnsi="Times New Roman"/>
          <w:sz w:val="20"/>
        </w:rPr>
        <w:t>р.</w:t>
      </w:r>
      <w:r>
        <w:rPr>
          <w:rFonts w:ascii="Times New Roman" w:eastAsia="Times New Roman" w:hAnsi="Times New Roman"/>
          <w:sz w:val="20"/>
        </w:rPr>
        <w:t xml:space="preserve"> №11 </w:t>
      </w:r>
    </w:p>
    <w:p w:rsidR="0017553E" w:rsidRDefault="0017553E" w:rsidP="005915CE">
      <w:pPr>
        <w:tabs>
          <w:tab w:val="left" w:pos="2442"/>
        </w:tabs>
        <w:jc w:val="right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5915CE">
      <w:pPr>
        <w:tabs>
          <w:tab w:val="left" w:pos="2442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5915CE">
      <w:pPr>
        <w:tabs>
          <w:tab w:val="left" w:pos="2442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ІНФОРМАЦІЯ</w:t>
      </w:r>
    </w:p>
    <w:p w:rsidR="0017553E" w:rsidRDefault="0017553E" w:rsidP="005915CE">
      <w:pPr>
        <w:tabs>
          <w:tab w:val="left" w:pos="2442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5915CE">
      <w:pPr>
        <w:tabs>
          <w:tab w:val="left" w:pos="2442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 роботу адміністративної комісії при виконавчому комітеті                                                                              Шевченківської сільської ради щодо розгляду справ про адміністративні правопорушення у 2020 році</w:t>
      </w:r>
    </w:p>
    <w:p w:rsidR="0017553E" w:rsidRDefault="0017553E" w:rsidP="005915CE">
      <w:pPr>
        <w:tabs>
          <w:tab w:val="left" w:pos="2442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5915CE">
      <w:pPr>
        <w:tabs>
          <w:tab w:val="left" w:pos="2442"/>
        </w:tabs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період з 01 січня до 31 грудня 2020 року адміністративною комісією при виконавчому комітеті Шевченківської сільської ради розглянуто 3 протоколи про адміністративні правопорушення та відповідно оформлено 3 адміністративні справи.</w:t>
      </w:r>
    </w:p>
    <w:p w:rsidR="0017553E" w:rsidRDefault="0017553E" w:rsidP="005915CE">
      <w:pPr>
        <w:tabs>
          <w:tab w:val="left" w:pos="2442"/>
        </w:tabs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Всі правопорушники – мешканці Шевченківської територіальної громади, а саме населених пунктів:  с-ще Полігон, с.Шевченкове.</w:t>
      </w:r>
    </w:p>
    <w:p w:rsidR="0017553E" w:rsidRPr="007B2C1F" w:rsidRDefault="0017553E" w:rsidP="005915CE">
      <w:pPr>
        <w:tabs>
          <w:tab w:val="left" w:pos="2442"/>
        </w:tabs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 ст. 152 КУАП (</w:t>
      </w:r>
      <w:r w:rsidRPr="007B2C1F">
        <w:rPr>
          <w:rFonts w:ascii="Times New Roman" w:eastAsia="Times New Roman" w:hAnsi="Times New Roman"/>
          <w:sz w:val="24"/>
          <w:szCs w:val="24"/>
        </w:rPr>
        <w:t>Порушення державних стандартів, норм і правил у сфері благоустрою населених пунктів, правил благоустрою територій населених пунктів) – 2 особи. За результатами розгляду протоколів, на винних осіб накладено штраф на загальну суму 680 грн., особи добровільно сплатили до місцевого бюджету Шевченківської сільської ради зазначену  суму,</w:t>
      </w:r>
    </w:p>
    <w:p w:rsidR="0017553E" w:rsidRPr="007B2C1F" w:rsidRDefault="0017553E" w:rsidP="007B2C1F">
      <w:pPr>
        <w:pStyle w:val="Heading1"/>
        <w:pBdr>
          <w:bottom w:val="single" w:sz="6" w:space="3" w:color="DFDEDE"/>
        </w:pBdr>
        <w:shd w:val="clear" w:color="auto" w:fill="FFFFFF"/>
        <w:spacing w:before="0" w:after="24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7B2C1F">
        <w:rPr>
          <w:rFonts w:ascii="Times New Roman" w:hAnsi="Times New Roman"/>
          <w:b w:val="0"/>
          <w:sz w:val="24"/>
          <w:szCs w:val="24"/>
        </w:rPr>
        <w:t xml:space="preserve">За ст. 155 КУАП </w:t>
      </w:r>
      <w:r w:rsidRPr="007B2C1F">
        <w:rPr>
          <w:rFonts w:ascii="Times New Roman" w:hAnsi="Times New Roman"/>
          <w:b w:val="0"/>
          <w:bCs w:val="0"/>
          <w:color w:val="000000"/>
          <w:sz w:val="24"/>
          <w:szCs w:val="24"/>
        </w:rPr>
        <w:t>(Порушення правил торгівлі і надання послуг працівниками торгівлі, громадського харчування та сфери послуг, громадянами, які займают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ься підприємницькою діяльністю)</w:t>
      </w:r>
      <w:r w:rsidRPr="007B2C1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-  1особа.</w:t>
      </w:r>
      <w:r w:rsidRPr="007B2C1F">
        <w:rPr>
          <w:rFonts w:ascii="Times New Roman" w:hAnsi="Times New Roman"/>
          <w:b w:val="0"/>
          <w:sz w:val="24"/>
          <w:szCs w:val="24"/>
        </w:rPr>
        <w:t xml:space="preserve"> За результатами розгляду протоколів, на винну особу накладено штраф на   суму 17</w:t>
      </w:r>
      <w:r>
        <w:rPr>
          <w:rFonts w:ascii="Times New Roman" w:hAnsi="Times New Roman"/>
          <w:b w:val="0"/>
          <w:sz w:val="24"/>
          <w:szCs w:val="24"/>
          <w:lang w:val="ru-RU"/>
        </w:rPr>
        <w:t>0</w:t>
      </w:r>
      <w:r>
        <w:rPr>
          <w:rFonts w:ascii="Times New Roman" w:hAnsi="Times New Roman"/>
          <w:b w:val="0"/>
          <w:sz w:val="24"/>
          <w:szCs w:val="24"/>
        </w:rPr>
        <w:t xml:space="preserve"> грн., яку </w:t>
      </w:r>
      <w:r w:rsidRPr="007B2C1F">
        <w:rPr>
          <w:rFonts w:ascii="Times New Roman" w:hAnsi="Times New Roman"/>
          <w:b w:val="0"/>
          <w:sz w:val="24"/>
          <w:szCs w:val="24"/>
        </w:rPr>
        <w:t xml:space="preserve">особа добровільно сплатила </w:t>
      </w:r>
      <w:r>
        <w:rPr>
          <w:rFonts w:ascii="Times New Roman" w:hAnsi="Times New Roman"/>
          <w:b w:val="0"/>
          <w:sz w:val="24"/>
          <w:szCs w:val="24"/>
        </w:rPr>
        <w:t xml:space="preserve">до місцевого бюджету Шевченківсьокї </w:t>
      </w:r>
      <w:r w:rsidRPr="007B2C1F">
        <w:rPr>
          <w:rFonts w:ascii="Times New Roman" w:hAnsi="Times New Roman"/>
          <w:b w:val="0"/>
          <w:sz w:val="24"/>
          <w:szCs w:val="24"/>
        </w:rPr>
        <w:t xml:space="preserve">сільської ради.  </w:t>
      </w:r>
    </w:p>
    <w:p w:rsidR="0017553E" w:rsidRDefault="0017553E" w:rsidP="005F5E3C">
      <w:pPr>
        <w:tabs>
          <w:tab w:val="left" w:pos="2442"/>
        </w:tabs>
        <w:ind w:firstLine="851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Таким чином, протягом поточного року до місцевого бюджету Шевченківської сільської ради надійшло 850 гривень.</w:t>
      </w:r>
    </w:p>
    <w:p w:rsidR="0017553E" w:rsidRDefault="0017553E" w:rsidP="005915CE">
      <w:pPr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5F5E3C">
      <w:pPr>
        <w:tabs>
          <w:tab w:val="left" w:pos="1400"/>
          <w:tab w:val="left" w:pos="2200"/>
        </w:tabs>
        <w:rPr>
          <w:rFonts w:ascii="Times New Roman" w:eastAsia="Times New Roman" w:hAnsi="Times New Roman"/>
          <w:sz w:val="24"/>
          <w:szCs w:val="24"/>
        </w:rPr>
      </w:pPr>
    </w:p>
    <w:p w:rsidR="0017553E" w:rsidRPr="005F5E3C" w:rsidRDefault="0017553E" w:rsidP="005F5E3C">
      <w:pPr>
        <w:tabs>
          <w:tab w:val="left" w:pos="1400"/>
          <w:tab w:val="left" w:pos="2200"/>
        </w:tabs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5F5E3C">
        <w:rPr>
          <w:rFonts w:ascii="Times New Roman" w:eastAsia="Times New Roman" w:hAnsi="Times New Roman"/>
          <w:sz w:val="24"/>
          <w:szCs w:val="24"/>
        </w:rPr>
        <w:t>Голова адміністративної комісії</w:t>
      </w:r>
    </w:p>
    <w:p w:rsidR="0017553E" w:rsidRPr="005F5E3C" w:rsidRDefault="0017553E" w:rsidP="005F5E3C">
      <w:pPr>
        <w:tabs>
          <w:tab w:val="left" w:pos="1400"/>
          <w:tab w:val="left" w:pos="2200"/>
        </w:tabs>
        <w:rPr>
          <w:rFonts w:ascii="Times New Roman" w:eastAsia="Times New Roman" w:hAnsi="Times New Roman"/>
          <w:sz w:val="24"/>
          <w:szCs w:val="24"/>
        </w:rPr>
      </w:pPr>
      <w:r w:rsidRPr="005F5E3C">
        <w:rPr>
          <w:rFonts w:ascii="Times New Roman" w:eastAsia="Times New Roman" w:hAnsi="Times New Roman"/>
          <w:sz w:val="24"/>
          <w:szCs w:val="24"/>
        </w:rPr>
        <w:t>при виконкомі Шевченківської</w:t>
      </w:r>
    </w:p>
    <w:p w:rsidR="0017553E" w:rsidRPr="005F5E3C" w:rsidRDefault="0017553E" w:rsidP="005F5E3C">
      <w:pPr>
        <w:tabs>
          <w:tab w:val="left" w:pos="1400"/>
          <w:tab w:val="left" w:pos="2200"/>
        </w:tabs>
        <w:rPr>
          <w:rFonts w:ascii="Times New Roman" w:eastAsia="Times New Roman" w:hAnsi="Times New Roman"/>
          <w:sz w:val="24"/>
          <w:szCs w:val="24"/>
        </w:rPr>
      </w:pPr>
      <w:r w:rsidRPr="005F5E3C">
        <w:rPr>
          <w:rFonts w:ascii="Times New Roman" w:eastAsia="Times New Roman" w:hAnsi="Times New Roman"/>
          <w:sz w:val="24"/>
          <w:szCs w:val="24"/>
        </w:rPr>
        <w:t>сільської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І.М.Швецов</w:t>
      </w:r>
    </w:p>
    <w:p w:rsidR="0017553E" w:rsidRPr="005F5E3C" w:rsidRDefault="0017553E" w:rsidP="00001780">
      <w:pPr>
        <w:tabs>
          <w:tab w:val="left" w:pos="1400"/>
          <w:tab w:val="left" w:pos="220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001780">
      <w:pPr>
        <w:tabs>
          <w:tab w:val="left" w:pos="1400"/>
          <w:tab w:val="left" w:pos="220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001780">
      <w:pPr>
        <w:tabs>
          <w:tab w:val="left" w:pos="1400"/>
          <w:tab w:val="left" w:pos="220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001780">
      <w:pPr>
        <w:tabs>
          <w:tab w:val="left" w:pos="1400"/>
          <w:tab w:val="left" w:pos="220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ru-RU"/>
        </w:rPr>
        <w:pict>
          <v:shape id="_x0000_s1027" type="#_x0000_t75" style="position:absolute;left:0;text-align:left;margin-left:228.5pt;margin-top:2.45pt;width:27pt;height:39.75pt;z-index:251659264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ШЕВЧЕНКІВСЬКА    СІЛЬСЬКА  РАДА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ВІТОВСЬКИЙ  РАЙОН     МИКОЛАЇВСЬКА  ОБЛАСТЬ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__________________________________________________________________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  І  Ш  Е  Н  Н  Я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виконавчого  комітету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6379D6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від  16  березня  2021року                                № 12                                          с.Шевченкове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 роботу закладів дошкільної освіти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Шевченківської сільської ради 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Відповідно до статті 32 Закону України  «Про місцеве самоврядування в Україні» та заслухавши інформацію начальника відділу освіти, молоді та спорту Шевченківської сільської ради – Гончаренко Т.Ю. про роботу закладів дошкільної освіти Шевченківської сільської ради, виконком  сільської ради </w:t>
      </w:r>
    </w:p>
    <w:p w:rsidR="0017553E" w:rsidRDefault="0017553E" w:rsidP="006379D6">
      <w:pPr>
        <w:spacing w:line="276" w:lineRule="auto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И Р І Ш И В :</w:t>
      </w:r>
    </w:p>
    <w:p w:rsidR="0017553E" w:rsidRDefault="0017553E" w:rsidP="006379D6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pStyle w:val="ListParagraph"/>
        <w:ind w:left="0"/>
        <w:jc w:val="both"/>
        <w:rPr>
          <w:lang w:val="uk-UA"/>
        </w:rPr>
      </w:pPr>
      <w:r>
        <w:rPr>
          <w:lang w:val="uk-UA"/>
        </w:rPr>
        <w:t>1.Інформацію начальника відділу освіти, молоді та спорту Шевченківської сільської ради Гончаренко Т.Ю., про роботу закладів дошкільної освіти Шевченківської сільської ради, взяти до відома (Інформація додається).</w:t>
      </w:r>
    </w:p>
    <w:p w:rsidR="0017553E" w:rsidRDefault="0017553E" w:rsidP="006379D6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2.Забезпечити роботу закладів дошкільної освіти в умовах адаптованого карантину, забезпечивши необхідною кількістю дезінфікуючих засобів.</w:t>
      </w:r>
    </w:p>
    <w:p w:rsidR="0017553E" w:rsidRDefault="0017553E" w:rsidP="006379D6">
      <w:pPr>
        <w:pStyle w:val="ListParagraph"/>
        <w:ind w:left="864"/>
        <w:jc w:val="both"/>
        <w:rPr>
          <w:lang w:val="uk-UA"/>
        </w:rPr>
      </w:pPr>
    </w:p>
    <w:p w:rsidR="0017553E" w:rsidRDefault="0017553E" w:rsidP="006379D6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3. Рекомендувати Гончаренко Т.Ю.:</w:t>
      </w:r>
    </w:p>
    <w:p w:rsidR="0017553E" w:rsidRDefault="0017553E" w:rsidP="006379D6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3.1 Зміцнювати матеріально-технічну базу закладів дошкільної  освіти.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3.2 Максимально охоплювати навчанням як найбільшу частину дітей дошкільного віку, дотримуючись заходів щодо запобігання поширенню гострої респіраторної хвороби </w:t>
      </w:r>
      <w:r>
        <w:rPr>
          <w:rFonts w:ascii="Times New Roman" w:eastAsia="Times New Roman" w:hAnsi="Times New Roman"/>
          <w:sz w:val="24"/>
          <w:szCs w:val="24"/>
          <w:lang w:val="en-US"/>
        </w:rPr>
        <w:t>COVID</w:t>
      </w:r>
      <w:r>
        <w:rPr>
          <w:rFonts w:ascii="Times New Roman" w:eastAsia="Times New Roman" w:hAnsi="Times New Roman"/>
          <w:sz w:val="24"/>
          <w:szCs w:val="24"/>
        </w:rPr>
        <w:t xml:space="preserve"> – 19.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3.3 Забезпечувати якісне харчування вихованців закладів дошкільної освіти Шевченківської сільської ради відповідно діючого законодавства.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4.Сприяти забезпеченню  кадровим потенціалом заклади дошкільної освіти Шевченківської сільської ради.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5.Контроль за виконанням даного рішення покласти на Гончаренко Т.Ю., начальника відділу освіти, молоді та спорту Шевченківської сільської ради.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Сільський голова                                                                        О. В. Пилипенко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B81A72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  <w:r w:rsidRPr="00E878C1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ru-RU"/>
        </w:rPr>
        <w:pict>
          <v:shape id="_x0000_s1028" type="#_x0000_t75" style="position:absolute;left:0;text-align:left;margin-left:228.5pt;margin-top:2.45pt;width:27pt;height:39.75pt;z-index:251660288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ШЕВЧЕНКІВСЬКА    СІЛЬСЬКА  РАДА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ВІТОВСЬКИЙ  РАЙОН     МИКОЛАЇВСЬКА  ОБЛАСТЬ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__________________________________________________________________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  І  Ш  Е  Н  Н  Я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виконавчого  комітету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6379D6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від  16  березня  2021 року                                № 13                                          с.Шевченкове</w:t>
      </w:r>
    </w:p>
    <w:p w:rsidR="0017553E" w:rsidRPr="00E878C1" w:rsidRDefault="0017553E" w:rsidP="006379D6">
      <w:pPr>
        <w:tabs>
          <w:tab w:val="left" w:pos="945"/>
        </w:tabs>
        <w:ind w:right="-58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Про проведення фізкультурно-</w:t>
      </w:r>
      <w:r w:rsidRPr="00E878C1">
        <w:rPr>
          <w:rFonts w:ascii="Times New Roman" w:eastAsia="Times New Roman" w:hAnsi="Times New Roman"/>
          <w:sz w:val="24"/>
          <w:szCs w:val="24"/>
        </w:rPr>
        <w:t>оздоровчої</w:t>
      </w:r>
    </w:p>
    <w:p w:rsidR="0017553E" w:rsidRPr="00E878C1" w:rsidRDefault="0017553E" w:rsidP="006379D6">
      <w:pPr>
        <w:spacing w:line="27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та спортивно-</w:t>
      </w:r>
      <w:r w:rsidRPr="00E878C1">
        <w:rPr>
          <w:rFonts w:ascii="Times New Roman" w:eastAsia="Times New Roman" w:hAnsi="Times New Roman"/>
          <w:sz w:val="24"/>
          <w:szCs w:val="24"/>
        </w:rPr>
        <w:t>масової роботи</w:t>
      </w:r>
      <w:r>
        <w:rPr>
          <w:rFonts w:ascii="Times New Roman" w:eastAsia="Times New Roman" w:hAnsi="Times New Roman"/>
          <w:sz w:val="24"/>
          <w:szCs w:val="24"/>
        </w:rPr>
        <w:t xml:space="preserve"> в населених                                                                                                                                              </w:t>
      </w:r>
      <w:r w:rsidRPr="00E878C1">
        <w:rPr>
          <w:rFonts w:ascii="Times New Roman" w:eastAsia="Times New Roman" w:hAnsi="Times New Roman"/>
          <w:sz w:val="24"/>
          <w:szCs w:val="24"/>
        </w:rPr>
        <w:t xml:space="preserve">пунктах Шевченківської сільської ради 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Відповідно до пункту</w:t>
      </w:r>
      <w:r w:rsidRPr="00E878C1">
        <w:rPr>
          <w:rFonts w:ascii="Times New Roman" w:eastAsia="Times New Roman" w:hAnsi="Times New Roman"/>
          <w:sz w:val="24"/>
          <w:szCs w:val="24"/>
        </w:rPr>
        <w:t xml:space="preserve"> 2 статті 32 З</w:t>
      </w:r>
      <w:r>
        <w:rPr>
          <w:rFonts w:ascii="Times New Roman" w:eastAsia="Times New Roman" w:hAnsi="Times New Roman"/>
          <w:sz w:val="24"/>
          <w:szCs w:val="24"/>
        </w:rPr>
        <w:t xml:space="preserve">акону </w:t>
      </w:r>
      <w:r w:rsidRPr="00E878C1">
        <w:rPr>
          <w:rFonts w:ascii="Times New Roman" w:eastAsia="Times New Roman" w:hAnsi="Times New Roman"/>
          <w:sz w:val="24"/>
          <w:szCs w:val="24"/>
        </w:rPr>
        <w:t>У</w:t>
      </w:r>
      <w:r>
        <w:rPr>
          <w:rFonts w:ascii="Times New Roman" w:eastAsia="Times New Roman" w:hAnsi="Times New Roman"/>
          <w:sz w:val="24"/>
          <w:szCs w:val="24"/>
        </w:rPr>
        <w:t>країни</w:t>
      </w:r>
      <w:r w:rsidRPr="00E878C1">
        <w:rPr>
          <w:rFonts w:ascii="Times New Roman" w:eastAsia="Times New Roman" w:hAnsi="Times New Roman"/>
          <w:sz w:val="24"/>
          <w:szCs w:val="24"/>
        </w:rPr>
        <w:t xml:space="preserve"> «Про місцеве самоврядування в Україні» та заслухавши інформацію Гончаренко Т.Ю</w:t>
      </w:r>
      <w:r>
        <w:rPr>
          <w:rFonts w:ascii="Times New Roman" w:eastAsia="Times New Roman" w:hAnsi="Times New Roman"/>
          <w:sz w:val="24"/>
          <w:szCs w:val="24"/>
        </w:rPr>
        <w:t xml:space="preserve">., </w:t>
      </w:r>
      <w:r w:rsidRPr="00E878C1">
        <w:rPr>
          <w:rFonts w:ascii="Times New Roman" w:eastAsia="Times New Roman" w:hAnsi="Times New Roman"/>
          <w:sz w:val="24"/>
          <w:szCs w:val="24"/>
        </w:rPr>
        <w:t>начальника відділу освіти, молоді та спорту Шевченківської</w:t>
      </w:r>
      <w:r>
        <w:rPr>
          <w:rFonts w:ascii="Times New Roman" w:eastAsia="Times New Roman" w:hAnsi="Times New Roman"/>
          <w:sz w:val="24"/>
          <w:szCs w:val="24"/>
        </w:rPr>
        <w:t xml:space="preserve"> сільської ради про проведення фізкультурно-оздоровчої та спортивно-</w:t>
      </w:r>
      <w:r w:rsidRPr="00E878C1">
        <w:rPr>
          <w:rFonts w:ascii="Times New Roman" w:eastAsia="Times New Roman" w:hAnsi="Times New Roman"/>
          <w:sz w:val="24"/>
          <w:szCs w:val="24"/>
        </w:rPr>
        <w:t xml:space="preserve">масової роботи в населених пунктах  Шевченківської сільської ради, виконавчий комітет сільської ради </w:t>
      </w:r>
    </w:p>
    <w:p w:rsidR="0017553E" w:rsidRPr="00E878C1" w:rsidRDefault="0017553E" w:rsidP="006379D6">
      <w:pPr>
        <w:spacing w:line="276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878C1">
        <w:rPr>
          <w:rFonts w:ascii="Times New Roman" w:eastAsia="Times New Roman" w:hAnsi="Times New Roman"/>
          <w:sz w:val="28"/>
          <w:szCs w:val="28"/>
        </w:rPr>
        <w:t>В И Р І Ш И В :</w:t>
      </w:r>
    </w:p>
    <w:p w:rsidR="0017553E" w:rsidRPr="00E878C1" w:rsidRDefault="0017553E" w:rsidP="006379D6">
      <w:pPr>
        <w:pStyle w:val="ListParagraph"/>
        <w:ind w:left="0"/>
        <w:jc w:val="both"/>
        <w:rPr>
          <w:lang w:val="uk-UA"/>
        </w:rPr>
      </w:pPr>
      <w:r>
        <w:rPr>
          <w:lang w:val="uk-UA"/>
        </w:rPr>
        <w:t>1.</w:t>
      </w:r>
      <w:r w:rsidRPr="00E878C1">
        <w:rPr>
          <w:lang w:val="uk-UA"/>
        </w:rPr>
        <w:t xml:space="preserve">Інформацію начальника відділу освіти, молоді та спорту </w:t>
      </w:r>
      <w:r>
        <w:rPr>
          <w:lang w:val="uk-UA"/>
        </w:rPr>
        <w:t xml:space="preserve">Шевченківської сільської ради </w:t>
      </w:r>
      <w:r w:rsidRPr="00E878C1">
        <w:rPr>
          <w:lang w:val="uk-UA"/>
        </w:rPr>
        <w:t>Гончаренко Т.Ю.</w:t>
      </w:r>
      <w:r>
        <w:rPr>
          <w:lang w:val="uk-UA"/>
        </w:rPr>
        <w:t>, про проведення фізкультурно-оздоровчої та спортивно-</w:t>
      </w:r>
      <w:r w:rsidRPr="00E878C1">
        <w:rPr>
          <w:lang w:val="uk-UA"/>
        </w:rPr>
        <w:t>масової роботи в населених пунктах Шевченківської сільської ради, взяти до відома (Інформація додається).</w:t>
      </w:r>
    </w:p>
    <w:p w:rsidR="0017553E" w:rsidRPr="00E878C1" w:rsidRDefault="0017553E" w:rsidP="006379D6">
      <w:pPr>
        <w:pStyle w:val="ListParagraph"/>
        <w:jc w:val="both"/>
        <w:rPr>
          <w:lang w:val="uk-UA"/>
        </w:rPr>
      </w:pPr>
    </w:p>
    <w:p w:rsidR="0017553E" w:rsidRPr="00E878C1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878C1">
        <w:rPr>
          <w:rFonts w:ascii="Times New Roman" w:eastAsia="Times New Roman" w:hAnsi="Times New Roman"/>
          <w:sz w:val="24"/>
          <w:szCs w:val="24"/>
        </w:rPr>
        <w:t>2. Рекомендувати Гончаренко Т.Ю.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8C1">
        <w:rPr>
          <w:rFonts w:ascii="Times New Roman" w:eastAsia="Times New Roman" w:hAnsi="Times New Roman"/>
          <w:sz w:val="24"/>
          <w:szCs w:val="24"/>
        </w:rPr>
        <w:t>:</w:t>
      </w:r>
    </w:p>
    <w:p w:rsidR="0017553E" w:rsidRPr="00E878C1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  <w:r w:rsidRPr="00E878C1">
        <w:rPr>
          <w:rFonts w:ascii="Times New Roman" w:eastAsia="Times New Roman" w:hAnsi="Times New Roman"/>
          <w:sz w:val="24"/>
          <w:szCs w:val="24"/>
        </w:rPr>
        <w:t>2.1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E878C1">
        <w:rPr>
          <w:rFonts w:ascii="Times New Roman" w:eastAsia="Times New Roman" w:hAnsi="Times New Roman"/>
          <w:sz w:val="24"/>
          <w:szCs w:val="24"/>
        </w:rPr>
        <w:t xml:space="preserve">  Дотримуватись</w:t>
      </w:r>
      <w:r>
        <w:rPr>
          <w:rFonts w:ascii="Times New Roman" w:eastAsia="Times New Roman" w:hAnsi="Times New Roman"/>
          <w:sz w:val="24"/>
          <w:szCs w:val="24"/>
        </w:rPr>
        <w:t xml:space="preserve"> Календарного плану спортивно-</w:t>
      </w:r>
      <w:r w:rsidRPr="00E878C1">
        <w:rPr>
          <w:rFonts w:ascii="Times New Roman" w:eastAsia="Times New Roman" w:hAnsi="Times New Roman"/>
          <w:sz w:val="24"/>
          <w:szCs w:val="24"/>
        </w:rPr>
        <w:t xml:space="preserve">масових та  </w:t>
      </w:r>
      <w:r>
        <w:rPr>
          <w:rFonts w:ascii="Times New Roman" w:eastAsia="Times New Roman" w:hAnsi="Times New Roman"/>
          <w:sz w:val="24"/>
          <w:szCs w:val="24"/>
        </w:rPr>
        <w:t>фізкультурно-</w:t>
      </w:r>
      <w:r w:rsidRPr="00E878C1">
        <w:rPr>
          <w:rFonts w:ascii="Times New Roman" w:eastAsia="Times New Roman" w:hAnsi="Times New Roman"/>
          <w:sz w:val="24"/>
          <w:szCs w:val="24"/>
        </w:rPr>
        <w:t>оздоровчих заходів на 2021 рік Миколаївського обласного відділення (філії) Комітету з фізичного виховання та спорту Мініс</w:t>
      </w:r>
      <w:r>
        <w:rPr>
          <w:rFonts w:ascii="Times New Roman" w:eastAsia="Times New Roman" w:hAnsi="Times New Roman"/>
          <w:sz w:val="24"/>
          <w:szCs w:val="24"/>
        </w:rPr>
        <w:t>терства освіти та науки України.</w:t>
      </w:r>
    </w:p>
    <w:p w:rsidR="0017553E" w:rsidRPr="00E878C1" w:rsidRDefault="0017553E" w:rsidP="006379D6">
      <w:pPr>
        <w:pStyle w:val="ListParagraph"/>
        <w:rPr>
          <w:lang w:val="uk-UA"/>
        </w:rPr>
      </w:pPr>
    </w:p>
    <w:p w:rsidR="0017553E" w:rsidRPr="00E878C1" w:rsidRDefault="0017553E" w:rsidP="006379D6">
      <w:pPr>
        <w:pStyle w:val="ListParagraph"/>
        <w:ind w:left="0"/>
        <w:rPr>
          <w:lang w:val="uk-UA"/>
        </w:rPr>
      </w:pPr>
      <w:r w:rsidRPr="00E878C1">
        <w:rPr>
          <w:lang w:val="uk-UA"/>
        </w:rPr>
        <w:t>2.2</w:t>
      </w:r>
      <w:r>
        <w:rPr>
          <w:lang w:val="uk-UA"/>
        </w:rPr>
        <w:t>.</w:t>
      </w:r>
      <w:r w:rsidRPr="00E878C1">
        <w:rPr>
          <w:lang w:val="uk-UA"/>
        </w:rPr>
        <w:t xml:space="preserve">  Під час проведення </w:t>
      </w:r>
      <w:r>
        <w:rPr>
          <w:lang w:val="uk-UA"/>
        </w:rPr>
        <w:t>фізкультурно-оздоровчої та спортивно-</w:t>
      </w:r>
      <w:r w:rsidRPr="00E878C1">
        <w:rPr>
          <w:lang w:val="uk-UA"/>
        </w:rPr>
        <w:t xml:space="preserve">масової роботи на території  Шевченківської сільської ради неухильно дотримуватись заходів щодо запобігання поширенню гострої респіраторної хвороби </w:t>
      </w:r>
      <w:r w:rsidRPr="00E878C1">
        <w:rPr>
          <w:lang w:val="en-US"/>
        </w:rPr>
        <w:t>COVID</w:t>
      </w:r>
      <w:r w:rsidRPr="00E878C1">
        <w:rPr>
          <w:lang w:val="uk-UA"/>
        </w:rPr>
        <w:t xml:space="preserve"> </w:t>
      </w:r>
      <w:r>
        <w:rPr>
          <w:lang w:val="uk-UA"/>
        </w:rPr>
        <w:t>–</w:t>
      </w:r>
      <w:r w:rsidRPr="00E878C1">
        <w:rPr>
          <w:lang w:val="uk-UA"/>
        </w:rPr>
        <w:t xml:space="preserve"> 19</w:t>
      </w:r>
      <w:r>
        <w:rPr>
          <w:lang w:val="uk-UA"/>
        </w:rPr>
        <w:t>.</w:t>
      </w:r>
    </w:p>
    <w:p w:rsidR="0017553E" w:rsidRPr="00E878C1" w:rsidRDefault="0017553E" w:rsidP="006379D6">
      <w:pPr>
        <w:pStyle w:val="ListParagraph"/>
        <w:rPr>
          <w:lang w:val="uk-UA"/>
        </w:rPr>
      </w:pPr>
    </w:p>
    <w:p w:rsidR="0017553E" w:rsidRPr="00E878C1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878C1">
        <w:rPr>
          <w:rFonts w:ascii="Times New Roman" w:eastAsia="Times New Roman" w:hAnsi="Times New Roman"/>
          <w:sz w:val="24"/>
          <w:szCs w:val="24"/>
        </w:rPr>
        <w:t>2.3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E878C1">
        <w:rPr>
          <w:rFonts w:ascii="Times New Roman" w:eastAsia="Times New Roman" w:hAnsi="Times New Roman"/>
          <w:sz w:val="24"/>
          <w:szCs w:val="24"/>
        </w:rPr>
        <w:t>Сприяти залученню учнів навчальних закладів, молоді населених пун</w:t>
      </w:r>
      <w:r>
        <w:rPr>
          <w:rFonts w:ascii="Times New Roman" w:eastAsia="Times New Roman" w:hAnsi="Times New Roman"/>
          <w:sz w:val="24"/>
          <w:szCs w:val="24"/>
        </w:rPr>
        <w:t>ктів громади до  фізкультурно-оздоровчих та спортивно-масових заходів.</w:t>
      </w:r>
    </w:p>
    <w:p w:rsidR="0017553E" w:rsidRPr="00E878C1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878C1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17553E" w:rsidRPr="00E878C1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878C1">
        <w:rPr>
          <w:rFonts w:ascii="Times New Roman" w:eastAsia="Times New Roman" w:hAnsi="Times New Roman"/>
          <w:sz w:val="24"/>
          <w:szCs w:val="24"/>
        </w:rPr>
        <w:t>2.4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E878C1">
        <w:rPr>
          <w:rFonts w:ascii="Times New Roman" w:eastAsia="Times New Roman" w:hAnsi="Times New Roman"/>
          <w:sz w:val="24"/>
          <w:szCs w:val="24"/>
        </w:rPr>
        <w:t xml:space="preserve">Забезпечувати проведення тренувань учасників </w:t>
      </w:r>
      <w:r>
        <w:rPr>
          <w:rFonts w:ascii="Times New Roman" w:eastAsia="Times New Roman" w:hAnsi="Times New Roman"/>
          <w:sz w:val="24"/>
          <w:szCs w:val="24"/>
        </w:rPr>
        <w:t>фізкультурно-оздоровчої та спортивно-</w:t>
      </w:r>
      <w:r w:rsidRPr="00E878C1">
        <w:rPr>
          <w:rFonts w:ascii="Times New Roman" w:eastAsia="Times New Roman" w:hAnsi="Times New Roman"/>
          <w:sz w:val="24"/>
          <w:szCs w:val="24"/>
        </w:rPr>
        <w:t>масової роботи на території спортивних залів та стадіонів закладів загальної середньої освіт</w:t>
      </w:r>
      <w:r>
        <w:rPr>
          <w:rFonts w:ascii="Times New Roman" w:eastAsia="Times New Roman" w:hAnsi="Times New Roman"/>
          <w:sz w:val="24"/>
          <w:szCs w:val="24"/>
        </w:rPr>
        <w:t>и Шевченківської сільської ради.</w:t>
      </w:r>
    </w:p>
    <w:p w:rsidR="0017553E" w:rsidRPr="00E878C1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878C1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17553E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 w:rsidRPr="00E878C1">
        <w:rPr>
          <w:rFonts w:ascii="Times New Roman" w:eastAsia="Times New Roman" w:hAnsi="Times New Roman"/>
          <w:sz w:val="24"/>
          <w:szCs w:val="24"/>
        </w:rPr>
        <w:t>Контроль за виконанням даного рішення покласти на Гончаренко Т.Ю., начальника відділу освіти, молоді та спорту Шевченківської сільської ради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17553E" w:rsidRPr="00E878C1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878C1">
        <w:rPr>
          <w:rFonts w:ascii="Times New Roman" w:eastAsia="Times New Roman" w:hAnsi="Times New Roman"/>
          <w:sz w:val="24"/>
          <w:szCs w:val="24"/>
        </w:rPr>
        <w:t xml:space="preserve">Сільський голова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 w:rsidRPr="00E878C1">
        <w:rPr>
          <w:rFonts w:ascii="Times New Roman" w:eastAsia="Times New Roman" w:hAnsi="Times New Roman"/>
          <w:sz w:val="24"/>
          <w:szCs w:val="24"/>
        </w:rPr>
        <w:t xml:space="preserve">                     О.</w:t>
      </w:r>
      <w:r>
        <w:rPr>
          <w:rFonts w:ascii="Times New Roman" w:eastAsia="Times New Roman" w:hAnsi="Times New Roman"/>
          <w:sz w:val="24"/>
          <w:szCs w:val="24"/>
        </w:rPr>
        <w:t>В.</w:t>
      </w:r>
      <w:r w:rsidRPr="00E878C1">
        <w:rPr>
          <w:rFonts w:ascii="Times New Roman" w:eastAsia="Times New Roman" w:hAnsi="Times New Roman"/>
          <w:sz w:val="24"/>
          <w:szCs w:val="24"/>
        </w:rPr>
        <w:t xml:space="preserve"> Пилипенко</w:t>
      </w:r>
    </w:p>
    <w:p w:rsidR="0017553E" w:rsidRPr="00E878C1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ru-RU"/>
        </w:rPr>
        <w:pict>
          <v:shape id="_x0000_s1029" type="#_x0000_t75" style="position:absolute;margin-left:225pt;margin-top:-18pt;width:27pt;height:39.75pt;z-index:251661312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6379D6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ШЕВЧЕНКІВСЬКА    СІЛЬСЬКА  РАДА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ВІТОВСЬКИЙ  РАЙОН     МИКОЛАЇВСЬКА  ОБЛАСТЬ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__________________________________________________________________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 І  Ш Е Н Н Я  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виконавчого комітету</w:t>
      </w:r>
    </w:p>
    <w:p w:rsidR="0017553E" w:rsidRDefault="0017553E" w:rsidP="006379D6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6379D6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від 16  березня 2021 року                          №  14                                         с.Шевченкове            </w:t>
      </w:r>
    </w:p>
    <w:p w:rsidR="0017553E" w:rsidRDefault="0017553E" w:rsidP="006379D6">
      <w:pPr>
        <w:rPr>
          <w:rFonts w:ascii="Times New Roman" w:eastAsia="Times New Roman" w:hAnsi="Times New Roman"/>
          <w:b/>
          <w:sz w:val="28"/>
          <w:szCs w:val="28"/>
        </w:rPr>
      </w:pPr>
    </w:p>
    <w:p w:rsidR="0017553E" w:rsidRDefault="0017553E" w:rsidP="006379D6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 затвердження Положення                                                                                                                       про сільську  комісію з питань                                                                                                                            техногенно-екологічної безпеки </w:t>
      </w:r>
    </w:p>
    <w:p w:rsidR="0017553E" w:rsidRDefault="0017553E" w:rsidP="006379D6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і надзвичайнийх ситуацій  при  </w:t>
      </w:r>
    </w:p>
    <w:p w:rsidR="0017553E" w:rsidRDefault="0017553E" w:rsidP="006379D6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Шевченківськійсільській  раді</w:t>
      </w: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 w:line="270" w:lineRule="atLeast"/>
        <w:rPr>
          <w:color w:val="4D4D4D"/>
          <w:lang w:val="uk-UA"/>
        </w:rPr>
      </w:pP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 w:line="270" w:lineRule="atLeast"/>
        <w:rPr>
          <w:color w:val="4D4D4D"/>
          <w:lang w:val="uk-UA"/>
        </w:rPr>
      </w:pP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 w:line="270" w:lineRule="atLeast"/>
        <w:jc w:val="both"/>
        <w:rPr>
          <w:lang w:val="uk-UA"/>
        </w:rPr>
      </w:pPr>
      <w:r>
        <w:rPr>
          <w:lang w:val="uk-UA"/>
        </w:rPr>
        <w:t xml:space="preserve">         Відповідно Закону України «Про місцеве самоврядування в Україні», відповідно до статей 19, 39, 42 Кодексу цивільного захисту України</w:t>
      </w:r>
      <w:r>
        <w:rPr>
          <w:b/>
          <w:bCs/>
          <w:lang w:val="uk-UA"/>
        </w:rPr>
        <w:t>,</w:t>
      </w:r>
      <w:r>
        <w:rPr>
          <w:lang w:val="uk-UA"/>
        </w:rPr>
        <w:t xml:space="preserve">відповідно до частини  3  статті 36 Закону України «Про правові засади цивільного захисту», постанови Кабінету Міністрів України від 17.06.2015 року № 409 «Про затвердження Типового положення про регіональну та місцеву комісію з питань техногенно-екологічної безпеки і надзвичайних ситуацій», та з метою своєчасного проведення робіт, пов'язаних з запобіганням і реагуванням на надзвичайні ситуації техногенного та природного характеру, виконком сільської ради </w:t>
      </w: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 w:line="270" w:lineRule="atLeast"/>
        <w:jc w:val="center"/>
        <w:rPr>
          <w:lang w:val="uk-UA"/>
        </w:rPr>
      </w:pPr>
      <w:r>
        <w:rPr>
          <w:lang w:val="uk-UA"/>
        </w:rPr>
        <w:t>В  И  Р  І  Ш  И  В  :</w:t>
      </w: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tabs>
          <w:tab w:val="left" w:pos="-1080"/>
          <w:tab w:val="left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Затвердити Положення про сільську комісію з питань техногенно-екологічної безпеки і надзвичайнийх ситуацій при Шевченківській сільській раді (додається).</w:t>
      </w:r>
    </w:p>
    <w:p w:rsidR="0017553E" w:rsidRDefault="0017553E" w:rsidP="006379D6">
      <w:pPr>
        <w:ind w:left="357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Контроль за виконанням розпорядження  залишаю за собою.</w:t>
      </w: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Сільський голова                                                    О.В.Пилипенко</w:t>
      </w: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18"/>
          <w:szCs w:val="18"/>
          <w:lang w:val="uk-UA"/>
        </w:rPr>
      </w:pP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18"/>
          <w:szCs w:val="18"/>
          <w:lang w:val="uk-UA"/>
        </w:rPr>
      </w:pP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18"/>
          <w:szCs w:val="18"/>
          <w:lang w:val="uk-UA"/>
        </w:rPr>
      </w:pP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18"/>
          <w:szCs w:val="18"/>
          <w:lang w:val="uk-UA"/>
        </w:rPr>
      </w:pP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18"/>
          <w:szCs w:val="18"/>
          <w:lang w:val="uk-UA"/>
        </w:rPr>
      </w:pP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18"/>
          <w:szCs w:val="18"/>
          <w:lang w:val="uk-UA"/>
        </w:rPr>
      </w:pP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18"/>
          <w:szCs w:val="18"/>
          <w:lang w:val="uk-UA"/>
        </w:rPr>
      </w:pP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18"/>
          <w:szCs w:val="18"/>
          <w:lang w:val="uk-UA"/>
        </w:rPr>
      </w:pPr>
    </w:p>
    <w:p w:rsidR="0017553E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18"/>
          <w:szCs w:val="18"/>
          <w:lang w:val="uk-UA"/>
        </w:rPr>
      </w:pPr>
    </w:p>
    <w:p w:rsidR="0017553E" w:rsidRPr="00907EA0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18"/>
          <w:szCs w:val="18"/>
          <w:lang w:val="uk-UA"/>
        </w:rPr>
      </w:pPr>
      <w:r w:rsidRPr="00907EA0">
        <w:rPr>
          <w:sz w:val="18"/>
          <w:szCs w:val="18"/>
          <w:lang w:val="uk-UA"/>
        </w:rPr>
        <w:t xml:space="preserve">Додаток 1 </w:t>
      </w:r>
    </w:p>
    <w:p w:rsidR="0017553E" w:rsidRPr="00907EA0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18"/>
          <w:szCs w:val="18"/>
          <w:lang w:val="uk-UA"/>
        </w:rPr>
      </w:pPr>
      <w:r w:rsidRPr="00907EA0">
        <w:rPr>
          <w:sz w:val="18"/>
          <w:szCs w:val="18"/>
          <w:lang w:val="uk-UA"/>
        </w:rPr>
        <w:t xml:space="preserve">ЗАТВЕРДЖЕНО </w:t>
      </w:r>
    </w:p>
    <w:p w:rsidR="0017553E" w:rsidRPr="00907EA0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20"/>
          <w:szCs w:val="20"/>
          <w:lang w:val="uk-UA"/>
        </w:rPr>
      </w:pPr>
      <w:r w:rsidRPr="00907EA0">
        <w:rPr>
          <w:sz w:val="20"/>
          <w:szCs w:val="20"/>
          <w:lang w:val="uk-UA"/>
        </w:rPr>
        <w:t>Рішенням виконкому сільської ради</w:t>
      </w:r>
    </w:p>
    <w:p w:rsidR="0017553E" w:rsidRPr="00907EA0" w:rsidRDefault="0017553E" w:rsidP="006379D6">
      <w:pPr>
        <w:pStyle w:val="NormalWeb"/>
        <w:shd w:val="clear" w:color="auto" w:fill="FFFFFF"/>
        <w:spacing w:before="75" w:beforeAutospacing="0" w:after="75" w:afterAutospacing="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№14   від 16 </w:t>
      </w:r>
      <w:r w:rsidRPr="00907EA0">
        <w:rPr>
          <w:sz w:val="20"/>
          <w:szCs w:val="20"/>
          <w:lang w:val="uk-UA"/>
        </w:rPr>
        <w:t>березня 2021р.</w:t>
      </w:r>
    </w:p>
    <w:p w:rsidR="0017553E" w:rsidRPr="00907EA0" w:rsidRDefault="0017553E" w:rsidP="006379D6">
      <w:pPr>
        <w:pStyle w:val="NormalWeb"/>
        <w:shd w:val="clear" w:color="auto" w:fill="FFFFFF"/>
        <w:spacing w:before="75" w:beforeAutospacing="0" w:after="75" w:afterAutospacing="0"/>
        <w:jc w:val="center"/>
      </w:pPr>
      <w:r w:rsidRPr="00907EA0">
        <w:rPr>
          <w:sz w:val="20"/>
          <w:szCs w:val="20"/>
        </w:rPr>
        <w:br/>
      </w:r>
      <w:r w:rsidRPr="00907EA0">
        <w:t>ПОЛОЖЕННЯ</w:t>
      </w:r>
    </w:p>
    <w:p w:rsidR="0017553E" w:rsidRPr="00907EA0" w:rsidRDefault="0017553E" w:rsidP="006379D6">
      <w:pPr>
        <w:pStyle w:val="NormalWeb"/>
        <w:shd w:val="clear" w:color="auto" w:fill="FFFFFF"/>
        <w:spacing w:before="75" w:beforeAutospacing="0" w:after="75" w:afterAutospacing="0"/>
        <w:jc w:val="center"/>
      </w:pPr>
      <w:r w:rsidRPr="00907EA0">
        <w:t>про сільську комісію з питань техногенно-економічної безпеки</w:t>
      </w:r>
    </w:p>
    <w:p w:rsidR="0017553E" w:rsidRPr="00907EA0" w:rsidRDefault="0017553E" w:rsidP="006379D6">
      <w:pPr>
        <w:pStyle w:val="NormalWeb"/>
        <w:shd w:val="clear" w:color="auto" w:fill="FFFFFF"/>
        <w:spacing w:before="75" w:beforeAutospacing="0" w:after="75" w:afterAutospacing="0"/>
        <w:jc w:val="center"/>
        <w:rPr>
          <w:lang w:val="uk-UA"/>
        </w:rPr>
      </w:pPr>
      <w:r w:rsidRPr="00907EA0">
        <w:rPr>
          <w:lang w:val="uk-UA"/>
        </w:rPr>
        <w:t>і</w:t>
      </w:r>
      <w:r w:rsidRPr="00907EA0">
        <w:t xml:space="preserve"> надзвичайних ситуацій</w:t>
      </w:r>
      <w:r w:rsidRPr="00907EA0">
        <w:rPr>
          <w:lang w:val="uk-UA"/>
        </w:rPr>
        <w:t xml:space="preserve"> Шевченківської сільської ради</w:t>
      </w:r>
    </w:p>
    <w:p w:rsidR="0017553E" w:rsidRPr="00907EA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907EA0">
        <w:t> </w:t>
      </w:r>
    </w:p>
    <w:p w:rsidR="0017553E" w:rsidRPr="003B4DF0" w:rsidRDefault="0017553E" w:rsidP="006379D6">
      <w:pPr>
        <w:numPr>
          <w:ilvl w:val="0"/>
          <w:numId w:val="2"/>
        </w:numPr>
        <w:shd w:val="clear" w:color="auto" w:fill="FFFFFF"/>
        <w:spacing w:before="72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907EA0">
        <w:rPr>
          <w:rFonts w:ascii="Times New Roman" w:eastAsia="Times New Roman" w:hAnsi="Times New Roman"/>
          <w:sz w:val="24"/>
          <w:szCs w:val="24"/>
        </w:rPr>
        <w:t>Сільська комісія з питань техногенно-екологічної безпеки та надзвичайних ситуацій,</w:t>
      </w:r>
      <w:r w:rsidRPr="003B4DF0">
        <w:rPr>
          <w:rFonts w:ascii="Times New Roman" w:eastAsia="Times New Roman" w:hAnsi="Times New Roman"/>
          <w:sz w:val="24"/>
          <w:szCs w:val="24"/>
        </w:rPr>
        <w:t xml:space="preserve"> скорочена назва (комісія з питань ТЕБ і НС) є постійно діючим органом, який координує діяльність підприємств, організацій та установ,  пов’язану з безпекою та захистом населення і території, реагування на надзвичайні ситуації природного і техногенного походження.</w:t>
      </w:r>
    </w:p>
    <w:p w:rsidR="0017553E" w:rsidRPr="003B4DF0" w:rsidRDefault="0017553E" w:rsidP="006379D6">
      <w:pPr>
        <w:numPr>
          <w:ilvl w:val="0"/>
          <w:numId w:val="2"/>
        </w:numPr>
        <w:shd w:val="clear" w:color="auto" w:fill="FFFFFF"/>
        <w:spacing w:before="72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3B4DF0">
        <w:rPr>
          <w:rFonts w:ascii="Times New Roman" w:eastAsia="Times New Roman" w:hAnsi="Times New Roman"/>
          <w:sz w:val="24"/>
          <w:szCs w:val="24"/>
        </w:rPr>
        <w:t xml:space="preserve">Комісія у своїй діяльності керується </w:t>
      </w:r>
      <w:hyperlink r:id="rId6" w:history="1">
        <w:r w:rsidRPr="003B4DF0">
          <w:rPr>
            <w:rStyle w:val="Hyperlink"/>
            <w:rFonts w:ascii="Times New Roman" w:eastAsia="Times New Roman" w:hAnsi="Times New Roman"/>
            <w:sz w:val="24"/>
            <w:szCs w:val="24"/>
            <w:lang w:val="ru-RU"/>
          </w:rPr>
          <w:t>Конституцією</w:t>
        </w:r>
      </w:hyperlink>
      <w:r w:rsidRPr="003B4DF0">
        <w:rPr>
          <w:rFonts w:ascii="Times New Roman" w:eastAsia="Times New Roman" w:hAnsi="Times New Roman"/>
          <w:sz w:val="24"/>
          <w:szCs w:val="24"/>
        </w:rPr>
        <w:t xml:space="preserve"> і законами України, а також указами Президента України і      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і надзвичайних ситуацій, цим Положенням, а також рішеннями регіональної комісії з  питань ТЕБ І НС.</w:t>
      </w:r>
    </w:p>
    <w:p w:rsidR="0017553E" w:rsidRPr="003B4DF0" w:rsidRDefault="0017553E" w:rsidP="006379D6">
      <w:pPr>
        <w:numPr>
          <w:ilvl w:val="0"/>
          <w:numId w:val="2"/>
        </w:numPr>
        <w:shd w:val="clear" w:color="auto" w:fill="FFFFFF"/>
        <w:spacing w:before="72" w:after="120"/>
        <w:ind w:left="480"/>
        <w:jc w:val="both"/>
        <w:rPr>
          <w:rFonts w:ascii="Times New Roman" w:eastAsia="Times New Roman" w:hAnsi="Times New Roman"/>
          <w:sz w:val="24"/>
          <w:szCs w:val="24"/>
        </w:rPr>
      </w:pPr>
      <w:r w:rsidRPr="003B4DF0">
        <w:rPr>
          <w:rFonts w:ascii="Times New Roman" w:eastAsia="Times New Roman" w:hAnsi="Times New Roman"/>
          <w:sz w:val="24"/>
          <w:szCs w:val="24"/>
        </w:rPr>
        <w:t>Основними завданнями комісії на території Шевченківської сільської ради є координація            діяльності підприємств, установ та організацій, пов’язаної із: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  <w:rPr>
          <w:lang w:val="uk-UA"/>
        </w:rPr>
      </w:pPr>
      <w:r w:rsidRPr="003B4DF0">
        <w:rPr>
          <w:lang w:val="uk-UA"/>
        </w:rPr>
        <w:t>- 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забезпеченням реалізації вимог техногенної та пожежної безпеки;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навчанням населення діям у надзвичайній ситуації;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визначенням меж зони надзвичайної ситуації;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організацією робіт із локалізації і ліквідації наслідків надзвичайної ситуації, залучення для цього необхідних сил і засобів;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rPr>
          <w:lang w:val="uk-UA"/>
        </w:rPr>
        <w:t>О</w:t>
      </w:r>
      <w:r w:rsidRPr="003B4DF0">
        <w:t>рганізацією та здійсненням: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заходів щодо життєзабезпечення населення, що постраждало внаслідок виникнення надзвичайної ситуації;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заходів з евакуації (у разі потреби);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</w:t>
      </w:r>
      <w:r w:rsidRPr="003B4DF0">
        <w:rPr>
          <w:lang w:val="uk-UA"/>
        </w:rPr>
        <w:t xml:space="preserve"> </w:t>
      </w:r>
      <w:r w:rsidRPr="003B4DF0"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rPr>
          <w:lang w:val="uk-UA"/>
        </w:rPr>
        <w:t>З</w:t>
      </w:r>
      <w:r w:rsidRPr="003B4DF0">
        <w:t>абезпеченням: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санітарного та епідемічного благополуччя населення;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rPr>
          <w:lang w:val="uk-UA"/>
        </w:rPr>
        <w:t xml:space="preserve">- </w:t>
      </w:r>
      <w:r w:rsidRPr="003B4DF0">
        <w:t>організацією та керівництвом за проведенням робіт з ліквідації наслідків надзвичайних ситуацій місцевого рівня;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rPr>
          <w:lang w:val="uk-UA"/>
        </w:rPr>
        <w:t>З</w:t>
      </w:r>
      <w:r w:rsidRPr="003B4DF0">
        <w:t>дійснення заходів: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щодо соціального захисту населення, що постраждало внаслідок виникнення надзвичайної ситуації;</w:t>
      </w:r>
    </w:p>
    <w:p w:rsidR="0017553E" w:rsidRPr="003B4DF0" w:rsidRDefault="0017553E" w:rsidP="006379D6">
      <w:pPr>
        <w:numPr>
          <w:ilvl w:val="0"/>
          <w:numId w:val="3"/>
        </w:numPr>
        <w:shd w:val="clear" w:color="auto" w:fill="FFFFFF"/>
        <w:spacing w:before="72" w:after="120"/>
        <w:ind w:left="48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B4DF0">
        <w:rPr>
          <w:rFonts w:ascii="Times New Roman" w:eastAsia="Times New Roman" w:hAnsi="Times New Roman"/>
          <w:sz w:val="24"/>
          <w:szCs w:val="24"/>
          <w:lang w:val="ru-RU"/>
        </w:rPr>
        <w:t>Комісія відповідно до покладених на неї завдань: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1) у режимі повсякденної діяльності: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здійснює координацію діяльності  підприємств, організацій та установ незалежно від форм власності щодо до виконання цільових програм, здійснення заходів у сфері цивільного захисту та техногенно-екологічної безпеки;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2) у режимі підвищеної готовності: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-забезпечує координацію заходів щодо запобігання виникненню надзвичайної ситуації місцевого рівня;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готує пропозиції щодо визначення джерел і порядку фінансування заходів реагування на надзвичайну ситуацію;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3) у режимі надзвичайної ситуації: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забезпечує координацію, організацію робіт та взаємодію органів управління, сил та засобів 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організовує роботу з локалізації або ліквідації надзвичайної ситуації регіонального та місцевого рівня;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регіонального та місцевого рівня;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приймає рішення щодо попередньої класифікації надзвичайної ситуації за видом, класифікаційними ознаками та рівнем, забезпечує своєчасне подання до ДСНС зазначених матеріалів;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вивчає обставини, що склалися, та подає органові, який її утворив,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4) у режимі надзвичайного стану: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забезпечує координацію, організацію робіт та взаємодію органів управління та сил територіальної підсистеми єдиної державної системи цивільного захисту з урахуванням особливостей, що визначаються згідно з вимогами Законів України </w:t>
      </w:r>
      <w:hyperlink r:id="rId7" w:history="1">
        <w:r w:rsidRPr="003B4DF0">
          <w:rPr>
            <w:rStyle w:val="Hyperlink"/>
          </w:rPr>
          <w:t>“Про правовий режим воєнного стану”</w:t>
        </w:r>
      </w:hyperlink>
      <w:r w:rsidRPr="003B4DF0">
        <w:t>, </w:t>
      </w:r>
      <w:hyperlink r:id="rId8" w:history="1">
        <w:r w:rsidRPr="003B4DF0">
          <w:rPr>
            <w:rStyle w:val="Hyperlink"/>
          </w:rPr>
          <w:t>“Про правовий режим надзвичайного стану”</w:t>
        </w:r>
      </w:hyperlink>
      <w:r w:rsidRPr="003B4DF0">
        <w:t>, а також інших нормативно-правових актів;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5) проводить моніторинг стану виконання підприємств, організацій та установ незалежно від форм власності покладених на них завдань;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6) здійснює взаємодію з регіональним штабом з питань, пов’язаних із соціальним забезпеченням громадян України, які переміщуються з тимчасово окупованої території та районів проведення антитерористичної операції.</w:t>
      </w:r>
    </w:p>
    <w:p w:rsidR="0017553E" w:rsidRPr="003B4DF0" w:rsidRDefault="0017553E" w:rsidP="006379D6">
      <w:pPr>
        <w:numPr>
          <w:ilvl w:val="0"/>
          <w:numId w:val="4"/>
        </w:numPr>
        <w:shd w:val="clear" w:color="auto" w:fill="FFFFFF"/>
        <w:spacing w:before="72" w:after="120"/>
        <w:ind w:left="48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B4DF0">
        <w:rPr>
          <w:rFonts w:ascii="Times New Roman" w:eastAsia="Times New Roman" w:hAnsi="Times New Roman"/>
          <w:sz w:val="24"/>
          <w:szCs w:val="24"/>
          <w:lang w:val="ru-RU"/>
        </w:rPr>
        <w:t>Комісія має право: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 xml:space="preserve">- заслуховувати інформацію керівників підприємств, установ та організацій незалежно від форми власності, розташованих на території </w:t>
      </w:r>
      <w:r w:rsidRPr="003B4DF0">
        <w:rPr>
          <w:lang w:val="uk-UA"/>
        </w:rPr>
        <w:t>Шевченківської</w:t>
      </w:r>
      <w:r w:rsidRPr="003B4DF0">
        <w:t xml:space="preserve"> сільської  ради, з питань, що належать до їх компетенції, і давати їм відповідні доручення;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 xml:space="preserve">- одержувати від керівників підприємств, установ та організацій незалежно від форми власності, розташованих на території </w:t>
      </w:r>
      <w:r w:rsidRPr="003B4DF0">
        <w:rPr>
          <w:lang w:val="uk-UA"/>
        </w:rPr>
        <w:t>Шевченківської</w:t>
      </w:r>
      <w:r w:rsidRPr="003B4DF0">
        <w:t xml:space="preserve"> сільської ради, матеріали і документи, необхідні для вирішення питань, що належать до її компетенції;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 xml:space="preserve">- залучати до участі у своїй роботі представників підприємств, установ та організацій, розташованих на території </w:t>
      </w:r>
      <w:r w:rsidRPr="003B4DF0">
        <w:rPr>
          <w:lang w:val="uk-UA"/>
        </w:rPr>
        <w:t xml:space="preserve">Шевченківської </w:t>
      </w:r>
      <w:r w:rsidRPr="003B4DF0">
        <w:t>сільської ради (за погодженням з їх керівниками);</w:t>
      </w:r>
    </w:p>
    <w:p w:rsidR="0017553E" w:rsidRPr="003B4DF0" w:rsidRDefault="0017553E" w:rsidP="006379D6">
      <w:pPr>
        <w:numPr>
          <w:ilvl w:val="0"/>
          <w:numId w:val="5"/>
        </w:numPr>
        <w:shd w:val="clear" w:color="auto" w:fill="FFFFFF"/>
        <w:spacing w:before="72" w:after="120"/>
        <w:ind w:left="48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B4DF0">
        <w:rPr>
          <w:rFonts w:ascii="Times New Roman" w:eastAsia="Times New Roman" w:hAnsi="Times New Roman"/>
          <w:sz w:val="24"/>
          <w:szCs w:val="24"/>
          <w:lang w:val="ru-RU"/>
        </w:rPr>
        <w:t xml:space="preserve">Головою комісії є голова </w:t>
      </w:r>
      <w:r w:rsidRPr="003B4DF0">
        <w:rPr>
          <w:rFonts w:ascii="Times New Roman" w:eastAsia="Times New Roman" w:hAnsi="Times New Roman"/>
          <w:sz w:val="24"/>
          <w:szCs w:val="24"/>
        </w:rPr>
        <w:t>Шевченківської</w:t>
      </w:r>
      <w:r w:rsidRPr="003B4DF0">
        <w:rPr>
          <w:rFonts w:ascii="Times New Roman" w:eastAsia="Times New Roman" w:hAnsi="Times New Roman"/>
          <w:sz w:val="24"/>
          <w:szCs w:val="24"/>
          <w:lang w:val="ru-RU"/>
        </w:rPr>
        <w:t xml:space="preserve"> сільської ради.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Роботою комісії керує її голова, а за відсутності голови - за його дорученням перший заступник та за відсутності першого заступника – один із заступник голови.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Засідання комісії веде голова, а у разі його відсутності - перший заступник голови.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 xml:space="preserve">Посадовий склад комісії затверджується органом, який її утворив, на основі пропозицій, підприємств, установ та організацій, розташованих на території </w:t>
      </w:r>
      <w:r w:rsidRPr="003B4DF0">
        <w:rPr>
          <w:lang w:val="uk-UA"/>
        </w:rPr>
        <w:t xml:space="preserve">Шевченківської </w:t>
      </w:r>
      <w:r w:rsidRPr="003B4DF0">
        <w:t xml:space="preserve"> сільської ради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Персональний склад комісії затверджується головою комісії.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Голова комісії організовує її роботу за допомогою секретаріату.</w:t>
      </w:r>
    </w:p>
    <w:p w:rsidR="0017553E" w:rsidRPr="003B4DF0" w:rsidRDefault="0017553E" w:rsidP="006379D6">
      <w:pPr>
        <w:numPr>
          <w:ilvl w:val="0"/>
          <w:numId w:val="6"/>
        </w:numPr>
        <w:shd w:val="clear" w:color="auto" w:fill="FFFFFF"/>
        <w:spacing w:before="72" w:after="120"/>
        <w:ind w:left="48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B4DF0">
        <w:rPr>
          <w:rFonts w:ascii="Times New Roman" w:eastAsia="Times New Roman" w:hAnsi="Times New Roman"/>
          <w:sz w:val="24"/>
          <w:szCs w:val="24"/>
          <w:lang w:val="ru-RU"/>
        </w:rPr>
        <w:t>Голова комісії має право: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приймати в межах повноважень комісії рішення щодо реагування на надзвичайну ситуацію;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- делегувати на період ліквідації наслідків надзвичайної ситуації свої повноваження заступникам голови комісії.</w:t>
      </w:r>
    </w:p>
    <w:p w:rsidR="0017553E" w:rsidRPr="003B4DF0" w:rsidRDefault="0017553E" w:rsidP="006379D6">
      <w:pPr>
        <w:numPr>
          <w:ilvl w:val="0"/>
          <w:numId w:val="7"/>
        </w:numPr>
        <w:shd w:val="clear" w:color="auto" w:fill="FFFFFF"/>
        <w:spacing w:before="72" w:after="120"/>
        <w:ind w:left="48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B4DF0">
        <w:rPr>
          <w:rFonts w:ascii="Times New Roman" w:eastAsia="Times New Roman" w:hAnsi="Times New Roman"/>
          <w:sz w:val="24"/>
          <w:szCs w:val="24"/>
          <w:lang w:val="ru-RU"/>
        </w:rPr>
        <w:t>Комісія проводить засідання на постійній основі.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Рішення комісії приймаються колегіально більш</w:t>
      </w:r>
      <w:r>
        <w:rPr>
          <w:lang w:val="uk-UA"/>
        </w:rPr>
        <w:t>,</w:t>
      </w:r>
      <w:r w:rsidRPr="003B4DF0">
        <w:t xml:space="preserve">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17553E" w:rsidRPr="003B4DF0" w:rsidRDefault="0017553E" w:rsidP="006379D6">
      <w:pPr>
        <w:pStyle w:val="NormalWeb"/>
        <w:shd w:val="clear" w:color="auto" w:fill="FFFFFF"/>
        <w:spacing w:before="75" w:beforeAutospacing="0" w:after="75" w:afterAutospacing="0"/>
        <w:jc w:val="both"/>
      </w:pPr>
      <w:r w:rsidRPr="003B4DF0">
        <w:t>Рішення комісії оформляється протоколом, який підписується головою та відповідальним секретарем комісії.</w:t>
      </w:r>
    </w:p>
    <w:p w:rsidR="0017553E" w:rsidRPr="003B4DF0" w:rsidRDefault="0017553E" w:rsidP="006379D6">
      <w:pPr>
        <w:shd w:val="clear" w:color="auto" w:fill="FFFFFF"/>
        <w:spacing w:before="72" w:after="1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9. </w:t>
      </w:r>
      <w:r w:rsidRPr="003B4DF0">
        <w:rPr>
          <w:rFonts w:ascii="Times New Roman" w:eastAsia="Times New Roman" w:hAnsi="Times New Roman"/>
          <w:sz w:val="24"/>
          <w:szCs w:val="24"/>
          <w:lang w:val="ru-RU"/>
        </w:rPr>
        <w:t xml:space="preserve">Рішення комісії, прийняті у межах її повноважень, є обов’язковими для виконання підприємствами, установами та організаціями, незалежно від форм власності, розташованими на території </w:t>
      </w:r>
      <w:r w:rsidRPr="003B4DF0">
        <w:rPr>
          <w:rFonts w:ascii="Times New Roman" w:eastAsia="Times New Roman" w:hAnsi="Times New Roman"/>
          <w:sz w:val="24"/>
          <w:szCs w:val="24"/>
        </w:rPr>
        <w:t>Ш</w:t>
      </w:r>
      <w:r w:rsidRPr="003B4DF0">
        <w:rPr>
          <w:rFonts w:ascii="Times New Roman" w:eastAsia="Times New Roman" w:hAnsi="Times New Roman"/>
          <w:sz w:val="24"/>
          <w:szCs w:val="24"/>
          <w:lang w:val="ru-RU"/>
        </w:rPr>
        <w:t>евченківської</w:t>
      </w:r>
      <w:r w:rsidRPr="003B4DF0">
        <w:rPr>
          <w:rFonts w:ascii="Times New Roman" w:eastAsia="Times New Roman" w:hAnsi="Times New Roman"/>
          <w:sz w:val="24"/>
          <w:szCs w:val="24"/>
        </w:rPr>
        <w:t xml:space="preserve"> </w:t>
      </w:r>
      <w:r w:rsidRPr="003B4DF0">
        <w:rPr>
          <w:rFonts w:ascii="Times New Roman" w:eastAsia="Times New Roman" w:hAnsi="Times New Roman"/>
          <w:sz w:val="24"/>
          <w:szCs w:val="24"/>
          <w:lang w:val="ru-RU"/>
        </w:rPr>
        <w:t xml:space="preserve"> сільської ради.</w:t>
      </w:r>
    </w:p>
    <w:p w:rsidR="0017553E" w:rsidRPr="003B4DF0" w:rsidRDefault="0017553E" w:rsidP="006379D6">
      <w:pPr>
        <w:shd w:val="clear" w:color="auto" w:fill="FFFFFF"/>
        <w:spacing w:before="72" w:after="120"/>
        <w:ind w:left="1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B4DF0">
        <w:rPr>
          <w:rFonts w:ascii="Times New Roman" w:eastAsia="Times New Roman" w:hAnsi="Times New Roman"/>
          <w:sz w:val="24"/>
          <w:szCs w:val="24"/>
        </w:rPr>
        <w:t xml:space="preserve"> 10</w:t>
      </w:r>
      <w:r w:rsidRPr="003B4DF0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Pr="003B4DF0">
        <w:rPr>
          <w:rFonts w:ascii="Times New Roman" w:eastAsia="Times New Roman" w:hAnsi="Times New Roman"/>
          <w:sz w:val="24"/>
          <w:szCs w:val="24"/>
        </w:rPr>
        <w:t xml:space="preserve"> </w:t>
      </w:r>
      <w:r w:rsidRPr="003B4DF0">
        <w:rPr>
          <w:rFonts w:ascii="Times New Roman" w:eastAsia="Times New Roman" w:hAnsi="Times New Roman"/>
          <w:sz w:val="24"/>
          <w:szCs w:val="24"/>
          <w:lang w:val="ru-RU"/>
        </w:rPr>
        <w:t>За членами комісії на час виконання завдань зберігається заробітна плата за основним місцем роботи.</w:t>
      </w:r>
    </w:p>
    <w:p w:rsidR="0017553E" w:rsidRPr="003B4DF0" w:rsidRDefault="0017553E" w:rsidP="006379D6">
      <w:pPr>
        <w:shd w:val="clear" w:color="auto" w:fill="FFFFFF"/>
        <w:spacing w:before="72" w:after="1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3B4DF0" w:rsidRDefault="0017553E" w:rsidP="006379D6">
      <w:pPr>
        <w:shd w:val="clear" w:color="auto" w:fill="FFFFFF"/>
        <w:spacing w:before="72" w:after="120"/>
        <w:ind w:left="1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3B4DF0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3B4DF0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  <w:r w:rsidRPr="003B4DF0">
        <w:rPr>
          <w:rFonts w:ascii="Times New Roman" w:eastAsia="Times New Roman" w:hAnsi="Times New Roman"/>
          <w:sz w:val="24"/>
          <w:szCs w:val="24"/>
        </w:rPr>
        <w:t>Спеціаліст</w:t>
      </w:r>
      <w:r>
        <w:rPr>
          <w:rFonts w:ascii="Times New Roman" w:eastAsia="Times New Roman" w:hAnsi="Times New Roman"/>
          <w:sz w:val="24"/>
          <w:szCs w:val="24"/>
        </w:rPr>
        <w:t xml:space="preserve"> І категорії </w:t>
      </w:r>
      <w:r w:rsidRPr="003B4DF0">
        <w:rPr>
          <w:rFonts w:ascii="Times New Roman" w:eastAsia="Times New Roman" w:hAnsi="Times New Roman"/>
          <w:sz w:val="24"/>
          <w:szCs w:val="24"/>
        </w:rPr>
        <w:t xml:space="preserve"> з питань цивільного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Pr="003B4DF0">
        <w:rPr>
          <w:rFonts w:ascii="Times New Roman" w:eastAsia="Times New Roman" w:hAnsi="Times New Roman"/>
          <w:sz w:val="24"/>
          <w:szCs w:val="24"/>
        </w:rPr>
        <w:t xml:space="preserve"> захисту, техногенної та пожежної безпеки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</w:t>
      </w:r>
      <w:r w:rsidRPr="003B4DF0">
        <w:rPr>
          <w:rFonts w:ascii="Times New Roman" w:eastAsia="Times New Roman" w:hAnsi="Times New Roman"/>
          <w:sz w:val="24"/>
          <w:szCs w:val="24"/>
        </w:rPr>
        <w:t xml:space="preserve"> А.І.Погорєлова</w:t>
      </w: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3B4DF0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tabs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ru-RU"/>
        </w:rPr>
        <w:pict>
          <v:shape id="_x0000_s1030" type="#_x0000_t75" style="position:absolute;margin-left:225pt;margin-top:-18pt;width:27pt;height:39.75pt;z-index:251662336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E640BC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ШЕВЧЕНКІВСЬКА    СІЛЬСЬКА  РАДА</w:t>
      </w:r>
    </w:p>
    <w:p w:rsidR="0017553E" w:rsidRDefault="0017553E" w:rsidP="00E640BC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ВІТОВСЬКИЙ  РАЙОН     МИКОЛАЇВСЬКА  ОБЛАСТЬ</w:t>
      </w:r>
    </w:p>
    <w:p w:rsidR="0017553E" w:rsidRDefault="0017553E" w:rsidP="00E640BC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__________________________________________________________________</w:t>
      </w:r>
    </w:p>
    <w:p w:rsidR="0017553E" w:rsidRDefault="0017553E" w:rsidP="00E640BC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553E" w:rsidRDefault="0017553E" w:rsidP="00E640BC">
      <w:pPr>
        <w:tabs>
          <w:tab w:val="left" w:pos="-1080"/>
          <w:tab w:val="left" w:pos="0"/>
        </w:tabs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Р І  Ш Е Н Н Я  </w:t>
      </w:r>
    </w:p>
    <w:p w:rsidR="0017553E" w:rsidRDefault="0017553E" w:rsidP="00E640BC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виконавчого  комітету</w:t>
      </w:r>
    </w:p>
    <w:p w:rsidR="0017553E" w:rsidRDefault="0017553E" w:rsidP="00E640BC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E640BC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від  16 березня  2021 року                                № 15            с. Шевченкове             </w:t>
      </w:r>
    </w:p>
    <w:p w:rsidR="0017553E" w:rsidRDefault="0017553E" w:rsidP="00E640BC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    затвердження   Плану    основних                                                                                                      заходів цивільного захисту підприємств, </w:t>
      </w:r>
    </w:p>
    <w:p w:rsidR="0017553E" w:rsidRDefault="0017553E" w:rsidP="00E640BC">
      <w:pPr>
        <w:tabs>
          <w:tab w:val="left" w:pos="-1080"/>
          <w:tab w:val="left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установ та організацій  агропромислового</w:t>
      </w:r>
    </w:p>
    <w:p w:rsidR="0017553E" w:rsidRDefault="0017553E" w:rsidP="00E640BC">
      <w:pPr>
        <w:tabs>
          <w:tab w:val="left" w:pos="-1080"/>
          <w:tab w:val="left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комплексу  на  території  Шевченківської </w:t>
      </w:r>
    </w:p>
    <w:p w:rsidR="0017553E" w:rsidRDefault="0017553E" w:rsidP="00E640BC">
      <w:pPr>
        <w:tabs>
          <w:tab w:val="left" w:pos="-1080"/>
          <w:tab w:val="left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сільської ради на 2021рік</w:t>
      </w:r>
    </w:p>
    <w:p w:rsidR="0017553E" w:rsidRDefault="0017553E" w:rsidP="00E640BC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Відповідно  Закону України «Про місцеве самоврядування в Україні»,  відповідно до статей 2, 27 Закону України «Про місцеві державні адміністрації», згідно Наказу Департаменту агропромислового розвитку Миколаївської обласної державної адміністрації  № 6 від 01.02.2021 р. «Про основні завдання цивільного захисту агропромислового комплексу на 2021 рік»,  виконком  сільської ради</w:t>
      </w:r>
    </w:p>
    <w:p w:rsidR="0017553E" w:rsidRDefault="0017553E" w:rsidP="00E640BC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 И  Р  І  Ш  И  В :</w:t>
      </w:r>
    </w:p>
    <w:p w:rsidR="0017553E" w:rsidRDefault="0017553E" w:rsidP="00E640BC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numPr>
          <w:ilvl w:val="0"/>
          <w:numId w:val="8"/>
        </w:numPr>
        <w:tabs>
          <w:tab w:val="left" w:pos="-1080"/>
          <w:tab w:val="left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Затвердити  Плану основних заходів цивільного захисту підприємств, установ та організацій  агропромислового комплексу на території Шевченківської сільської ради на 2021рік.</w:t>
      </w:r>
    </w:p>
    <w:p w:rsidR="0017553E" w:rsidRDefault="0017553E" w:rsidP="00E640BC">
      <w:pPr>
        <w:tabs>
          <w:tab w:val="left" w:pos="-1080"/>
          <w:tab w:val="left" w:pos="0"/>
        </w:tabs>
        <w:ind w:left="6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numPr>
          <w:ilvl w:val="0"/>
          <w:numId w:val="8"/>
        </w:numPr>
        <w:tabs>
          <w:tab w:val="left" w:pos="-1080"/>
          <w:tab w:val="left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Звіти про виконання плану основних заходів надавати управлінню з питань цивільного захисту облдержадміністрації щомісяця до 05 числа наступного місяця, за 2021 рік – до 20 січня 2022 року.</w:t>
      </w:r>
    </w:p>
    <w:p w:rsidR="0017553E" w:rsidRDefault="0017553E" w:rsidP="00E640BC">
      <w:pPr>
        <w:tabs>
          <w:tab w:val="left" w:pos="-1080"/>
          <w:tab w:val="left" w:pos="0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tabs>
          <w:tab w:val="left" w:pos="-1080"/>
          <w:tab w:val="left" w:pos="0"/>
        </w:tabs>
        <w:ind w:left="6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numPr>
          <w:ilvl w:val="0"/>
          <w:numId w:val="8"/>
        </w:numPr>
        <w:tabs>
          <w:tab w:val="left" w:pos="-1080"/>
          <w:tab w:val="left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Довести план основних заходів цивільного захисту агропромислової галузі на 2021 рік до підприємств, установ, організацій, розташованих на території Шевченківської сільської ради.</w:t>
      </w:r>
    </w:p>
    <w:p w:rsidR="0017553E" w:rsidRDefault="0017553E" w:rsidP="00E640BC">
      <w:pPr>
        <w:tabs>
          <w:tab w:val="left" w:pos="-1080"/>
          <w:tab w:val="left" w:pos="0"/>
        </w:tabs>
        <w:ind w:left="6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numPr>
          <w:ilvl w:val="0"/>
          <w:numId w:val="8"/>
        </w:numPr>
        <w:tabs>
          <w:tab w:val="left" w:pos="-1080"/>
          <w:tab w:val="left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Взяти до відома, що забезпечення цивільного захисту населення і територій від надзвичайних ситуацій техногенного і природного характеру є одним із пріоритетних завдань органів виконавчої влади, органів місцевого самоврядування, курівників підприємств, установ та організацій агропромислового комплексу, незалежно від форм власності і підпорядкування.</w:t>
      </w:r>
    </w:p>
    <w:p w:rsidR="0017553E" w:rsidRDefault="0017553E" w:rsidP="00E640BC">
      <w:pPr>
        <w:tabs>
          <w:tab w:val="left" w:pos="-1080"/>
          <w:tab w:val="left" w:pos="0"/>
        </w:tabs>
        <w:ind w:left="6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numPr>
          <w:ilvl w:val="0"/>
          <w:numId w:val="8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Контроль за виконанням цього рішення залишаю за собою.                 </w:t>
      </w:r>
    </w:p>
    <w:p w:rsidR="0017553E" w:rsidRDefault="0017553E" w:rsidP="00E640BC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E640B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Сілььский голова                                                        О.В.Пилипенко  </w:t>
      </w:r>
    </w:p>
    <w:p w:rsidR="0017553E" w:rsidRDefault="0017553E" w:rsidP="00E640BC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pStyle w:val="NormalWeb"/>
        <w:shd w:val="clear" w:color="auto" w:fill="FFFFFF"/>
        <w:spacing w:before="0" w:beforeAutospacing="0" w:after="0"/>
        <w:rPr>
          <w:bCs/>
          <w:color w:val="333333"/>
        </w:rPr>
      </w:pPr>
    </w:p>
    <w:p w:rsidR="0017553E" w:rsidRPr="004A27F0" w:rsidRDefault="0017553E" w:rsidP="00F40947">
      <w:pPr>
        <w:jc w:val="right"/>
        <w:rPr>
          <w:rFonts w:ascii="Times New Roman" w:eastAsia="Times New Roman" w:hAnsi="Times New Roman"/>
          <w:bCs/>
          <w:color w:val="333333"/>
          <w:sz w:val="24"/>
          <w:szCs w:val="24"/>
          <w:lang w:val="ru-RU"/>
        </w:rPr>
      </w:pPr>
      <w:r w:rsidRPr="004A27F0">
        <w:rPr>
          <w:rFonts w:ascii="Times New Roman" w:eastAsia="Times New Roman" w:hAnsi="Times New Roman"/>
          <w:bCs/>
          <w:color w:val="333333"/>
          <w:sz w:val="24"/>
          <w:szCs w:val="24"/>
          <w:lang w:val="ru-RU"/>
        </w:rPr>
        <w:t xml:space="preserve">Додаток 1 </w:t>
      </w:r>
    </w:p>
    <w:p w:rsidR="0017553E" w:rsidRPr="004A27F0" w:rsidRDefault="0017553E" w:rsidP="00F40947">
      <w:pPr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4A27F0">
        <w:rPr>
          <w:rFonts w:ascii="Times New Roman" w:eastAsia="Times New Roman" w:hAnsi="Times New Roman"/>
          <w:sz w:val="24"/>
          <w:szCs w:val="24"/>
          <w:lang w:val="ru-RU"/>
        </w:rPr>
        <w:t>ЗАТВЕРДЖЕНО</w:t>
      </w:r>
    </w:p>
    <w:p w:rsidR="0017553E" w:rsidRPr="004A27F0" w:rsidRDefault="0017553E" w:rsidP="00F40947">
      <w:pPr>
        <w:ind w:left="10915" w:right="-124"/>
        <w:rPr>
          <w:rFonts w:ascii="Times New Roman" w:eastAsia="Times New Roman" w:hAnsi="Times New Roman"/>
          <w:b/>
          <w:sz w:val="18"/>
          <w:szCs w:val="18"/>
          <w:lang w:val="ru-RU"/>
        </w:rPr>
      </w:pPr>
      <w:r w:rsidRPr="004A27F0">
        <w:rPr>
          <w:rFonts w:ascii="Times New Roman" w:eastAsia="Times New Roman" w:hAnsi="Times New Roman"/>
          <w:sz w:val="18"/>
          <w:szCs w:val="18"/>
          <w:lang w:val="ru-RU"/>
        </w:rPr>
        <w:t>Рішенням виконкому сільської ради</w:t>
      </w:r>
      <w:r>
        <w:rPr>
          <w:rFonts w:ascii="Times New Roman" w:eastAsia="Times New Roman" w:hAnsi="Times New Roman"/>
          <w:sz w:val="18"/>
          <w:szCs w:val="18"/>
          <w:lang w:val="ru-RU"/>
        </w:rPr>
        <w:t xml:space="preserve">                                                               </w:t>
      </w:r>
      <w:r w:rsidRPr="004A27F0">
        <w:rPr>
          <w:rFonts w:ascii="Times New Roman" w:eastAsia="Times New Roman" w:hAnsi="Times New Roman"/>
          <w:sz w:val="18"/>
          <w:szCs w:val="18"/>
          <w:lang w:val="ru-RU"/>
        </w:rPr>
        <w:t xml:space="preserve"> № 15 від 16 березня2021 року</w:t>
      </w:r>
    </w:p>
    <w:p w:rsidR="0017553E" w:rsidRPr="004A27F0" w:rsidRDefault="0017553E" w:rsidP="00F40947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17553E" w:rsidRPr="004A27F0" w:rsidRDefault="0017553E" w:rsidP="00F40947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A27F0">
        <w:rPr>
          <w:rFonts w:ascii="Times New Roman" w:hAnsi="Times New Roman"/>
          <w:b/>
          <w:sz w:val="24"/>
          <w:szCs w:val="24"/>
        </w:rPr>
        <w:t>ПЛАН</w:t>
      </w:r>
    </w:p>
    <w:p w:rsidR="0017553E" w:rsidRPr="004A27F0" w:rsidRDefault="0017553E" w:rsidP="00F40947">
      <w:pPr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4A27F0">
        <w:rPr>
          <w:rFonts w:ascii="Times New Roman" w:eastAsia="Times New Roman" w:hAnsi="Times New Roman"/>
          <w:sz w:val="24"/>
          <w:szCs w:val="24"/>
          <w:lang w:val="ru-RU"/>
        </w:rPr>
        <w:t>основних заходів цивільного захисту підприємств,</w:t>
      </w:r>
    </w:p>
    <w:p w:rsidR="0017553E" w:rsidRPr="004A27F0" w:rsidRDefault="0017553E" w:rsidP="00F40947">
      <w:pPr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4A27F0">
        <w:rPr>
          <w:rFonts w:ascii="Times New Roman" w:eastAsia="Times New Roman" w:hAnsi="Times New Roman"/>
          <w:sz w:val="24"/>
          <w:szCs w:val="24"/>
          <w:lang w:val="ru-RU"/>
        </w:rPr>
        <w:t>установ та організацій агропромислового комплексу на території Шевченківської сільської ради на 2021 рік</w:t>
      </w:r>
    </w:p>
    <w:p w:rsidR="0017553E" w:rsidRPr="008D1A7C" w:rsidRDefault="0017553E" w:rsidP="00F40947">
      <w:pPr>
        <w:rPr>
          <w:rFonts w:ascii="Times New Roman" w:hAnsi="Times New Roman"/>
          <w:sz w:val="24"/>
          <w:szCs w:val="24"/>
        </w:rPr>
      </w:pPr>
    </w:p>
    <w:tbl>
      <w:tblPr>
        <w:tblW w:w="14763" w:type="dxa"/>
        <w:tblInd w:w="245" w:type="dxa"/>
        <w:tblBorders>
          <w:top w:val="double" w:sz="4" w:space="0" w:color="0000FF"/>
          <w:left w:val="double" w:sz="4" w:space="0" w:color="0000FF"/>
          <w:bottom w:val="single" w:sz="4" w:space="0" w:color="0000FF"/>
          <w:right w:val="double" w:sz="4" w:space="0" w:color="0000FF"/>
          <w:insideH w:val="single" w:sz="4" w:space="0" w:color="auto"/>
          <w:insideV w:val="single" w:sz="4" w:space="0" w:color="0000FF"/>
        </w:tblBorders>
        <w:tblLayout w:type="fixed"/>
        <w:tblLook w:val="0000"/>
      </w:tblPr>
      <w:tblGrid>
        <w:gridCol w:w="572"/>
        <w:gridCol w:w="6979"/>
        <w:gridCol w:w="5412"/>
        <w:gridCol w:w="1800"/>
      </w:tblGrid>
      <w:tr w:rsidR="0017553E" w:rsidRPr="002E6CB4" w:rsidTr="00454278">
        <w:trPr>
          <w:tblHeader/>
        </w:trPr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sz w:val="24"/>
                <w:szCs w:val="24"/>
                <w:lang w:val="ru-RU"/>
              </w:rPr>
              <w:t>з/</w:t>
            </w:r>
            <w:r w:rsidRPr="002E6CB4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sz w:val="24"/>
                <w:szCs w:val="24"/>
              </w:rPr>
              <w:t>Найменування заходів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sz w:val="24"/>
                <w:szCs w:val="24"/>
              </w:rPr>
              <w:t>Терміни виконання</w:t>
            </w:r>
          </w:p>
        </w:tc>
      </w:tr>
      <w:tr w:rsidR="0017553E" w:rsidRPr="002E6CB4" w:rsidTr="00454278">
        <w:trPr>
          <w:tblHeader/>
        </w:trPr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7553E" w:rsidRPr="002E6CB4" w:rsidTr="00454278">
        <w:trPr>
          <w:trHeight w:val="279"/>
        </w:trPr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pStyle w:val="LO-Normal"/>
              <w:jc w:val="center"/>
              <w:rPr>
                <w:sz w:val="24"/>
                <w:szCs w:val="24"/>
                <w:lang w:val="uk-UA"/>
              </w:rPr>
            </w:pPr>
            <w:r w:rsidRPr="002E6CB4">
              <w:rPr>
                <w:b/>
                <w:sz w:val="24"/>
                <w:szCs w:val="24"/>
                <w:lang w:val="uk-UA"/>
              </w:rPr>
              <w:t>Заходи з удосконалення територіальної підсистеми єдиної державної системи цивільного захисту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0" w:lineRule="auto"/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6C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Організація заходів цивільного захисту в громад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і</w:t>
            </w:r>
            <w:r w:rsidRPr="002E6CB4"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  <w:t>: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1) утворення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місцевої</w:t>
            </w:r>
            <w:r w:rsidRPr="002E6CB4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спеціа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лізованої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служб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цивільного захисту із захисту сільськогосподарських тварин і рослин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Департамент агропромислового розвитку ОДА, сільська рада</w:t>
            </w:r>
          </w:p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Керівники підприємств,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фермерських господарств, ФОП  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агропромислового комплексу </w:t>
            </w:r>
          </w:p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(за узгодженням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ІІ квартал</w:t>
            </w: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 розроблення (коригування):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Департамент агропромислового розвитку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сільська рада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Керівники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регіональної та місцевої</w:t>
            </w:r>
            <w:r w:rsidRPr="002E6CB4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спеціалізованої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служб цивільного захисту із захисту сільськогосподарських тварин і рослин                                 (за узгодженням).</w:t>
            </w:r>
          </w:p>
          <w:p w:rsidR="0017553E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Керівники підприємств, установ та організацій агропромислового комплексу </w:t>
            </w:r>
          </w:p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(за узгодженням).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pStyle w:val="a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sz w:val="24"/>
                <w:szCs w:val="24"/>
              </w:rPr>
              <w:t xml:space="preserve">планів реагування на надзвичайні ситуації </w:t>
            </w:r>
            <w:r>
              <w:rPr>
                <w:rFonts w:ascii="Times New Roman" w:hAnsi="Times New Roman"/>
                <w:sz w:val="24"/>
                <w:szCs w:val="24"/>
              </w:rPr>
              <w:t>місцевої спеціалізованої</w:t>
            </w:r>
            <w:r w:rsidRPr="002E6CB4">
              <w:rPr>
                <w:rFonts w:ascii="Times New Roman" w:hAnsi="Times New Roman"/>
                <w:sz w:val="24"/>
                <w:szCs w:val="24"/>
              </w:rPr>
              <w:t xml:space="preserve"> служб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E6CB4">
              <w:rPr>
                <w:rFonts w:ascii="Times New Roman" w:hAnsi="Times New Roman"/>
                <w:sz w:val="24"/>
                <w:szCs w:val="24"/>
              </w:rPr>
              <w:t xml:space="preserve"> цивільного захисту із захисту сільськогосподарських тварин і рослин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ІІІ квартал</w:t>
            </w: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pStyle w:val="a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sz w:val="24"/>
                <w:szCs w:val="24"/>
              </w:rPr>
              <w:t xml:space="preserve">планів реагування на надзвичайні ситуації </w:t>
            </w:r>
            <w:r>
              <w:rPr>
                <w:rFonts w:ascii="Times New Roman" w:hAnsi="Times New Roman"/>
                <w:sz w:val="24"/>
                <w:szCs w:val="24"/>
              </w:rPr>
              <w:t>місцевої</w:t>
            </w:r>
            <w:r w:rsidRPr="002E6CB4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пеціалізованої</w:t>
            </w:r>
            <w:r w:rsidRPr="002E6CB4">
              <w:rPr>
                <w:rFonts w:ascii="Times New Roman" w:hAnsi="Times New Roman"/>
                <w:sz w:val="24"/>
                <w:szCs w:val="24"/>
              </w:rPr>
              <w:t xml:space="preserve"> служб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E6CB4">
              <w:rPr>
                <w:rFonts w:ascii="Times New Roman" w:hAnsi="Times New Roman"/>
                <w:sz w:val="24"/>
                <w:szCs w:val="24"/>
              </w:rPr>
              <w:t xml:space="preserve"> цивільного захисту із захисту сільськогосподарських тварин і рослин на особливий періо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ІІІ квартал</w:t>
            </w: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pStyle w:val="LO-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2E6CB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pStyle w:val="western"/>
              <w:spacing w:before="0" w:beforeAutospacing="0"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2E6CB4">
              <w:rPr>
                <w:rFonts w:ascii="Times New Roman" w:hAnsi="Times New Roman"/>
                <w:color w:val="auto"/>
                <w:sz w:val="24"/>
                <w:szCs w:val="24"/>
              </w:rPr>
              <w:t>Прийняття участі у здійсненні комплексу заходів із запобігання виникненню: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pStyle w:val="LO-Normal"/>
              <w:jc w:val="center"/>
              <w:rPr>
                <w:sz w:val="24"/>
                <w:szCs w:val="24"/>
                <w:lang w:val="uk-UA"/>
              </w:rPr>
            </w:pPr>
          </w:p>
          <w:p w:rsidR="0017553E" w:rsidRPr="002E6CB4" w:rsidRDefault="0017553E" w:rsidP="00454278">
            <w:pPr>
              <w:pStyle w:val="LO-Normal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pStyle w:val="NormalWeb"/>
              <w:spacing w:before="0" w:beforeAutospacing="0" w:after="0"/>
              <w:jc w:val="both"/>
            </w:pPr>
            <w:r w:rsidRPr="002E6CB4">
              <w:t xml:space="preserve">1) пожеж у </w:t>
            </w:r>
            <w:r>
              <w:t>лісосмугах</w:t>
            </w:r>
            <w:r w:rsidRPr="002E6CB4">
              <w:t xml:space="preserve"> та сільськогосподарських угіддях протягом пожежо</w:t>
            </w:r>
            <w:r>
              <w:t xml:space="preserve"> </w:t>
            </w:r>
            <w:r w:rsidRPr="002E6CB4">
              <w:t>небезпечного періоду;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Департамент агропромислового розвитку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сільська рада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17553E" w:rsidRPr="002E6CB4" w:rsidRDefault="0017553E" w:rsidP="00454278">
            <w:pPr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Керівники підприємств, установ та організацій агропромислового комплексу (за узгодженням)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лютий-травень</w:t>
            </w: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2) надзвичайних ситуацій під час проходження осінньо-зимового періоду: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Департамент агропромислового розвитку облдержадміністрації, райдержадміністрації, територільні громади.</w:t>
            </w:r>
          </w:p>
          <w:p w:rsidR="0017553E" w:rsidRPr="002E6CB4" w:rsidRDefault="0017553E" w:rsidP="00454278">
            <w:pPr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Керівники підприємств, установ та організацій агропромислового комплексу (за узгодженням)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протягом осінньо-зимового періоду:</w:t>
            </w: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right="-52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Заходи з підготовки та визначення стану готовності до виконання завдань за призначенням органів управління, сил та засобів </w:t>
            </w:r>
            <w:r w:rsidRPr="002E6CB4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  <w:lang w:val="ru-RU"/>
              </w:rPr>
              <w:t>територіальної підсистеми єдиної державної системи цивільного захисту Миколаївської області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6C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Прийняття участі у проведенні: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napToGrid w:val="0"/>
              <w:spacing w:line="230" w:lineRule="auto"/>
              <w:ind w:left="-66" w:right="-52" w:hanging="1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0" w:lineRule="auto"/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 командно-штабного навчання з органами управління та силами цивільного захисту територіальної підсистеми єдиної державної підсистеми цивільного захисту Миколаївської області та її ланок з ліквідації надзвичайних ситуацій техногенного та природного характеру (під керівництвом голови облдержадміністрації) у:</w:t>
            </w:r>
          </w:p>
          <w:p w:rsidR="0017553E" w:rsidRPr="002E6CB4" w:rsidRDefault="0017553E" w:rsidP="00454278">
            <w:pPr>
              <w:spacing w:line="230" w:lineRule="auto"/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Баштанській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сільській територіальній громаді; (під керівництвом голови облдержадміністрації);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Департамент агропромислового розвитку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сільська рада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17553E" w:rsidRPr="002E6CB4" w:rsidRDefault="0017553E" w:rsidP="00454278">
            <w:pPr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Керівники підприємств, установ та організацій агропромислового комплексу (за узгодженням)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0" w:lineRule="auto"/>
              <w:ind w:left="-66" w:right="-52" w:firstLine="6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жовтень</w:t>
            </w:r>
          </w:p>
          <w:p w:rsidR="0017553E" w:rsidRPr="002E6CB4" w:rsidRDefault="0017553E" w:rsidP="00454278">
            <w:pPr>
              <w:spacing w:line="230" w:lineRule="auto"/>
              <w:ind w:left="-66" w:right="-52" w:firstLine="6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0" w:lineRule="auto"/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 штабного тренування з органами управління цивільного захисту територіальної підсистеми єдиної державної системи цивільного захисту Миколаївської області щодо переведення територіальної підсистеми єдиної державної системи цивільного захисту з режиму функціонування в мирний час на режим функціонування в особливий період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Департамент агропромислового розвитку облдержадміністрації, райдержадміністрації,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сільська рада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17553E" w:rsidRPr="002E6CB4" w:rsidRDefault="0017553E" w:rsidP="00454278">
            <w:pPr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Керівники підприємств, установ та організацій агропромислового комплексу (за узгодженням)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0" w:lineRule="auto"/>
              <w:ind w:right="-52" w:firstLine="6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до 15 грудня  </w:t>
            </w: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0" w:lineRule="auto"/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) спеціальних об’єктових навчань (тренувань), штабних об’єктових та тактичних навчань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Департамент агропромислового розвитку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сільська рада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17553E" w:rsidRPr="002E6CB4" w:rsidRDefault="0017553E" w:rsidP="00454278">
            <w:pPr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Керівники підприємств, установ та організацій агропромислового комплексу (за узгодженням)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0" w:lineRule="auto"/>
              <w:ind w:right="-5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протягом          2021 року             (за окремим планом)</w:t>
            </w:r>
          </w:p>
        </w:tc>
      </w:tr>
      <w:tr w:rsidR="0017553E" w:rsidRPr="002E6CB4" w:rsidTr="00454278">
        <w:trPr>
          <w:trHeight w:val="214"/>
        </w:trPr>
        <w:tc>
          <w:tcPr>
            <w:tcW w:w="1476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pStyle w:val="a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CB4">
              <w:rPr>
                <w:rFonts w:ascii="Times New Roman" w:hAnsi="Times New Roman"/>
                <w:b/>
                <w:sz w:val="24"/>
                <w:szCs w:val="24"/>
              </w:rPr>
              <w:t>Заходи щодо державного нагляду та контролю у сфері цивільного захисту</w:t>
            </w: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pStyle w:val="Header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2E6CB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right="-52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Підготовка до перевірки та перевірка виконання завдань за призначенням у складних умовах осінньо-зимового періоду      2021 – 2022 років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Департамент агропромислового розвитку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сільська рада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17553E" w:rsidRPr="002E6CB4" w:rsidRDefault="0017553E" w:rsidP="00454278">
            <w:pPr>
              <w:snapToGrid w:val="0"/>
              <w:ind w:right="-52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Керівники підприємств, установ та організацій агропромислового комплексу (за узгодженням).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жовтень-листопад</w:t>
            </w:r>
          </w:p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2021 року </w:t>
            </w:r>
          </w:p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(за окремим планом)</w:t>
            </w: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pStyle w:val="Header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2E6CB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right="-52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Підготовка до проведення перевірки та участь у перевірках стану протипожежного захисту та техногенної безпеки: сільськогосподарських підприємств та господарств у місцях збирання, перероблення і зберігання врожаю, заготівлі кормів, хлібоприймальних підприємств та їх готовності до прийняття</w:t>
            </w:r>
          </w:p>
          <w:p w:rsidR="0017553E" w:rsidRPr="002E6CB4" w:rsidRDefault="0017553E" w:rsidP="00454278">
            <w:pPr>
              <w:spacing w:line="237" w:lineRule="auto"/>
              <w:ind w:right="-52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і зберігання зернових культур урожаю 2021 року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Департамент агропромислового розвитку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сільська рада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17553E" w:rsidRPr="002E6CB4" w:rsidRDefault="0017553E" w:rsidP="00454278">
            <w:pPr>
              <w:snapToGrid w:val="0"/>
              <w:ind w:right="-52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Керівники підприємств, установ та організацій агропромислового комплексу (за узгодженням).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травень -</w:t>
            </w:r>
          </w:p>
          <w:p w:rsidR="0017553E" w:rsidRPr="002E6CB4" w:rsidRDefault="0017553E" w:rsidP="00454278">
            <w:pPr>
              <w:spacing w:line="237" w:lineRule="auto"/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серпень</w:t>
            </w:r>
          </w:p>
          <w:p w:rsidR="0017553E" w:rsidRPr="002E6CB4" w:rsidRDefault="0017553E" w:rsidP="00454278">
            <w:pPr>
              <w:spacing w:line="237" w:lineRule="auto"/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2021 року</w:t>
            </w:r>
          </w:p>
        </w:tc>
      </w:tr>
      <w:tr w:rsidR="0017553E" w:rsidRPr="002E6CB4" w:rsidTr="00454278">
        <w:tc>
          <w:tcPr>
            <w:tcW w:w="1476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before="80" w:after="80" w:line="237" w:lineRule="auto"/>
              <w:ind w:left="279" w:right="-5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Заходи з підготовки керівного складу та фахівців, діяльність яких пов’язана з організацією і здійсненням заходів з питань цивільного захисту, та населення до дій у разі виникнення надзвичайних ситуацій</w:t>
            </w: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6C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Проведення навчання керівного складу і фахівців, діяльність яких пов’язана з організацією заходів цивільного захисту в навчально-методичному центрі цивільного захисту та безпеки життєдіяльності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right="-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Департамент агропромислового розвитку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ОДА, РДА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керівники підприємств, установ та організацій агропромислового комплексу   (за узгодженням) </w:t>
            </w:r>
          </w:p>
          <w:p w:rsidR="0017553E" w:rsidRPr="002E6CB4" w:rsidRDefault="0017553E" w:rsidP="00454278">
            <w:pPr>
              <w:spacing w:line="237" w:lineRule="auto"/>
              <w:ind w:right="-24"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napToGrid w:val="0"/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 15 грудня</w:t>
            </w:r>
          </w:p>
          <w:p w:rsidR="0017553E" w:rsidRPr="002E6CB4" w:rsidRDefault="0017553E" w:rsidP="00454278">
            <w:pPr>
              <w:snapToGrid w:val="0"/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6C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napToGrid w:val="0"/>
              <w:ind w:right="31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Прийняття участі у проведенні: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napToGrid w:val="0"/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right="-5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зборів з керівниками підрозділів (працівниками) з питань цивільного захисту місцевих органів виконавчої влади щодо організації та здійснення заходів цивільного захисту на базі Чернігівської облдержадміністрації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Департамент агропромислового розвитку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сільська рада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17553E" w:rsidRPr="002E6CB4" w:rsidRDefault="0017553E" w:rsidP="00454278">
            <w:pPr>
              <w:snapToGrid w:val="0"/>
              <w:ind w:right="-52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napToGrid w:val="0"/>
              <w:ind w:right="-52" w:firstLine="2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жовтень</w:t>
            </w:r>
          </w:p>
        </w:tc>
      </w:tr>
      <w:tr w:rsidR="0017553E" w:rsidRPr="002E6CB4" w:rsidTr="00454278"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E6C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79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ind w:right="-52"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Організація та контроль за проходженням функціонального навчання керівного складу і фахівців агропромислового комплексу у навчально-методичному центрі сфери цивільного захисту</w:t>
            </w:r>
            <w:r w:rsidRPr="002E6CB4">
              <w:rPr>
                <w:rFonts w:ascii="Times New Roman" w:eastAsia="Times New Roman" w:hAnsi="Times New Roman"/>
                <w:spacing w:val="4"/>
                <w:sz w:val="24"/>
                <w:szCs w:val="24"/>
                <w:lang w:val="ru-RU"/>
              </w:rPr>
              <w:t xml:space="preserve"> та безпеки життєдіяльності Миколаївської області</w:t>
            </w:r>
          </w:p>
        </w:tc>
        <w:tc>
          <w:tcPr>
            <w:tcW w:w="5412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Департамент агропромислового розвитку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сільська рада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17553E" w:rsidRPr="002E6CB4" w:rsidRDefault="0017553E" w:rsidP="00454278">
            <w:pPr>
              <w:snapToGrid w:val="0"/>
              <w:ind w:right="-52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Керівники підприємств, установ та організацій аг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ропромислового комплексу </w:t>
            </w: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(за узгодженням).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17553E" w:rsidRPr="002E6CB4" w:rsidRDefault="0017553E" w:rsidP="00454278">
            <w:pPr>
              <w:spacing w:line="237" w:lineRule="auto"/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до 25 грудня 2021 року </w:t>
            </w:r>
          </w:p>
          <w:p w:rsidR="0017553E" w:rsidRPr="002E6CB4" w:rsidRDefault="0017553E" w:rsidP="00454278">
            <w:pPr>
              <w:spacing w:line="237" w:lineRule="auto"/>
              <w:ind w:left="8" w:right="-52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E6C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(за окремим планом)</w:t>
            </w:r>
          </w:p>
        </w:tc>
      </w:tr>
    </w:tbl>
    <w:p w:rsidR="0017553E" w:rsidRDefault="0017553E" w:rsidP="00F40947">
      <w:pPr>
        <w:shd w:val="clear" w:color="auto" w:fill="FFFFFF"/>
        <w:tabs>
          <w:tab w:val="left" w:pos="6278"/>
        </w:tabs>
        <w:ind w:left="1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Default="0017553E" w:rsidP="00F40947">
      <w:pPr>
        <w:shd w:val="clear" w:color="auto" w:fill="FFFFFF"/>
        <w:tabs>
          <w:tab w:val="left" w:pos="6278"/>
        </w:tabs>
        <w:ind w:left="1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2815" w:rsidRDefault="0017553E" w:rsidP="00F40947">
      <w:pPr>
        <w:shd w:val="clear" w:color="auto" w:fill="FFFFFF"/>
        <w:tabs>
          <w:tab w:val="left" w:pos="6278"/>
        </w:tabs>
        <w:ind w:left="1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Default="0017553E" w:rsidP="00F40947">
      <w:pPr>
        <w:shd w:val="clear" w:color="auto" w:fill="FFFFFF"/>
        <w:tabs>
          <w:tab w:val="left" w:pos="6278"/>
        </w:tabs>
        <w:ind w:left="10"/>
        <w:rPr>
          <w:rFonts w:ascii="Times New Roman" w:eastAsia="Times New Roman" w:hAnsi="Times New Roman"/>
          <w:sz w:val="24"/>
          <w:szCs w:val="24"/>
        </w:rPr>
      </w:pPr>
      <w:r w:rsidRPr="004A27F0">
        <w:rPr>
          <w:rFonts w:ascii="Times New Roman" w:eastAsia="Times New Roman" w:hAnsi="Times New Roman"/>
          <w:sz w:val="24"/>
          <w:szCs w:val="24"/>
          <w:lang w:val="ru-RU"/>
        </w:rPr>
        <w:t>Спеціаліст І категорії  з питань цивільного                                                                                                                                                                        захисту, техногенної  та пожежної безпеки                                              А.І.Погорєлова</w:t>
      </w:r>
    </w:p>
    <w:p w:rsidR="0017553E" w:rsidRDefault="0017553E" w:rsidP="00F40947">
      <w:pPr>
        <w:shd w:val="clear" w:color="auto" w:fill="FFFFFF"/>
        <w:tabs>
          <w:tab w:val="left" w:pos="6278"/>
        </w:tabs>
        <w:ind w:left="10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shd w:val="clear" w:color="auto" w:fill="FFFFFF"/>
        <w:tabs>
          <w:tab w:val="left" w:pos="6278"/>
        </w:tabs>
        <w:ind w:left="10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shd w:val="clear" w:color="auto" w:fill="FFFFFF"/>
        <w:tabs>
          <w:tab w:val="left" w:pos="6278"/>
        </w:tabs>
        <w:ind w:left="10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shd w:val="clear" w:color="auto" w:fill="FFFFFF"/>
        <w:tabs>
          <w:tab w:val="left" w:pos="6278"/>
        </w:tabs>
        <w:ind w:left="10"/>
        <w:rPr>
          <w:rFonts w:ascii="Times New Roman" w:eastAsia="Times New Roman" w:hAnsi="Times New Roman"/>
          <w:sz w:val="24"/>
          <w:szCs w:val="24"/>
        </w:rPr>
      </w:pPr>
    </w:p>
    <w:p w:rsidR="0017553E" w:rsidRPr="00F40947" w:rsidRDefault="0017553E" w:rsidP="00F40947">
      <w:pPr>
        <w:shd w:val="clear" w:color="auto" w:fill="FFFFFF"/>
        <w:tabs>
          <w:tab w:val="left" w:pos="6278"/>
        </w:tabs>
        <w:ind w:left="10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tabs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ru-RU"/>
        </w:rPr>
        <w:pict>
          <v:shape id="_x0000_s1031" type="#_x0000_t75" style="position:absolute;left:0;text-align:left;margin-left:225pt;margin-top:-36pt;width:27pt;height:39.75pt;z-index:251663360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ШЕВЧЕНКІВСЬКА    СІЛЬСЬКА  РАДА</w:t>
      </w: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ВІТОВСЬКИЙ  РАЙОН     МИКОЛАЇВСЬКА  ОБЛАСТЬ</w:t>
      </w: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__________________________________________________________________</w:t>
      </w: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  І  Ш  Е  Н  Н  Я</w:t>
      </w: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виконавчого  комітету</w:t>
      </w: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від  16 березня 2021 року                           № 16                                          с.Шевченкове</w:t>
      </w:r>
    </w:p>
    <w:p w:rsidR="0017553E" w:rsidRDefault="0017553E" w:rsidP="00F40947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 організацію та проведення призову                                                                                                                         громадян   України  1994-2002р.н.    на                                                                                   строкову  військову     службу    навесні </w:t>
      </w: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2021 р. по Шевченківській сільській раді</w:t>
      </w:r>
    </w:p>
    <w:p w:rsidR="0017553E" w:rsidRDefault="0017553E" w:rsidP="00F4094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Вітовського району Миколаївської області</w:t>
      </w:r>
    </w:p>
    <w:p w:rsidR="0017553E" w:rsidRDefault="0017553E" w:rsidP="00F4094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На підставі Закону України «Про військовий обов’язок і військову службу», Указу Президента України від 16.01.2020 року № 13/2020, Наказу військового комісара Вітовського районного військового комісаріату № 10 від 25.02.2021року, з метою організованого проведення призову громадян Шевченківської сільської ради 1994-2002 р.н. по Шевченківській сільській  раді Вітовського району Миколаївської області, виконавчий комітет  сільської ради</w:t>
      </w:r>
    </w:p>
    <w:p w:rsidR="0017553E" w:rsidRDefault="0017553E" w:rsidP="00F40947">
      <w:pPr>
        <w:spacing w:line="276" w:lineRule="auto"/>
        <w:rPr>
          <w:rFonts w:ascii="Times New Roman" w:eastAsia="Times New Roman" w:hAnsi="Times New Roman"/>
          <w:sz w:val="24"/>
          <w:szCs w:val="24"/>
        </w:rPr>
      </w:pPr>
    </w:p>
    <w:p w:rsidR="0017553E" w:rsidRPr="006C337A" w:rsidRDefault="0017553E" w:rsidP="00F40947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C337A">
        <w:rPr>
          <w:rFonts w:ascii="Times New Roman" w:eastAsia="Times New Roman" w:hAnsi="Times New Roman"/>
          <w:sz w:val="28"/>
          <w:szCs w:val="28"/>
        </w:rPr>
        <w:t>В И Р І Ш И В :</w:t>
      </w:r>
    </w:p>
    <w:p w:rsidR="0017553E" w:rsidRDefault="0017553E" w:rsidP="00F40947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Призвати на строкову військову службу до Збройних Сил України та інших військових формувань всіх громадян 2003 року народження, яким в період чергового призову виповниться 18 років, а також громадян, які народилися у 1994-2002 роках, у яких закінчилася відстрочка від призову, або не призвані раніше на строкову військову службу.</w:t>
      </w: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Відповідальним особам  за військовий облік військовозобов’язаних і призовників :</w:t>
      </w: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2.1. Провести роботу щодо звірки списків призовників, які перебувають на військовому обліку з обліковими даними військового комісаріату, отримати у військовому комісаріаті списки призовників, які підлягають виклику на медичну та призовну комісію  навесні 2021  року.</w:t>
      </w: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2.2. Здійснити 100% оповіщення та забезпечення явки призовників на призовну комісію шляхом прибуття до призовної дільниці за адресою: м. Миколаїв вул. Ольшанців,66/4 у встановлений час з документами, що зазначені в повістках.</w:t>
      </w: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2.2.1. Оповіщення про явку для проходження медичної та призовної комісії здійснити відповідно до вимог наказу військового комісара: шляхом доведення наказу військового комісара до населення та вручення повісток.</w:t>
      </w: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2.2.2. У разі відсутності призовників за місцем реєстрації повістки вручити їх батькам, домовласникам або рідним.</w:t>
      </w: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2.2.3. У разі появи призовників, яким не вручили повісток, на території, що обслуговує сільська рада, забезпечити оповіщення призовників повісткою, корінець повістки подати до військового комісаріату.</w:t>
      </w: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2.2.4. </w:t>
      </w:r>
      <w:r w:rsidRPr="00CC5ACF">
        <w:rPr>
          <w:rFonts w:ascii="Times New Roman" w:eastAsia="Times New Roman" w:hAnsi="Times New Roman"/>
          <w:sz w:val="24"/>
          <w:szCs w:val="24"/>
        </w:rPr>
        <w:t>Повідомити громадян,що ухиляються від призову і не з’являються до військового комісаріату, про відповідальність згідно чинного законодавства</w:t>
      </w:r>
      <w:r>
        <w:rPr>
          <w:rFonts w:ascii="Times New Roman" w:eastAsia="Times New Roman" w:hAnsi="Times New Roman"/>
          <w:sz w:val="16"/>
          <w:szCs w:val="16"/>
        </w:rPr>
        <w:t xml:space="preserve"> .</w:t>
      </w: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2.3.Про результати призову громадян України на строкову військову службу навесні 2021 року  проінформувати виконком сільської ради по закінченню призову.</w:t>
      </w: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Контроль за виконанням даного рішення залишаю за собою.</w:t>
      </w:r>
    </w:p>
    <w:p w:rsidR="0017553E" w:rsidRDefault="0017553E" w:rsidP="00F40947">
      <w:pPr>
        <w:jc w:val="both"/>
        <w:rPr>
          <w:rFonts w:ascii="Times New Roman" w:eastAsia="Times New Roman" w:hAnsi="Times New Roman"/>
          <w:sz w:val="32"/>
          <w:szCs w:val="32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D113AE" w:rsidRDefault="0017553E" w:rsidP="00F40947">
      <w:pPr>
        <w:jc w:val="both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24"/>
          <w:szCs w:val="24"/>
        </w:rPr>
        <w:t>Сільський голова                                                О.В.Пилипенко</w:t>
      </w:r>
    </w:p>
    <w:p w:rsidR="0017553E" w:rsidRPr="00D113AE" w:rsidRDefault="0017553E" w:rsidP="00F40947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tabs>
          <w:tab w:val="left" w:pos="2700"/>
          <w:tab w:val="left" w:pos="5100"/>
          <w:tab w:val="left" w:pos="6000"/>
        </w:tabs>
        <w:rPr>
          <w:rFonts w:ascii="Times New Roman" w:eastAsia="Times New Roman" w:hAnsi="Times New Roman"/>
          <w:b/>
          <w:i/>
          <w:sz w:val="24"/>
          <w:szCs w:val="24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val="ru-RU"/>
        </w:rPr>
        <w:pict>
          <v:shape id="_x0000_s1032" type="#_x0000_t75" style="position:absolute;left:0;text-align:left;margin-left:225pt;margin-top:0;width:27pt;height:39.75pt;z-index:251664384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Pr="00045EDB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 w:rsidRPr="00045EDB">
        <w:rPr>
          <w:rFonts w:ascii="Times New Roman" w:eastAsia="Times New Roman" w:hAnsi="Times New Roman"/>
          <w:sz w:val="28"/>
          <w:szCs w:val="28"/>
        </w:rPr>
        <w:t>ШЕВЧЕНКІВСЬКА    СІЛЬСЬКА  РАДА</w:t>
      </w:r>
    </w:p>
    <w:p w:rsidR="0017553E" w:rsidRPr="00045EDB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 w:rsidRPr="00045EDB">
        <w:rPr>
          <w:rFonts w:ascii="Times New Roman" w:eastAsia="Times New Roman" w:hAnsi="Times New Roman"/>
          <w:sz w:val="28"/>
          <w:szCs w:val="28"/>
        </w:rPr>
        <w:t>ВІТОВСЬКИЙ  РАЙОН     МИКОЛАЇВСЬКА  ОБЛАСТЬ</w:t>
      </w:r>
    </w:p>
    <w:p w:rsidR="0017553E" w:rsidRPr="00045EDB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5EDB">
        <w:rPr>
          <w:rFonts w:ascii="Times New Roman" w:eastAsia="Times New Roman" w:hAnsi="Times New Roman"/>
          <w:b/>
          <w:sz w:val="28"/>
          <w:szCs w:val="28"/>
        </w:rPr>
        <w:t>_________________________________________________________</w:t>
      </w: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  І  Ш  Е  Н  Н  Я</w:t>
      </w: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виконавчого  комітету</w:t>
      </w: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Pr="009D58A7" w:rsidRDefault="0017553E" w:rsidP="00F40947">
      <w:pPr>
        <w:tabs>
          <w:tab w:val="left" w:pos="-1080"/>
          <w:tab w:val="left" w:pos="0"/>
          <w:tab w:val="center" w:pos="4677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від  16  березня 2021</w:t>
      </w:r>
      <w:r w:rsidRPr="009D58A7">
        <w:rPr>
          <w:rFonts w:ascii="Times New Roman" w:eastAsia="Times New Roman" w:hAnsi="Times New Roman"/>
          <w:sz w:val="24"/>
          <w:szCs w:val="24"/>
        </w:rPr>
        <w:t xml:space="preserve"> року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                       № 17                                        с.Шевченкове</w:t>
      </w:r>
    </w:p>
    <w:p w:rsidR="0017553E" w:rsidRPr="00E566F1" w:rsidRDefault="0017553E" w:rsidP="00F40947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ind w:right="4252"/>
        <w:rPr>
          <w:rFonts w:ascii="Times New Roman" w:eastAsia="Times New Roman" w:hAnsi="Times New Roman"/>
          <w:bCs/>
          <w:sz w:val="24"/>
          <w:szCs w:val="24"/>
        </w:rPr>
      </w:pPr>
      <w:r w:rsidRPr="00E566F1">
        <w:rPr>
          <w:rFonts w:ascii="Times New Roman" w:eastAsia="Times New Roman" w:hAnsi="Times New Roman"/>
          <w:bCs/>
          <w:sz w:val="24"/>
          <w:szCs w:val="24"/>
        </w:rPr>
        <w:t xml:space="preserve">Про затвердження </w:t>
      </w:r>
      <w:r w:rsidRPr="00B327F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поточн</w:t>
      </w:r>
      <w:r w:rsidRPr="00E566F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их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B327F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індивідуальн</w:t>
      </w:r>
      <w:r w:rsidRPr="00E566F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их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B327F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технологічн</w:t>
      </w:r>
      <w:r w:rsidRPr="00E566F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их</w:t>
      </w:r>
      <w:r w:rsidRPr="00B327F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норматив</w:t>
      </w:r>
      <w:r w:rsidRPr="00E566F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ів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B327F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використання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B327F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питної води для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Лучівського житлово-</w:t>
      </w:r>
      <w:r w:rsidRPr="00B327F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комунального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B327F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підприємства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</w:rPr>
        <w:t>Шевченківської сільської ради</w:t>
      </w:r>
    </w:p>
    <w:p w:rsidR="0017553E" w:rsidRPr="00E566F1" w:rsidRDefault="0017553E" w:rsidP="00F40947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7553E" w:rsidRPr="00E566F1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r w:rsidRPr="00E566F1">
        <w:rPr>
          <w:rFonts w:ascii="Times New Roman" w:eastAsia="Times New Roman" w:hAnsi="Times New Roman"/>
          <w:color w:val="000000"/>
          <w:sz w:val="24"/>
          <w:szCs w:val="24"/>
        </w:rPr>
        <w:t>Керуючись Законом України «Про місцеве самоврядування в Україні»,</w:t>
      </w:r>
      <w:r w:rsidRPr="00E566F1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підставі клопотання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начальника Лучівського </w:t>
      </w:r>
      <w:r w:rsidRPr="00E566F1">
        <w:rPr>
          <w:rFonts w:ascii="Times New Roman" w:eastAsia="Times New Roman" w:hAnsi="Times New Roman"/>
          <w:sz w:val="24"/>
          <w:szCs w:val="24"/>
          <w:lang w:eastAsia="ar-SA"/>
        </w:rPr>
        <w:t>житлово-ко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мунального підприємства  від 03.03.2021р. вх. №679</w:t>
      </w:r>
      <w:r w:rsidRPr="00E566F1">
        <w:rPr>
          <w:rFonts w:ascii="Times New Roman" w:eastAsia="Times New Roman" w:hAnsi="Times New Roman"/>
          <w:sz w:val="24"/>
          <w:szCs w:val="24"/>
          <w:lang w:eastAsia="ar-SA"/>
        </w:rPr>
        <w:t xml:space="preserve"> щодо затвердження поточних індивідуальних технологічних нормативів використання питної води, на  підставі  наказу Мінрегіону України  від 25.06.2014р. №179 зареєстрованого  в Мін’юсті  України від 03.09.2014р. за № 1062/25839  «Про  затвердження Порядку  розроблення та  затвердження технологічних нормативів  використання питної  води  підприємствами,  які надають  послуги  з  централізованого  водопостачання та/або  водовідведення»,  у  відповідності  до  «Методики розрахунку  втрат  питної води підприємствами,  які надають  послуги  з  централізованого  водопостачання», затвердженої наказом  Міністерства регіонального  розвитку, будівництва  та житлово-комунального  господарства  України  25.06.2014р. № 180 та «Методики  розрахунку  технологічних  витрат  питної води  підприємствами,  які  надають  послуги  з  централізованого  водопостачання та/або водовідведення»  25.06.2014р. № 181,  </w:t>
      </w:r>
      <w:r w:rsidRPr="00E566F1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</w:rPr>
        <w:t>з метою забезпечення необхідних обсягів постачання питної води та упорядкування нарахування плати за отримані послуги з централізованого водопостачання та  во</w:t>
      </w:r>
      <w:r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</w:rPr>
        <w:t>довідведення  в  селищі  Луч</w:t>
      </w:r>
      <w:r w:rsidRPr="00E566F1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</w:rPr>
        <w:t xml:space="preserve"> Шевченківсь</w:t>
      </w:r>
      <w:r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</w:rPr>
        <w:t xml:space="preserve">кої  сільської  ради, </w:t>
      </w:r>
      <w:r w:rsidRPr="00E566F1">
        <w:rPr>
          <w:rFonts w:ascii="Times New Roman" w:eastAsia="Times New Roman" w:hAnsi="Times New Roman"/>
          <w:sz w:val="24"/>
          <w:szCs w:val="24"/>
        </w:rPr>
        <w:t>виконком  сільської ради</w:t>
      </w:r>
    </w:p>
    <w:p w:rsidR="0017553E" w:rsidRPr="007343D7" w:rsidRDefault="0017553E" w:rsidP="00F40947">
      <w:pPr>
        <w:ind w:firstLine="708"/>
        <w:jc w:val="center"/>
        <w:rPr>
          <w:rFonts w:ascii="Times New Roman" w:eastAsia="Times New Roman" w:hAnsi="Times New Roman"/>
          <w:sz w:val="28"/>
          <w:szCs w:val="28"/>
        </w:rPr>
      </w:pPr>
      <w:r w:rsidRPr="007343D7">
        <w:rPr>
          <w:rFonts w:ascii="Times New Roman" w:eastAsia="Times New Roman" w:hAnsi="Times New Roman"/>
          <w:sz w:val="28"/>
          <w:szCs w:val="28"/>
        </w:rPr>
        <w:t>В И Р І Ш И В :</w:t>
      </w:r>
    </w:p>
    <w:p w:rsidR="0017553E" w:rsidRPr="007343D7" w:rsidRDefault="0017553E" w:rsidP="00F40947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Pr="00E566F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Затвердити поточні індивідуальні технологічні нормативи використання питної води для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Лучівського  </w:t>
      </w:r>
      <w:r w:rsidRPr="00E566F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житлово-комунального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підприємства Шевченківської  сільської  ради,  за  умов  дотримання вимог  природоохоронного законодавства у:</w:t>
      </w:r>
    </w:p>
    <w:p w:rsidR="0017553E" w:rsidRPr="007343D7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- водопровідному  господарстві  в  обсязі  </w:t>
      </w:r>
      <w:r w:rsidRPr="007343D7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28,662</w:t>
      </w:r>
      <w:r w:rsidRPr="007343D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м³/1000м³  піднятої  води</w:t>
      </w:r>
      <w:r w:rsidRPr="007343D7">
        <w:rPr>
          <w:rFonts w:ascii="Times New Roman" w:eastAsia="Times New Roman" w:hAnsi="Times New Roman"/>
          <w:sz w:val="24"/>
          <w:szCs w:val="24"/>
        </w:rPr>
        <w:t>;</w:t>
      </w:r>
    </w:p>
    <w:p w:rsidR="0017553E" w:rsidRPr="007343D7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7343D7">
        <w:rPr>
          <w:rFonts w:ascii="Times New Roman" w:eastAsia="Times New Roman" w:hAnsi="Times New Roman"/>
          <w:sz w:val="24"/>
          <w:szCs w:val="24"/>
        </w:rPr>
        <w:t xml:space="preserve">- каналізаційному </w:t>
      </w:r>
      <w:r w:rsidRPr="007343D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господарстві  в  обсязі 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 9,858</w:t>
      </w:r>
      <w:r w:rsidRPr="007343D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м³/1000м³  прийнятих  стоків</w:t>
      </w:r>
      <w:r w:rsidRPr="007343D7">
        <w:rPr>
          <w:rFonts w:ascii="Times New Roman" w:eastAsia="Times New Roman" w:hAnsi="Times New Roman"/>
          <w:sz w:val="24"/>
          <w:szCs w:val="24"/>
        </w:rPr>
        <w:t>.</w:t>
      </w:r>
    </w:p>
    <w:p w:rsidR="0017553E" w:rsidRPr="007343D7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</w:t>
      </w:r>
      <w:r w:rsidRPr="00E566F1">
        <w:rPr>
          <w:rFonts w:ascii="Times New Roman" w:eastAsia="Times New Roman" w:hAnsi="Times New Roman"/>
          <w:sz w:val="24"/>
          <w:szCs w:val="24"/>
        </w:rPr>
        <w:t>. Контроль за виконанням даного  ріш</w:t>
      </w:r>
      <w:r>
        <w:rPr>
          <w:rFonts w:ascii="Times New Roman" w:eastAsia="Times New Roman" w:hAnsi="Times New Roman"/>
          <w:sz w:val="24"/>
          <w:szCs w:val="24"/>
        </w:rPr>
        <w:t>ення покласти на Охналя В.В.</w:t>
      </w:r>
      <w:r w:rsidRPr="00E566F1">
        <w:rPr>
          <w:rFonts w:ascii="Times New Roman" w:eastAsia="Times New Roman" w:hAnsi="Times New Roman"/>
          <w:sz w:val="24"/>
          <w:szCs w:val="24"/>
        </w:rPr>
        <w:t xml:space="preserve">, начальника     </w:t>
      </w:r>
      <w:r>
        <w:rPr>
          <w:rFonts w:ascii="Times New Roman" w:eastAsia="Times New Roman" w:hAnsi="Times New Roman"/>
          <w:sz w:val="24"/>
          <w:szCs w:val="24"/>
        </w:rPr>
        <w:t xml:space="preserve">Лучівського  </w:t>
      </w:r>
      <w:r w:rsidRPr="00E566F1">
        <w:rPr>
          <w:rFonts w:ascii="Times New Roman" w:eastAsia="Times New Roman" w:hAnsi="Times New Roman"/>
          <w:sz w:val="24"/>
          <w:szCs w:val="24"/>
        </w:rPr>
        <w:t>житлово-комун</w:t>
      </w:r>
      <w:r>
        <w:rPr>
          <w:rFonts w:ascii="Times New Roman" w:eastAsia="Times New Roman" w:hAnsi="Times New Roman"/>
          <w:sz w:val="24"/>
          <w:szCs w:val="24"/>
        </w:rPr>
        <w:t>ального підприємства  Шевченківської  сільської  ради</w:t>
      </w:r>
      <w:r w:rsidRPr="00E566F1">
        <w:rPr>
          <w:rFonts w:ascii="Times New Roman" w:eastAsia="Times New Roman" w:hAnsi="Times New Roman"/>
          <w:sz w:val="24"/>
          <w:szCs w:val="24"/>
        </w:rPr>
        <w:t>.</w:t>
      </w:r>
    </w:p>
    <w:p w:rsidR="0017553E" w:rsidRPr="00E566F1" w:rsidRDefault="0017553E" w:rsidP="00F40947">
      <w:pPr>
        <w:tabs>
          <w:tab w:val="left" w:pos="5290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566F1">
        <w:rPr>
          <w:rFonts w:ascii="Times New Roman" w:eastAsia="Times New Roman" w:hAnsi="Times New Roman"/>
          <w:sz w:val="24"/>
          <w:szCs w:val="24"/>
        </w:rPr>
        <w:t xml:space="preserve">Сільський голова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О.В.Пилипенко</w:t>
      </w: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5E04FD" w:rsidRDefault="0017553E" w:rsidP="00F40947">
      <w:pPr>
        <w:ind w:left="-240"/>
        <w:jc w:val="both"/>
        <w:rPr>
          <w:rFonts w:ascii="Times New Roman" w:eastAsia="Times New Roman" w:hAnsi="Times New Roman"/>
          <w:sz w:val="20"/>
        </w:rPr>
      </w:pPr>
    </w:p>
    <w:p w:rsidR="0017553E" w:rsidRPr="005E04FD" w:rsidRDefault="0017553E" w:rsidP="00F40947">
      <w:pPr>
        <w:ind w:left="-240"/>
        <w:jc w:val="both"/>
        <w:rPr>
          <w:rFonts w:ascii="Times New Roman" w:eastAsia="Times New Roman" w:hAnsi="Times New Roman"/>
          <w:sz w:val="20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tabs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F40947">
      <w:pPr>
        <w:tabs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Pr="00AA5FEA" w:rsidRDefault="0017553E" w:rsidP="00F40947">
      <w:pPr>
        <w:tabs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ru-RU"/>
        </w:rPr>
        <w:pict>
          <v:shape id="_x0000_s1033" type="#_x0000_t75" style="position:absolute;left:0;text-align:left;margin-left:3in;margin-top:-45pt;width:27pt;height:39.75pt;z-index:251665408;visibility:visible" wrapcoords="-600 0 -600 16302 2400 19562 8400 20785 12600 20785 18600 19562 21600 16302 21600 0 -600 0">
            <v:imagedata r:id="rId5" o:title=""/>
            <w10:wrap type="through"/>
          </v:shape>
        </w:pict>
      </w:r>
      <w:r w:rsidRPr="00AA5FEA">
        <w:rPr>
          <w:rFonts w:ascii="Times New Roman" w:eastAsia="Times New Roman" w:hAnsi="Times New Roman"/>
          <w:sz w:val="24"/>
          <w:szCs w:val="24"/>
        </w:rPr>
        <w:t>ШЕВЧЕНКІВСЬКА   СІЛЬСЬКА  РАДА</w:t>
      </w:r>
    </w:p>
    <w:p w:rsidR="0017553E" w:rsidRPr="00AA5FEA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 w:rsidRPr="00AA5FEA">
        <w:rPr>
          <w:rFonts w:ascii="Times New Roman" w:eastAsia="Times New Roman" w:hAnsi="Times New Roman"/>
          <w:sz w:val="24"/>
          <w:szCs w:val="24"/>
        </w:rPr>
        <w:t>ВІТОВСЬКИЙ РАЙОН    МИКОЛАЇВСЬКА  ОБЛАСТЬ</w:t>
      </w:r>
    </w:p>
    <w:p w:rsidR="0017553E" w:rsidRPr="0051651D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 w:rsidRPr="00AA5F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</w:t>
      </w:r>
    </w:p>
    <w:p w:rsidR="0017553E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  І  Ш  Е  Н  Н  Я       </w:t>
      </w:r>
      <w:r w:rsidRPr="00AA5FEA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виконавчого  комітету</w:t>
      </w:r>
    </w:p>
    <w:p w:rsidR="0017553E" w:rsidRPr="00AA5FEA" w:rsidRDefault="0017553E" w:rsidP="00F40947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Pr="009443A6" w:rsidRDefault="0017553E" w:rsidP="00F40947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від 16  березня 2021 року                                 № 18                                           </w:t>
      </w:r>
      <w:r w:rsidRPr="009443A6">
        <w:rPr>
          <w:rFonts w:ascii="Times New Roman" w:eastAsia="Times New Roman" w:hAnsi="Times New Roman"/>
          <w:sz w:val="24"/>
          <w:szCs w:val="24"/>
        </w:rPr>
        <w:t>с.Шевченкове</w:t>
      </w:r>
    </w:p>
    <w:p w:rsidR="0017553E" w:rsidRPr="0051651D" w:rsidRDefault="0017553E" w:rsidP="00F40947">
      <w:pPr>
        <w:ind w:right="54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52578">
        <w:rPr>
          <w:rFonts w:ascii="Times New Roman" w:eastAsia="Times New Roman" w:hAnsi="Times New Roman"/>
          <w:color w:val="000000"/>
          <w:sz w:val="24"/>
          <w:szCs w:val="24"/>
        </w:rPr>
        <w:t>Про затвердження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скоригованих</w:t>
      </w:r>
      <w:r w:rsidRPr="00152578">
        <w:rPr>
          <w:rFonts w:ascii="Times New Roman" w:eastAsia="Times New Roman" w:hAnsi="Times New Roman"/>
          <w:color w:val="000000"/>
          <w:sz w:val="24"/>
          <w:szCs w:val="24"/>
        </w:rPr>
        <w:t xml:space="preserve"> тарифів  на послуги водопост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ачання,  водовідведення,  що  надає </w:t>
      </w:r>
      <w:r w:rsidRPr="00152578">
        <w:rPr>
          <w:rFonts w:ascii="Times New Roman" w:eastAsia="Times New Roman" w:hAnsi="Times New Roman"/>
          <w:color w:val="000000"/>
          <w:sz w:val="24"/>
          <w:szCs w:val="24"/>
        </w:rPr>
        <w:t xml:space="preserve"> житлово-комунальне підприємство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«Мрія-Т» мешканцям  селища Полігон  та селища Водник</w:t>
      </w:r>
      <w:r>
        <w:rPr>
          <w:rFonts w:ascii="Times New Roman" w:eastAsia="Times New Roman" w:hAnsi="Times New Roman"/>
          <w:sz w:val="24"/>
          <w:szCs w:val="24"/>
        </w:rPr>
        <w:t xml:space="preserve"> Шевченківської сільської ради</w:t>
      </w:r>
    </w:p>
    <w:p w:rsidR="0017553E" w:rsidRPr="006A23E1" w:rsidRDefault="0017553E" w:rsidP="00F40947">
      <w:pPr>
        <w:ind w:right="-3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Відповідно до  стат</w:t>
      </w:r>
      <w:r w:rsidRPr="0051651D">
        <w:rPr>
          <w:rFonts w:ascii="Times New Roman" w:eastAsia="Times New Roman" w:hAnsi="Times New Roman"/>
          <w:sz w:val="24"/>
          <w:szCs w:val="24"/>
        </w:rPr>
        <w:t>ей 17, 29, 30,  пункту 1 статті  52 Закону  України   «Про  місцеве  самоврядування  в  Україні»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 xml:space="preserve">, Закону  України «Про  житлові комунальні  послуги», </w:t>
      </w:r>
      <w:r>
        <w:rPr>
          <w:rFonts w:ascii="Times New Roman" w:eastAsia="Times New Roman" w:hAnsi="Times New Roman"/>
          <w:sz w:val="24"/>
          <w:szCs w:val="24"/>
        </w:rPr>
        <w:t xml:space="preserve">згідно </w:t>
      </w:r>
      <w:r w:rsidRPr="0051651D">
        <w:rPr>
          <w:rFonts w:ascii="Times New Roman" w:eastAsia="Times New Roman" w:hAnsi="Times New Roman"/>
          <w:sz w:val="24"/>
          <w:szCs w:val="24"/>
        </w:rPr>
        <w:t>Постанови  Кабінету  Міністрів  України  «Про  забезпечення єдиного  підходу  до  формування  тарифів  на  житлово-комунальні  послуги» від 01.06.2011р. № 869, Порядку  формування  тарифів на  централізоване водопостачання  та  водовідве</w:t>
      </w:r>
      <w:r>
        <w:rPr>
          <w:rFonts w:ascii="Times New Roman" w:eastAsia="Times New Roman" w:hAnsi="Times New Roman"/>
          <w:sz w:val="24"/>
          <w:szCs w:val="24"/>
        </w:rPr>
        <w:t>дення, р</w:t>
      </w:r>
      <w:r w:rsidRPr="0051651D">
        <w:rPr>
          <w:rFonts w:ascii="Times New Roman" w:eastAsia="Times New Roman" w:hAnsi="Times New Roman"/>
          <w:sz w:val="24"/>
          <w:szCs w:val="24"/>
        </w:rPr>
        <w:t>оз</w:t>
      </w:r>
      <w:r>
        <w:rPr>
          <w:rFonts w:ascii="Times New Roman" w:eastAsia="Times New Roman" w:hAnsi="Times New Roman"/>
          <w:sz w:val="24"/>
          <w:szCs w:val="24"/>
        </w:rPr>
        <w:t>глянувши заяву директора</w:t>
      </w:r>
      <w:r w:rsidRPr="0051651D">
        <w:rPr>
          <w:rFonts w:ascii="Times New Roman" w:eastAsia="Times New Roman" w:hAnsi="Times New Roman"/>
          <w:sz w:val="24"/>
          <w:szCs w:val="24"/>
        </w:rPr>
        <w:t xml:space="preserve"> житлово-комунального підприємства</w:t>
      </w:r>
      <w:r>
        <w:rPr>
          <w:rFonts w:ascii="Times New Roman" w:eastAsia="Times New Roman" w:hAnsi="Times New Roman"/>
          <w:sz w:val="24"/>
          <w:szCs w:val="24"/>
        </w:rPr>
        <w:t xml:space="preserve"> «Мрія-Т» Голік А.І. від 20.02.2021р. вх. №586</w:t>
      </w:r>
      <w:r w:rsidRPr="0051651D">
        <w:rPr>
          <w:rFonts w:ascii="Times New Roman" w:eastAsia="Times New Roman" w:hAnsi="Times New Roman"/>
          <w:sz w:val="24"/>
          <w:szCs w:val="24"/>
        </w:rPr>
        <w:t xml:space="preserve"> про  затвердження скоригованих тарифів  на послуги  з  центр</w:t>
      </w:r>
      <w:r>
        <w:rPr>
          <w:rFonts w:ascii="Times New Roman" w:eastAsia="Times New Roman" w:hAnsi="Times New Roman"/>
          <w:sz w:val="24"/>
          <w:szCs w:val="24"/>
        </w:rPr>
        <w:t xml:space="preserve">алізованого  водопостачання і </w:t>
      </w:r>
      <w:r w:rsidRPr="0051651D">
        <w:rPr>
          <w:rFonts w:ascii="Times New Roman" w:eastAsia="Times New Roman" w:hAnsi="Times New Roman"/>
          <w:sz w:val="24"/>
          <w:szCs w:val="24"/>
        </w:rPr>
        <w:t xml:space="preserve">водовідведення та  відповідний  пакет  </w:t>
      </w:r>
      <w:r>
        <w:rPr>
          <w:rFonts w:ascii="Times New Roman" w:eastAsia="Times New Roman" w:hAnsi="Times New Roman"/>
          <w:sz w:val="24"/>
          <w:szCs w:val="24"/>
        </w:rPr>
        <w:t xml:space="preserve">документів,  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>виконком  сільської  ради</w:t>
      </w:r>
    </w:p>
    <w:p w:rsidR="0017553E" w:rsidRPr="0051651D" w:rsidRDefault="0017553E" w:rsidP="00F40947">
      <w:pPr>
        <w:tabs>
          <w:tab w:val="left" w:pos="2715"/>
        </w:tabs>
        <w:ind w:right="-3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>В И  Р  І  Ш  И  В :</w:t>
      </w:r>
    </w:p>
    <w:p w:rsidR="0017553E" w:rsidRPr="0051651D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>1.Затвердити  скоригований  тариф  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послуги, що  надає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 xml:space="preserve">  житлово-комунальне господарство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«Мрія-Т»   мешканцям  селища Полігон  та селища  Водник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</w:p>
    <w:p w:rsidR="0017553E" w:rsidRPr="0051651D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>- з централізованого  водопостачання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51651D">
        <w:rPr>
          <w:rFonts w:ascii="Times New Roman" w:eastAsia="Times New Roman" w:hAnsi="Times New Roman"/>
          <w:b/>
          <w:color w:val="000000"/>
          <w:sz w:val="24"/>
          <w:szCs w:val="24"/>
        </w:rPr>
        <w:t>1 куб. м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 – 18,06</w:t>
      </w:r>
      <w:r w:rsidRPr="0051651D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грн.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для всіх категорій 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 xml:space="preserve">споживачів;                     - з водовідведення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51651D">
        <w:rPr>
          <w:rFonts w:ascii="Times New Roman" w:eastAsia="Times New Roman" w:hAnsi="Times New Roman"/>
          <w:b/>
          <w:color w:val="000000"/>
          <w:sz w:val="24"/>
          <w:szCs w:val="24"/>
        </w:rPr>
        <w:t>1 куб. м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.  – 24,51 </w:t>
      </w:r>
      <w:r w:rsidRPr="0051651D">
        <w:rPr>
          <w:rFonts w:ascii="Times New Roman" w:eastAsia="Times New Roman" w:hAnsi="Times New Roman"/>
          <w:b/>
          <w:color w:val="000000"/>
          <w:sz w:val="24"/>
          <w:szCs w:val="24"/>
        </w:rPr>
        <w:t>грн.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для всіх категорій 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>споживачів.</w:t>
      </w:r>
    </w:p>
    <w:p w:rsidR="0017553E" w:rsidRPr="0051651D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>. Дане рішення  набуває  чинності протягом 14  днів  з моменту опублікування в засобах  масової  інформації.</w:t>
      </w:r>
    </w:p>
    <w:p w:rsidR="0017553E" w:rsidRPr="0051651D" w:rsidRDefault="0017553E" w:rsidP="00F40947">
      <w:pPr>
        <w:ind w:right="-3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>. Оприлюднити дане рішення на інформаційному стенді доступу до публічної  інформації  та  офіційному  веб-сайті  Шевченківської сільської ради та  в засобах масової  інформації.</w:t>
      </w:r>
    </w:p>
    <w:p w:rsidR="0017553E" w:rsidRPr="0051651D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4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>. Контроль за виконанням цього  рі</w:t>
      </w:r>
      <w:r>
        <w:rPr>
          <w:rFonts w:ascii="Times New Roman" w:eastAsia="Times New Roman" w:hAnsi="Times New Roman"/>
          <w:color w:val="000000"/>
          <w:sz w:val="24"/>
          <w:szCs w:val="24"/>
        </w:rPr>
        <w:t>шення  покласти  на Голік А.І., директора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 xml:space="preserve"> житлово- комунального  підприємства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«Мрія-Т»</w:t>
      </w: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1651D">
        <w:rPr>
          <w:rFonts w:ascii="Times New Roman" w:eastAsia="Times New Roman" w:hAnsi="Times New Roman"/>
          <w:color w:val="000000"/>
          <w:sz w:val="24"/>
          <w:szCs w:val="24"/>
        </w:rPr>
        <w:t>Сільський голова                                                                 О.В. Пилипенко</w:t>
      </w: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Pr="0051651D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Pr="004B7130" w:rsidRDefault="0017553E" w:rsidP="00F40947">
      <w:pPr>
        <w:jc w:val="both"/>
        <w:rPr>
          <w:rFonts w:ascii="Times New Roman" w:eastAsia="Times New Roman" w:hAnsi="Times New Roman"/>
          <w:sz w:val="20"/>
        </w:rPr>
      </w:pPr>
      <w:r w:rsidRPr="004B7130">
        <w:rPr>
          <w:rFonts w:ascii="Times New Roman" w:eastAsia="Times New Roman" w:hAnsi="Times New Roman"/>
          <w:sz w:val="20"/>
        </w:rPr>
        <w:t xml:space="preserve">. </w:t>
      </w:r>
    </w:p>
    <w:p w:rsidR="0017553E" w:rsidRPr="004B7130" w:rsidRDefault="0017553E" w:rsidP="00F40947">
      <w:pPr>
        <w:ind w:left="-240"/>
        <w:jc w:val="both"/>
        <w:rPr>
          <w:rFonts w:ascii="Times New Roman" w:eastAsia="Times New Roman" w:hAnsi="Times New Roman"/>
          <w:sz w:val="20"/>
        </w:rPr>
      </w:pPr>
    </w:p>
    <w:p w:rsidR="0017553E" w:rsidRPr="0051651D" w:rsidRDefault="0017553E" w:rsidP="00F40947">
      <w:pPr>
        <w:ind w:right="-3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D53523">
      <w:pPr>
        <w:tabs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ru-RU"/>
        </w:rPr>
        <w:pict>
          <v:shape id="_x0000_s1034" type="#_x0000_t75" style="position:absolute;margin-left:211.5pt;margin-top:-41.25pt;width:27pt;height:39.75pt;z-index:251666432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Pr="009F7BA4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ШЕВЧЕНКІВСЬКА    СІЛЬСЬКА  РАДА                                                                        ВІТОВСЬКИЙ  РАЙОН     МИКОЛАЇВСЬКА  ОБЛАСТЬ  </w:t>
      </w:r>
      <w:r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__________________________________________________________________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  І  Ш  Е  Н  Н  Я                                                                                          виконавчого  комітету</w:t>
      </w: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від  16  березня  2021 року                                № 19                                    с. Шевченкове</w:t>
      </w:r>
    </w:p>
    <w:p w:rsidR="0017553E" w:rsidRPr="00DF0229" w:rsidRDefault="0017553E" w:rsidP="00D5352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  внесення змін до рішення виконкому                                                                                                  Шевченківської  сільської  ради    №  163                                                                                                                                                      від  18.10.2018 р. «</w:t>
      </w:r>
      <w:r w:rsidRPr="00DF0229">
        <w:rPr>
          <w:rFonts w:ascii="Times New Roman" w:eastAsia="Times New Roman" w:hAnsi="Times New Roman"/>
          <w:sz w:val="24"/>
          <w:szCs w:val="24"/>
        </w:rPr>
        <w:t>Про присвоєння адреси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</w:t>
      </w:r>
      <w:r w:rsidRPr="00DF0229">
        <w:rPr>
          <w:rFonts w:ascii="Times New Roman" w:eastAsia="Times New Roman" w:hAnsi="Times New Roman"/>
          <w:sz w:val="24"/>
          <w:szCs w:val="24"/>
        </w:rPr>
        <w:t xml:space="preserve"> земельним ділянк</w:t>
      </w:r>
      <w:r>
        <w:rPr>
          <w:rFonts w:ascii="Times New Roman" w:eastAsia="Times New Roman" w:hAnsi="Times New Roman"/>
          <w:sz w:val="24"/>
          <w:szCs w:val="24"/>
        </w:rPr>
        <w:t xml:space="preserve">ам під     об’єктами  АТ                                                           </w:t>
      </w:r>
      <w:r w:rsidRPr="00DF0229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 xml:space="preserve">Миколаївобленерго», розташованих </w:t>
      </w:r>
      <w:r w:rsidRPr="00DF0229">
        <w:rPr>
          <w:rFonts w:ascii="Times New Roman" w:eastAsia="Times New Roman" w:hAnsi="Times New Roman"/>
          <w:sz w:val="24"/>
          <w:szCs w:val="24"/>
        </w:rPr>
        <w:t xml:space="preserve"> на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</w:t>
      </w:r>
      <w:r w:rsidRPr="00DF0229">
        <w:rPr>
          <w:rFonts w:ascii="Times New Roman" w:eastAsia="Times New Roman" w:hAnsi="Times New Roman"/>
          <w:sz w:val="24"/>
          <w:szCs w:val="24"/>
        </w:rPr>
        <w:t xml:space="preserve"> території</w:t>
      </w:r>
      <w:r>
        <w:rPr>
          <w:rFonts w:ascii="Times New Roman" w:eastAsia="Times New Roman" w:hAnsi="Times New Roman"/>
          <w:sz w:val="24"/>
          <w:szCs w:val="24"/>
        </w:rPr>
        <w:t xml:space="preserve"> Шевченківської </w:t>
      </w:r>
      <w:r w:rsidRPr="00DF0229">
        <w:rPr>
          <w:rFonts w:ascii="Times New Roman" w:eastAsia="Times New Roman" w:hAnsi="Times New Roman"/>
          <w:sz w:val="24"/>
          <w:szCs w:val="24"/>
        </w:rPr>
        <w:t>сільської ради</w:t>
      </w:r>
      <w:r>
        <w:rPr>
          <w:rFonts w:ascii="Times New Roman" w:eastAsia="Times New Roman" w:hAnsi="Times New Roman"/>
          <w:sz w:val="24"/>
          <w:szCs w:val="24"/>
        </w:rPr>
        <w:t>»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Відповідно  до  статті  52  Закону  України  «Про  місцеве  самоврядування  в  Україні», розглянувши  лист  директора ТОВ «Українського  експертного центру  по  вимірюванню та оцінці» (УЕЦВО)  вх. № 1637  від 03.08.2018 року про  надання окремих адрес земельним  ділянкам  під об’єктами АТ  «Миколаївобленерго»  в  населених  пунктах  Шевченківської  сільської  ради  для  подальшого оформлення  землевпорядної документації  та  реєстрації речового  права,  оренди на  земельні  ділянки  та  заслухавши  інформацію  Шевчук Я.В., спеціаліста-землевпорядника  Шевченківської  сільської  ради про внесення змін  до  рішення  виконавчого комітету сільської ради № 163 від 18.10.2021 року, у зв</w:t>
      </w:r>
      <w:r>
        <w:rPr>
          <w:rFonts w:ascii="Tahoma" w:eastAsia="Times New Roman" w:hAnsi="Tahoma" w:cs="Tahoma"/>
          <w:sz w:val="24"/>
          <w:szCs w:val="24"/>
        </w:rPr>
        <w:t>՚</w:t>
      </w:r>
      <w:r>
        <w:rPr>
          <w:rFonts w:ascii="Times New Roman" w:eastAsia="Times New Roman" w:hAnsi="Times New Roman"/>
          <w:sz w:val="24"/>
          <w:szCs w:val="24"/>
        </w:rPr>
        <w:t>язку  із  задвоєнням  нумерації земельної  ділянки  на  якій розташований об</w:t>
      </w:r>
      <w:r>
        <w:rPr>
          <w:rFonts w:ascii="Tahoma" w:eastAsia="Times New Roman" w:hAnsi="Tahoma" w:cs="Tahoma"/>
          <w:sz w:val="24"/>
          <w:szCs w:val="24"/>
        </w:rPr>
        <w:t>՚</w:t>
      </w:r>
      <w:r>
        <w:rPr>
          <w:rFonts w:ascii="Times New Roman" w:eastAsia="Times New Roman" w:hAnsi="Times New Roman"/>
          <w:sz w:val="24"/>
          <w:szCs w:val="24"/>
        </w:rPr>
        <w:t xml:space="preserve">єкт </w:t>
      </w:r>
      <w:r w:rsidRPr="00EC7DB0">
        <w:rPr>
          <w:rFonts w:ascii="Times New Roman" w:eastAsia="Times New Roman" w:hAnsi="Times New Roman"/>
          <w:sz w:val="24"/>
          <w:szCs w:val="24"/>
        </w:rPr>
        <w:t xml:space="preserve">АТ «Миколаївобленерго» </w:t>
      </w:r>
      <w:r>
        <w:rPr>
          <w:rFonts w:ascii="Times New Roman" w:eastAsia="Times New Roman" w:hAnsi="Times New Roman"/>
          <w:sz w:val="24"/>
          <w:szCs w:val="24"/>
        </w:rPr>
        <w:t xml:space="preserve">ТП-259 в с.Шевченко  по  вулиці Центральна та з відмовою у проведенні  реєстрації договору  оренди земельної  ділянки, виконком  сільської  ради  </w:t>
      </w:r>
    </w:p>
    <w:p w:rsidR="0017553E" w:rsidRDefault="0017553E" w:rsidP="00D53523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 И  Р  І  Ш  И  В  :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Внести зміни  до  рішення виконавчого комітету Шевченківської сільської ради                    №  163 від 18.10.2018 р. «</w:t>
      </w:r>
      <w:r w:rsidRPr="00DF0229">
        <w:rPr>
          <w:rFonts w:ascii="Times New Roman" w:eastAsia="Times New Roman" w:hAnsi="Times New Roman"/>
          <w:sz w:val="24"/>
          <w:szCs w:val="24"/>
        </w:rPr>
        <w:t>Про присвоєння адреси земельним ділянк</w:t>
      </w:r>
      <w:r>
        <w:rPr>
          <w:rFonts w:ascii="Times New Roman" w:eastAsia="Times New Roman" w:hAnsi="Times New Roman"/>
          <w:sz w:val="24"/>
          <w:szCs w:val="24"/>
        </w:rPr>
        <w:t xml:space="preserve">ам під об’єктами  АТ </w:t>
      </w:r>
      <w:r w:rsidRPr="00DF0229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 xml:space="preserve">Миколаївобленерго», розташованих </w:t>
      </w:r>
      <w:r w:rsidRPr="00DF0229">
        <w:rPr>
          <w:rFonts w:ascii="Times New Roman" w:eastAsia="Times New Roman" w:hAnsi="Times New Roman"/>
          <w:sz w:val="24"/>
          <w:szCs w:val="24"/>
        </w:rPr>
        <w:t xml:space="preserve"> на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F0229">
        <w:rPr>
          <w:rFonts w:ascii="Times New Roman" w:eastAsia="Times New Roman" w:hAnsi="Times New Roman"/>
          <w:sz w:val="24"/>
          <w:szCs w:val="24"/>
        </w:rPr>
        <w:t>території</w:t>
      </w:r>
      <w:r>
        <w:rPr>
          <w:rFonts w:ascii="Times New Roman" w:eastAsia="Times New Roman" w:hAnsi="Times New Roman"/>
          <w:sz w:val="24"/>
          <w:szCs w:val="24"/>
        </w:rPr>
        <w:t xml:space="preserve"> Шевченківської </w:t>
      </w:r>
      <w:r w:rsidRPr="00DF0229">
        <w:rPr>
          <w:rFonts w:ascii="Times New Roman" w:eastAsia="Times New Roman" w:hAnsi="Times New Roman"/>
          <w:sz w:val="24"/>
          <w:szCs w:val="24"/>
        </w:rPr>
        <w:t>сільської ради</w:t>
      </w:r>
      <w:r>
        <w:rPr>
          <w:rFonts w:ascii="Times New Roman" w:eastAsia="Times New Roman" w:hAnsi="Times New Roman"/>
          <w:sz w:val="24"/>
          <w:szCs w:val="24"/>
        </w:rPr>
        <w:t>», а  саме, змінити раніше присвоєну адресу земельній  ділянці, розташованій  під об’єктом</w:t>
      </w:r>
      <w:r w:rsidRPr="00EC7DB0">
        <w:rPr>
          <w:rFonts w:ascii="Times New Roman" w:eastAsia="Times New Roman" w:hAnsi="Times New Roman"/>
          <w:sz w:val="24"/>
          <w:szCs w:val="24"/>
        </w:rPr>
        <w:t xml:space="preserve">  АТ «Миколаївобленерго» </w:t>
      </w:r>
      <w:r>
        <w:rPr>
          <w:rFonts w:ascii="Times New Roman" w:eastAsia="Times New Roman" w:hAnsi="Times New Roman"/>
          <w:sz w:val="24"/>
          <w:szCs w:val="24"/>
        </w:rPr>
        <w:t>ТП-259, КТП-10/0,4 кВ, інвентарний номер                         № 40891  на нову  адресу: село Шевченко  вулиця Центральна, 35-б.</w:t>
      </w:r>
    </w:p>
    <w:p w:rsidR="0017553E" w:rsidRDefault="0017553E" w:rsidP="00D53523">
      <w:pPr>
        <w:tabs>
          <w:tab w:val="left" w:pos="6726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Контроль  за </w:t>
      </w:r>
      <w:r w:rsidRPr="009F7BA4">
        <w:rPr>
          <w:rFonts w:ascii="Times New Roman" w:eastAsia="Times New Roman" w:hAnsi="Times New Roman"/>
          <w:sz w:val="24"/>
          <w:szCs w:val="24"/>
        </w:rPr>
        <w:t xml:space="preserve">виконанням  даного  рішення  покласти  на </w:t>
      </w:r>
      <w:r>
        <w:rPr>
          <w:rFonts w:ascii="Times New Roman" w:eastAsia="Times New Roman" w:hAnsi="Times New Roman"/>
          <w:sz w:val="24"/>
          <w:szCs w:val="24"/>
        </w:rPr>
        <w:t>Рябова Д.С., начальника відділу  земельних ресурсів Шевченківської</w:t>
      </w:r>
      <w:r w:rsidRPr="009F7BA4">
        <w:rPr>
          <w:rFonts w:ascii="Times New Roman" w:eastAsia="Times New Roman" w:hAnsi="Times New Roman"/>
          <w:sz w:val="24"/>
          <w:szCs w:val="24"/>
        </w:rPr>
        <w:t xml:space="preserve"> сільської  ради.</w:t>
      </w:r>
    </w:p>
    <w:p w:rsidR="0017553E" w:rsidRDefault="0017553E" w:rsidP="00D53523">
      <w:pPr>
        <w:tabs>
          <w:tab w:val="left" w:pos="6726"/>
        </w:tabs>
        <w:rPr>
          <w:rFonts w:ascii="Times New Roman" w:eastAsia="Times New Roman" w:hAnsi="Times New Roman"/>
          <w:sz w:val="24"/>
          <w:szCs w:val="24"/>
        </w:rPr>
      </w:pPr>
    </w:p>
    <w:p w:rsidR="0017553E" w:rsidRPr="009F7BA4" w:rsidRDefault="0017553E" w:rsidP="00D53523">
      <w:pPr>
        <w:tabs>
          <w:tab w:val="left" w:pos="6726"/>
        </w:tabs>
        <w:rPr>
          <w:rFonts w:ascii="Times New Roman" w:eastAsia="Times New Roman" w:hAnsi="Times New Roman"/>
          <w:sz w:val="24"/>
          <w:szCs w:val="24"/>
        </w:rPr>
      </w:pPr>
      <w:r w:rsidRPr="009F7BA4">
        <w:rPr>
          <w:rFonts w:ascii="Times New Roman" w:eastAsia="Times New Roman" w:hAnsi="Times New Roman"/>
          <w:sz w:val="24"/>
          <w:szCs w:val="24"/>
        </w:rPr>
        <w:t xml:space="preserve">Сільський  голова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О.В. Пилипенко</w:t>
      </w:r>
    </w:p>
    <w:p w:rsidR="0017553E" w:rsidRPr="000E2693" w:rsidRDefault="0017553E" w:rsidP="00D53523">
      <w:pPr>
        <w:tabs>
          <w:tab w:val="left" w:pos="6726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17553E" w:rsidRPr="000E2693" w:rsidRDefault="0017553E" w:rsidP="00D53523">
      <w:pPr>
        <w:tabs>
          <w:tab w:val="left" w:pos="6726"/>
        </w:tabs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:rsidR="0017553E" w:rsidRPr="000E2693" w:rsidRDefault="0017553E" w:rsidP="00D53523">
      <w:pPr>
        <w:rPr>
          <w:rFonts w:ascii="Times New Roman" w:eastAsia="Times New Roman" w:hAnsi="Times New Roman"/>
          <w:sz w:val="28"/>
          <w:szCs w:val="28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right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17553E" w:rsidRDefault="0017553E" w:rsidP="00D53523">
      <w:pPr>
        <w:jc w:val="right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17553E" w:rsidRDefault="0017553E" w:rsidP="00D53523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17553E" w:rsidRDefault="0017553E" w:rsidP="00D53523">
      <w:pPr>
        <w:tabs>
          <w:tab w:val="left" w:pos="0"/>
        </w:tabs>
        <w:rPr>
          <w:rFonts w:ascii="Times New Roman" w:eastAsia="Times New Roman" w:hAnsi="Times New Roman"/>
          <w:sz w:val="28"/>
          <w:szCs w:val="28"/>
          <w:lang w:val="ru-RU"/>
        </w:rPr>
      </w:pPr>
    </w:p>
    <w:p w:rsidR="0017553E" w:rsidRPr="009C4DF4" w:rsidRDefault="0017553E" w:rsidP="00D53523">
      <w:pPr>
        <w:tabs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noProof/>
          <w:lang w:val="ru-RU"/>
        </w:rPr>
        <w:pict>
          <v:shape id="_x0000_s1035" type="#_x0000_t75" style="position:absolute;left:0;text-align:left;margin-left:3in;margin-top:-45pt;width:27pt;height:39.75pt;z-index:251667456;visibility:visible" wrapcoords="-600 0 -600 16302 2400 19562 8400 20785 12600 20785 18600 19562 21600 16302 21600 0 -600 0">
            <v:imagedata r:id="rId5" o:title=""/>
            <w10:wrap type="through"/>
          </v:shape>
        </w:pict>
      </w:r>
      <w:r w:rsidRPr="009C4DF4">
        <w:rPr>
          <w:rFonts w:ascii="Times New Roman" w:eastAsia="Times New Roman" w:hAnsi="Times New Roman"/>
          <w:sz w:val="28"/>
          <w:szCs w:val="28"/>
          <w:lang w:val="ru-RU"/>
        </w:rPr>
        <w:t>ШЕВЧЕНКІВСЬКА    СІЛЬСЬКА  РАДА                                                                                                                 ВІТОВСЬКИЙ  РАЙОН     МИКОЛАЇВСЬКА  ОБЛАСТЬ</w:t>
      </w:r>
    </w:p>
    <w:p w:rsidR="0017553E" w:rsidRPr="009C4DF4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9C4DF4">
        <w:rPr>
          <w:rFonts w:ascii="Times New Roman" w:eastAsia="Times New Roman" w:hAnsi="Times New Roman"/>
          <w:b/>
          <w:sz w:val="28"/>
          <w:szCs w:val="28"/>
          <w:lang w:val="ru-RU"/>
        </w:rPr>
        <w:t>________________________________</w:t>
      </w:r>
      <w:r>
        <w:rPr>
          <w:rFonts w:ascii="Times New Roman" w:eastAsia="Times New Roman" w:hAnsi="Times New Roman"/>
          <w:b/>
          <w:sz w:val="28"/>
          <w:szCs w:val="28"/>
          <w:lang w:val="ru-RU"/>
        </w:rPr>
        <w:t>_______________________________</w:t>
      </w:r>
    </w:p>
    <w:p w:rsidR="0017553E" w:rsidRPr="009C4DF4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 w:rsidRPr="009C4DF4">
        <w:rPr>
          <w:rFonts w:ascii="Times New Roman" w:eastAsia="Times New Roman" w:hAnsi="Times New Roman"/>
          <w:sz w:val="28"/>
          <w:szCs w:val="28"/>
          <w:lang w:val="ru-RU"/>
        </w:rPr>
        <w:t>Р  І  Ш  Е  Н  Н  Я                                                                                                                                                      виконавчого  комітету</w:t>
      </w:r>
    </w:p>
    <w:p w:rsidR="0017553E" w:rsidRPr="009C4DF4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17553E" w:rsidRPr="0021093F" w:rsidRDefault="0017553E" w:rsidP="00D53523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21093F">
        <w:rPr>
          <w:rFonts w:ascii="Times New Roman" w:eastAsia="Times New Roman" w:hAnsi="Times New Roman"/>
          <w:sz w:val="24"/>
          <w:szCs w:val="24"/>
          <w:lang w:val="ru-RU"/>
        </w:rPr>
        <w:t xml:space="preserve">від 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16  березня </w:t>
      </w:r>
      <w:r w:rsidRPr="0021093F">
        <w:rPr>
          <w:rFonts w:ascii="Times New Roman" w:eastAsia="Times New Roman" w:hAnsi="Times New Roman"/>
          <w:sz w:val="24"/>
          <w:szCs w:val="24"/>
          <w:lang w:val="ru-RU"/>
        </w:rPr>
        <w:t xml:space="preserve">2021 року               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</w:t>
      </w:r>
      <w:r w:rsidRPr="0021093F">
        <w:rPr>
          <w:rFonts w:ascii="Times New Roman" w:eastAsia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20            </w:t>
      </w:r>
      <w:r w:rsidRPr="0021093F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      с. Шевченкове</w:t>
      </w:r>
    </w:p>
    <w:p w:rsidR="0017553E" w:rsidRPr="0021093F" w:rsidRDefault="0017553E" w:rsidP="00D53523">
      <w:pPr>
        <w:jc w:val="both"/>
        <w:rPr>
          <w:rFonts w:eastAsia="Times New Roman" w:cs="Arial"/>
          <w:b/>
          <w:bCs/>
          <w:color w:val="000000"/>
          <w:sz w:val="24"/>
          <w:szCs w:val="24"/>
          <w:lang w:val="ru-RU" w:eastAsia="uk-UA"/>
        </w:rPr>
      </w:pPr>
    </w:p>
    <w:p w:rsidR="0017553E" w:rsidRPr="0021093F" w:rsidRDefault="0017553E" w:rsidP="00D53523">
      <w:pPr>
        <w:jc w:val="both"/>
        <w:rPr>
          <w:rFonts w:eastAsia="Times New Roman" w:cs="Arial"/>
          <w:color w:val="000000"/>
          <w:sz w:val="24"/>
          <w:szCs w:val="24"/>
          <w:lang w:val="ru-RU" w:eastAsia="uk-UA"/>
        </w:rPr>
      </w:pPr>
      <w:r w:rsidRPr="0021093F">
        <w:rPr>
          <w:rFonts w:eastAsia="Times New Roman" w:cs="Arial"/>
          <w:color w:val="000000"/>
          <w:sz w:val="24"/>
          <w:szCs w:val="24"/>
          <w:lang w:val="ru-RU" w:eastAsia="uk-UA"/>
        </w:rPr>
        <w:t> </w:t>
      </w: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Про зняття статусу службового житла</w:t>
      </w:r>
    </w:p>
    <w:p w:rsidR="0017553E" w:rsidRPr="0021093F" w:rsidRDefault="0017553E" w:rsidP="00D53523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з квартири  № 10  в  будинку №  34 по </w:t>
      </w:r>
    </w:p>
    <w:p w:rsidR="0017553E" w:rsidRPr="0021093F" w:rsidRDefault="0017553E" w:rsidP="00D53523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вулиці  Центральна  в  селищі Полігон </w:t>
      </w:r>
    </w:p>
    <w:p w:rsidR="0017553E" w:rsidRPr="0021093F" w:rsidRDefault="0017553E" w:rsidP="00D53523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Вітовського району  Миколаївської області</w:t>
      </w:r>
    </w:p>
    <w:p w:rsidR="0017553E" w:rsidRPr="0021093F" w:rsidRDefault="0017553E" w:rsidP="00D53523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17553E" w:rsidRPr="0021093F" w:rsidRDefault="0017553E" w:rsidP="00D53523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17553E" w:rsidRPr="0021093F" w:rsidRDefault="0017553E" w:rsidP="00D53523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Розглянувши клопотання командира військової частини А3406, начальника квартирно-експлуатаційного відділу міста Миколаєва, начальника  Миколаївського </w:t>
      </w:r>
      <w:r w:rsidRPr="0021093F">
        <w:rPr>
          <w:rFonts w:ascii="Times New Roman" w:eastAsia="Times New Roman" w:hAnsi="Times New Roman"/>
          <w:sz w:val="24"/>
          <w:szCs w:val="24"/>
          <w:lang w:val="ru-RU" w:eastAsia="uk-UA"/>
        </w:rPr>
        <w:t xml:space="preserve">гарнізону </w:t>
      </w: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від 22.02.2021року  вх.№ 346, згідно з протоколом  № 1 від 03.02.2021року засідання житлової комісії Миколаївського  гарнізону  </w:t>
      </w:r>
      <w:r w:rsidRPr="0021093F">
        <w:rPr>
          <w:rFonts w:ascii="Times New Roman" w:eastAsia="Times New Roman" w:hAnsi="Times New Roman"/>
          <w:sz w:val="24"/>
          <w:szCs w:val="24"/>
          <w:lang w:val="ru-RU" w:eastAsia="uk-UA"/>
        </w:rPr>
        <w:t>про зняття статусу службового житлового приміщення та видачу постійного ордеру військовослужбовцю Миколаївського гарнізону</w:t>
      </w: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Паплінському Миколі Володимировичу, відповідно до статті 30 Закону України «Про місцеве самоврядування в Україні», статті 125 Житлового кодексу України, виконком сільської ради</w:t>
      </w:r>
    </w:p>
    <w:p w:rsidR="0017553E" w:rsidRPr="0021093F" w:rsidRDefault="0017553E" w:rsidP="00D53523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17553E" w:rsidRPr="0021093F" w:rsidRDefault="0017553E" w:rsidP="00D53523">
      <w:pPr>
        <w:shd w:val="clear" w:color="auto" w:fill="FFFFFF"/>
        <w:jc w:val="center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В И Р І Ш И В:</w:t>
      </w:r>
    </w:p>
    <w:p w:rsidR="0017553E" w:rsidRPr="0021093F" w:rsidRDefault="0017553E" w:rsidP="00D53523">
      <w:pPr>
        <w:shd w:val="clear" w:color="auto" w:fill="FFFFFF"/>
        <w:jc w:val="center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17553E" w:rsidRPr="0021093F" w:rsidRDefault="0017553E" w:rsidP="00D53523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1. Зняти статус службового житла з квартири №10 в будинку №34 по вулиці Центральна в селищі Полігон Вітовського району Миколаївської області – квартиронаймач Паплінський Микола Володимирович.</w:t>
      </w:r>
    </w:p>
    <w:p w:rsidR="0017553E" w:rsidRPr="0021093F" w:rsidRDefault="0017553E" w:rsidP="00D53523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17553E" w:rsidRPr="0021093F" w:rsidRDefault="0017553E" w:rsidP="00D53523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2. Видати Паплінському  Миколі Володимировичу постійний ордер на  окрему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  </w:t>
      </w: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2-кімнатну квартиру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№ </w:t>
      </w: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10, житловою  площею 29,7 м</w:t>
      </w:r>
      <w:r w:rsidRPr="0021093F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ru-RU" w:eastAsia="uk-UA"/>
        </w:rPr>
        <w:t>2</w:t>
      </w: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в житловому  будинку №  34 по  вулиці  Центральна (склад сім’ї – 2 особи).</w:t>
      </w:r>
    </w:p>
    <w:p w:rsidR="0017553E" w:rsidRPr="0021093F" w:rsidRDefault="0017553E" w:rsidP="00D53523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17553E" w:rsidRPr="0021093F" w:rsidRDefault="0017553E" w:rsidP="00D53523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3. Контроль за виконанням даного рішення залишаю за собою.</w:t>
      </w:r>
    </w:p>
    <w:p w:rsidR="0017553E" w:rsidRPr="0021093F" w:rsidRDefault="0017553E" w:rsidP="00D53523">
      <w:pPr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17553E" w:rsidRDefault="0017553E" w:rsidP="00D53523">
      <w:pPr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21093F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Сільський голова                                                      О.В.Пилипенко                      </w:t>
      </w: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17553E" w:rsidRDefault="0017553E" w:rsidP="00D53523">
      <w:pPr>
        <w:tabs>
          <w:tab w:val="left" w:pos="-1080"/>
          <w:tab w:val="left" w:pos="0"/>
        </w:tabs>
        <w:jc w:val="both"/>
        <w:rPr>
          <w:rStyle w:val="FontStyle26"/>
          <w:rFonts w:eastAsia="Times New Roman"/>
          <w:szCs w:val="24"/>
          <w:lang w:val="ru-RU" w:eastAsia="uk-UA"/>
        </w:rPr>
      </w:pPr>
    </w:p>
    <w:p w:rsidR="0017553E" w:rsidRPr="0021093F" w:rsidRDefault="0017553E" w:rsidP="00D53523">
      <w:pPr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D53523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  <w:r w:rsidRPr="00D53523">
        <w:rPr>
          <w:rFonts w:ascii="Times New Roman" w:eastAsia="Times New Roman" w:hAnsi="Times New Roman"/>
          <w:sz w:val="24"/>
          <w:szCs w:val="24"/>
        </w:rPr>
        <w:object w:dxaOrig="9497" w:dyaOrig="15291">
          <v:shape id="_x0000_i1025" type="#_x0000_t75" style="width:474.75pt;height:764.25pt" o:ole="">
            <v:imagedata r:id="rId9" o:title=""/>
          </v:shape>
          <o:OLEObject Type="Embed" ProgID="Word.Document.8" ShapeID="_x0000_i1025" DrawAspect="Content" ObjectID="_1686739877" r:id="rId10">
            <o:FieldCodes>\s</o:FieldCodes>
          </o:OLEObject>
        </w:objec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ru-RU"/>
        </w:rPr>
        <w:pict>
          <v:shape id="_x0000_s1036" type="#_x0000_t75" style="position:absolute;left:0;text-align:left;margin-left:228.5pt;margin-top:2.45pt;width:27pt;height:39.75pt;z-index:251668480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ШЕВЧЕНКІВСЬКА    СІЛЬСЬКА  РАДА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ВІТОВСЬКИЙ  РАЙОН     МИКОЛАЇВСЬКА  ОБЛАСТЬ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__________________________________________________________________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  І  Ш  Е  Н  Н  Я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виконавчого  комітету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від   16 березня  2021року                                № 22                                          с.Шевченкове</w:t>
      </w: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 надання   дозволу Куцоволу Ігорю                                                                                                                                                   Вікторовичу на приватизацію  квартири</w:t>
      </w: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№ 37у будинку  квартирного типу № 34                                                                                                    по вулиці Центральна  в селищі Полігон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Відповідно   до підпункту 30 статті 26,   пункту 2  статті 30,   статті  52  Закону  України  «Про  місцеве  самоврядування  в  Україні»,  статті 8  Закону України  «Про  приватизацію  державного  житлового  фонду»,  розглянувши   заяву гр.Куцовола Ігоря                                                                                                                                                  Вікторовича від 10.03.2021року вх.№764про приватизацію квартири № 37 у будинку  квартирного типу № 34 по вулиці Центральна в селищі Полігон  Вітовського  району  Миколаївської  області,  що належить до  комунальної  власності  Шевченківської сільської ради,  виконком  сільської  ради </w:t>
      </w:r>
    </w:p>
    <w:p w:rsidR="0017553E" w:rsidRDefault="0017553E" w:rsidP="00D5352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7553E" w:rsidRDefault="0017553E" w:rsidP="00D53523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 И  Р  І  Ш  И  В  :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553E" w:rsidRPr="004F63BB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1.Надати гр.Куцоволу Ігорю Вікторовичу  дозвіл на приватизацію квартири №37у будинку  квартирного типу № 34 по  вулиці Центральна в селищі Полігон</w:t>
      </w:r>
      <w:r w:rsidRPr="004F63BB">
        <w:rPr>
          <w:rFonts w:ascii="Times New Roman" w:eastAsia="Times New Roman" w:hAnsi="Times New Roman"/>
          <w:sz w:val="24"/>
          <w:szCs w:val="24"/>
        </w:rPr>
        <w:t xml:space="preserve"> Вітовського  району  Миколаївської  обла</w:t>
      </w:r>
      <w:r>
        <w:rPr>
          <w:rFonts w:ascii="Times New Roman" w:eastAsia="Times New Roman" w:hAnsi="Times New Roman"/>
          <w:sz w:val="24"/>
          <w:szCs w:val="24"/>
        </w:rPr>
        <w:t>сті, що розташована на четвертому</w:t>
      </w:r>
      <w:r w:rsidRPr="004F63BB">
        <w:rPr>
          <w:rFonts w:ascii="Times New Roman" w:eastAsia="Times New Roman" w:hAnsi="Times New Roman"/>
          <w:sz w:val="24"/>
          <w:szCs w:val="24"/>
        </w:rPr>
        <w:t>поверсі5-поверховог</w:t>
      </w:r>
      <w:r>
        <w:rPr>
          <w:rFonts w:ascii="Times New Roman" w:eastAsia="Times New Roman" w:hAnsi="Times New Roman"/>
          <w:sz w:val="24"/>
          <w:szCs w:val="24"/>
        </w:rPr>
        <w:t>о будинку та складається з  2-х</w:t>
      </w:r>
      <w:r w:rsidRPr="004F63BB">
        <w:rPr>
          <w:rFonts w:ascii="Times New Roman" w:eastAsia="Times New Roman" w:hAnsi="Times New Roman"/>
          <w:sz w:val="24"/>
          <w:szCs w:val="24"/>
        </w:rPr>
        <w:t xml:space="preserve"> кімнат</w:t>
      </w:r>
      <w:r>
        <w:rPr>
          <w:rFonts w:ascii="Times New Roman" w:eastAsia="Times New Roman" w:hAnsi="Times New Roman"/>
          <w:sz w:val="24"/>
          <w:szCs w:val="24"/>
        </w:rPr>
        <w:t xml:space="preserve"> житловою площею 29,0кв.м.,  загальною площею –  49,3</w:t>
      </w:r>
      <w:r w:rsidRPr="004F63BB">
        <w:rPr>
          <w:rFonts w:ascii="Times New Roman" w:eastAsia="Times New Roman" w:hAnsi="Times New Roman"/>
          <w:sz w:val="24"/>
          <w:szCs w:val="24"/>
        </w:rPr>
        <w:t>кв.м.</w:t>
      </w:r>
    </w:p>
    <w:p w:rsidR="0017553E" w:rsidRPr="004F63BB" w:rsidRDefault="0017553E" w:rsidP="00D53523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4F63BB">
        <w:rPr>
          <w:rFonts w:ascii="Times New Roman" w:eastAsia="Times New Roman" w:hAnsi="Times New Roman"/>
          <w:sz w:val="24"/>
          <w:szCs w:val="24"/>
        </w:rPr>
        <w:t>2. Оформити  свідоцт</w:t>
      </w:r>
      <w:r>
        <w:rPr>
          <w:rFonts w:ascii="Times New Roman" w:eastAsia="Times New Roman" w:hAnsi="Times New Roman"/>
          <w:sz w:val="24"/>
          <w:szCs w:val="24"/>
        </w:rPr>
        <w:t>во на право спільної  часткової  власності  у  рівних  частках на  квартиру  № 37 у будинку квартирного типу № 34  по  вулиці Центральна  в селищі  Полігон  на: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2.1.Куцовола Ігоря Вікторовича;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2.2. Куцовол Юлію Сергіївну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Гр. Куцоволу Ігорю Вікторовичу зареєструвати  свідоцтво  на право  спільної  часткової власності  на  квартиру № 37 в  житловому будинку № 34 по  вулиці Центральна  в селищі Полігон  Вітовського  району  Миколаївської  області.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 Контроль  за  виконанням даного  рішення  покласти на Голік А.І., директора житлово-комунального  підприємства  «Мрія-Т».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Сільський  голова                                                           О.В.Пилипенко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both"/>
        <w:rPr>
          <w:rStyle w:val="FontStyle26"/>
          <w:rFonts w:eastAsia="Times New Roman"/>
          <w:b/>
          <w:sz w:val="20"/>
          <w:u w:val="single"/>
          <w:lang w:val="ru-RU" w:eastAsia="uk-UA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E566F1" w:rsidRDefault="0017553E" w:rsidP="00F40947">
      <w:pPr>
        <w:ind w:left="-240"/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1636A7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ru-RU"/>
        </w:rPr>
        <w:pict>
          <v:shape id="_x0000_s1037" type="#_x0000_t75" style="position:absolute;left:0;text-align:left;margin-left:225pt;margin-top:8.4pt;width:27pt;height:39.75pt;z-index:251669504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ШЕВЧЕНКІВСЬКА    СІЛЬСЬКА  РАДА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ВІТОВСЬКИЙ  РАЙОН     МИКОЛАЇВСЬКА  ОБЛАСТЬ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__________________________________________________________________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  І  Ш  Е  Н  Н  Я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виконавчого  комітету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від   16  березня 2021 року                           № 23                                        с.Шевченкове  </w:t>
      </w: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    надання   дозволу Гуторову Сергію </w:t>
      </w: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Олександровичу  на   приватизацію квартири</w:t>
      </w: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№ 24  в   житловому  будинку  № 34    по </w:t>
      </w: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вулиці   Центральна   в    селищі  Полігон</w:t>
      </w:r>
    </w:p>
    <w:p w:rsidR="0017553E" w:rsidRDefault="0017553E" w:rsidP="00D53523">
      <w:pPr>
        <w:rPr>
          <w:rFonts w:ascii="Times New Roman" w:eastAsia="Times New Roman" w:hAnsi="Times New Roman"/>
          <w:b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Відповідно   до підпункту 30 статті 26,   пункту 2  статті 30,   статті  52  Закону  України  «Про  місцеве  самоврядування  в  Україні»,  статті 8  Закону України  «Про  приватизацію  державного  житлового  фонду»  розглянувши   заяву гр. Гуторова Сергія Олександровича   від 25.02.2021 року вх. № 584 про  приватизацію  квартири  № 24  в  житловому будинку № 34 по  вулиці Центральна  в селищі  Полігон  Вітовського  району  Миколаївської  області,  що належить до  комунальної  власності  Шевченківської  територіальної  громади,  виконком  сільської  ради </w:t>
      </w:r>
    </w:p>
    <w:p w:rsidR="0017553E" w:rsidRDefault="0017553E" w:rsidP="00D5352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7553E" w:rsidRDefault="0017553E" w:rsidP="00D53523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 И  Р  І  Ш  И  В  :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553E" w:rsidRPr="004F63BB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Надати гр.Гуторову Сергію Олександровичу дозвіл на приватизацію  квартири № 24 в житловому будинку  № 34 по  вулиці Центральна в селищі Полігон</w:t>
      </w:r>
      <w:r w:rsidRPr="004F63BB">
        <w:rPr>
          <w:rFonts w:ascii="Times New Roman" w:eastAsia="Times New Roman" w:hAnsi="Times New Roman"/>
          <w:sz w:val="24"/>
          <w:szCs w:val="24"/>
        </w:rPr>
        <w:t xml:space="preserve"> Вітовського  району  Миколаївської  обла</w:t>
      </w:r>
      <w:r>
        <w:rPr>
          <w:rFonts w:ascii="Times New Roman" w:eastAsia="Times New Roman" w:hAnsi="Times New Roman"/>
          <w:sz w:val="24"/>
          <w:szCs w:val="24"/>
        </w:rPr>
        <w:t xml:space="preserve">сті,  що розташована на другому  </w:t>
      </w:r>
      <w:r w:rsidRPr="004F63BB">
        <w:rPr>
          <w:rFonts w:ascii="Times New Roman" w:eastAsia="Times New Roman" w:hAnsi="Times New Roman"/>
          <w:sz w:val="24"/>
          <w:szCs w:val="24"/>
        </w:rPr>
        <w:t>поверсі 5-поверховог</w:t>
      </w:r>
      <w:r>
        <w:rPr>
          <w:rFonts w:ascii="Times New Roman" w:eastAsia="Times New Roman" w:hAnsi="Times New Roman"/>
          <w:sz w:val="24"/>
          <w:szCs w:val="24"/>
        </w:rPr>
        <w:t>о будинку  та  складається з  2-х</w:t>
      </w:r>
      <w:r w:rsidRPr="004F63BB">
        <w:rPr>
          <w:rFonts w:ascii="Times New Roman" w:eastAsia="Times New Roman" w:hAnsi="Times New Roman"/>
          <w:sz w:val="24"/>
          <w:szCs w:val="24"/>
        </w:rPr>
        <w:t xml:space="preserve"> кімнат</w:t>
      </w:r>
      <w:r>
        <w:rPr>
          <w:rFonts w:ascii="Times New Roman" w:eastAsia="Times New Roman" w:hAnsi="Times New Roman"/>
          <w:sz w:val="24"/>
          <w:szCs w:val="24"/>
        </w:rPr>
        <w:t xml:space="preserve">  житловою площею  29,8 кв.м.,  загальною площею –  50,4</w:t>
      </w:r>
      <w:r w:rsidRPr="004F63BB">
        <w:rPr>
          <w:rFonts w:ascii="Times New Roman" w:eastAsia="Times New Roman" w:hAnsi="Times New Roman"/>
          <w:sz w:val="24"/>
          <w:szCs w:val="24"/>
        </w:rPr>
        <w:t>кв.м.</w:t>
      </w:r>
    </w:p>
    <w:p w:rsidR="0017553E" w:rsidRPr="004F63BB" w:rsidRDefault="0017553E" w:rsidP="00D53523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4F63BB">
        <w:rPr>
          <w:rFonts w:ascii="Times New Roman" w:eastAsia="Times New Roman" w:hAnsi="Times New Roman"/>
          <w:sz w:val="24"/>
          <w:szCs w:val="24"/>
        </w:rPr>
        <w:t>2. Оформити  свідоцт</w:t>
      </w:r>
      <w:r>
        <w:rPr>
          <w:rFonts w:ascii="Times New Roman" w:eastAsia="Times New Roman" w:hAnsi="Times New Roman"/>
          <w:sz w:val="24"/>
          <w:szCs w:val="24"/>
        </w:rPr>
        <w:t>во на право спільної  часткової  власності  у  рівних  частках на  квартиру  № 24  в житловому будинку   № 34  по  вулиці Центральна  в селищі  Полігон  на: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2.1. Гуторова  Сергія  Олександровича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2.2. Гуторову Тетяну Миколаївну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2.3. Гуторова Артема Сергійовича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Гр. Гуторову Сергію Олександровичу зареєструвати  свідоцтво  на право  спільної  часткової власності  на  квартиру № 24 в  житловому будинку № 34 по  вулиці Центральна  в селищі Полігон  Вітовського  району  Миколаївської  області.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 Контроль  за  виконанням даного  рішення  покласти на Голік А.І.,  директора житлово-комунального  підприємства  «Мрія-Т».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Сільський  голова                                        О.В.Пилипенко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noProof/>
          <w:lang w:val="ru-RU"/>
        </w:rPr>
        <w:pict>
          <v:shape id="_x0000_s1038" type="#_x0000_t75" style="position:absolute;margin-left:207pt;margin-top:4.2pt;width:27pt;height:39.75pt;z-index:251670528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ШЕВЧЕНКІВСЬКА    СІЛЬСЬКА  РАДА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ВІТОВСЬКИЙ  РАЙОН     МИКОЛАЇВСЬКА  ОБЛАСТЬ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__________________________________________________________________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  І  Ш  Е  Н  Н  Я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виконавчого  комітету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від   16  березня  2021року                            № 24                                            с.Шевченкове</w:t>
      </w:r>
    </w:p>
    <w:p w:rsidR="0017553E" w:rsidRDefault="0017553E" w:rsidP="00D53523">
      <w:pPr>
        <w:rPr>
          <w:rFonts w:ascii="Times New Roman" w:eastAsia="Times New Roman" w:hAnsi="Times New Roman"/>
          <w:sz w:val="28"/>
          <w:szCs w:val="28"/>
        </w:rPr>
      </w:pPr>
    </w:p>
    <w:p w:rsidR="0017553E" w:rsidRPr="003664BE" w:rsidRDefault="0017553E" w:rsidP="00D53523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3664B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</w:t>
      </w:r>
      <w:r w:rsidRPr="003664B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664B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присвоєння</w:t>
      </w:r>
      <w:r w:rsidRPr="003664BE">
        <w:rPr>
          <w:rFonts w:ascii="Times New Roman" w:eastAsia="Times New Roman" w:hAnsi="Times New Roman"/>
          <w:color w:val="000000"/>
          <w:sz w:val="24"/>
          <w:szCs w:val="24"/>
        </w:rPr>
        <w:t xml:space="preserve">  адреси житловому</w:t>
      </w:r>
    </w:p>
    <w:p w:rsidR="0017553E" w:rsidRPr="003664BE" w:rsidRDefault="0017553E" w:rsidP="00D53523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3664BE">
        <w:rPr>
          <w:rFonts w:ascii="Times New Roman" w:eastAsia="Times New Roman" w:hAnsi="Times New Roman"/>
          <w:color w:val="000000"/>
          <w:sz w:val="24"/>
          <w:szCs w:val="24"/>
        </w:rPr>
        <w:t>будинку, розташованому по вулиці</w:t>
      </w:r>
    </w:p>
    <w:p w:rsidR="0017553E" w:rsidRPr="003664BE" w:rsidRDefault="0017553E" w:rsidP="00D53523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Суворова в селищі  Центральне</w:t>
      </w:r>
      <w:r w:rsidRPr="003664BE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</w:rPr>
        <w:t>який</w:t>
      </w:r>
    </w:p>
    <w:p w:rsidR="0017553E" w:rsidRPr="003664BE" w:rsidRDefault="0017553E" w:rsidP="00D53523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3664BE">
        <w:rPr>
          <w:rFonts w:ascii="Times New Roman" w:eastAsia="Times New Roman" w:hAnsi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664BE">
        <w:rPr>
          <w:rFonts w:ascii="Times New Roman" w:eastAsia="Times New Roman" w:hAnsi="Times New Roman"/>
          <w:color w:val="000000"/>
          <w:sz w:val="24"/>
          <w:szCs w:val="24"/>
        </w:rPr>
        <w:t xml:space="preserve">дня 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смерті</w:t>
      </w:r>
      <w:r w:rsidRPr="003664BE">
        <w:rPr>
          <w:rFonts w:ascii="Times New Roman" w:eastAsia="Times New Roman" w:hAnsi="Times New Roman"/>
          <w:color w:val="000000"/>
          <w:sz w:val="24"/>
          <w:szCs w:val="24"/>
        </w:rPr>
        <w:t xml:space="preserve"> належав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померлій</w:t>
      </w:r>
      <w:r w:rsidRPr="003664B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17553E" w:rsidRPr="003664BE" w:rsidRDefault="0017553E" w:rsidP="00D53523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Шекері Лідії Семенівни</w:t>
      </w:r>
      <w:r w:rsidRPr="003664BE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</w:p>
    <w:p w:rsidR="0017553E" w:rsidRPr="005134F8" w:rsidRDefault="0017553E" w:rsidP="00D53523">
      <w:pPr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3664B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17553E" w:rsidRDefault="0017553E" w:rsidP="00D53523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 </w:t>
      </w:r>
      <w:r w:rsidRPr="00B44F02">
        <w:rPr>
          <w:rFonts w:ascii="Times New Roman" w:eastAsia="Times New Roman" w:hAnsi="Times New Roman"/>
          <w:color w:val="000000"/>
          <w:sz w:val="24"/>
          <w:szCs w:val="24"/>
        </w:rPr>
        <w:t>Відповідно до статт</w:t>
      </w:r>
      <w:r>
        <w:rPr>
          <w:rFonts w:ascii="Times New Roman" w:eastAsia="Times New Roman" w:hAnsi="Times New Roman"/>
          <w:color w:val="000000"/>
          <w:sz w:val="24"/>
          <w:szCs w:val="24"/>
        </w:rPr>
        <w:t>і</w:t>
      </w:r>
      <w:r w:rsidRPr="00B44F02">
        <w:rPr>
          <w:rFonts w:ascii="Times New Roman" w:eastAsia="Times New Roman" w:hAnsi="Times New Roman"/>
          <w:color w:val="000000"/>
          <w:sz w:val="24"/>
          <w:szCs w:val="24"/>
        </w:rPr>
        <w:t xml:space="preserve"> 30 Закону України «Про місцеве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B44F02">
        <w:rPr>
          <w:rFonts w:ascii="Times New Roman" w:eastAsia="Times New Roman" w:hAnsi="Times New Roman"/>
          <w:color w:val="000000"/>
          <w:sz w:val="24"/>
          <w:szCs w:val="24"/>
        </w:rPr>
        <w:t>самоврядування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B44F02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B44F02">
        <w:rPr>
          <w:rFonts w:ascii="Times New Roman" w:eastAsia="Times New Roman" w:hAnsi="Times New Roman"/>
          <w:color w:val="000000"/>
          <w:sz w:val="24"/>
          <w:szCs w:val="24"/>
        </w:rPr>
        <w:t xml:space="preserve">Україні», 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розглянувши  заяву гр. Шекері Анатолія Григоровича про  присвоєння нумерації  житловому будинку, розташованому в селищі Центральне  по  вулиці Суворова, який  до  дня  смерті   належав  померлій 19  вересня 2020 року  гр. Шекері Лідії Семенівни,  у  звʼязку  з  оформленням  спадщини  гр. Шекері А.Г., виконком сільської ради</w:t>
      </w:r>
    </w:p>
    <w:p w:rsidR="0017553E" w:rsidRDefault="0017553E" w:rsidP="00D53523">
      <w:pPr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И Р І Ш И В :</w:t>
      </w:r>
    </w:p>
    <w:p w:rsidR="0017553E" w:rsidRDefault="0017553E" w:rsidP="00D53523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1.Присвоїти житловому  будинку, який до моменту  смерті  належав  померлій                            гр.</w:t>
      </w:r>
      <w:r w:rsidRPr="003664B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Шекері Лідії Семенівни, адресу: Миколаївська область,  Вітовський район, селище Центральне,  вулиця  Суворова, № 45  (сорок пʼять).</w:t>
      </w:r>
    </w:p>
    <w:p w:rsidR="0017553E" w:rsidRDefault="0017553E" w:rsidP="00D53523">
      <w:pPr>
        <w:spacing w:before="100" w:beforeAutospacing="1" w:after="100" w:afterAutospacing="1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2.  Діловоду  сільської ради Пасічнюк О.М.  внести записи до  погосподарського обліку, присвоїти номер житловому будинку: вулиця Суворова, № 45  (сорок пʼять).</w:t>
      </w:r>
    </w:p>
    <w:p w:rsidR="0017553E" w:rsidRDefault="0017553E" w:rsidP="00D53523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3. Контроль з</w:t>
      </w:r>
      <w:r w:rsidRPr="00747D56">
        <w:rPr>
          <w:rFonts w:ascii="Times New Roman" w:eastAsia="Times New Roman" w:hAnsi="Times New Roman"/>
          <w:color w:val="000000"/>
          <w:sz w:val="24"/>
          <w:szCs w:val="24"/>
        </w:rPr>
        <w:t>а виконанням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747D56">
        <w:rPr>
          <w:rFonts w:ascii="Times New Roman" w:eastAsia="Times New Roman" w:hAnsi="Times New Roman"/>
          <w:color w:val="000000"/>
          <w:sz w:val="24"/>
          <w:szCs w:val="24"/>
        </w:rPr>
        <w:t>даного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747D56">
        <w:rPr>
          <w:rFonts w:ascii="Times New Roman" w:eastAsia="Times New Roman" w:hAnsi="Times New Roman"/>
          <w:color w:val="000000"/>
          <w:sz w:val="24"/>
          <w:szCs w:val="24"/>
        </w:rPr>
        <w:t>ріше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ння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залишаю  за собою.</w:t>
      </w:r>
    </w:p>
    <w:p w:rsidR="0017553E" w:rsidRDefault="0017553E" w:rsidP="00D53523">
      <w:pPr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Сільський  голова                                                                      О.В.Пилипенко</w:t>
      </w: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17553E" w:rsidRDefault="0017553E" w:rsidP="00D53523">
      <w:pPr>
        <w:tabs>
          <w:tab w:val="left" w:pos="6180"/>
        </w:tabs>
        <w:rPr>
          <w:rFonts w:ascii="Times New Roman" w:eastAsia="Times New Roman" w:hAnsi="Times New Roman"/>
          <w:szCs w:val="22"/>
        </w:rPr>
      </w:pPr>
    </w:p>
    <w:p w:rsidR="0017553E" w:rsidRDefault="0017553E" w:rsidP="00D53523">
      <w:pPr>
        <w:tabs>
          <w:tab w:val="left" w:pos="-1080"/>
          <w:tab w:val="left" w:pos="0"/>
        </w:tabs>
        <w:jc w:val="both"/>
        <w:rPr>
          <w:rStyle w:val="FontStyle26"/>
          <w:rFonts w:eastAsia="Times New Roman"/>
          <w:szCs w:val="24"/>
          <w:lang w:val="ru-RU" w:eastAsia="uk-UA"/>
        </w:rPr>
      </w:pPr>
    </w:p>
    <w:p w:rsidR="0017553E" w:rsidRDefault="0017553E" w:rsidP="00D53523">
      <w:pPr>
        <w:tabs>
          <w:tab w:val="left" w:pos="-1080"/>
          <w:tab w:val="left" w:pos="0"/>
        </w:tabs>
        <w:jc w:val="both"/>
        <w:rPr>
          <w:rStyle w:val="FontStyle26"/>
          <w:rFonts w:eastAsia="Times New Roman"/>
          <w:szCs w:val="24"/>
          <w:lang w:val="ru-RU" w:eastAsia="uk-UA"/>
        </w:rPr>
      </w:pPr>
    </w:p>
    <w:p w:rsidR="0017553E" w:rsidRDefault="0017553E" w:rsidP="00D53523">
      <w:pPr>
        <w:tabs>
          <w:tab w:val="left" w:pos="-1080"/>
          <w:tab w:val="left" w:pos="0"/>
        </w:tabs>
        <w:jc w:val="both"/>
        <w:rPr>
          <w:rStyle w:val="FontStyle26"/>
          <w:rFonts w:eastAsia="Times New Roman"/>
          <w:szCs w:val="24"/>
          <w:lang w:val="ru-RU" w:eastAsia="uk-UA"/>
        </w:rPr>
      </w:pPr>
    </w:p>
    <w:p w:rsidR="0017553E" w:rsidRDefault="0017553E" w:rsidP="00D53523">
      <w:pPr>
        <w:tabs>
          <w:tab w:val="left" w:pos="-1080"/>
          <w:tab w:val="left" w:pos="0"/>
        </w:tabs>
        <w:jc w:val="both"/>
        <w:rPr>
          <w:rStyle w:val="FontStyle26"/>
          <w:rFonts w:eastAsia="Times New Roman"/>
          <w:szCs w:val="24"/>
          <w:lang w:val="ru-RU" w:eastAsia="uk-UA"/>
        </w:rPr>
      </w:pPr>
    </w:p>
    <w:p w:rsidR="0017553E" w:rsidRDefault="0017553E" w:rsidP="00D53523">
      <w:pPr>
        <w:tabs>
          <w:tab w:val="left" w:pos="-1080"/>
          <w:tab w:val="left" w:pos="0"/>
        </w:tabs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val="ru-RU"/>
        </w:rPr>
        <w:pict>
          <v:shape id="_x0000_s1039" type="#_x0000_t75" style="position:absolute;left:0;text-align:left;margin-left:225pt;margin-top:0;width:27pt;height:39.75pt;z-index:251671552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Pr="00C25BCA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ШЕВЧЕНКІВСЬКА    СІЛЬСЬКА  РАДА                                                              </w:t>
      </w:r>
      <w:r w:rsidRPr="00EF6D5D">
        <w:rPr>
          <w:rFonts w:ascii="Times New Roman" w:eastAsia="Times New Roman" w:hAnsi="Times New Roman"/>
          <w:sz w:val="28"/>
          <w:szCs w:val="28"/>
        </w:rPr>
        <w:t>ВІТОВСЬКИЙ  РАЙОН     МИКОЛАЇВСЬКА  ОБЛАСТЬ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________</w:t>
      </w:r>
      <w:r w:rsidRPr="00EF6D5D">
        <w:rPr>
          <w:rFonts w:ascii="Times New Roman" w:eastAsia="Times New Roman" w:hAnsi="Times New Roman"/>
          <w:b/>
          <w:sz w:val="28"/>
          <w:szCs w:val="28"/>
        </w:rPr>
        <w:t>___________________________________________________</w:t>
      </w:r>
    </w:p>
    <w:p w:rsidR="0017553E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  І  Ш  Е  Н  Н  Я                                                                                                     </w:t>
      </w:r>
      <w:r w:rsidRPr="00EF6D5D">
        <w:rPr>
          <w:rFonts w:ascii="Times New Roman" w:eastAsia="Times New Roman" w:hAnsi="Times New Roman"/>
          <w:sz w:val="28"/>
          <w:szCs w:val="28"/>
        </w:rPr>
        <w:t>виконавчого  комітету</w:t>
      </w:r>
    </w:p>
    <w:p w:rsidR="0017553E" w:rsidRPr="00EF6D5D" w:rsidRDefault="0017553E" w:rsidP="00D53523">
      <w:pPr>
        <w:tabs>
          <w:tab w:val="left" w:pos="-1080"/>
          <w:tab w:val="left" w:pos="0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17553E" w:rsidRPr="005149C0" w:rsidRDefault="0017553E" w:rsidP="00D53523">
      <w:pPr>
        <w:autoSpaceDE w:val="0"/>
        <w:autoSpaceDN w:val="0"/>
        <w:adjustRightInd w:val="0"/>
        <w:rPr>
          <w:rStyle w:val="Strong"/>
          <w:rFonts w:ascii="Times New Roman" w:eastAsia="Times New Roman" w:hAnsi="Times New Roman"/>
          <w:b w:val="0"/>
          <w:bCs/>
          <w:sz w:val="24"/>
          <w:szCs w:val="24"/>
          <w:lang w:val="ru-RU"/>
        </w:rPr>
      </w:pPr>
      <w:r>
        <w:rPr>
          <w:rStyle w:val="Strong"/>
          <w:rFonts w:ascii="Times New Roman" w:eastAsia="Times New Roman" w:hAnsi="Times New Roman"/>
          <w:b w:val="0"/>
          <w:bCs/>
          <w:sz w:val="24"/>
          <w:szCs w:val="24"/>
          <w:lang w:val="ru-RU"/>
        </w:rPr>
        <w:t xml:space="preserve">від   16  березня 2021 </w:t>
      </w:r>
      <w:r w:rsidRPr="005149C0">
        <w:rPr>
          <w:rStyle w:val="Strong"/>
          <w:rFonts w:ascii="Times New Roman" w:eastAsia="Times New Roman" w:hAnsi="Times New Roman"/>
          <w:b w:val="0"/>
          <w:bCs/>
          <w:sz w:val="24"/>
          <w:szCs w:val="24"/>
          <w:lang w:val="ru-RU"/>
        </w:rPr>
        <w:t xml:space="preserve">року      </w:t>
      </w:r>
      <w:r>
        <w:rPr>
          <w:rStyle w:val="Strong"/>
          <w:rFonts w:ascii="Times New Roman" w:eastAsia="Times New Roman" w:hAnsi="Times New Roman"/>
          <w:b w:val="0"/>
          <w:bCs/>
          <w:sz w:val="24"/>
          <w:szCs w:val="24"/>
          <w:lang w:val="ru-RU"/>
        </w:rPr>
        <w:t xml:space="preserve">                        № 26</w:t>
      </w:r>
      <w:r w:rsidRPr="005149C0">
        <w:rPr>
          <w:rStyle w:val="Strong"/>
          <w:rFonts w:ascii="Times New Roman" w:eastAsia="Times New Roman" w:hAnsi="Times New Roman"/>
          <w:b w:val="0"/>
          <w:bCs/>
          <w:sz w:val="24"/>
          <w:szCs w:val="24"/>
          <w:lang w:val="ru-RU"/>
        </w:rPr>
        <w:t xml:space="preserve">                                             с.Шевченкове</w:t>
      </w:r>
    </w:p>
    <w:p w:rsidR="0017553E" w:rsidRDefault="0017553E" w:rsidP="00D53523">
      <w:pPr>
        <w:spacing w:after="300"/>
        <w:rPr>
          <w:rFonts w:ascii="Times New Roman" w:eastAsia="Times New Roman" w:hAnsi="Times New Roman"/>
          <w:sz w:val="24"/>
          <w:szCs w:val="24"/>
        </w:rPr>
      </w:pPr>
    </w:p>
    <w:p w:rsidR="0017553E" w:rsidRPr="007B4B7E" w:rsidRDefault="0017553E" w:rsidP="00D53523">
      <w:pPr>
        <w:spacing w:after="300"/>
        <w:rPr>
          <w:rFonts w:ascii="Times New Roman" w:eastAsia="Times New Roman" w:hAnsi="Times New Roman"/>
          <w:i/>
          <w:sz w:val="24"/>
          <w:szCs w:val="24"/>
        </w:rPr>
      </w:pPr>
      <w:r w:rsidRPr="007B4B7E">
        <w:rPr>
          <w:rFonts w:ascii="Times New Roman" w:eastAsia="Times New Roman" w:hAnsi="Times New Roman"/>
          <w:sz w:val="24"/>
          <w:szCs w:val="24"/>
        </w:rPr>
        <w:t>Про  організацію  та  проведення  місячника                                                                                                                                   санітарної  очистки та  благоустрою  населених                                                                                                                                                 пунктів  Шевченківської сільської  ради</w:t>
      </w:r>
    </w:p>
    <w:p w:rsidR="0017553E" w:rsidRPr="007B4B7E" w:rsidRDefault="0017553E" w:rsidP="00D53523">
      <w:pPr>
        <w:spacing w:after="30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  <w:t xml:space="preserve">            </w:t>
      </w:r>
      <w:r w:rsidRPr="007B4B7E"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  <w:t>Відповідно до Закону України «Про благоустрій населених пунктів», статті 52 Закону України «Про місцеве самоврядування в Україні»</w:t>
      </w:r>
      <w:r w:rsidRPr="007B4B7E"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  <w:lang w:val="ru-RU"/>
        </w:rPr>
        <w:t> </w:t>
      </w:r>
      <w:r w:rsidRPr="007B4B7E"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  <w:t>з метою поліпшення стану довкілля, озеленення, благоустрою населених пунктів Шевченк</w:t>
      </w:r>
      <w:r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  <w:t>і</w:t>
      </w:r>
      <w:r w:rsidRPr="007B4B7E"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  <w:t>вської сільської ради:</w:t>
      </w:r>
    </w:p>
    <w:p w:rsidR="0017553E" w:rsidRDefault="0017553E" w:rsidP="00D53523">
      <w:pPr>
        <w:spacing w:before="100" w:beforeAutospacing="1" w:after="100" w:afterAutospacing="1"/>
        <w:ind w:left="360"/>
        <w:jc w:val="center"/>
        <w:rPr>
          <w:rFonts w:ascii="Times New Roman" w:eastAsia="Times New Roman" w:hAnsi="Times New Roman"/>
          <w:color w:val="333333"/>
          <w:sz w:val="24"/>
          <w:szCs w:val="24"/>
        </w:rPr>
      </w:pP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>В  И  Р  І  Ш  И  В :</w:t>
      </w:r>
    </w:p>
    <w:p w:rsidR="0017553E" w:rsidRDefault="0017553E" w:rsidP="00D53523">
      <w:pPr>
        <w:shd w:val="clear" w:color="auto" w:fill="FFFFFF"/>
        <w:jc w:val="both"/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  <w:t>1.</w:t>
      </w:r>
      <w:r w:rsidRPr="007B4B7E"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  <w:t>Провести у період з 01 квітня по 30 квітня 2021 року на території населених пунктів Шевченківської сіл</w:t>
      </w:r>
      <w:r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  <w:t>ьської ради місячник із прибира</w:t>
      </w:r>
      <w:r w:rsidRPr="007B4B7E"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  <w:t>ння, благоустрою та поліпшення санітарного стану довкілля.</w:t>
      </w:r>
    </w:p>
    <w:p w:rsidR="0017553E" w:rsidRDefault="0017553E" w:rsidP="00D53523">
      <w:pPr>
        <w:shd w:val="clear" w:color="auto" w:fill="FFFFFF"/>
        <w:jc w:val="both"/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</w:pPr>
    </w:p>
    <w:p w:rsidR="0017553E" w:rsidRDefault="0017553E" w:rsidP="00D53523">
      <w:pPr>
        <w:shd w:val="clear" w:color="auto" w:fill="FFFFFF"/>
        <w:jc w:val="both"/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</w:rPr>
        <w:t>2.</w:t>
      </w:r>
      <w:r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  <w:lang w:val="ru-RU"/>
        </w:rPr>
        <w:t xml:space="preserve">Провести   22 квітня </w:t>
      </w:r>
      <w:r w:rsidRPr="007B4B7E"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  <w:lang w:val="ru-RU"/>
        </w:rPr>
        <w:t xml:space="preserve">2021 року в населених пунктах </w:t>
      </w:r>
      <w:r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  <w:lang w:val="ru-RU"/>
        </w:rPr>
        <w:t xml:space="preserve">сільської ради </w:t>
      </w:r>
      <w:r w:rsidRPr="007B4B7E"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  <w:lang w:val="ru-RU"/>
        </w:rPr>
        <w:t>День довкілля.</w:t>
      </w:r>
    </w:p>
    <w:p w:rsidR="0017553E" w:rsidRDefault="0017553E" w:rsidP="00D53523">
      <w:pPr>
        <w:shd w:val="clear" w:color="auto" w:fill="FFFFFF"/>
        <w:jc w:val="both"/>
        <w:rPr>
          <w:rFonts w:ascii="Times New Roman" w:eastAsia="Times New Roman" w:hAnsi="Times New Roman"/>
          <w:iCs/>
          <w:color w:val="333333"/>
          <w:sz w:val="24"/>
          <w:szCs w:val="24"/>
          <w:bdr w:val="none" w:sz="0" w:space="0" w:color="auto" w:frame="1"/>
          <w:lang w:val="ru-RU"/>
        </w:rPr>
      </w:pPr>
    </w:p>
    <w:p w:rsidR="0017553E" w:rsidRPr="0014098E" w:rsidRDefault="0017553E" w:rsidP="00D53523">
      <w:pPr>
        <w:spacing w:after="300"/>
        <w:rPr>
          <w:rFonts w:ascii="Times New Roman" w:eastAsia="Times New Roman" w:hAnsi="Times New Roman"/>
          <w:color w:val="333333"/>
          <w:sz w:val="24"/>
          <w:szCs w:val="24"/>
        </w:rPr>
      </w:pPr>
      <w:r w:rsidRPr="00B63D70">
        <w:rPr>
          <w:rFonts w:ascii="Times New Roman" w:eastAsia="Times New Roman" w:hAnsi="Times New Roman"/>
          <w:color w:val="333333"/>
          <w:sz w:val="24"/>
          <w:szCs w:val="24"/>
          <w:u w:val="single"/>
        </w:rPr>
        <w:t>3. Старостам, відділу  земельних ресурсів сільської  ради сільської ради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                         3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>.1.П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>роводитироз’яснювальну</w:t>
      </w:r>
      <w:r w:rsidRPr="00B07F1C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 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 xml:space="preserve"> роботу </w:t>
      </w:r>
      <w:r w:rsidRPr="00C25BCA">
        <w:rPr>
          <w:rFonts w:ascii="Times New Roman" w:eastAsia="Times New Roman" w:hAnsi="Times New Roman"/>
          <w:color w:val="2D1614"/>
          <w:sz w:val="24"/>
          <w:szCs w:val="24"/>
        </w:rPr>
        <w:t xml:space="preserve"> серед  населення 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>щодо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>недопущення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>утворення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>стихійних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>сміттєзвалищ</w:t>
      </w:r>
      <w:r w:rsidRPr="00C25BCA">
        <w:rPr>
          <w:rFonts w:ascii="Times New Roman" w:eastAsia="Times New Roman" w:hAnsi="Times New Roman"/>
          <w:color w:val="2D1614"/>
          <w:sz w:val="24"/>
          <w:szCs w:val="24"/>
        </w:rPr>
        <w:t xml:space="preserve"> та 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>інформувати</w:t>
      </w:r>
      <w:r w:rsidRPr="00B07F1C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 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>про здійснення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>заходів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>з благоустрою населених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7B4B7E">
        <w:rPr>
          <w:rFonts w:ascii="Times New Roman" w:eastAsia="Times New Roman" w:hAnsi="Times New Roman"/>
          <w:color w:val="2D1614"/>
          <w:sz w:val="24"/>
          <w:szCs w:val="24"/>
        </w:rPr>
        <w:t>пунктів</w:t>
      </w:r>
      <w:r w:rsidRPr="00C25BCA">
        <w:rPr>
          <w:rFonts w:ascii="Times New Roman" w:eastAsia="Times New Roman" w:hAnsi="Times New Roman"/>
          <w:color w:val="2D1614"/>
          <w:sz w:val="24"/>
          <w:szCs w:val="24"/>
        </w:rPr>
        <w:t xml:space="preserve">.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333333"/>
          <w:sz w:val="24"/>
          <w:szCs w:val="24"/>
        </w:rPr>
        <w:t>3.2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>.</w:t>
      </w:r>
      <w:r w:rsidRPr="00C25BCA">
        <w:rPr>
          <w:rFonts w:ascii="Times New Roman" w:eastAsia="Times New Roman" w:hAnsi="Times New Roman"/>
          <w:color w:val="000000"/>
          <w:sz w:val="24"/>
          <w:szCs w:val="24"/>
        </w:rPr>
        <w:t>З</w:t>
      </w:r>
      <w:r w:rsidRPr="00C25BCA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абезпечити</w:t>
      </w:r>
      <w:r w:rsidRPr="00C25BCA">
        <w:rPr>
          <w:rFonts w:ascii="Times New Roman" w:eastAsia="Times New Roman" w:hAnsi="Times New Roman"/>
          <w:color w:val="2D1614"/>
          <w:sz w:val="24"/>
          <w:szCs w:val="24"/>
        </w:rPr>
        <w:t xml:space="preserve">:                                                                                                                                                              - </w:t>
      </w:r>
      <w:r w:rsidRPr="00C25BCA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утримання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C25BCA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підпорядкованих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C25BCA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територій у належному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C25BCA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санітарному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 </w:t>
      </w:r>
      <w:r w:rsidRPr="00C25BCA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стані;</w:t>
      </w:r>
      <w:r w:rsidRPr="00C25BCA">
        <w:rPr>
          <w:rFonts w:ascii="Times New Roman" w:eastAsia="Times New Roman" w:hAnsi="Times New Roman"/>
          <w:color w:val="2D1614"/>
          <w:sz w:val="24"/>
          <w:szCs w:val="24"/>
        </w:rPr>
        <w:t xml:space="preserve">                                                               - 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>проведення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2D1614"/>
          <w:sz w:val="24"/>
          <w:szCs w:val="24"/>
        </w:rPr>
        <w:t>«</w:t>
      </w:r>
      <w:r w:rsidRPr="00C25BCA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санітарн</w:t>
      </w:r>
      <w:r w:rsidRPr="00C25BCA">
        <w:rPr>
          <w:rFonts w:ascii="Times New Roman" w:eastAsia="Times New Roman" w:hAnsi="Times New Roman"/>
          <w:color w:val="2D1614"/>
          <w:sz w:val="24"/>
          <w:szCs w:val="24"/>
        </w:rPr>
        <w:t>их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C25BCA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дні</w:t>
      </w:r>
      <w:r w:rsidRPr="00C25BCA">
        <w:rPr>
          <w:rFonts w:ascii="Times New Roman" w:eastAsia="Times New Roman" w:hAnsi="Times New Roman"/>
          <w:color w:val="2D1614"/>
          <w:sz w:val="24"/>
          <w:szCs w:val="24"/>
        </w:rPr>
        <w:t>в</w:t>
      </w:r>
      <w:r>
        <w:rPr>
          <w:rFonts w:ascii="Times New Roman" w:eastAsia="Times New Roman" w:hAnsi="Times New Roman"/>
          <w:color w:val="2D1614"/>
          <w:sz w:val="24"/>
          <w:szCs w:val="24"/>
        </w:rPr>
        <w:t>»</w:t>
      </w:r>
      <w:r w:rsidRPr="00B07F1C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 xml:space="preserve"> підприємствами, організаціями та установами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 </w:t>
      </w:r>
      <w:r w:rsidRPr="00B07F1C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всіх форм власності на закріплених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B07F1C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прилеглих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 </w:t>
      </w:r>
      <w:r w:rsidRPr="00B07F1C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територіях;</w:t>
      </w:r>
      <w:r w:rsidRPr="00C25BCA">
        <w:rPr>
          <w:rFonts w:ascii="Times New Roman" w:eastAsia="Times New Roman" w:hAnsi="Times New Roman"/>
          <w:color w:val="2D1614"/>
          <w:sz w:val="24"/>
          <w:szCs w:val="24"/>
        </w:rPr>
        <w:t xml:space="preserve">                                                                                                                    - </w:t>
      </w:r>
      <w:r w:rsidRPr="00C25BCA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виконання схем санітарної очистки населених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</w:t>
      </w:r>
      <w:r w:rsidRPr="00C25BCA">
        <w:rPr>
          <w:rFonts w:ascii="Times New Roman" w:eastAsia="Times New Roman" w:hAnsi="Times New Roman"/>
          <w:color w:val="2D1614"/>
          <w:sz w:val="24"/>
          <w:szCs w:val="24"/>
          <w:lang w:val="ru-RU"/>
        </w:rPr>
        <w:t>пунктів</w:t>
      </w:r>
      <w:r w:rsidRPr="00C25BCA">
        <w:rPr>
          <w:rFonts w:ascii="Times New Roman" w:eastAsia="Times New Roman" w:hAnsi="Times New Roman"/>
          <w:color w:val="2D1614"/>
          <w:sz w:val="24"/>
          <w:szCs w:val="24"/>
        </w:rPr>
        <w:t>.</w:t>
      </w:r>
      <w:r>
        <w:rPr>
          <w:rFonts w:ascii="Times New Roman" w:eastAsia="Times New Roman" w:hAnsi="Times New Roman"/>
          <w:color w:val="2D1614"/>
          <w:sz w:val="24"/>
          <w:szCs w:val="24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color w:val="333333"/>
          <w:sz w:val="24"/>
          <w:szCs w:val="24"/>
        </w:rPr>
        <w:t>3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 xml:space="preserve">.3. Постійно контролювати виконання Правил благоустрою на території </w:t>
      </w:r>
      <w:r w:rsidRPr="00C25BCA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 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 xml:space="preserve"> Шевченківської сільської ради </w:t>
      </w:r>
      <w:r w:rsidRPr="00C25BCA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 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 xml:space="preserve">установами, приватними підприємцями, землекористувачами, в т.ч. на 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закріплених за ними територіях.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3</w:t>
      </w:r>
      <w:r w:rsidRPr="00C25BCA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.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>4</w:t>
      </w:r>
      <w:r w:rsidRPr="00C25BCA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 xml:space="preserve">. 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>П</w:t>
      </w:r>
      <w:r w:rsidRPr="003416AF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остійно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 </w:t>
      </w:r>
      <w:r w:rsidRPr="003416AF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залуча</w:t>
      </w:r>
      <w:r w:rsidRPr="00C25BCA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ти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  </w:t>
      </w:r>
      <w:r w:rsidRPr="00C25BCA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приватних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  </w:t>
      </w:r>
      <w:r w:rsidRPr="00C25BCA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підприємців   до участі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 xml:space="preserve"> у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 </w:t>
      </w:r>
      <w:r w:rsidRPr="00C25BCA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загальносільських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 </w:t>
      </w:r>
      <w:r w:rsidRPr="003416AF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заходах п</w:t>
      </w:r>
      <w:r w:rsidRPr="00C25BCA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 xml:space="preserve">о наведенню благоустрою в 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>населених  пунктах  сільської ради.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                                     3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>.5. В</w:t>
      </w:r>
      <w:r w:rsidRPr="003416AF">
        <w:rPr>
          <w:rFonts w:ascii="Times New Roman" w:eastAsia="Times New Roman" w:hAnsi="Times New Roman"/>
          <w:color w:val="333333"/>
          <w:sz w:val="24"/>
          <w:szCs w:val="24"/>
        </w:rPr>
        <w:t xml:space="preserve">исвітлювати роботу виконавчих органів та 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 xml:space="preserve">комунальних підприємств сільської </w:t>
      </w:r>
      <w:r w:rsidRPr="003416AF">
        <w:rPr>
          <w:rFonts w:ascii="Times New Roman" w:eastAsia="Times New Roman" w:hAnsi="Times New Roman"/>
          <w:color w:val="333333"/>
          <w:sz w:val="24"/>
          <w:szCs w:val="24"/>
        </w:rPr>
        <w:t>ради щодо благоус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>трою та санітарного стану  території Шевченківської сільської ради</w:t>
      </w:r>
      <w:r w:rsidRPr="003416AF">
        <w:rPr>
          <w:rFonts w:ascii="Times New Roman" w:eastAsia="Times New Roman" w:hAnsi="Times New Roman"/>
          <w:color w:val="333333"/>
          <w:sz w:val="24"/>
          <w:szCs w:val="24"/>
        </w:rPr>
        <w:t xml:space="preserve"> .</w:t>
      </w:r>
    </w:p>
    <w:p w:rsidR="0017553E" w:rsidRDefault="0017553E" w:rsidP="00D53523">
      <w:pPr>
        <w:spacing w:after="150"/>
        <w:rPr>
          <w:rFonts w:ascii="Times New Roman" w:eastAsia="Times New Roman" w:hAnsi="Times New Roman"/>
          <w:color w:val="333333"/>
          <w:sz w:val="24"/>
          <w:szCs w:val="24"/>
        </w:rPr>
      </w:pPr>
      <w:r w:rsidRPr="00B63D70">
        <w:rPr>
          <w:rFonts w:ascii="Times New Roman" w:eastAsia="Times New Roman" w:hAnsi="Times New Roman"/>
          <w:color w:val="333333"/>
          <w:sz w:val="24"/>
          <w:szCs w:val="24"/>
          <w:u w:val="single"/>
        </w:rPr>
        <w:t>4. Керівникам житлово-комунальних підприємств</w:t>
      </w:r>
      <w:r w:rsidRPr="003416AF">
        <w:rPr>
          <w:rFonts w:ascii="Times New Roman" w:eastAsia="Times New Roman" w:hAnsi="Times New Roman"/>
          <w:color w:val="333333"/>
          <w:sz w:val="24"/>
          <w:szCs w:val="24"/>
        </w:rPr>
        <w:t>: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                                                                              4</w:t>
      </w:r>
      <w:r w:rsidRPr="003416AF">
        <w:rPr>
          <w:rFonts w:ascii="Times New Roman" w:eastAsia="Times New Roman" w:hAnsi="Times New Roman"/>
          <w:color w:val="333333"/>
          <w:sz w:val="24"/>
          <w:szCs w:val="24"/>
        </w:rPr>
        <w:t>.1</w:t>
      </w:r>
      <w:r w:rsidRPr="003416AF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  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З</w:t>
      </w:r>
      <w:r w:rsidRPr="003416AF">
        <w:rPr>
          <w:rFonts w:ascii="Times New Roman" w:eastAsia="Times New Roman" w:hAnsi="Times New Roman"/>
          <w:color w:val="333333"/>
          <w:sz w:val="24"/>
          <w:szCs w:val="24"/>
        </w:rPr>
        <w:t>абезпечити централізований та регулярний вивіз ТПВ з приватного сектору та з контейнерних майданчиків, розташован</w:t>
      </w:r>
      <w:r w:rsidRPr="00C25BCA">
        <w:rPr>
          <w:rFonts w:ascii="Times New Roman" w:eastAsia="Times New Roman" w:hAnsi="Times New Roman"/>
          <w:color w:val="333333"/>
          <w:sz w:val="24"/>
          <w:szCs w:val="24"/>
        </w:rPr>
        <w:t>их на території Шевченківської сільської ради</w:t>
      </w:r>
      <w:r w:rsidRPr="003416AF">
        <w:rPr>
          <w:rFonts w:ascii="Times New Roman" w:eastAsia="Times New Roman" w:hAnsi="Times New Roman"/>
          <w:color w:val="333333"/>
          <w:sz w:val="24"/>
          <w:szCs w:val="24"/>
        </w:rPr>
        <w:t>;</w:t>
      </w:r>
      <w:r>
        <w:rPr>
          <w:rFonts w:ascii="Times New Roman" w:eastAsia="Times New Roman" w:hAnsi="Times New Roman"/>
          <w:color w:val="333333"/>
          <w:sz w:val="24"/>
          <w:szCs w:val="24"/>
        </w:rPr>
        <w:t xml:space="preserve">         4.2. З</w:t>
      </w:r>
      <w:r w:rsidRPr="003416AF">
        <w:rPr>
          <w:rFonts w:ascii="Times New Roman" w:eastAsia="Times New Roman" w:hAnsi="Times New Roman"/>
          <w:color w:val="333333"/>
          <w:sz w:val="24"/>
          <w:szCs w:val="24"/>
        </w:rPr>
        <w:t>абезпечити належне, систематичне прибирання закріпл</w:t>
      </w:r>
      <w:r>
        <w:rPr>
          <w:rFonts w:ascii="Times New Roman" w:eastAsia="Times New Roman" w:hAnsi="Times New Roman"/>
          <w:color w:val="333333"/>
          <w:sz w:val="24"/>
          <w:szCs w:val="24"/>
        </w:rPr>
        <w:t>ених та прибудинкових територій.</w:t>
      </w:r>
    </w:p>
    <w:p w:rsidR="0017553E" w:rsidRDefault="0017553E" w:rsidP="00D53523">
      <w:pPr>
        <w:spacing w:after="150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24"/>
        </w:rPr>
        <w:t>5. Контроль  за  виконанням  даного  рішення покласти на Бобер О.В., заступника сільського  голови з питань  діяльності  виконавчих  органів  ради.</w:t>
      </w:r>
    </w:p>
    <w:p w:rsidR="0017553E" w:rsidRPr="003416AF" w:rsidRDefault="0017553E" w:rsidP="00D53523">
      <w:pPr>
        <w:spacing w:after="150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24"/>
        </w:rPr>
        <w:t>Сільський  голова                                                            О.В.Пилипенко</w:t>
      </w:r>
    </w:p>
    <w:p w:rsidR="0017553E" w:rsidRDefault="0017553E" w:rsidP="00D53523">
      <w:pPr>
        <w:tabs>
          <w:tab w:val="left" w:pos="-1080"/>
          <w:tab w:val="left" w:pos="0"/>
        </w:tabs>
        <w:jc w:val="both"/>
        <w:rPr>
          <w:rStyle w:val="FontStyle26"/>
          <w:rFonts w:eastAsia="Times New Roman"/>
          <w:szCs w:val="24"/>
          <w:lang w:val="ru-RU" w:eastAsia="uk-UA"/>
        </w:rPr>
      </w:pPr>
    </w:p>
    <w:p w:rsidR="0017553E" w:rsidRDefault="0017553E" w:rsidP="00D53523">
      <w:pPr>
        <w:tabs>
          <w:tab w:val="left" w:pos="-1080"/>
          <w:tab w:val="left" w:pos="0"/>
        </w:tabs>
        <w:jc w:val="both"/>
        <w:rPr>
          <w:rStyle w:val="FontStyle26"/>
          <w:rFonts w:eastAsia="Times New Roman"/>
          <w:szCs w:val="24"/>
          <w:lang w:val="ru-RU" w:eastAsia="uk-UA"/>
        </w:rPr>
      </w:pPr>
    </w:p>
    <w:p w:rsidR="0017553E" w:rsidRDefault="0017553E" w:rsidP="00D53523">
      <w:pPr>
        <w:tabs>
          <w:tab w:val="left" w:pos="-1080"/>
          <w:tab w:val="left" w:pos="0"/>
        </w:tabs>
        <w:jc w:val="both"/>
        <w:rPr>
          <w:rStyle w:val="FontStyle26"/>
          <w:rFonts w:eastAsia="Times New Roman"/>
          <w:szCs w:val="24"/>
          <w:lang w:val="ru-RU" w:eastAsia="uk-UA"/>
        </w:rPr>
      </w:pPr>
    </w:p>
    <w:p w:rsidR="0017553E" w:rsidRDefault="0017553E" w:rsidP="00D53523">
      <w:pPr>
        <w:rPr>
          <w:rFonts w:ascii="Calibri" w:eastAsia="Times New Roman" w:hAnsi="Calibri"/>
          <w:sz w:val="24"/>
          <w:szCs w:val="24"/>
          <w:lang w:val="ru-RU"/>
        </w:rPr>
      </w:pPr>
    </w:p>
    <w:p w:rsidR="0017553E" w:rsidRPr="004E24B4" w:rsidRDefault="0017553E" w:rsidP="00D53523">
      <w:pPr>
        <w:jc w:val="center"/>
        <w:rPr>
          <w:rFonts w:ascii="Calibri" w:eastAsia="Times New Roman" w:hAnsi="Calibri"/>
          <w:sz w:val="24"/>
          <w:szCs w:val="24"/>
          <w:lang w:val="ru-RU"/>
        </w:rPr>
      </w:pPr>
      <w:r>
        <w:rPr>
          <w:noProof/>
          <w:lang w:val="ru-RU"/>
        </w:rPr>
        <w:pict>
          <v:shape id="_x0000_s1040" type="#_x0000_t75" style="position:absolute;left:0;text-align:left;margin-left:230.2pt;margin-top:-2.9pt;width:27pt;height:39.75pt;z-index:251672576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Pr="004E24B4" w:rsidRDefault="0017553E" w:rsidP="00D53523">
      <w:pPr>
        <w:jc w:val="center"/>
        <w:rPr>
          <w:rFonts w:ascii="Tms Rmn" w:eastAsia="Times New Roman" w:hAnsi="Tms Rmn"/>
          <w:b/>
          <w:sz w:val="24"/>
          <w:szCs w:val="24"/>
          <w:lang w:val="ru-RU"/>
        </w:rPr>
      </w:pPr>
    </w:p>
    <w:p w:rsidR="0017553E" w:rsidRDefault="0017553E" w:rsidP="00D53523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</w:p>
    <w:p w:rsidR="0017553E" w:rsidRPr="00CB229E" w:rsidRDefault="0017553E" w:rsidP="00D53523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CB229E">
        <w:rPr>
          <w:rFonts w:ascii="Times New Roman" w:hAnsi="Times New Roman"/>
          <w:b w:val="0"/>
          <w:noProof w:val="0"/>
          <w:sz w:val="24"/>
          <w:szCs w:val="24"/>
        </w:rPr>
        <w:t>ШЕВЧЕНКІВСЬКА   СІЛЬСЬКА РАДА</w:t>
      </w:r>
    </w:p>
    <w:p w:rsidR="0017553E" w:rsidRPr="00CB229E" w:rsidRDefault="0017553E" w:rsidP="00D53523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CB229E">
        <w:rPr>
          <w:rFonts w:ascii="Times New Roman" w:hAnsi="Times New Roman"/>
          <w:b w:val="0"/>
          <w:noProof w:val="0"/>
          <w:sz w:val="24"/>
          <w:szCs w:val="24"/>
        </w:rPr>
        <w:t xml:space="preserve">ВІТОВСЬКИЙ РАЙОН    МИКОЛАЇВСЬКА ОБЛАСТЬ  </w:t>
      </w:r>
    </w:p>
    <w:p w:rsidR="0017553E" w:rsidRPr="00CB229E" w:rsidRDefault="0017553E" w:rsidP="00D53523">
      <w:pPr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CB229E">
        <w:rPr>
          <w:rFonts w:ascii="Times New Roman" w:eastAsia="Times New Roman" w:hAnsi="Times New Roman"/>
          <w:b/>
          <w:sz w:val="24"/>
          <w:szCs w:val="24"/>
          <w:lang w:val="ru-RU"/>
        </w:rPr>
        <w:t>________________________________________________________________</w:t>
      </w:r>
    </w:p>
    <w:p w:rsidR="0017553E" w:rsidRPr="004E24B4" w:rsidRDefault="0017553E" w:rsidP="00D53523">
      <w:pPr>
        <w:pStyle w:val="Heading2"/>
        <w:rPr>
          <w:b w:val="0"/>
        </w:rPr>
      </w:pPr>
    </w:p>
    <w:p w:rsidR="0017553E" w:rsidRPr="00D53523" w:rsidRDefault="0017553E" w:rsidP="00D53523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53523">
        <w:rPr>
          <w:rFonts w:ascii="Times New Roman" w:eastAsia="Times New Roman" w:hAnsi="Times New Roman"/>
          <w:sz w:val="24"/>
          <w:szCs w:val="28"/>
          <w:lang w:val="ru-RU"/>
        </w:rPr>
        <w:t>Р І Ш Е Н Н Я</w:t>
      </w:r>
    </w:p>
    <w:p w:rsidR="0017553E" w:rsidRPr="00D53523" w:rsidRDefault="0017553E" w:rsidP="00D53523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53523">
        <w:rPr>
          <w:rFonts w:ascii="Times New Roman" w:eastAsia="Times New Roman" w:hAnsi="Times New Roman"/>
          <w:sz w:val="24"/>
          <w:szCs w:val="28"/>
          <w:lang w:val="ru-RU"/>
        </w:rPr>
        <w:t>виконавчого комітету</w:t>
      </w:r>
    </w:p>
    <w:p w:rsidR="0017553E" w:rsidRPr="008E31D3" w:rsidRDefault="0017553E" w:rsidP="00D53523">
      <w:pPr>
        <w:rPr>
          <w:rFonts w:ascii="Times New Roman" w:eastAsia="Times New Roman" w:hAnsi="Times New Roman"/>
          <w:b/>
          <w:sz w:val="24"/>
          <w:szCs w:val="28"/>
          <w:lang w:val="ru-RU"/>
        </w:rPr>
      </w:pPr>
    </w:p>
    <w:p w:rsidR="0017553E" w:rsidRPr="00AC6A98" w:rsidRDefault="0017553E" w:rsidP="00D53523">
      <w:pPr>
        <w:pStyle w:val="a0"/>
        <w:jc w:val="both"/>
        <w:rPr>
          <w:b w:val="0"/>
          <w:sz w:val="24"/>
        </w:rPr>
      </w:pPr>
      <w:r>
        <w:rPr>
          <w:b w:val="0"/>
          <w:sz w:val="24"/>
        </w:rPr>
        <w:t xml:space="preserve">від </w:t>
      </w:r>
      <w:r>
        <w:rPr>
          <w:b w:val="0"/>
          <w:sz w:val="24"/>
          <w:lang w:val="ru-RU"/>
        </w:rPr>
        <w:t xml:space="preserve"> 16 березня 2021 </w:t>
      </w:r>
      <w:r>
        <w:rPr>
          <w:b w:val="0"/>
          <w:sz w:val="24"/>
        </w:rPr>
        <w:t>року                               №</w:t>
      </w:r>
      <w:r>
        <w:rPr>
          <w:b w:val="0"/>
          <w:sz w:val="24"/>
          <w:lang w:val="ru-RU"/>
        </w:rPr>
        <w:t xml:space="preserve"> 27</w:t>
      </w:r>
      <w:r>
        <w:rPr>
          <w:b w:val="0"/>
          <w:sz w:val="24"/>
        </w:rPr>
        <w:t xml:space="preserve">                                    с.Шевченкове</w:t>
      </w:r>
    </w:p>
    <w:p w:rsidR="0017553E" w:rsidRPr="001B2B23" w:rsidRDefault="0017553E" w:rsidP="00D53523">
      <w:pPr>
        <w:pStyle w:val="a0"/>
        <w:jc w:val="both"/>
        <w:rPr>
          <w:b w:val="0"/>
          <w:i/>
          <w:sz w:val="24"/>
        </w:rPr>
      </w:pPr>
    </w:p>
    <w:p w:rsidR="0017553E" w:rsidRDefault="0017553E" w:rsidP="00D53523">
      <w:pPr>
        <w:pStyle w:val="a0"/>
        <w:jc w:val="both"/>
        <w:rPr>
          <w:b w:val="0"/>
          <w:sz w:val="24"/>
        </w:rPr>
      </w:pPr>
    </w:p>
    <w:p w:rsidR="0017553E" w:rsidRDefault="0017553E" w:rsidP="00D53523">
      <w:pPr>
        <w:pStyle w:val="a0"/>
        <w:rPr>
          <w:b w:val="0"/>
          <w:sz w:val="24"/>
          <w:lang w:val="ru-RU"/>
        </w:rPr>
      </w:pPr>
      <w:r>
        <w:rPr>
          <w:b w:val="0"/>
          <w:sz w:val="24"/>
        </w:rPr>
        <w:t>Про</w:t>
      </w:r>
      <w:r>
        <w:rPr>
          <w:b w:val="0"/>
          <w:sz w:val="24"/>
          <w:lang w:val="ru-RU"/>
        </w:rPr>
        <w:t xml:space="preserve"> </w:t>
      </w:r>
      <w:r w:rsidRPr="001B2B23">
        <w:rPr>
          <w:b w:val="0"/>
          <w:sz w:val="24"/>
          <w:lang w:val="ru-RU"/>
        </w:rPr>
        <w:t xml:space="preserve">надання дозволу </w:t>
      </w:r>
      <w:r>
        <w:rPr>
          <w:b w:val="0"/>
          <w:sz w:val="24"/>
          <w:lang w:val="ru-RU"/>
        </w:rPr>
        <w:t xml:space="preserve"> на кронування </w:t>
      </w:r>
    </w:p>
    <w:p w:rsidR="0017553E" w:rsidRDefault="0017553E" w:rsidP="00D53523">
      <w:pPr>
        <w:pStyle w:val="a0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та  санітарну  обрізку дерев  в селі                                                                                            Котляреве Шевченківської сільської ради</w:t>
      </w:r>
    </w:p>
    <w:p w:rsidR="0017553E" w:rsidRPr="001B2B23" w:rsidRDefault="0017553E" w:rsidP="00D53523">
      <w:pPr>
        <w:pStyle w:val="a0"/>
        <w:rPr>
          <w:b w:val="0"/>
          <w:sz w:val="24"/>
        </w:rPr>
      </w:pPr>
      <w:r>
        <w:rPr>
          <w:b w:val="0"/>
          <w:sz w:val="24"/>
          <w:lang w:val="ru-RU"/>
        </w:rPr>
        <w:t xml:space="preserve">                                                                                             </w:t>
      </w:r>
    </w:p>
    <w:p w:rsidR="0017553E" w:rsidRDefault="0017553E" w:rsidP="00D53523">
      <w:pPr>
        <w:pStyle w:val="a0"/>
        <w:jc w:val="both"/>
        <w:rPr>
          <w:b w:val="0"/>
          <w:sz w:val="24"/>
        </w:rPr>
      </w:pPr>
      <w:r w:rsidRPr="001B2B23">
        <w:rPr>
          <w:b w:val="0"/>
          <w:sz w:val="24"/>
        </w:rPr>
        <w:tab/>
        <w:t xml:space="preserve">                </w:t>
      </w:r>
    </w:p>
    <w:p w:rsidR="0017553E" w:rsidRPr="00D13AD9" w:rsidRDefault="0017553E" w:rsidP="00D53523">
      <w:pPr>
        <w:pStyle w:val="a0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</w:t>
      </w:r>
      <w:r w:rsidRPr="00D13AD9">
        <w:rPr>
          <w:b w:val="0"/>
          <w:sz w:val="24"/>
        </w:rPr>
        <w:t xml:space="preserve">     </w:t>
      </w:r>
      <w:r w:rsidRPr="00865349">
        <w:rPr>
          <w:b w:val="0"/>
          <w:sz w:val="24"/>
        </w:rPr>
        <w:t>Відповідно до</w:t>
      </w:r>
      <w:r>
        <w:rPr>
          <w:b w:val="0"/>
          <w:sz w:val="24"/>
        </w:rPr>
        <w:t xml:space="preserve"> статті 33</w:t>
      </w:r>
      <w:r w:rsidRPr="001B2B23">
        <w:rPr>
          <w:b w:val="0"/>
          <w:sz w:val="24"/>
        </w:rPr>
        <w:t xml:space="preserve">  Закону України «Про місцеве самоврядування в Україні»,</w:t>
      </w:r>
      <w:r w:rsidRPr="005F0FD3">
        <w:rPr>
          <w:b w:val="0"/>
          <w:sz w:val="24"/>
        </w:rPr>
        <w:t xml:space="preserve"> </w:t>
      </w:r>
      <w:r w:rsidRPr="001B2B23">
        <w:rPr>
          <w:b w:val="0"/>
          <w:sz w:val="24"/>
        </w:rPr>
        <w:t>Закону  України «Про  благоустрій</w:t>
      </w:r>
      <w:r>
        <w:rPr>
          <w:b w:val="0"/>
          <w:sz w:val="24"/>
        </w:rPr>
        <w:t xml:space="preserve"> населених  пунктів»</w:t>
      </w:r>
      <w:r w:rsidRPr="001B2B23">
        <w:rPr>
          <w:b w:val="0"/>
          <w:sz w:val="24"/>
        </w:rPr>
        <w:t>, Постанови Кабінету  Міністрів  України  від  01.08.2006 року № 1045 «Про  затвердження Порядку видалення дерев, кущів, газонів  і  квітників у  населених  пунктах»</w:t>
      </w:r>
      <w:r>
        <w:rPr>
          <w:b w:val="0"/>
          <w:sz w:val="24"/>
        </w:rPr>
        <w:t>, враховуючи</w:t>
      </w:r>
      <w:r w:rsidRPr="001B2B23">
        <w:rPr>
          <w:b w:val="0"/>
          <w:sz w:val="24"/>
        </w:rPr>
        <w:t xml:space="preserve">  рекомендації комісії  з  питань  </w:t>
      </w:r>
      <w:r>
        <w:rPr>
          <w:b w:val="0"/>
          <w:sz w:val="24"/>
        </w:rPr>
        <w:t>обстеження зелених  насаджень</w:t>
      </w:r>
      <w:r w:rsidRPr="00865349">
        <w:rPr>
          <w:b w:val="0"/>
          <w:sz w:val="24"/>
        </w:rPr>
        <w:t xml:space="preserve"> при виконкомі Шевченківської сільської ради</w:t>
      </w:r>
      <w:r w:rsidRPr="001B2B23">
        <w:rPr>
          <w:b w:val="0"/>
          <w:sz w:val="24"/>
        </w:rPr>
        <w:t xml:space="preserve"> </w:t>
      </w:r>
      <w:r>
        <w:rPr>
          <w:b w:val="0"/>
          <w:sz w:val="24"/>
        </w:rPr>
        <w:t>від 04.03.</w:t>
      </w:r>
      <w:r w:rsidRPr="00865349">
        <w:rPr>
          <w:b w:val="0"/>
          <w:sz w:val="24"/>
        </w:rPr>
        <w:t>2021 року та з</w:t>
      </w:r>
      <w:r>
        <w:rPr>
          <w:b w:val="0"/>
          <w:sz w:val="24"/>
        </w:rPr>
        <w:t>аслухавши  інформацію  сільського голови Пилипенка О.</w:t>
      </w:r>
      <w:r w:rsidRPr="00D13AD9">
        <w:rPr>
          <w:b w:val="0"/>
          <w:sz w:val="24"/>
        </w:rPr>
        <w:t xml:space="preserve">В., </w:t>
      </w:r>
      <w:r w:rsidRPr="00072E39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про </w:t>
      </w:r>
      <w:r w:rsidRPr="001B2B23">
        <w:rPr>
          <w:b w:val="0"/>
          <w:sz w:val="24"/>
        </w:rPr>
        <w:t xml:space="preserve">надання дозволу </w:t>
      </w:r>
      <w:r>
        <w:rPr>
          <w:b w:val="0"/>
          <w:sz w:val="24"/>
        </w:rPr>
        <w:t>на</w:t>
      </w:r>
      <w:r w:rsidRPr="001B2B23">
        <w:rPr>
          <w:b w:val="0"/>
          <w:sz w:val="24"/>
        </w:rPr>
        <w:t xml:space="preserve"> </w:t>
      </w:r>
      <w:r w:rsidRPr="00023D80">
        <w:rPr>
          <w:b w:val="0"/>
          <w:sz w:val="24"/>
        </w:rPr>
        <w:t xml:space="preserve">кронування </w:t>
      </w:r>
      <w:r>
        <w:rPr>
          <w:b w:val="0"/>
          <w:sz w:val="24"/>
        </w:rPr>
        <w:t xml:space="preserve">та </w:t>
      </w:r>
      <w:r w:rsidRPr="001B2B23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санітарну обрізку  </w:t>
      </w:r>
      <w:r w:rsidRPr="00D13AD9">
        <w:rPr>
          <w:b w:val="0"/>
          <w:sz w:val="24"/>
        </w:rPr>
        <w:t xml:space="preserve">дерев </w:t>
      </w:r>
      <w:r>
        <w:rPr>
          <w:b w:val="0"/>
          <w:sz w:val="24"/>
        </w:rPr>
        <w:t xml:space="preserve">в селі </w:t>
      </w:r>
      <w:r w:rsidRPr="00C86A08">
        <w:rPr>
          <w:b w:val="0"/>
          <w:sz w:val="24"/>
        </w:rPr>
        <w:t>Котляреве</w:t>
      </w:r>
      <w:r>
        <w:rPr>
          <w:b w:val="0"/>
          <w:sz w:val="24"/>
        </w:rPr>
        <w:t xml:space="preserve">  Шевченківської сільської ради, </w:t>
      </w:r>
      <w:r w:rsidRPr="006E05A5">
        <w:rPr>
          <w:b w:val="0"/>
          <w:sz w:val="24"/>
        </w:rPr>
        <w:t xml:space="preserve"> </w:t>
      </w:r>
      <w:r w:rsidRPr="001B2B23">
        <w:rPr>
          <w:b w:val="0"/>
          <w:sz w:val="24"/>
        </w:rPr>
        <w:t>виконавчий комітет</w:t>
      </w:r>
      <w:r>
        <w:rPr>
          <w:b w:val="0"/>
          <w:sz w:val="24"/>
        </w:rPr>
        <w:t xml:space="preserve"> сільської ради</w:t>
      </w:r>
    </w:p>
    <w:p w:rsidR="0017553E" w:rsidRPr="001B2B23" w:rsidRDefault="0017553E" w:rsidP="00D53523">
      <w:pPr>
        <w:pStyle w:val="a0"/>
        <w:jc w:val="both"/>
        <w:rPr>
          <w:b w:val="0"/>
          <w:sz w:val="24"/>
        </w:rPr>
      </w:pPr>
    </w:p>
    <w:p w:rsidR="0017553E" w:rsidRPr="001B2B23" w:rsidRDefault="0017553E" w:rsidP="00D53523">
      <w:pPr>
        <w:pStyle w:val="a0"/>
        <w:jc w:val="center"/>
        <w:rPr>
          <w:b w:val="0"/>
          <w:sz w:val="24"/>
        </w:rPr>
      </w:pPr>
      <w:r w:rsidRPr="001B2B23">
        <w:rPr>
          <w:b w:val="0"/>
          <w:sz w:val="24"/>
        </w:rPr>
        <w:t>В И Р І Ш И В</w:t>
      </w:r>
      <w:r>
        <w:rPr>
          <w:b w:val="0"/>
          <w:sz w:val="24"/>
        </w:rPr>
        <w:t xml:space="preserve"> </w:t>
      </w:r>
      <w:r w:rsidRPr="001B2B23">
        <w:rPr>
          <w:b w:val="0"/>
          <w:sz w:val="24"/>
        </w:rPr>
        <w:t>:</w:t>
      </w:r>
    </w:p>
    <w:p w:rsidR="0017553E" w:rsidRPr="00D53523" w:rsidRDefault="0017553E" w:rsidP="00D53523">
      <w:pPr>
        <w:pStyle w:val="a0"/>
        <w:jc w:val="both"/>
        <w:rPr>
          <w:b w:val="0"/>
          <w:sz w:val="24"/>
        </w:rPr>
      </w:pPr>
    </w:p>
    <w:p w:rsidR="0017553E" w:rsidRPr="00D53523" w:rsidRDefault="0017553E" w:rsidP="00D53523">
      <w:pPr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 xml:space="preserve">Надати  дозвіл  на кронування та  санітарну  обрізку  дерев, які  пошкоджують кронами лінії електромереж вуличного  освітлення  в селі Котляреве по вулиці Миру, будинок   № 50  в </w:t>
      </w:r>
      <w:r w:rsidRPr="00D53523">
        <w:rPr>
          <w:rFonts w:ascii="Times New Roman" w:eastAsia="Times New Roman" w:hAnsi="Times New Roman"/>
          <w:sz w:val="24"/>
          <w:szCs w:val="24"/>
          <w:u w:val="single"/>
          <w:lang w:val="ru-RU"/>
        </w:rPr>
        <w:t>кількості  10 (десять)  дерев  породи горіх, шовковиця, вишня,</w:t>
      </w:r>
      <w:r w:rsidRPr="00D53523">
        <w:rPr>
          <w:rFonts w:ascii="Times New Roman" w:eastAsia="Times New Roman" w:hAnsi="Times New Roman"/>
          <w:sz w:val="24"/>
          <w:szCs w:val="24"/>
          <w:lang w:val="ru-RU"/>
        </w:rPr>
        <w:t xml:space="preserve">  згідно акту  обстеження  зелених  насаджень від  04.03.2021року,   (додаток 1).</w:t>
      </w:r>
    </w:p>
    <w:p w:rsidR="0017553E" w:rsidRPr="00D53523" w:rsidRDefault="0017553E" w:rsidP="00D53523">
      <w:pPr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53523">
        <w:rPr>
          <w:rStyle w:val="Emphasis"/>
          <w:rFonts w:ascii="Times New Roman" w:eastAsia="Batang" w:hAnsi="Times New Roman"/>
          <w:i w:val="0"/>
          <w:sz w:val="24"/>
          <w:szCs w:val="24"/>
          <w:lang w:val="ru-RU"/>
        </w:rPr>
        <w:t>При  проведенні санітарної  обрізки  дерев  дотримуватись  правил техніки безпеки.</w:t>
      </w:r>
    </w:p>
    <w:p w:rsidR="0017553E" w:rsidRPr="00D53523" w:rsidRDefault="0017553E" w:rsidP="00D53523">
      <w:pPr>
        <w:rPr>
          <w:rStyle w:val="Emphasis"/>
          <w:rFonts w:ascii="Times New Roman" w:eastAsia="Batang" w:hAnsi="Times New Roman"/>
          <w:i w:val="0"/>
          <w:sz w:val="24"/>
          <w:szCs w:val="24"/>
          <w:lang w:val="ru-RU"/>
        </w:rPr>
      </w:pPr>
    </w:p>
    <w:p w:rsidR="0017553E" w:rsidRPr="00D53523" w:rsidRDefault="0017553E" w:rsidP="00D53523">
      <w:pPr>
        <w:pStyle w:val="a1"/>
        <w:numPr>
          <w:ilvl w:val="0"/>
          <w:numId w:val="9"/>
        </w:numPr>
        <w:rPr>
          <w:b w:val="0"/>
          <w:sz w:val="24"/>
          <w:lang w:eastAsia="uk-UA"/>
        </w:rPr>
      </w:pPr>
      <w:r w:rsidRPr="00D53523">
        <w:rPr>
          <w:b w:val="0"/>
          <w:sz w:val="24"/>
          <w:lang w:val="ru-RU" w:eastAsia="uk-UA"/>
        </w:rPr>
        <w:t xml:space="preserve"> </w:t>
      </w:r>
      <w:r w:rsidRPr="00D53523">
        <w:rPr>
          <w:b w:val="0"/>
          <w:sz w:val="24"/>
          <w:lang w:eastAsia="uk-UA"/>
        </w:rPr>
        <w:t xml:space="preserve">Контроль за виконанням даного рішення покласти на </w:t>
      </w:r>
      <w:r w:rsidRPr="00D53523">
        <w:rPr>
          <w:b w:val="0"/>
          <w:sz w:val="24"/>
          <w:lang w:val="ru-RU" w:eastAsia="uk-UA"/>
        </w:rPr>
        <w:t>Бобер О.В., заступника сільського  голови  питань діяльності виконавчих органів  ради.</w:t>
      </w:r>
      <w:r w:rsidRPr="00D53523">
        <w:rPr>
          <w:b w:val="0"/>
          <w:sz w:val="24"/>
          <w:lang w:eastAsia="uk-UA"/>
        </w:rPr>
        <w:t xml:space="preserve"> </w:t>
      </w:r>
    </w:p>
    <w:p w:rsidR="0017553E" w:rsidRPr="00D53523" w:rsidRDefault="0017553E" w:rsidP="00D53523">
      <w:pPr>
        <w:pStyle w:val="a1"/>
        <w:ind w:left="0"/>
        <w:rPr>
          <w:b w:val="0"/>
          <w:sz w:val="24"/>
          <w:lang w:eastAsia="uk-UA"/>
        </w:rPr>
      </w:pPr>
    </w:p>
    <w:p w:rsidR="0017553E" w:rsidRPr="00D53523" w:rsidRDefault="0017553E" w:rsidP="00D53523">
      <w:pPr>
        <w:pStyle w:val="a1"/>
        <w:ind w:left="0"/>
        <w:rPr>
          <w:b w:val="0"/>
          <w:sz w:val="24"/>
          <w:lang w:eastAsia="uk-UA"/>
        </w:rPr>
      </w:pPr>
    </w:p>
    <w:p w:rsidR="0017553E" w:rsidRPr="00D53523" w:rsidRDefault="0017553E" w:rsidP="00D53523">
      <w:pPr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:rsidR="0017553E" w:rsidRPr="00D53523" w:rsidRDefault="0017553E" w:rsidP="00D53523">
      <w:pPr>
        <w:tabs>
          <w:tab w:val="left" w:pos="-1080"/>
          <w:tab w:val="left" w:pos="0"/>
        </w:tabs>
        <w:jc w:val="both"/>
        <w:rPr>
          <w:rStyle w:val="FontStyle26"/>
          <w:rFonts w:eastAsia="Times New Roman"/>
          <w:szCs w:val="24"/>
          <w:lang w:val="ru-RU" w:eastAsia="uk-UA"/>
        </w:rPr>
      </w:pP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>Сільський голова</w:t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 xml:space="preserve">                                         О.В.Пилипенко</w:t>
      </w:r>
    </w:p>
    <w:p w:rsidR="0017553E" w:rsidRPr="00D53523" w:rsidRDefault="0017553E" w:rsidP="00D53523">
      <w:pPr>
        <w:tabs>
          <w:tab w:val="left" w:pos="-1080"/>
          <w:tab w:val="left" w:pos="0"/>
        </w:tabs>
        <w:jc w:val="both"/>
        <w:rPr>
          <w:rStyle w:val="FontStyle26"/>
          <w:rFonts w:eastAsia="Times New Roman"/>
          <w:szCs w:val="24"/>
          <w:lang w:val="ru-RU" w:eastAsia="uk-UA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E878C1" w:rsidRDefault="0017553E" w:rsidP="006379D6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Calibri" w:eastAsia="Times New Roman" w:hAnsi="Calibri"/>
          <w:sz w:val="24"/>
          <w:szCs w:val="24"/>
          <w:lang w:val="ru-RU"/>
        </w:rPr>
      </w:pPr>
      <w:r w:rsidRPr="00E878C1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17553E" w:rsidRDefault="0017553E" w:rsidP="00D53523">
      <w:pPr>
        <w:jc w:val="center"/>
        <w:rPr>
          <w:rFonts w:ascii="Calibri" w:eastAsia="Times New Roman" w:hAnsi="Calibri"/>
          <w:sz w:val="24"/>
          <w:szCs w:val="24"/>
          <w:lang w:val="ru-RU"/>
        </w:rPr>
      </w:pPr>
      <w:r>
        <w:rPr>
          <w:noProof/>
          <w:lang w:val="ru-RU"/>
        </w:rPr>
        <w:pict>
          <v:shape id="_x0000_s1041" type="#_x0000_t75" style="position:absolute;left:0;text-align:left;margin-left:230.2pt;margin-top:-2.9pt;width:27pt;height:39.75pt;z-index:251673600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D53523">
      <w:pPr>
        <w:jc w:val="center"/>
        <w:rPr>
          <w:rFonts w:ascii="Tms Rmn" w:eastAsia="Times New Roman" w:hAnsi="Tms Rmn"/>
          <w:b/>
          <w:sz w:val="24"/>
          <w:szCs w:val="24"/>
          <w:lang w:val="ru-RU"/>
        </w:rPr>
      </w:pPr>
    </w:p>
    <w:p w:rsidR="0017553E" w:rsidRDefault="0017553E" w:rsidP="00D53523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</w:p>
    <w:p w:rsidR="0017553E" w:rsidRDefault="0017553E" w:rsidP="00D53523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>
        <w:rPr>
          <w:rFonts w:ascii="Times New Roman" w:hAnsi="Times New Roman"/>
          <w:b w:val="0"/>
          <w:noProof w:val="0"/>
          <w:sz w:val="24"/>
          <w:szCs w:val="24"/>
        </w:rPr>
        <w:t>ШЕВЧЕНКІВСЬКА   СІЛЬСЬКА РАДА</w:t>
      </w:r>
    </w:p>
    <w:p w:rsidR="0017553E" w:rsidRDefault="0017553E" w:rsidP="00D53523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>
        <w:rPr>
          <w:rFonts w:ascii="Times New Roman" w:hAnsi="Times New Roman"/>
          <w:b w:val="0"/>
          <w:noProof w:val="0"/>
          <w:sz w:val="24"/>
          <w:szCs w:val="24"/>
        </w:rPr>
        <w:t xml:space="preserve">ВІТОВСЬКИЙ РАЙОН    МИКОЛАЇВСЬКА ОБЛАСТЬ  </w:t>
      </w:r>
    </w:p>
    <w:p w:rsidR="0017553E" w:rsidRDefault="0017553E" w:rsidP="00D53523">
      <w:pPr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________________________________________________________________</w:t>
      </w:r>
    </w:p>
    <w:p w:rsidR="0017553E" w:rsidRDefault="0017553E" w:rsidP="00D53523">
      <w:pPr>
        <w:pStyle w:val="Heading2"/>
        <w:rPr>
          <w:b w:val="0"/>
        </w:rPr>
      </w:pPr>
    </w:p>
    <w:p w:rsidR="0017553E" w:rsidRPr="00D53523" w:rsidRDefault="0017553E" w:rsidP="00D53523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53523">
        <w:rPr>
          <w:rFonts w:ascii="Times New Roman" w:eastAsia="Times New Roman" w:hAnsi="Times New Roman"/>
          <w:sz w:val="24"/>
          <w:szCs w:val="28"/>
          <w:lang w:val="ru-RU"/>
        </w:rPr>
        <w:t>Р І Ш Е Н Н Я</w:t>
      </w:r>
    </w:p>
    <w:p w:rsidR="0017553E" w:rsidRPr="00D53523" w:rsidRDefault="0017553E" w:rsidP="00D53523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53523">
        <w:rPr>
          <w:rFonts w:ascii="Times New Roman" w:eastAsia="Times New Roman" w:hAnsi="Times New Roman"/>
          <w:sz w:val="24"/>
          <w:szCs w:val="28"/>
          <w:lang w:val="ru-RU"/>
        </w:rPr>
        <w:t>виконавчого комітету</w:t>
      </w:r>
    </w:p>
    <w:p w:rsidR="0017553E" w:rsidRPr="00D53523" w:rsidRDefault="0017553E" w:rsidP="00D53523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53523" w:rsidRDefault="0017553E" w:rsidP="00D53523">
      <w:pPr>
        <w:pStyle w:val="NoSpacing"/>
        <w:jc w:val="both"/>
        <w:rPr>
          <w:b w:val="0"/>
          <w:sz w:val="24"/>
        </w:rPr>
      </w:pPr>
      <w:r w:rsidRPr="00D53523">
        <w:rPr>
          <w:b w:val="0"/>
          <w:sz w:val="24"/>
        </w:rPr>
        <w:t xml:space="preserve">від </w:t>
      </w:r>
      <w:r w:rsidRPr="00D53523">
        <w:rPr>
          <w:b w:val="0"/>
          <w:sz w:val="24"/>
          <w:lang w:val="ru-RU"/>
        </w:rPr>
        <w:t xml:space="preserve"> 16 березня 2021 </w:t>
      </w:r>
      <w:r w:rsidRPr="00D53523">
        <w:rPr>
          <w:b w:val="0"/>
          <w:sz w:val="24"/>
        </w:rPr>
        <w:t>року                               №</w:t>
      </w:r>
      <w:r w:rsidRPr="00D53523">
        <w:rPr>
          <w:b w:val="0"/>
          <w:sz w:val="24"/>
          <w:lang w:val="ru-RU"/>
        </w:rPr>
        <w:t xml:space="preserve"> 28</w:t>
      </w:r>
      <w:r w:rsidRPr="00D53523">
        <w:rPr>
          <w:b w:val="0"/>
          <w:sz w:val="24"/>
        </w:rPr>
        <w:t xml:space="preserve">                                    с.Шевченкове</w:t>
      </w:r>
    </w:p>
    <w:p w:rsidR="0017553E" w:rsidRPr="00D53523" w:rsidRDefault="0017553E" w:rsidP="00D53523">
      <w:pPr>
        <w:pStyle w:val="NoSpacing"/>
        <w:jc w:val="both"/>
        <w:rPr>
          <w:b w:val="0"/>
          <w:i/>
          <w:sz w:val="24"/>
        </w:rPr>
      </w:pPr>
    </w:p>
    <w:p w:rsidR="0017553E" w:rsidRPr="00D53523" w:rsidRDefault="0017553E" w:rsidP="00D53523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>Про надання  одноразової                                                                                                             матеріальної  допомоги</w:t>
      </w:r>
    </w:p>
    <w:p w:rsidR="0017553E" w:rsidRPr="00D53523" w:rsidRDefault="0017553E" w:rsidP="00D53523">
      <w:pPr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>Оляничу Олександру Васильовичу</w:t>
      </w:r>
    </w:p>
    <w:p w:rsidR="0017553E" w:rsidRPr="00D53523" w:rsidRDefault="0017553E" w:rsidP="00D53523">
      <w:pPr>
        <w:overflowPunct w:val="0"/>
        <w:autoSpaceDE w:val="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53523" w:rsidRDefault="0017553E" w:rsidP="00D53523">
      <w:pPr>
        <w:jc w:val="both"/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 xml:space="preserve">            </w:t>
      </w:r>
      <w:r w:rsidRPr="00D53523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Відповідно  до статі 52,  статті  34  Закону України «Про місцеве самоврядування  в Україні»</w:t>
      </w:r>
      <w:r w:rsidRPr="00D53523">
        <w:rPr>
          <w:rFonts w:ascii="Times New Roman" w:eastAsia="Times New Roman" w:hAnsi="Times New Roman"/>
          <w:sz w:val="24"/>
          <w:szCs w:val="24"/>
          <w:lang w:val="ru-RU"/>
        </w:rPr>
        <w:t>, Програми соціальної  підтримки  населення  Шевченківської  сільської  ради «Турбота» на 2020-2021 роки»,  затвердженої  рішенням ХХХІІ  сесії Шевченківської  сільської  ради  сьомого  скликання  від 04.02.2021 року №18,  клопотання фахівця  із  соціальної  роботи сільської  ради  Кулик  І.В.  від  16.03.2021 року,  розглянувши заяву гр. Олянича О.В.</w:t>
      </w:r>
      <w:r w:rsidRPr="00D53523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53523">
        <w:rPr>
          <w:rFonts w:ascii="Times New Roman" w:eastAsia="Times New Roman" w:hAnsi="Times New Roman"/>
          <w:sz w:val="24"/>
          <w:szCs w:val="24"/>
          <w:lang w:val="ru-RU"/>
        </w:rPr>
        <w:t>та відповідний  пакет  документів про  надання  матеріальної  допомоги  на  лікування  від  02.02.2021 року вх.№ 341, виконавчий комітет сільської ради</w:t>
      </w:r>
    </w:p>
    <w:p w:rsidR="0017553E" w:rsidRPr="00D53523" w:rsidRDefault="0017553E" w:rsidP="00D53523">
      <w:pPr>
        <w:pStyle w:val="NoSpacing"/>
        <w:jc w:val="both"/>
        <w:rPr>
          <w:b w:val="0"/>
          <w:sz w:val="24"/>
        </w:rPr>
      </w:pPr>
    </w:p>
    <w:p w:rsidR="0017553E" w:rsidRPr="00D53523" w:rsidRDefault="0017553E" w:rsidP="00D53523">
      <w:pPr>
        <w:pStyle w:val="NoSpacing"/>
        <w:jc w:val="center"/>
        <w:rPr>
          <w:b w:val="0"/>
          <w:sz w:val="24"/>
        </w:rPr>
      </w:pPr>
      <w:r w:rsidRPr="00D53523">
        <w:rPr>
          <w:b w:val="0"/>
          <w:sz w:val="24"/>
        </w:rPr>
        <w:t>В И Р І Ш И В :</w:t>
      </w:r>
    </w:p>
    <w:p w:rsidR="0017553E" w:rsidRPr="00D53523" w:rsidRDefault="0017553E" w:rsidP="00D53523">
      <w:pPr>
        <w:pStyle w:val="NoSpacing"/>
        <w:jc w:val="center"/>
        <w:rPr>
          <w:b w:val="0"/>
          <w:sz w:val="24"/>
        </w:rPr>
      </w:pPr>
    </w:p>
    <w:p w:rsidR="0017553E" w:rsidRPr="00D53523" w:rsidRDefault="0017553E" w:rsidP="00D53523">
      <w:pPr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>1. Надати  одноразову  матеріальну допомогу гр. Оляничу Олександру Васильовичу, 19.10.1964 р.н., що  зареєстрований і проживає  за  адресою: вулиця  Урожайна, 13 село  Шевченкове  на лікування  у  розмірі  1000,00 ( одна тисяча) гривень.</w:t>
      </w:r>
    </w:p>
    <w:p w:rsidR="0017553E" w:rsidRPr="00D53523" w:rsidRDefault="0017553E" w:rsidP="00D53523">
      <w:pPr>
        <w:pStyle w:val="NoSpacing"/>
        <w:jc w:val="both"/>
        <w:rPr>
          <w:b w:val="0"/>
          <w:sz w:val="24"/>
        </w:rPr>
      </w:pPr>
    </w:p>
    <w:p w:rsidR="0017553E" w:rsidRPr="00D53523" w:rsidRDefault="0017553E" w:rsidP="00D53523">
      <w:p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 xml:space="preserve">2.Головному бухгалтеру Шевченківської сільської  ради  здійснити  виплату вищезазначеної  суми. </w:t>
      </w:r>
    </w:p>
    <w:p w:rsidR="0017553E" w:rsidRPr="00D53523" w:rsidRDefault="0017553E" w:rsidP="00D53523">
      <w:pPr>
        <w:pStyle w:val="NoSpacing"/>
        <w:jc w:val="both"/>
        <w:rPr>
          <w:b w:val="0"/>
          <w:sz w:val="24"/>
        </w:rPr>
      </w:pPr>
    </w:p>
    <w:p w:rsidR="0017553E" w:rsidRPr="00D53523" w:rsidRDefault="0017553E" w:rsidP="00D53523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D53523">
        <w:rPr>
          <w:rFonts w:ascii="Times New Roman" w:eastAsia="Times New Roman" w:hAnsi="Times New Roman"/>
          <w:sz w:val="24"/>
          <w:szCs w:val="24"/>
          <w:lang w:val="ru-RU" w:eastAsia="uk-UA"/>
        </w:rPr>
        <w:t>3. Контроль за виконанням даного рішення залишаю за  собою.</w:t>
      </w:r>
    </w:p>
    <w:p w:rsidR="0017553E" w:rsidRPr="00D53523" w:rsidRDefault="0017553E" w:rsidP="00D53523">
      <w:pPr>
        <w:pStyle w:val="ListParagraph"/>
        <w:ind w:left="0"/>
        <w:rPr>
          <w:lang w:eastAsia="uk-UA"/>
        </w:rPr>
      </w:pPr>
    </w:p>
    <w:p w:rsidR="0017553E" w:rsidRPr="00D53523" w:rsidRDefault="0017553E" w:rsidP="00D53523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>Сільський голова</w:t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 xml:space="preserve">                  </w:t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>О.В.Пилипенко</w:t>
      </w:r>
    </w:p>
    <w:p w:rsidR="0017553E" w:rsidRDefault="0017553E" w:rsidP="00D53523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Default="0017553E" w:rsidP="00D53523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Pr="00D53523" w:rsidRDefault="0017553E" w:rsidP="00D53523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Default="0017553E" w:rsidP="00D53523">
      <w:pPr>
        <w:jc w:val="center"/>
        <w:rPr>
          <w:rFonts w:ascii="Calibri" w:eastAsia="Times New Roman" w:hAnsi="Calibri"/>
          <w:sz w:val="24"/>
          <w:szCs w:val="24"/>
          <w:lang w:val="ru-RU"/>
        </w:rPr>
      </w:pPr>
    </w:p>
    <w:p w:rsidR="0017553E" w:rsidRDefault="0017553E" w:rsidP="00D53523">
      <w:pPr>
        <w:jc w:val="center"/>
        <w:rPr>
          <w:rFonts w:ascii="Tms Rmn" w:eastAsia="Times New Roman" w:hAnsi="Tms Rmn"/>
          <w:b/>
          <w:sz w:val="24"/>
          <w:szCs w:val="24"/>
          <w:lang w:val="ru-RU"/>
        </w:rPr>
      </w:pPr>
    </w:p>
    <w:p w:rsidR="0017553E" w:rsidRDefault="0017553E" w:rsidP="00D53523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ru-RU"/>
        </w:rPr>
        <w:pict>
          <v:shape id="_x0000_s1042" type="#_x0000_t75" style="position:absolute;margin-left:242.2pt;margin-top:-3.85pt;width:27pt;height:39.75pt;z-index:251674624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>
        <w:rPr>
          <w:rFonts w:ascii="Times New Roman" w:hAnsi="Times New Roman"/>
          <w:b w:val="0"/>
          <w:noProof w:val="0"/>
          <w:sz w:val="24"/>
          <w:szCs w:val="24"/>
        </w:rPr>
        <w:t>ШЕВЧЕНКІВСЬКА   СІЛЬСЬКА РАДА</w:t>
      </w:r>
    </w:p>
    <w:p w:rsidR="0017553E" w:rsidRPr="00D53523" w:rsidRDefault="0017553E" w:rsidP="00D53523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D53523">
        <w:rPr>
          <w:rFonts w:ascii="Times New Roman" w:hAnsi="Times New Roman"/>
          <w:b w:val="0"/>
          <w:noProof w:val="0"/>
          <w:sz w:val="24"/>
          <w:szCs w:val="24"/>
        </w:rPr>
        <w:t xml:space="preserve">ВІТОВСЬКИЙ РАЙОН    МИКОЛАЇВСЬКА ОБЛАСТЬ  </w:t>
      </w:r>
    </w:p>
    <w:p w:rsidR="0017553E" w:rsidRPr="00D53523" w:rsidRDefault="0017553E" w:rsidP="00D53523">
      <w:pPr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>________________________________________________________________</w:t>
      </w:r>
    </w:p>
    <w:p w:rsidR="0017553E" w:rsidRPr="00D53523" w:rsidRDefault="0017553E" w:rsidP="00D53523">
      <w:pPr>
        <w:pStyle w:val="Heading2"/>
        <w:rPr>
          <w:b w:val="0"/>
        </w:rPr>
      </w:pPr>
    </w:p>
    <w:p w:rsidR="0017553E" w:rsidRPr="00D53523" w:rsidRDefault="0017553E" w:rsidP="00D53523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53523">
        <w:rPr>
          <w:rFonts w:ascii="Times New Roman" w:eastAsia="Times New Roman" w:hAnsi="Times New Roman"/>
          <w:sz w:val="24"/>
          <w:szCs w:val="28"/>
          <w:lang w:val="ru-RU"/>
        </w:rPr>
        <w:t>Р І Ш Е Н Н Я</w:t>
      </w:r>
    </w:p>
    <w:p w:rsidR="0017553E" w:rsidRPr="00D53523" w:rsidRDefault="0017553E" w:rsidP="00D53523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53523">
        <w:rPr>
          <w:rFonts w:ascii="Times New Roman" w:eastAsia="Times New Roman" w:hAnsi="Times New Roman"/>
          <w:sz w:val="24"/>
          <w:szCs w:val="28"/>
          <w:lang w:val="ru-RU"/>
        </w:rPr>
        <w:t>виконавчого комітету</w:t>
      </w:r>
    </w:p>
    <w:p w:rsidR="0017553E" w:rsidRPr="00D53523" w:rsidRDefault="0017553E" w:rsidP="00D53523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53523" w:rsidRDefault="0017553E" w:rsidP="00D53523">
      <w:pPr>
        <w:pStyle w:val="NoSpacing"/>
        <w:jc w:val="both"/>
        <w:rPr>
          <w:b w:val="0"/>
          <w:sz w:val="24"/>
        </w:rPr>
      </w:pPr>
      <w:r w:rsidRPr="00D53523">
        <w:rPr>
          <w:b w:val="0"/>
          <w:sz w:val="24"/>
        </w:rPr>
        <w:t xml:space="preserve">від </w:t>
      </w:r>
      <w:r w:rsidRPr="00D53523">
        <w:rPr>
          <w:b w:val="0"/>
          <w:sz w:val="24"/>
          <w:lang w:val="ru-RU"/>
        </w:rPr>
        <w:t xml:space="preserve"> 16 березня 2021 </w:t>
      </w:r>
      <w:r w:rsidRPr="00D53523">
        <w:rPr>
          <w:b w:val="0"/>
          <w:sz w:val="24"/>
        </w:rPr>
        <w:t>року                               №</w:t>
      </w:r>
      <w:r w:rsidRPr="00D53523">
        <w:rPr>
          <w:b w:val="0"/>
          <w:sz w:val="24"/>
          <w:lang w:val="ru-RU"/>
        </w:rPr>
        <w:t xml:space="preserve"> 29</w:t>
      </w:r>
      <w:r w:rsidRPr="00D53523">
        <w:rPr>
          <w:b w:val="0"/>
          <w:sz w:val="24"/>
        </w:rPr>
        <w:t xml:space="preserve">                                    с.Шевченкове</w:t>
      </w:r>
    </w:p>
    <w:p w:rsidR="0017553E" w:rsidRPr="00D53523" w:rsidRDefault="0017553E" w:rsidP="00D53523">
      <w:pPr>
        <w:pStyle w:val="NoSpacing"/>
        <w:jc w:val="both"/>
        <w:rPr>
          <w:b w:val="0"/>
          <w:i/>
          <w:sz w:val="24"/>
        </w:rPr>
      </w:pPr>
    </w:p>
    <w:p w:rsidR="0017553E" w:rsidRPr="00D53523" w:rsidRDefault="0017553E" w:rsidP="00D53523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>Про надання  одноразової                                                                                                             матеріальної  допомоги</w:t>
      </w:r>
    </w:p>
    <w:p w:rsidR="0017553E" w:rsidRPr="00D53523" w:rsidRDefault="0017553E" w:rsidP="00D53523">
      <w:pPr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>Геренчук Світлані Юріївні</w:t>
      </w:r>
    </w:p>
    <w:p w:rsidR="0017553E" w:rsidRPr="00D53523" w:rsidRDefault="0017553E" w:rsidP="00D53523">
      <w:pPr>
        <w:overflowPunct w:val="0"/>
        <w:autoSpaceDE w:val="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53523" w:rsidRDefault="0017553E" w:rsidP="00D53523">
      <w:pPr>
        <w:jc w:val="both"/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 xml:space="preserve">            </w:t>
      </w:r>
      <w:r w:rsidRPr="00D53523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Відповідно  до статі 52,  статті  34  Закону України «Про місцеве самоврядування  в Україні»</w:t>
      </w:r>
      <w:r w:rsidRPr="00D53523">
        <w:rPr>
          <w:rFonts w:ascii="Times New Roman" w:eastAsia="Times New Roman" w:hAnsi="Times New Roman"/>
          <w:sz w:val="24"/>
          <w:szCs w:val="24"/>
          <w:lang w:val="ru-RU"/>
        </w:rPr>
        <w:t>, Програми соціальної  підтримки  населення  Шевченківської  сільської  ради «Турбота» на 2020-2021 роки»,  затвердженої  рішенням ХХХІІ  сесії Шевченківської  сільської  ради  сьомого  скликання  від 04.02.2021 року №18,  клопотання фахівця  із  соціальної  роботи сільської  ради  Кулик  І.В.   від  16.03.2021 року,  розглянувши заяву               гр. Геренчук С.Ю.,</w:t>
      </w:r>
      <w:r w:rsidRPr="00D53523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53523">
        <w:rPr>
          <w:rFonts w:ascii="Times New Roman" w:eastAsia="Times New Roman" w:hAnsi="Times New Roman"/>
          <w:sz w:val="24"/>
          <w:szCs w:val="24"/>
          <w:lang w:val="ru-RU"/>
        </w:rPr>
        <w:t>та відповідний  пакет  документів про  надання  матеріальної  допомоги  на  лікування від 10.02.2021 року  вх.№ 428, виконавчий комітет сільської ради</w:t>
      </w:r>
    </w:p>
    <w:p w:rsidR="0017553E" w:rsidRPr="00D53523" w:rsidRDefault="0017553E" w:rsidP="00D53523">
      <w:pPr>
        <w:pStyle w:val="NoSpacing"/>
        <w:jc w:val="both"/>
        <w:rPr>
          <w:b w:val="0"/>
          <w:sz w:val="24"/>
        </w:rPr>
      </w:pPr>
    </w:p>
    <w:p w:rsidR="0017553E" w:rsidRPr="00D53523" w:rsidRDefault="0017553E" w:rsidP="00D53523">
      <w:pPr>
        <w:pStyle w:val="NoSpacing"/>
        <w:jc w:val="center"/>
        <w:rPr>
          <w:b w:val="0"/>
          <w:sz w:val="24"/>
        </w:rPr>
      </w:pPr>
      <w:r w:rsidRPr="00D53523">
        <w:rPr>
          <w:b w:val="0"/>
          <w:sz w:val="24"/>
        </w:rPr>
        <w:t>В И Р І Ш И В :</w:t>
      </w:r>
    </w:p>
    <w:p w:rsidR="0017553E" w:rsidRPr="00D53523" w:rsidRDefault="0017553E" w:rsidP="00D53523">
      <w:pPr>
        <w:pStyle w:val="NoSpacing"/>
        <w:jc w:val="center"/>
        <w:rPr>
          <w:b w:val="0"/>
          <w:sz w:val="24"/>
        </w:rPr>
      </w:pPr>
    </w:p>
    <w:p w:rsidR="0017553E" w:rsidRPr="00D53523" w:rsidRDefault="0017553E" w:rsidP="00D53523">
      <w:pPr>
        <w:jc w:val="both"/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>1. Надати  одноразову  матеріальну допомогу гр. Геренчук Світлані Юріївні,</w:t>
      </w:r>
      <w:r w:rsidRPr="00D53523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53523">
        <w:rPr>
          <w:rFonts w:ascii="Times New Roman" w:eastAsia="Times New Roman" w:hAnsi="Times New Roman"/>
          <w:color w:val="444444"/>
          <w:szCs w:val="22"/>
          <w:lang w:val="ru-RU"/>
        </w:rPr>
        <w:t>22.02.1989</w:t>
      </w:r>
      <w:r w:rsidRPr="00D53523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53523">
        <w:rPr>
          <w:rFonts w:ascii="Times New Roman" w:eastAsia="Times New Roman" w:hAnsi="Times New Roman"/>
          <w:szCs w:val="22"/>
          <w:lang w:val="ru-RU"/>
        </w:rPr>
        <w:t>р.н.,</w:t>
      </w:r>
      <w:r w:rsidRPr="00D53523">
        <w:rPr>
          <w:rFonts w:ascii="Times New Roman" w:eastAsia="Times New Roman" w:hAnsi="Times New Roman"/>
          <w:sz w:val="24"/>
          <w:szCs w:val="24"/>
          <w:lang w:val="ru-RU"/>
        </w:rPr>
        <w:t xml:space="preserve"> що  зареєстрована і проживає  за  адресою: вулиця Суворова, 39  селище  Центральне,  на  лікування  сина Геренчука  Станіслава,  16.03.2009 р.н., у розмірі  2000,00 (дві тисячі) гривень.</w:t>
      </w:r>
    </w:p>
    <w:p w:rsidR="0017553E" w:rsidRPr="00D53523" w:rsidRDefault="0017553E" w:rsidP="00D53523">
      <w:pPr>
        <w:pStyle w:val="NoSpacing"/>
        <w:jc w:val="both"/>
        <w:rPr>
          <w:b w:val="0"/>
          <w:sz w:val="24"/>
        </w:rPr>
      </w:pPr>
    </w:p>
    <w:p w:rsidR="0017553E" w:rsidRPr="00D53523" w:rsidRDefault="0017553E" w:rsidP="00D53523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sz w:val="24"/>
          <w:szCs w:val="24"/>
          <w:lang w:val="ru-RU"/>
        </w:rPr>
        <w:t xml:space="preserve">2.Головному бухгалтеру  Шевченківської сільської ради здійснити виплату вищезазначеної  суми. </w:t>
      </w:r>
    </w:p>
    <w:p w:rsidR="0017553E" w:rsidRPr="00D53523" w:rsidRDefault="0017553E" w:rsidP="00D53523">
      <w:pPr>
        <w:pStyle w:val="NoSpacing"/>
        <w:jc w:val="both"/>
        <w:rPr>
          <w:b w:val="0"/>
          <w:sz w:val="24"/>
        </w:rPr>
      </w:pPr>
    </w:p>
    <w:p w:rsidR="0017553E" w:rsidRPr="00D53523" w:rsidRDefault="0017553E" w:rsidP="00D53523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D53523">
        <w:rPr>
          <w:rFonts w:ascii="Times New Roman" w:eastAsia="Times New Roman" w:hAnsi="Times New Roman"/>
          <w:sz w:val="24"/>
          <w:szCs w:val="24"/>
          <w:lang w:val="ru-RU" w:eastAsia="uk-UA"/>
        </w:rPr>
        <w:t>3. Контроль за виконанням даного рішення залишаю за  собою.</w:t>
      </w:r>
    </w:p>
    <w:p w:rsidR="0017553E" w:rsidRPr="00D53523" w:rsidRDefault="0017553E" w:rsidP="00D53523">
      <w:pPr>
        <w:pStyle w:val="ListParagraph"/>
        <w:ind w:left="0"/>
        <w:rPr>
          <w:lang w:eastAsia="uk-UA"/>
        </w:rPr>
      </w:pPr>
    </w:p>
    <w:p w:rsidR="0017553E" w:rsidRPr="00D53523" w:rsidRDefault="0017553E" w:rsidP="00D53523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17553E" w:rsidRPr="00D53523" w:rsidRDefault="0017553E" w:rsidP="00D53523">
      <w:pPr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>Сільський голова</w:t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 xml:space="preserve">                  </w:t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53523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>О.В.Пилипенко</w:t>
      </w: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D667E7" w:rsidRDefault="0017553E" w:rsidP="00D53523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D667E7" w:rsidRDefault="0017553E" w:rsidP="00D667E7">
      <w:pPr>
        <w:rPr>
          <w:rFonts w:ascii="Calibri" w:eastAsia="Times New Roman" w:hAnsi="Calibri"/>
          <w:sz w:val="24"/>
          <w:szCs w:val="24"/>
          <w:lang w:val="ru-RU"/>
        </w:rPr>
      </w:pPr>
    </w:p>
    <w:p w:rsidR="0017553E" w:rsidRPr="00D667E7" w:rsidRDefault="0017553E" w:rsidP="00D667E7">
      <w:pPr>
        <w:jc w:val="center"/>
        <w:rPr>
          <w:rFonts w:ascii="Calibri" w:eastAsia="Times New Roman" w:hAnsi="Calibri"/>
          <w:sz w:val="24"/>
          <w:szCs w:val="24"/>
          <w:lang w:val="ru-RU"/>
        </w:rPr>
      </w:pPr>
      <w:r>
        <w:rPr>
          <w:noProof/>
          <w:lang w:val="ru-RU"/>
        </w:rPr>
        <w:pict>
          <v:shape id="_x0000_s1043" type="#_x0000_t75" style="position:absolute;left:0;text-align:left;margin-left:230.2pt;margin-top:-2.9pt;width:27pt;height:39.75pt;z-index:251675648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Pr="00D667E7" w:rsidRDefault="0017553E" w:rsidP="00D667E7">
      <w:pPr>
        <w:jc w:val="center"/>
        <w:rPr>
          <w:rFonts w:ascii="Tms Rmn" w:eastAsia="Times New Roman" w:hAnsi="Tms Rmn"/>
          <w:sz w:val="24"/>
          <w:szCs w:val="24"/>
          <w:lang w:val="ru-RU"/>
        </w:rPr>
      </w:pP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D667E7">
        <w:rPr>
          <w:rFonts w:ascii="Times New Roman" w:hAnsi="Times New Roman"/>
          <w:b w:val="0"/>
          <w:noProof w:val="0"/>
          <w:sz w:val="24"/>
          <w:szCs w:val="24"/>
        </w:rPr>
        <w:t>ШЕВЧЕНКІВСЬКА   СІЛЬСЬКА РАДА</w:t>
      </w: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D667E7">
        <w:rPr>
          <w:rFonts w:ascii="Times New Roman" w:hAnsi="Times New Roman"/>
          <w:b w:val="0"/>
          <w:noProof w:val="0"/>
          <w:sz w:val="24"/>
          <w:szCs w:val="24"/>
        </w:rPr>
        <w:t xml:space="preserve">ВІТОВСЬКИЙ РАЙОН    МИКОЛАЇВСЬКА ОБЛАСТЬ  </w:t>
      </w: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________________________________________________________________</w:t>
      </w:r>
    </w:p>
    <w:p w:rsidR="0017553E" w:rsidRPr="00D667E7" w:rsidRDefault="0017553E" w:rsidP="00D667E7">
      <w:pPr>
        <w:pStyle w:val="Heading2"/>
        <w:rPr>
          <w:b w:val="0"/>
        </w:rPr>
      </w:pP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667E7">
        <w:rPr>
          <w:rFonts w:ascii="Times New Roman" w:eastAsia="Times New Roman" w:hAnsi="Times New Roman"/>
          <w:sz w:val="24"/>
          <w:szCs w:val="28"/>
          <w:lang w:val="ru-RU"/>
        </w:rPr>
        <w:t>Р І Ш Е Н Н Я</w:t>
      </w: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667E7">
        <w:rPr>
          <w:rFonts w:ascii="Times New Roman" w:eastAsia="Times New Roman" w:hAnsi="Times New Roman"/>
          <w:sz w:val="24"/>
          <w:szCs w:val="28"/>
          <w:lang w:val="ru-RU"/>
        </w:rPr>
        <w:t xml:space="preserve">виконавчого </w:t>
      </w:r>
      <w:r>
        <w:rPr>
          <w:rFonts w:ascii="Times New Roman" w:eastAsia="Times New Roman" w:hAnsi="Times New Roman"/>
          <w:sz w:val="24"/>
          <w:szCs w:val="28"/>
        </w:rPr>
        <w:t xml:space="preserve"> </w:t>
      </w:r>
      <w:r w:rsidRPr="00D667E7">
        <w:rPr>
          <w:rFonts w:ascii="Times New Roman" w:eastAsia="Times New Roman" w:hAnsi="Times New Roman"/>
          <w:sz w:val="24"/>
          <w:szCs w:val="28"/>
          <w:lang w:val="ru-RU"/>
        </w:rPr>
        <w:t>комітету</w:t>
      </w: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  <w:r w:rsidRPr="00D667E7">
        <w:rPr>
          <w:b w:val="0"/>
          <w:sz w:val="24"/>
        </w:rPr>
        <w:t xml:space="preserve">від </w:t>
      </w:r>
      <w:r w:rsidRPr="00D667E7">
        <w:rPr>
          <w:b w:val="0"/>
          <w:sz w:val="24"/>
          <w:lang w:val="ru-RU"/>
        </w:rPr>
        <w:t xml:space="preserve"> 16 березня 2021 </w:t>
      </w:r>
      <w:r w:rsidRPr="00D667E7">
        <w:rPr>
          <w:b w:val="0"/>
          <w:sz w:val="24"/>
        </w:rPr>
        <w:t>року                               №</w:t>
      </w:r>
      <w:r w:rsidRPr="00D667E7">
        <w:rPr>
          <w:b w:val="0"/>
          <w:sz w:val="24"/>
          <w:lang w:val="ru-RU"/>
        </w:rPr>
        <w:t xml:space="preserve"> 30</w:t>
      </w:r>
      <w:r w:rsidRPr="00D667E7">
        <w:rPr>
          <w:b w:val="0"/>
          <w:sz w:val="24"/>
        </w:rPr>
        <w:t xml:space="preserve">                                    с.Шевченкове</w:t>
      </w:r>
    </w:p>
    <w:p w:rsidR="0017553E" w:rsidRPr="00D667E7" w:rsidRDefault="0017553E" w:rsidP="00D667E7">
      <w:pPr>
        <w:pStyle w:val="NoSpacing"/>
        <w:jc w:val="both"/>
        <w:rPr>
          <w:b w:val="0"/>
          <w:i/>
          <w:sz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Про надання  одноразової                                                                                                             матеріальної  допомоги</w:t>
      </w:r>
    </w:p>
    <w:p w:rsidR="0017553E" w:rsidRPr="00D667E7" w:rsidRDefault="0017553E" w:rsidP="00D667E7">
      <w:pPr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Приходько Ірині Миколаївні</w:t>
      </w:r>
    </w:p>
    <w:p w:rsidR="0017553E" w:rsidRPr="00D667E7" w:rsidRDefault="0017553E" w:rsidP="00D667E7">
      <w:pPr>
        <w:overflowPunct w:val="0"/>
        <w:autoSpaceDE w:val="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            </w:t>
      </w:r>
      <w:r w:rsidRPr="00D667E7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Відповідно  до статі 52,  статті  34  Закону України «Про місцеве самоврядування  в Україні»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, Програми соціальної  підтримки  населення  Шевченківської  сільської  ради «Турбота» на 2020-2021 роки»,  затвердженої  рішенням ХХХІІ  сесії Шевченківської  сільської  ради  сьомого  скликання  від 04.02.2021 року №18,  клопотання фахівця  із  соціальної  роботи сільської  ради  Кулик  І.В.   від  16.03.2021 року,  розглянувши заяву               гр. Приходько І.М. </w:t>
      </w:r>
      <w:r w:rsidRPr="00D667E7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>та відповідний  пакет  документів про  надання  матеріальної  допомоги  на  лікування від 02.02.2021 року  вх.№ 357 , виконавчий комітет сільської ради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pStyle w:val="NoSpacing"/>
        <w:jc w:val="center"/>
        <w:rPr>
          <w:b w:val="0"/>
          <w:sz w:val="24"/>
        </w:rPr>
      </w:pPr>
      <w:r w:rsidRPr="00D667E7">
        <w:rPr>
          <w:b w:val="0"/>
          <w:sz w:val="24"/>
        </w:rPr>
        <w:t>В И Р І Ш И В :</w:t>
      </w:r>
    </w:p>
    <w:p w:rsidR="0017553E" w:rsidRPr="00D667E7" w:rsidRDefault="0017553E" w:rsidP="00D667E7">
      <w:pPr>
        <w:pStyle w:val="NoSpacing"/>
        <w:jc w:val="center"/>
        <w:rPr>
          <w:b w:val="0"/>
          <w:sz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1. Надати  одноразову  матеріальну допомогу гр.Приходько Ірині Миколаївні,</w:t>
      </w:r>
      <w:r w:rsidRPr="00D667E7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667E7">
        <w:rPr>
          <w:rFonts w:ascii="Times New Roman" w:eastAsia="Times New Roman" w:hAnsi="Times New Roman"/>
          <w:color w:val="444444"/>
          <w:szCs w:val="22"/>
          <w:lang w:val="ru-RU"/>
        </w:rPr>
        <w:t>13.04.1970</w:t>
      </w:r>
      <w:r w:rsidRPr="00D667E7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667E7">
        <w:rPr>
          <w:rFonts w:ascii="Times New Roman" w:eastAsia="Times New Roman" w:hAnsi="Times New Roman"/>
          <w:szCs w:val="22"/>
          <w:lang w:val="ru-RU"/>
        </w:rPr>
        <w:t>р.н.,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 що  зареєстрована і проживає  за  адресою: вулиця Миру(колишня  назва-Фрунзе), 5 селище  Центральне,  яка опинилась  у складних життєвих обставинах, у розмірі  500,00</w:t>
      </w:r>
      <w:r>
        <w:rPr>
          <w:rFonts w:ascii="Times New Roman" w:eastAsia="Times New Roman" w:hAnsi="Times New Roman"/>
          <w:sz w:val="24"/>
          <w:szCs w:val="24"/>
        </w:rPr>
        <w:t xml:space="preserve">               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 ( пʼятьсот) гривень.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2.Головному бухгалтеру  Шевченківської сільської ради здійснити виплату вищезазначеної  суми. 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D667E7">
        <w:rPr>
          <w:rFonts w:ascii="Times New Roman" w:eastAsia="Times New Roman" w:hAnsi="Times New Roman"/>
          <w:sz w:val="24"/>
          <w:szCs w:val="24"/>
          <w:lang w:val="ru-RU" w:eastAsia="uk-UA"/>
        </w:rPr>
        <w:t>3. Контроль за виконанням даного рішення залишаю за  собою.</w:t>
      </w:r>
    </w:p>
    <w:p w:rsidR="0017553E" w:rsidRPr="00D667E7" w:rsidRDefault="0017553E" w:rsidP="00D667E7">
      <w:pPr>
        <w:pStyle w:val="ListParagraph"/>
        <w:ind w:left="0"/>
        <w:rPr>
          <w:lang w:eastAsia="uk-UA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17553E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>Сільський голова</w:t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 xml:space="preserve">                  </w:t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>О.В.Пилипенко</w:t>
      </w:r>
    </w:p>
    <w:p w:rsidR="0017553E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67E7" w:rsidRDefault="0017553E" w:rsidP="00D53523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67E7" w:rsidRDefault="0017553E" w:rsidP="006379D6">
      <w:pPr>
        <w:rPr>
          <w:rFonts w:ascii="Times New Roman" w:eastAsia="Times New Roman" w:hAnsi="Times New Roman"/>
          <w:sz w:val="24"/>
          <w:szCs w:val="24"/>
        </w:rPr>
      </w:pPr>
      <w:r w:rsidRPr="00D667E7">
        <w:rPr>
          <w:rFonts w:ascii="Times New Roman" w:eastAsia="Times New Roman" w:hAnsi="Times New Roman"/>
          <w:sz w:val="24"/>
          <w:szCs w:val="24"/>
        </w:rPr>
        <w:t xml:space="preserve">     </w:t>
      </w:r>
    </w:p>
    <w:p w:rsidR="0017553E" w:rsidRPr="00D667E7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Pr="00D667E7" w:rsidRDefault="0017553E" w:rsidP="006379D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Calibri" w:eastAsia="Times New Roman" w:hAnsi="Calibri"/>
          <w:sz w:val="24"/>
          <w:szCs w:val="24"/>
          <w:lang w:val="ru-RU"/>
        </w:rPr>
      </w:pPr>
    </w:p>
    <w:p w:rsidR="0017553E" w:rsidRPr="00D667E7" w:rsidRDefault="0017553E" w:rsidP="00D667E7">
      <w:pPr>
        <w:jc w:val="center"/>
        <w:rPr>
          <w:rFonts w:ascii="Calibri" w:eastAsia="Times New Roman" w:hAnsi="Calibri"/>
          <w:sz w:val="24"/>
          <w:szCs w:val="24"/>
          <w:lang w:val="ru-RU"/>
        </w:rPr>
      </w:pPr>
      <w:r>
        <w:rPr>
          <w:noProof/>
          <w:lang w:val="ru-RU"/>
        </w:rPr>
        <w:pict>
          <v:shape id="_x0000_s1044" type="#_x0000_t75" style="position:absolute;left:0;text-align:left;margin-left:230.2pt;margin-top:-2.9pt;width:27pt;height:39.75pt;z-index:251676672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Pr="00D667E7" w:rsidRDefault="0017553E" w:rsidP="00D667E7">
      <w:pPr>
        <w:jc w:val="center"/>
        <w:rPr>
          <w:rFonts w:ascii="Tms Rmn" w:eastAsia="Times New Roman" w:hAnsi="Tms Rmn"/>
          <w:sz w:val="24"/>
          <w:szCs w:val="24"/>
          <w:lang w:val="ru-RU"/>
        </w:rPr>
      </w:pP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D667E7">
        <w:rPr>
          <w:rFonts w:ascii="Times New Roman" w:hAnsi="Times New Roman"/>
          <w:b w:val="0"/>
          <w:noProof w:val="0"/>
          <w:sz w:val="24"/>
          <w:szCs w:val="24"/>
        </w:rPr>
        <w:t>ШЕВЧЕНКІВСЬКА   СІЛЬСЬКА РАДА</w:t>
      </w: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D667E7">
        <w:rPr>
          <w:rFonts w:ascii="Times New Roman" w:hAnsi="Times New Roman"/>
          <w:b w:val="0"/>
          <w:noProof w:val="0"/>
          <w:sz w:val="24"/>
          <w:szCs w:val="24"/>
        </w:rPr>
        <w:t xml:space="preserve">ВІТОВСЬКИЙ РАЙОН    МИКОЛАЇВСЬКА ОБЛАСТЬ  </w:t>
      </w: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________________________________________________________________</w:t>
      </w:r>
    </w:p>
    <w:p w:rsidR="0017553E" w:rsidRPr="00D667E7" w:rsidRDefault="0017553E" w:rsidP="00D667E7">
      <w:pPr>
        <w:pStyle w:val="Heading2"/>
        <w:rPr>
          <w:b w:val="0"/>
        </w:rPr>
      </w:pP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667E7">
        <w:rPr>
          <w:rFonts w:ascii="Times New Roman" w:eastAsia="Times New Roman" w:hAnsi="Times New Roman"/>
          <w:sz w:val="24"/>
          <w:szCs w:val="28"/>
          <w:lang w:val="ru-RU"/>
        </w:rPr>
        <w:t>Р І Ш Е Н Н Я</w:t>
      </w: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667E7">
        <w:rPr>
          <w:rFonts w:ascii="Times New Roman" w:eastAsia="Times New Roman" w:hAnsi="Times New Roman"/>
          <w:sz w:val="24"/>
          <w:szCs w:val="28"/>
          <w:lang w:val="ru-RU"/>
        </w:rPr>
        <w:t>виконавчого комітету</w:t>
      </w: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  <w:r w:rsidRPr="00D667E7">
        <w:rPr>
          <w:b w:val="0"/>
          <w:sz w:val="24"/>
        </w:rPr>
        <w:t xml:space="preserve">від </w:t>
      </w:r>
      <w:r w:rsidRPr="00D667E7">
        <w:rPr>
          <w:b w:val="0"/>
          <w:sz w:val="24"/>
          <w:lang w:val="ru-RU"/>
        </w:rPr>
        <w:t xml:space="preserve"> 16 березня 2021 </w:t>
      </w:r>
      <w:r w:rsidRPr="00D667E7">
        <w:rPr>
          <w:b w:val="0"/>
          <w:sz w:val="24"/>
        </w:rPr>
        <w:t>року                               №</w:t>
      </w:r>
      <w:r w:rsidRPr="00D667E7">
        <w:rPr>
          <w:b w:val="0"/>
          <w:sz w:val="24"/>
          <w:lang w:val="ru-RU"/>
        </w:rPr>
        <w:t xml:space="preserve"> 31</w:t>
      </w:r>
      <w:r w:rsidRPr="00D667E7">
        <w:rPr>
          <w:b w:val="0"/>
          <w:sz w:val="24"/>
        </w:rPr>
        <w:t xml:space="preserve">                                    с.Шевченкове</w:t>
      </w:r>
    </w:p>
    <w:p w:rsidR="0017553E" w:rsidRPr="00D667E7" w:rsidRDefault="0017553E" w:rsidP="00D667E7">
      <w:pPr>
        <w:pStyle w:val="NoSpacing"/>
        <w:jc w:val="both"/>
        <w:rPr>
          <w:b w:val="0"/>
          <w:i/>
          <w:sz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Про надання  одноразової                                                                                                             матеріальної  допомоги</w:t>
      </w:r>
    </w:p>
    <w:p w:rsidR="0017553E" w:rsidRPr="00D667E7" w:rsidRDefault="0017553E" w:rsidP="00D667E7">
      <w:pPr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Скрипкар Катерині Георгіївні</w:t>
      </w:r>
    </w:p>
    <w:p w:rsidR="0017553E" w:rsidRPr="00D667E7" w:rsidRDefault="0017553E" w:rsidP="00D667E7">
      <w:pPr>
        <w:overflowPunct w:val="0"/>
        <w:autoSpaceDE w:val="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            </w:t>
      </w:r>
      <w:r w:rsidRPr="00D667E7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Відповідно  до статі 52,  статті  34  Закону України «Про місцеве самоврядування  в Україні»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>, Програми соціальної  підтримки  населення  Шевченківської  сільської  ради «Турбота» на 2020-2021 роки»,  затвердженої  рішенням ХХХІІ  сесії Шевченківської  сільської  ради  сьомого  скликання  від 04.02.2021 року №18,  клопотання фахівця  із  соціальної  роботи сільської  ради  Кулик  І.В.   від  16.03.2021 року,  розглянувши заяву               гр. Скрипкар К.Г.</w:t>
      </w:r>
      <w:r w:rsidRPr="00D667E7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>та відповідний  пакет  документів про  надання  матеріальної  допомоги  на  лікування від 10.02.2021 року  вх.№ 427 , виконавчий комітет сільської ради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pStyle w:val="NoSpacing"/>
        <w:jc w:val="center"/>
        <w:rPr>
          <w:b w:val="0"/>
          <w:sz w:val="24"/>
        </w:rPr>
      </w:pPr>
      <w:r w:rsidRPr="00D667E7">
        <w:rPr>
          <w:b w:val="0"/>
          <w:sz w:val="24"/>
        </w:rPr>
        <w:t>В И Р І Ш И В :</w:t>
      </w:r>
    </w:p>
    <w:p w:rsidR="0017553E" w:rsidRPr="00D667E7" w:rsidRDefault="0017553E" w:rsidP="00D667E7">
      <w:pPr>
        <w:pStyle w:val="NoSpacing"/>
        <w:jc w:val="center"/>
        <w:rPr>
          <w:b w:val="0"/>
          <w:sz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1.Надати одноразову матеріальну допомогу гр. Скрипкар Катерині Георгіївні</w:t>
      </w:r>
      <w:r w:rsidRPr="00D667E7">
        <w:rPr>
          <w:rFonts w:ascii="Times New Roman" w:eastAsia="Times New Roman" w:hAnsi="Times New Roman"/>
          <w:color w:val="444444"/>
          <w:szCs w:val="22"/>
          <w:lang w:val="ru-RU"/>
        </w:rPr>
        <w:t>, 12.03.1980</w:t>
      </w:r>
      <w:r w:rsidRPr="00D667E7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667E7">
        <w:rPr>
          <w:rFonts w:ascii="Times New Roman" w:eastAsia="Times New Roman" w:hAnsi="Times New Roman"/>
          <w:szCs w:val="22"/>
          <w:lang w:val="ru-RU"/>
        </w:rPr>
        <w:t>р.н.,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 що  зареєстрована і проживає  за  адресою: вулиця Чкалова, 19 село Шмідтове, на лікування  у  розмірі  1000,00 (одна  тисяча) гривень.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2.Головному бухгалтеру  Шевченківської сільської ради здійснити виплату вищезазначеної  суми. 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D667E7">
        <w:rPr>
          <w:rFonts w:ascii="Times New Roman" w:eastAsia="Times New Roman" w:hAnsi="Times New Roman"/>
          <w:sz w:val="24"/>
          <w:szCs w:val="24"/>
          <w:lang w:val="ru-RU" w:eastAsia="uk-UA"/>
        </w:rPr>
        <w:t>3. Контроль за виконанням даного рішення залишаю за  собою.</w:t>
      </w:r>
    </w:p>
    <w:p w:rsidR="0017553E" w:rsidRPr="00D667E7" w:rsidRDefault="0017553E" w:rsidP="00D667E7">
      <w:pPr>
        <w:pStyle w:val="ListParagraph"/>
        <w:ind w:left="0"/>
        <w:rPr>
          <w:lang w:eastAsia="uk-UA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>Сільський голова</w:t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 xml:space="preserve">                  </w:t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>О.В.Пилипенко</w:t>
      </w: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Times New Roman" w:eastAsia="Times New Roman" w:hAnsi="Times New Roman"/>
          <w:sz w:val="28"/>
          <w:szCs w:val="22"/>
        </w:rPr>
      </w:pPr>
    </w:p>
    <w:p w:rsidR="0017553E" w:rsidRDefault="0017553E" w:rsidP="00D667E7">
      <w:pPr>
        <w:rPr>
          <w:rFonts w:ascii="Calibri" w:eastAsia="Times New Roman" w:hAnsi="Calibri"/>
          <w:sz w:val="24"/>
          <w:szCs w:val="24"/>
          <w:lang w:val="ru-RU"/>
        </w:rPr>
      </w:pPr>
    </w:p>
    <w:p w:rsidR="0017553E" w:rsidRPr="00D667E7" w:rsidRDefault="0017553E" w:rsidP="00D667E7">
      <w:pPr>
        <w:jc w:val="center"/>
        <w:rPr>
          <w:rFonts w:ascii="Calibri" w:eastAsia="Times New Roman" w:hAnsi="Calibri"/>
          <w:sz w:val="24"/>
          <w:szCs w:val="24"/>
          <w:lang w:val="ru-RU"/>
        </w:rPr>
      </w:pPr>
      <w:r>
        <w:rPr>
          <w:noProof/>
          <w:lang w:val="ru-RU"/>
        </w:rPr>
        <w:pict>
          <v:shape id="_x0000_s1045" type="#_x0000_t75" style="position:absolute;left:0;text-align:left;margin-left:230.2pt;margin-top:-2.9pt;width:27pt;height:39.75pt;z-index:251677696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Pr="00D667E7" w:rsidRDefault="0017553E" w:rsidP="00D667E7">
      <w:pPr>
        <w:jc w:val="center"/>
        <w:rPr>
          <w:rFonts w:ascii="Tms Rmn" w:eastAsia="Times New Roman" w:hAnsi="Tms Rmn"/>
          <w:sz w:val="24"/>
          <w:szCs w:val="24"/>
          <w:lang w:val="ru-RU"/>
        </w:rPr>
      </w:pP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D667E7">
        <w:rPr>
          <w:rFonts w:ascii="Times New Roman" w:hAnsi="Times New Roman"/>
          <w:b w:val="0"/>
          <w:noProof w:val="0"/>
          <w:sz w:val="24"/>
          <w:szCs w:val="24"/>
        </w:rPr>
        <w:t>ШЕВЧЕНКІВСЬКА   СІЛЬСЬКА РАДА</w:t>
      </w: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D667E7">
        <w:rPr>
          <w:rFonts w:ascii="Times New Roman" w:hAnsi="Times New Roman"/>
          <w:b w:val="0"/>
          <w:noProof w:val="0"/>
          <w:sz w:val="24"/>
          <w:szCs w:val="24"/>
        </w:rPr>
        <w:t xml:space="preserve">ВІТОВСЬКИЙ РАЙОН    МИКОЛАЇВСЬКА ОБЛАСТЬ  </w:t>
      </w: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________________________________________________________________</w:t>
      </w:r>
    </w:p>
    <w:p w:rsidR="0017553E" w:rsidRPr="00D667E7" w:rsidRDefault="0017553E" w:rsidP="00D667E7">
      <w:pPr>
        <w:pStyle w:val="Heading2"/>
        <w:rPr>
          <w:b w:val="0"/>
        </w:rPr>
      </w:pP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667E7">
        <w:rPr>
          <w:rFonts w:ascii="Times New Roman" w:eastAsia="Times New Roman" w:hAnsi="Times New Roman"/>
          <w:sz w:val="24"/>
          <w:szCs w:val="28"/>
          <w:lang w:val="ru-RU"/>
        </w:rPr>
        <w:t>Р І Ш Е Н Н Я</w:t>
      </w: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667E7">
        <w:rPr>
          <w:rFonts w:ascii="Times New Roman" w:eastAsia="Times New Roman" w:hAnsi="Times New Roman"/>
          <w:sz w:val="24"/>
          <w:szCs w:val="28"/>
          <w:lang w:val="ru-RU"/>
        </w:rPr>
        <w:t>виконавчого комітету</w:t>
      </w: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  <w:r w:rsidRPr="00D667E7">
        <w:rPr>
          <w:b w:val="0"/>
          <w:sz w:val="24"/>
        </w:rPr>
        <w:t xml:space="preserve">від </w:t>
      </w:r>
      <w:r w:rsidRPr="00D667E7">
        <w:rPr>
          <w:b w:val="0"/>
          <w:sz w:val="24"/>
          <w:lang w:val="ru-RU"/>
        </w:rPr>
        <w:t xml:space="preserve"> 16 березня 2021 </w:t>
      </w:r>
      <w:r w:rsidRPr="00D667E7">
        <w:rPr>
          <w:b w:val="0"/>
          <w:sz w:val="24"/>
        </w:rPr>
        <w:t>року                               №</w:t>
      </w:r>
      <w:r w:rsidRPr="00D667E7">
        <w:rPr>
          <w:b w:val="0"/>
          <w:sz w:val="24"/>
          <w:lang w:val="ru-RU"/>
        </w:rPr>
        <w:t xml:space="preserve"> 33</w:t>
      </w:r>
      <w:r w:rsidRPr="00D667E7">
        <w:rPr>
          <w:b w:val="0"/>
          <w:sz w:val="24"/>
        </w:rPr>
        <w:t xml:space="preserve">                                    с.Шевченкове</w:t>
      </w:r>
    </w:p>
    <w:p w:rsidR="0017553E" w:rsidRPr="00D667E7" w:rsidRDefault="0017553E" w:rsidP="00D667E7">
      <w:pPr>
        <w:pStyle w:val="NoSpacing"/>
        <w:jc w:val="both"/>
        <w:rPr>
          <w:b w:val="0"/>
          <w:i/>
          <w:sz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Про надання  одноразової                                                                                                             матеріальної  допомоги</w:t>
      </w:r>
    </w:p>
    <w:p w:rsidR="0017553E" w:rsidRPr="00D667E7" w:rsidRDefault="0017553E" w:rsidP="00D667E7">
      <w:pPr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Швець Аллі Андріївні</w:t>
      </w:r>
    </w:p>
    <w:p w:rsidR="0017553E" w:rsidRPr="00D667E7" w:rsidRDefault="0017553E" w:rsidP="00D667E7">
      <w:pPr>
        <w:overflowPunct w:val="0"/>
        <w:autoSpaceDE w:val="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            </w:t>
      </w:r>
      <w:r w:rsidRPr="00D667E7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Відповідно  до статі 52,  статті  34  Закону України «Про місцеве самоврядування  в Україні»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>, Програми соціальної  підтримки  населення  Шевченківської  сільської  ради «Турбота» на 2020-2021 роки»,  затвердженої  рішенням ХХХІІ  сесії Шевченківської  сільської  ради  сьомого  скликання  від 04.02.2021 року №18,  клопотання фахівця  із  соціальної  роботи сільської  ради  Кулик  І.В.  від  16.03.2021 року,  розглянувши заяву      гр. Швець А.А.</w:t>
      </w:r>
      <w:r w:rsidRPr="00D667E7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>та відповідний  пакет  документів про  надання  матеріальної  допомоги  на  лікування  від  16.02.2021 року вх.№ 473, виконавчий комітет сільської ради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pStyle w:val="NoSpacing"/>
        <w:jc w:val="center"/>
        <w:rPr>
          <w:b w:val="0"/>
          <w:sz w:val="24"/>
        </w:rPr>
      </w:pPr>
      <w:r w:rsidRPr="00D667E7">
        <w:rPr>
          <w:b w:val="0"/>
          <w:sz w:val="24"/>
        </w:rPr>
        <w:t>В И Р І Ш И В :</w:t>
      </w:r>
    </w:p>
    <w:p w:rsidR="0017553E" w:rsidRPr="00D667E7" w:rsidRDefault="0017553E" w:rsidP="00D667E7">
      <w:pPr>
        <w:pStyle w:val="NoSpacing"/>
        <w:jc w:val="center"/>
        <w:rPr>
          <w:b w:val="0"/>
          <w:sz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1. Надати  одноразову  матеріальну допомогу гр. Швець Аллі  Андріївні, 19.05.1946 р.н., що  зареєстрована і проживає  за  адресою: вулиця Лазурна, 49  село  Шевченкове  на лікування  у  розмірі  500,00 (пʼятьсот) гривень.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2.Головному бухгалтеру Шевченківської сільської  ради  здійснити  виплату вищезазначеної  суми. 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D667E7">
        <w:rPr>
          <w:rFonts w:ascii="Times New Roman" w:eastAsia="Times New Roman" w:hAnsi="Times New Roman"/>
          <w:sz w:val="24"/>
          <w:szCs w:val="24"/>
          <w:lang w:val="ru-RU" w:eastAsia="uk-UA"/>
        </w:rPr>
        <w:t>3. Контроль за виконанням даного рішення залишаю за  собою.</w:t>
      </w:r>
    </w:p>
    <w:p w:rsidR="0017553E" w:rsidRPr="00D667E7" w:rsidRDefault="0017553E" w:rsidP="00D667E7">
      <w:pPr>
        <w:pStyle w:val="ListParagraph"/>
        <w:ind w:left="0"/>
        <w:rPr>
          <w:lang w:eastAsia="uk-UA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>Сільський голова</w:t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 xml:space="preserve">                  </w:t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>О.В.Пилипенко</w:t>
      </w: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</w:rPr>
      </w:pPr>
    </w:p>
    <w:p w:rsidR="0017553E" w:rsidRDefault="0017553E" w:rsidP="00D667E7">
      <w:pPr>
        <w:rPr>
          <w:rFonts w:ascii="Calibri" w:eastAsia="Times New Roman" w:hAnsi="Calibri"/>
          <w:sz w:val="24"/>
          <w:szCs w:val="24"/>
          <w:lang w:val="ru-RU"/>
        </w:rPr>
      </w:pPr>
    </w:p>
    <w:p w:rsidR="0017553E" w:rsidRPr="00D667E7" w:rsidRDefault="0017553E" w:rsidP="00D667E7">
      <w:pPr>
        <w:jc w:val="center"/>
        <w:rPr>
          <w:rFonts w:ascii="Calibri" w:eastAsia="Times New Roman" w:hAnsi="Calibri"/>
          <w:sz w:val="24"/>
          <w:szCs w:val="24"/>
          <w:lang w:val="ru-RU"/>
        </w:rPr>
      </w:pPr>
      <w:r>
        <w:rPr>
          <w:noProof/>
          <w:lang w:val="ru-RU"/>
        </w:rPr>
        <w:pict>
          <v:shape id="_x0000_s1046" type="#_x0000_t75" style="position:absolute;left:0;text-align:left;margin-left:230.2pt;margin-top:-2.9pt;width:27pt;height:39.75pt;z-index:251678720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17553E" w:rsidRPr="00D667E7" w:rsidRDefault="0017553E" w:rsidP="00D667E7">
      <w:pPr>
        <w:jc w:val="center"/>
        <w:rPr>
          <w:rFonts w:ascii="Tms Rmn" w:eastAsia="Times New Roman" w:hAnsi="Tms Rmn"/>
          <w:sz w:val="24"/>
          <w:szCs w:val="24"/>
          <w:lang w:val="ru-RU"/>
        </w:rPr>
      </w:pP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D667E7">
        <w:rPr>
          <w:rFonts w:ascii="Times New Roman" w:hAnsi="Times New Roman"/>
          <w:b w:val="0"/>
          <w:noProof w:val="0"/>
          <w:sz w:val="24"/>
          <w:szCs w:val="24"/>
        </w:rPr>
        <w:t>ШЕВЧЕНКІВСЬКА   СІЛЬСЬКА РАДА</w:t>
      </w:r>
    </w:p>
    <w:p w:rsidR="0017553E" w:rsidRPr="00D667E7" w:rsidRDefault="0017553E" w:rsidP="00D667E7">
      <w:pPr>
        <w:pStyle w:val="Heading1"/>
        <w:spacing w:before="0" w:after="0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D667E7">
        <w:rPr>
          <w:rFonts w:ascii="Times New Roman" w:hAnsi="Times New Roman"/>
          <w:b w:val="0"/>
          <w:noProof w:val="0"/>
          <w:sz w:val="24"/>
          <w:szCs w:val="24"/>
        </w:rPr>
        <w:t xml:space="preserve">ВІТОВСЬКИЙ РАЙОН    МИКОЛАЇВСЬКА ОБЛАСТЬ  </w:t>
      </w: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________________________________________________________________</w:t>
      </w:r>
    </w:p>
    <w:p w:rsidR="0017553E" w:rsidRPr="00D667E7" w:rsidRDefault="0017553E" w:rsidP="00D667E7">
      <w:pPr>
        <w:pStyle w:val="Heading2"/>
        <w:rPr>
          <w:b w:val="0"/>
        </w:rPr>
      </w:pP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667E7">
        <w:rPr>
          <w:rFonts w:ascii="Times New Roman" w:eastAsia="Times New Roman" w:hAnsi="Times New Roman"/>
          <w:sz w:val="24"/>
          <w:szCs w:val="28"/>
          <w:lang w:val="ru-RU"/>
        </w:rPr>
        <w:t>Р І Ш Е Н Н Я</w:t>
      </w:r>
    </w:p>
    <w:p w:rsidR="0017553E" w:rsidRPr="00D667E7" w:rsidRDefault="0017553E" w:rsidP="00D667E7">
      <w:pPr>
        <w:jc w:val="center"/>
        <w:rPr>
          <w:rFonts w:ascii="Times New Roman" w:eastAsia="Times New Roman" w:hAnsi="Times New Roman"/>
          <w:sz w:val="24"/>
          <w:szCs w:val="28"/>
          <w:lang w:val="ru-RU"/>
        </w:rPr>
      </w:pPr>
      <w:r w:rsidRPr="00D667E7">
        <w:rPr>
          <w:rFonts w:ascii="Times New Roman" w:eastAsia="Times New Roman" w:hAnsi="Times New Roman"/>
          <w:sz w:val="24"/>
          <w:szCs w:val="28"/>
          <w:lang w:val="ru-RU"/>
        </w:rPr>
        <w:t>виконавчого комітету</w:t>
      </w: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  <w:r w:rsidRPr="00D667E7">
        <w:rPr>
          <w:b w:val="0"/>
          <w:sz w:val="24"/>
        </w:rPr>
        <w:t xml:space="preserve">від </w:t>
      </w:r>
      <w:r w:rsidRPr="00D667E7">
        <w:rPr>
          <w:b w:val="0"/>
          <w:sz w:val="24"/>
          <w:lang w:val="ru-RU"/>
        </w:rPr>
        <w:t xml:space="preserve"> 16 березня 2021 </w:t>
      </w:r>
      <w:r w:rsidRPr="00D667E7">
        <w:rPr>
          <w:b w:val="0"/>
          <w:sz w:val="24"/>
        </w:rPr>
        <w:t>року                               №</w:t>
      </w:r>
      <w:r w:rsidRPr="00D667E7">
        <w:rPr>
          <w:b w:val="0"/>
          <w:sz w:val="24"/>
          <w:lang w:val="ru-RU"/>
        </w:rPr>
        <w:t xml:space="preserve"> 34</w:t>
      </w:r>
      <w:r w:rsidRPr="00D667E7">
        <w:rPr>
          <w:b w:val="0"/>
          <w:sz w:val="24"/>
        </w:rPr>
        <w:t xml:space="preserve">                                   с.Шевченкове</w:t>
      </w:r>
    </w:p>
    <w:p w:rsidR="0017553E" w:rsidRPr="00D667E7" w:rsidRDefault="0017553E" w:rsidP="00D667E7">
      <w:pPr>
        <w:pStyle w:val="NoSpacing"/>
        <w:jc w:val="both"/>
        <w:rPr>
          <w:b w:val="0"/>
          <w:i/>
          <w:sz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Про надання  одноразової                                                                                                             матеріальної  допомоги</w:t>
      </w: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Чекіній  Оксані Миколаївні</w:t>
      </w: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            </w:t>
      </w:r>
      <w:r w:rsidRPr="00D667E7">
        <w:rPr>
          <w:rFonts w:ascii="Times New Roman" w:eastAsia="Times New Roman" w:hAnsi="Times New Roman"/>
          <w:color w:val="333333"/>
          <w:sz w:val="24"/>
          <w:szCs w:val="24"/>
          <w:lang w:val="ru-RU"/>
        </w:rPr>
        <w:t>Відповідно  до статі 52,  статті  34  Закону України «Про місцеве самоврядування  в Україні»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, Програми соціальної  підтримки  населення  Шевченківської  сільської  ради «Турбота» на 2020-2021 роки»,  затвердженої  рішенням ХХХІІ  сесії Шевченківської  сільської  ради  сьомого  скликання  від 04.02.2021 року №18,  клопотання фахівця  із  соціальної  роботи сільської  ради  Кулик  І.В.   від  16.03.2021 року,  розглянувши заяву               гр. Чекіної О.М. </w:t>
      </w:r>
      <w:r w:rsidRPr="00D667E7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>та відповідний  пакет  документів про  надання  матеріальної  допомоги  на  лікування від 16.02.2021 року  вх.№ 478, виконавчий комітет сільської ради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pStyle w:val="NoSpacing"/>
        <w:jc w:val="center"/>
        <w:rPr>
          <w:b w:val="0"/>
          <w:sz w:val="24"/>
        </w:rPr>
      </w:pPr>
      <w:r w:rsidRPr="00D667E7">
        <w:rPr>
          <w:b w:val="0"/>
          <w:sz w:val="24"/>
        </w:rPr>
        <w:t>В И Р І Ш И В :</w:t>
      </w:r>
    </w:p>
    <w:p w:rsidR="0017553E" w:rsidRPr="00D667E7" w:rsidRDefault="0017553E" w:rsidP="00D667E7">
      <w:pPr>
        <w:pStyle w:val="NoSpacing"/>
        <w:jc w:val="center"/>
        <w:rPr>
          <w:b w:val="0"/>
          <w:sz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color w:val="444444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>1. Надати  одноразову  матеріальну допомогу гр. Чекіній  Оксані Миколаївні,</w:t>
      </w:r>
      <w:r w:rsidRPr="00D667E7">
        <w:rPr>
          <w:rFonts w:ascii="Times New Roman" w:eastAsia="Times New Roman" w:hAnsi="Times New Roman"/>
          <w:color w:val="444444"/>
          <w:sz w:val="24"/>
          <w:szCs w:val="24"/>
          <w:lang w:val="ru-RU"/>
        </w:rPr>
        <w:t xml:space="preserve"> </w:t>
      </w:r>
      <w:r w:rsidRPr="00D667E7">
        <w:rPr>
          <w:rFonts w:ascii="Times New Roman" w:eastAsia="Times New Roman" w:hAnsi="Times New Roman"/>
          <w:color w:val="444444"/>
          <w:szCs w:val="22"/>
          <w:lang w:val="ru-RU"/>
        </w:rPr>
        <w:t xml:space="preserve">23.05.1977 </w:t>
      </w:r>
      <w:r w:rsidRPr="00D667E7">
        <w:rPr>
          <w:rFonts w:ascii="Times New Roman" w:eastAsia="Times New Roman" w:hAnsi="Times New Roman"/>
          <w:szCs w:val="22"/>
          <w:lang w:val="ru-RU"/>
        </w:rPr>
        <w:t>р.н.,</w:t>
      </w: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 що  зареєстрована і проживає  за  адресою: вулиця Нова, 2 село  Вавилове,  яка опинилась  у складних життєвих обставинах, у розмірі  1000,00 (одна  тисяча) гривень.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sz w:val="24"/>
          <w:szCs w:val="24"/>
          <w:lang w:val="ru-RU"/>
        </w:rPr>
        <w:t xml:space="preserve">2.Головному бухгалтеру  Шевченківської сільської ради здійснити виплату вищезазначеної  суми. </w:t>
      </w:r>
    </w:p>
    <w:p w:rsidR="0017553E" w:rsidRPr="00D667E7" w:rsidRDefault="0017553E" w:rsidP="00D667E7">
      <w:pPr>
        <w:pStyle w:val="NoSpacing"/>
        <w:jc w:val="both"/>
        <w:rPr>
          <w:b w:val="0"/>
          <w:sz w:val="24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D667E7">
        <w:rPr>
          <w:rFonts w:ascii="Times New Roman" w:eastAsia="Times New Roman" w:hAnsi="Times New Roman"/>
          <w:sz w:val="24"/>
          <w:szCs w:val="24"/>
          <w:lang w:val="ru-RU" w:eastAsia="uk-UA"/>
        </w:rPr>
        <w:t>3. Контроль за виконанням даного рішення залишаю за  собою.</w:t>
      </w:r>
    </w:p>
    <w:p w:rsidR="0017553E" w:rsidRPr="00D667E7" w:rsidRDefault="0017553E" w:rsidP="00D667E7">
      <w:pPr>
        <w:pStyle w:val="ListParagraph"/>
        <w:ind w:left="0"/>
        <w:rPr>
          <w:lang w:eastAsia="uk-UA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17553E" w:rsidRPr="00D667E7" w:rsidRDefault="0017553E" w:rsidP="00D667E7">
      <w:pPr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>Сільський голова</w:t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 xml:space="preserve">                  </w:t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</w:r>
      <w:r w:rsidRPr="00D667E7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>О.В.Пилипенко</w:t>
      </w:r>
    </w:p>
    <w:p w:rsidR="0017553E" w:rsidRPr="00D667E7" w:rsidRDefault="0017553E" w:rsidP="00D667E7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53E" w:rsidRPr="00D667E7" w:rsidRDefault="0017553E">
      <w:pPr>
        <w:rPr>
          <w:rFonts w:ascii="Calibri" w:eastAsia="Times New Roman" w:hAnsi="Calibri"/>
          <w:sz w:val="24"/>
          <w:szCs w:val="24"/>
          <w:lang w:val="ru-RU"/>
        </w:rPr>
      </w:pPr>
    </w:p>
    <w:sectPr w:rsidR="0017553E" w:rsidRPr="00D667E7" w:rsidSect="00D53523">
      <w:pgSz w:w="11906" w:h="16838"/>
      <w:pgMar w:top="284" w:right="1416" w:bottom="36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A245D"/>
    <w:multiLevelType w:val="hybridMultilevel"/>
    <w:tmpl w:val="F2F6600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1C7BA9"/>
    <w:multiLevelType w:val="hybridMultilevel"/>
    <w:tmpl w:val="9D46FD1E"/>
    <w:lvl w:ilvl="0" w:tplc="7C40205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">
    <w:nsid w:val="56EC64FE"/>
    <w:multiLevelType w:val="multilevel"/>
    <w:tmpl w:val="732CF0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8BC72D2"/>
    <w:multiLevelType w:val="multilevel"/>
    <w:tmpl w:val="74F8DE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6D66CB3"/>
    <w:multiLevelType w:val="multilevel"/>
    <w:tmpl w:val="B2D671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C316C5E"/>
    <w:multiLevelType w:val="multilevel"/>
    <w:tmpl w:val="3E34A5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C6C3402"/>
    <w:multiLevelType w:val="hybridMultilevel"/>
    <w:tmpl w:val="6B68E4CC"/>
    <w:lvl w:ilvl="0" w:tplc="221A9F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3B559C"/>
    <w:multiLevelType w:val="multilevel"/>
    <w:tmpl w:val="1BD41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2FC0094"/>
    <w:multiLevelType w:val="multilevel"/>
    <w:tmpl w:val="93A0EA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65D"/>
    <w:rsid w:val="00001780"/>
    <w:rsid w:val="00023D80"/>
    <w:rsid w:val="00045EDB"/>
    <w:rsid w:val="000653A1"/>
    <w:rsid w:val="00072E39"/>
    <w:rsid w:val="000E2693"/>
    <w:rsid w:val="00131FCE"/>
    <w:rsid w:val="0014098E"/>
    <w:rsid w:val="00152578"/>
    <w:rsid w:val="00154922"/>
    <w:rsid w:val="001636A7"/>
    <w:rsid w:val="0017553E"/>
    <w:rsid w:val="001B2B23"/>
    <w:rsid w:val="0021093F"/>
    <w:rsid w:val="002E6CB4"/>
    <w:rsid w:val="002F5747"/>
    <w:rsid w:val="002F6C49"/>
    <w:rsid w:val="0031632E"/>
    <w:rsid w:val="003416AF"/>
    <w:rsid w:val="003664BE"/>
    <w:rsid w:val="003B4DF0"/>
    <w:rsid w:val="00454278"/>
    <w:rsid w:val="004A1CF1"/>
    <w:rsid w:val="004A27F0"/>
    <w:rsid w:val="004B7130"/>
    <w:rsid w:val="004E24B4"/>
    <w:rsid w:val="004F63BB"/>
    <w:rsid w:val="00504703"/>
    <w:rsid w:val="005134F8"/>
    <w:rsid w:val="005149C0"/>
    <w:rsid w:val="0051651D"/>
    <w:rsid w:val="005915CE"/>
    <w:rsid w:val="005A53C8"/>
    <w:rsid w:val="005E04FD"/>
    <w:rsid w:val="005F0FD3"/>
    <w:rsid w:val="005F5E3C"/>
    <w:rsid w:val="006379D6"/>
    <w:rsid w:val="006A23E1"/>
    <w:rsid w:val="006C337A"/>
    <w:rsid w:val="006C749D"/>
    <w:rsid w:val="006E05A5"/>
    <w:rsid w:val="00716158"/>
    <w:rsid w:val="007343D7"/>
    <w:rsid w:val="00747D56"/>
    <w:rsid w:val="007B2C1F"/>
    <w:rsid w:val="007B4B7E"/>
    <w:rsid w:val="00850333"/>
    <w:rsid w:val="00865349"/>
    <w:rsid w:val="00887D17"/>
    <w:rsid w:val="008D1A7C"/>
    <w:rsid w:val="008E31D3"/>
    <w:rsid w:val="00907EA0"/>
    <w:rsid w:val="009443A6"/>
    <w:rsid w:val="009515D2"/>
    <w:rsid w:val="009710C2"/>
    <w:rsid w:val="00994207"/>
    <w:rsid w:val="009C4DF4"/>
    <w:rsid w:val="009D58A7"/>
    <w:rsid w:val="009E3180"/>
    <w:rsid w:val="009F7BA4"/>
    <w:rsid w:val="00A65979"/>
    <w:rsid w:val="00AA5FEA"/>
    <w:rsid w:val="00AC6A98"/>
    <w:rsid w:val="00B07F1C"/>
    <w:rsid w:val="00B327FE"/>
    <w:rsid w:val="00B44F02"/>
    <w:rsid w:val="00B63D70"/>
    <w:rsid w:val="00B81A72"/>
    <w:rsid w:val="00BA3B34"/>
    <w:rsid w:val="00BC420A"/>
    <w:rsid w:val="00C06905"/>
    <w:rsid w:val="00C07461"/>
    <w:rsid w:val="00C14D32"/>
    <w:rsid w:val="00C2122A"/>
    <w:rsid w:val="00C25BCA"/>
    <w:rsid w:val="00C30162"/>
    <w:rsid w:val="00C86A08"/>
    <w:rsid w:val="00CB229E"/>
    <w:rsid w:val="00CC5ACF"/>
    <w:rsid w:val="00D113AE"/>
    <w:rsid w:val="00D13AD9"/>
    <w:rsid w:val="00D53523"/>
    <w:rsid w:val="00D62815"/>
    <w:rsid w:val="00D667E7"/>
    <w:rsid w:val="00DF0229"/>
    <w:rsid w:val="00E566F1"/>
    <w:rsid w:val="00E640BC"/>
    <w:rsid w:val="00E6565D"/>
    <w:rsid w:val="00E878C1"/>
    <w:rsid w:val="00EC7DB0"/>
    <w:rsid w:val="00EF6D5D"/>
    <w:rsid w:val="00F40947"/>
    <w:rsid w:val="00FF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F40947"/>
    <w:rPr>
      <w:rFonts w:ascii="Arial" w:hAnsi="Arial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53C8"/>
    <w:pPr>
      <w:keepNext/>
      <w:spacing w:before="240" w:after="60"/>
      <w:outlineLvl w:val="0"/>
    </w:pPr>
    <w:rPr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53C8"/>
    <w:pPr>
      <w:keepNext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53C8"/>
    <w:rPr>
      <w:rFonts w:ascii="Arial" w:hAnsi="Arial" w:cs="Times New Roman"/>
      <w:b/>
      <w:noProof/>
      <w:kern w:val="32"/>
      <w:sz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A53C8"/>
    <w:rPr>
      <w:rFonts w:ascii="Times New Roman" w:hAnsi="Times New Roman" w:cs="Times New Roman"/>
      <w:b/>
      <w:sz w:val="28"/>
      <w:lang w:val="uk-UA" w:eastAsia="ru-RU"/>
    </w:rPr>
  </w:style>
  <w:style w:type="paragraph" w:styleId="NoSpacing">
    <w:name w:val="No Spacing"/>
    <w:uiPriority w:val="99"/>
    <w:qFormat/>
    <w:rsid w:val="005A53C8"/>
    <w:rPr>
      <w:rFonts w:ascii="Times New Roman" w:eastAsia="Times New Roman" w:hAnsi="Times New Roman"/>
      <w:b/>
      <w:bCs/>
      <w:noProof/>
      <w:sz w:val="28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001780"/>
    <w:pPr>
      <w:ind w:left="708"/>
    </w:pPr>
    <w:rPr>
      <w:rFonts w:ascii="Times New Roman" w:eastAsia="Times New Roman" w:hAnsi="Times New Roman"/>
      <w:sz w:val="24"/>
      <w:szCs w:val="24"/>
      <w:lang w:val="ru-RU"/>
    </w:rPr>
  </w:style>
  <w:style w:type="character" w:customStyle="1" w:styleId="FontStyle26">
    <w:name w:val="Font Style26"/>
    <w:uiPriority w:val="99"/>
    <w:rsid w:val="005F5E3C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rsid w:val="006379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/>
    </w:rPr>
  </w:style>
  <w:style w:type="character" w:styleId="Hyperlink">
    <w:name w:val="Hyperlink"/>
    <w:basedOn w:val="DefaultParagraphFont"/>
    <w:uiPriority w:val="99"/>
    <w:rsid w:val="006379D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40947"/>
    <w:pPr>
      <w:tabs>
        <w:tab w:val="center" w:pos="4153"/>
        <w:tab w:val="right" w:pos="8306"/>
      </w:tabs>
      <w:ind w:right="-52"/>
    </w:pPr>
    <w:rPr>
      <w:rFonts w:ascii="Times New Roman" w:hAnsi="Times New Roman"/>
      <w:sz w:val="20"/>
      <w:szCs w:val="28"/>
      <w:lang w:val="ru-RU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F56FF"/>
    <w:rPr>
      <w:rFonts w:ascii="Arial" w:hAnsi="Arial"/>
      <w:szCs w:val="20"/>
      <w:lang w:val="uk-UA"/>
    </w:rPr>
  </w:style>
  <w:style w:type="paragraph" w:customStyle="1" w:styleId="a">
    <w:name w:val="Нормальний текст"/>
    <w:basedOn w:val="Normal"/>
    <w:uiPriority w:val="99"/>
    <w:rsid w:val="00F40947"/>
    <w:pPr>
      <w:spacing w:before="120"/>
      <w:ind w:firstLine="567"/>
    </w:pPr>
    <w:rPr>
      <w:rFonts w:ascii="Antiqua" w:hAnsi="Antiqua"/>
      <w:sz w:val="26"/>
    </w:rPr>
  </w:style>
  <w:style w:type="paragraph" w:customStyle="1" w:styleId="LO-Normal">
    <w:name w:val="LO-Normal"/>
    <w:uiPriority w:val="99"/>
    <w:rsid w:val="00F40947"/>
    <w:pPr>
      <w:suppressAutoHyphens/>
      <w:ind w:right="-52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western">
    <w:name w:val="western"/>
    <w:basedOn w:val="Normal"/>
    <w:uiPriority w:val="99"/>
    <w:rsid w:val="00F40947"/>
    <w:pPr>
      <w:spacing w:before="100" w:beforeAutospacing="1" w:after="142" w:line="288" w:lineRule="auto"/>
    </w:pPr>
    <w:rPr>
      <w:rFonts w:ascii="Antiqua" w:hAnsi="Antiqua"/>
      <w:color w:val="000000"/>
      <w:sz w:val="26"/>
      <w:szCs w:val="26"/>
      <w:lang w:eastAsia="uk-UA"/>
    </w:rPr>
  </w:style>
  <w:style w:type="character" w:styleId="Strong">
    <w:name w:val="Strong"/>
    <w:basedOn w:val="DefaultParagraphFont"/>
    <w:uiPriority w:val="99"/>
    <w:qFormat/>
    <w:locked/>
    <w:rsid w:val="00D53523"/>
    <w:rPr>
      <w:rFonts w:cs="Times New Roman"/>
      <w:b/>
    </w:rPr>
  </w:style>
  <w:style w:type="character" w:customStyle="1" w:styleId="5">
    <w:name w:val="Знак Знак5"/>
    <w:uiPriority w:val="99"/>
    <w:rsid w:val="00D53523"/>
    <w:rPr>
      <w:rFonts w:ascii="Times New Roman" w:eastAsia="Times New Roman" w:hAnsi="Times New Roman"/>
      <w:b/>
      <w:sz w:val="28"/>
      <w:lang w:eastAsia="ru-RU"/>
    </w:rPr>
  </w:style>
  <w:style w:type="paragraph" w:customStyle="1" w:styleId="a0">
    <w:name w:val="Без интервала"/>
    <w:uiPriority w:val="99"/>
    <w:rsid w:val="00D53523"/>
    <w:rPr>
      <w:rFonts w:ascii="Times New Roman" w:hAnsi="Times New Roman"/>
      <w:b/>
      <w:bCs/>
      <w:noProof/>
      <w:sz w:val="28"/>
      <w:szCs w:val="24"/>
      <w:lang w:val="uk-UA"/>
    </w:rPr>
  </w:style>
  <w:style w:type="paragraph" w:customStyle="1" w:styleId="a1">
    <w:name w:val="Абзац списка"/>
    <w:basedOn w:val="Normal"/>
    <w:uiPriority w:val="99"/>
    <w:rsid w:val="00D53523"/>
    <w:pPr>
      <w:ind w:left="720"/>
      <w:contextualSpacing/>
    </w:pPr>
    <w:rPr>
      <w:rFonts w:ascii="Times New Roman" w:hAnsi="Times New Roman"/>
      <w:b/>
      <w:bCs/>
      <w:noProof/>
      <w:sz w:val="28"/>
      <w:szCs w:val="24"/>
    </w:rPr>
  </w:style>
  <w:style w:type="character" w:styleId="Emphasis">
    <w:name w:val="Emphasis"/>
    <w:basedOn w:val="DefaultParagraphFont"/>
    <w:uiPriority w:val="99"/>
    <w:qFormat/>
    <w:locked/>
    <w:rsid w:val="00D53523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96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550-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389-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254%D0%BA/96-%D0%B2%D1%8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29</Pages>
  <Words>9229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12</cp:revision>
  <cp:lastPrinted>2021-03-17T13:45:00Z</cp:lastPrinted>
  <dcterms:created xsi:type="dcterms:W3CDTF">2021-03-13T19:37:00Z</dcterms:created>
  <dcterms:modified xsi:type="dcterms:W3CDTF">2021-07-02T11:05:00Z</dcterms:modified>
</cp:coreProperties>
</file>