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135" w:rsidRDefault="00031135" w:rsidP="00A6786D">
      <w:pPr>
        <w:pStyle w:val="BodyText3"/>
        <w:ind w:right="141"/>
        <w:jc w:val="center"/>
        <w:rPr>
          <w:b/>
          <w:noProof/>
          <w:sz w:val="24"/>
          <w:szCs w:val="24"/>
          <w:lang w:val="uk-UA" w:eastAsia="uk-UA"/>
        </w:rPr>
      </w:pPr>
      <w:r w:rsidRPr="00E721D8">
        <w:rPr>
          <w:b/>
          <w:noProof/>
          <w:sz w:val="24"/>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i1025" type="#_x0000_t75" style="width:47.25pt;height:56.25pt;visibility:visible">
            <v:imagedata r:id="rId7" o:title=""/>
          </v:shape>
        </w:pict>
      </w:r>
    </w:p>
    <w:p w:rsidR="00031135" w:rsidRPr="0049179C" w:rsidRDefault="00031135" w:rsidP="00A6786D">
      <w:pPr>
        <w:jc w:val="center"/>
        <w:rPr>
          <w:b/>
          <w:sz w:val="28"/>
          <w:szCs w:val="28"/>
        </w:rPr>
      </w:pPr>
      <w:r w:rsidRPr="0049179C">
        <w:rPr>
          <w:b/>
          <w:sz w:val="28"/>
          <w:szCs w:val="28"/>
        </w:rPr>
        <w:t>УКРАЇНА</w:t>
      </w:r>
    </w:p>
    <w:p w:rsidR="00031135" w:rsidRPr="0049179C" w:rsidRDefault="00031135" w:rsidP="00A6786D">
      <w:pPr>
        <w:jc w:val="center"/>
        <w:rPr>
          <w:b/>
          <w:sz w:val="28"/>
          <w:szCs w:val="28"/>
        </w:rPr>
      </w:pPr>
      <w:r w:rsidRPr="0049179C">
        <w:rPr>
          <w:b/>
          <w:sz w:val="28"/>
          <w:szCs w:val="28"/>
        </w:rPr>
        <w:t>ОБРОШИНСЬКА СІЛЬСЬКА РАДА</w:t>
      </w:r>
    </w:p>
    <w:p w:rsidR="00031135" w:rsidRPr="0049179C" w:rsidRDefault="00031135" w:rsidP="00A6786D">
      <w:pPr>
        <w:jc w:val="center"/>
        <w:rPr>
          <w:b/>
          <w:sz w:val="28"/>
          <w:szCs w:val="28"/>
        </w:rPr>
      </w:pPr>
      <w:r w:rsidRPr="0049179C">
        <w:rPr>
          <w:b/>
          <w:sz w:val="28"/>
          <w:szCs w:val="28"/>
        </w:rPr>
        <w:t>ЛЬВІВСЬКОГО РАЙОНУ ЛЬВІВСЬКОЇ ОБЛАСТІ</w:t>
      </w:r>
    </w:p>
    <w:p w:rsidR="00031135" w:rsidRDefault="00031135" w:rsidP="007B083C">
      <w:pPr>
        <w:jc w:val="center"/>
      </w:pPr>
      <w:r>
        <w:t xml:space="preserve">вул.Шевченка,5, с.Оброшине, 81115, Львівський район, Львівська область, </w:t>
      </w:r>
    </w:p>
    <w:p w:rsidR="00031135" w:rsidRPr="007B083C" w:rsidRDefault="00031135" w:rsidP="007B083C">
      <w:pPr>
        <w:pStyle w:val="Heading3"/>
        <w:shd w:val="clear" w:color="auto" w:fill="FFFFFF"/>
        <w:spacing w:before="0" w:after="0" w:line="250" w:lineRule="atLeast"/>
        <w:jc w:val="center"/>
        <w:rPr>
          <w:rFonts w:ascii="Times New Roman" w:hAnsi="Times New Roman" w:cs="Times New Roman"/>
          <w:b w:val="0"/>
          <w:spacing w:val="4"/>
          <w:sz w:val="24"/>
          <w:szCs w:val="24"/>
          <w:lang w:val="ru-RU"/>
        </w:rPr>
      </w:pPr>
      <w:r w:rsidRPr="007B083C">
        <w:rPr>
          <w:rFonts w:ascii="Times New Roman" w:hAnsi="Times New Roman" w:cs="Times New Roman"/>
          <w:b w:val="0"/>
          <w:sz w:val="24"/>
          <w:szCs w:val="24"/>
        </w:rPr>
        <w:t xml:space="preserve">ЄДРПОУ </w:t>
      </w:r>
      <w:r w:rsidRPr="007B083C">
        <w:rPr>
          <w:rFonts w:ascii="Times New Roman" w:hAnsi="Times New Roman" w:cs="Times New Roman"/>
          <w:b w:val="0"/>
          <w:sz w:val="24"/>
          <w:szCs w:val="24"/>
          <w:shd w:val="clear" w:color="auto" w:fill="FFFFFF"/>
        </w:rPr>
        <w:t xml:space="preserve">04369587, </w:t>
      </w:r>
      <w:r w:rsidRPr="007B083C">
        <w:rPr>
          <w:rFonts w:ascii="Times New Roman" w:hAnsi="Times New Roman" w:cs="Times New Roman"/>
          <w:b w:val="0"/>
          <w:sz w:val="24"/>
          <w:szCs w:val="24"/>
        </w:rPr>
        <w:t xml:space="preserve">тел.: 227-95-00, </w:t>
      </w:r>
      <w:r w:rsidRPr="007B083C">
        <w:rPr>
          <w:rFonts w:ascii="Times New Roman" w:hAnsi="Times New Roman" w:cs="Times New Roman"/>
          <w:b w:val="0"/>
          <w:spacing w:val="4"/>
          <w:sz w:val="24"/>
          <w:szCs w:val="24"/>
          <w:lang w:val="ru-RU"/>
        </w:rPr>
        <w:t>obroshyn.rada@gmail.com</w:t>
      </w:r>
    </w:p>
    <w:p w:rsidR="00031135" w:rsidRPr="007A3481" w:rsidRDefault="00031135" w:rsidP="00882F5C">
      <w:pPr>
        <w:overflowPunct w:val="0"/>
        <w:autoSpaceDE w:val="0"/>
        <w:autoSpaceDN w:val="0"/>
        <w:adjustRightInd w:val="0"/>
        <w:ind w:left="-180"/>
        <w:jc w:val="both"/>
        <w:rPr>
          <w:b/>
        </w:rPr>
      </w:pPr>
    </w:p>
    <w:p w:rsidR="00031135" w:rsidRPr="00B358C0" w:rsidRDefault="00031135" w:rsidP="00B358C0">
      <w:pPr>
        <w:jc w:val="center"/>
        <w:rPr>
          <w:lang w:val="ru-RU"/>
        </w:rPr>
      </w:pPr>
      <w:r w:rsidRPr="00B358C0">
        <w:rPr>
          <w:b/>
          <w:bCs/>
          <w:color w:val="000000"/>
          <w:sz w:val="28"/>
          <w:szCs w:val="28"/>
          <w:lang w:val="ru-RU"/>
        </w:rPr>
        <w:t>ПОВІДОМЛЕННЯ</w:t>
      </w:r>
    </w:p>
    <w:p w:rsidR="00031135" w:rsidRPr="00B358C0" w:rsidRDefault="00031135" w:rsidP="00B358C0">
      <w:pPr>
        <w:jc w:val="center"/>
        <w:rPr>
          <w:lang w:val="ru-RU"/>
        </w:rPr>
      </w:pPr>
      <w:r w:rsidRPr="00B358C0">
        <w:rPr>
          <w:b/>
          <w:bCs/>
          <w:color w:val="000000"/>
          <w:sz w:val="28"/>
          <w:szCs w:val="28"/>
          <w:lang w:val="ru-RU"/>
        </w:rPr>
        <w:t xml:space="preserve">про оприлюднення звіту про стратегічну екологічну оцінку в проекті внесення змін до </w:t>
      </w:r>
      <w:r w:rsidRPr="00B358C0">
        <w:rPr>
          <w:b/>
          <w:bCs/>
          <w:color w:val="242121"/>
          <w:sz w:val="28"/>
          <w:szCs w:val="28"/>
          <w:lang w:val="ru-RU"/>
        </w:rPr>
        <w:t xml:space="preserve">генерального плану </w:t>
      </w:r>
      <w:r w:rsidRPr="00B358C0">
        <w:rPr>
          <w:b/>
          <w:bCs/>
          <w:color w:val="000000"/>
          <w:sz w:val="28"/>
          <w:szCs w:val="28"/>
          <w:lang w:val="ru-RU"/>
        </w:rPr>
        <w:t>с. Конопниця Оброшинської сільської ради Львівського</w:t>
      </w:r>
      <w:r w:rsidRPr="00B358C0">
        <w:rPr>
          <w:b/>
          <w:bCs/>
          <w:color w:val="000000"/>
          <w:sz w:val="28"/>
          <w:szCs w:val="28"/>
          <w:shd w:val="clear" w:color="auto" w:fill="FFFFFF"/>
          <w:lang w:val="ru-RU"/>
        </w:rPr>
        <w:t xml:space="preserve"> району Львівської області</w:t>
      </w:r>
    </w:p>
    <w:p w:rsidR="00031135" w:rsidRPr="00B358C0" w:rsidRDefault="00031135" w:rsidP="00B358C0">
      <w:pPr>
        <w:rPr>
          <w:lang w:val="ru-RU"/>
        </w:rPr>
      </w:pPr>
      <w:r w:rsidRPr="00B358C0">
        <w:rPr>
          <w:lang w:val="ru-RU"/>
        </w:rPr>
        <w:br/>
      </w:r>
    </w:p>
    <w:p w:rsidR="00031135" w:rsidRDefault="00031135" w:rsidP="00B358C0">
      <w:pPr>
        <w:numPr>
          <w:ilvl w:val="0"/>
          <w:numId w:val="5"/>
        </w:numPr>
        <w:ind w:left="360"/>
        <w:jc w:val="both"/>
        <w:textAlignment w:val="baseline"/>
        <w:rPr>
          <w:color w:val="000000"/>
          <w:sz w:val="28"/>
          <w:szCs w:val="28"/>
          <w:lang w:val="ru-RU"/>
        </w:rPr>
      </w:pPr>
      <w:r w:rsidRPr="00B358C0">
        <w:rPr>
          <w:color w:val="000000"/>
          <w:sz w:val="28"/>
          <w:szCs w:val="28"/>
          <w:lang w:val="ru-RU"/>
        </w:rPr>
        <w:t>Повна назва документа державного планування:</w:t>
      </w:r>
      <w:r w:rsidRPr="00B358C0">
        <w:rPr>
          <w:b/>
          <w:bCs/>
          <w:color w:val="000000"/>
          <w:sz w:val="28"/>
          <w:szCs w:val="28"/>
          <w:lang w:val="ru-RU"/>
        </w:rPr>
        <w:t xml:space="preserve"> </w:t>
      </w:r>
      <w:r w:rsidRPr="00B358C0">
        <w:rPr>
          <w:color w:val="000000"/>
          <w:sz w:val="28"/>
          <w:szCs w:val="28"/>
          <w:lang w:val="ru-RU"/>
        </w:rPr>
        <w:t>Проект внесення змін до генерального плану села Конопниця Оброшинської сільської ради Львівського району Львівської області</w:t>
      </w:r>
    </w:p>
    <w:p w:rsidR="00031135" w:rsidRPr="00B358C0" w:rsidRDefault="00031135" w:rsidP="00B358C0">
      <w:pPr>
        <w:numPr>
          <w:ilvl w:val="0"/>
          <w:numId w:val="5"/>
        </w:numPr>
        <w:ind w:left="360"/>
        <w:jc w:val="both"/>
        <w:textAlignment w:val="baseline"/>
        <w:rPr>
          <w:color w:val="000000"/>
          <w:sz w:val="28"/>
          <w:szCs w:val="28"/>
          <w:lang w:val="ru-RU"/>
        </w:rPr>
      </w:pPr>
      <w:r w:rsidRPr="00B358C0">
        <w:rPr>
          <w:color w:val="000000"/>
          <w:sz w:val="28"/>
          <w:szCs w:val="28"/>
          <w:lang w:val="ru-RU"/>
        </w:rPr>
        <w:t>Орган, що прийматиме рішення про затвердження документа державного планування: Оброшинська сільська рада Львівського району.</w:t>
      </w:r>
    </w:p>
    <w:p w:rsidR="00031135" w:rsidRPr="00B358C0" w:rsidRDefault="00031135" w:rsidP="00B358C0">
      <w:pPr>
        <w:ind w:firstLine="709"/>
        <w:jc w:val="both"/>
        <w:rPr>
          <w:lang w:val="ru-RU"/>
        </w:rPr>
      </w:pPr>
      <w:r w:rsidRPr="00B358C0">
        <w:rPr>
          <w:color w:val="000000"/>
          <w:sz w:val="28"/>
          <w:szCs w:val="28"/>
          <w:lang w:val="ru-RU"/>
        </w:rPr>
        <w:t>Розробник Проекту внесення змін до генерального плану та  СЕО – ТзОВ «Карпати Арх-Проект»</w:t>
      </w:r>
    </w:p>
    <w:p w:rsidR="00031135" w:rsidRPr="00B358C0" w:rsidRDefault="00031135" w:rsidP="00B358C0">
      <w:pPr>
        <w:numPr>
          <w:ilvl w:val="0"/>
          <w:numId w:val="6"/>
        </w:numPr>
        <w:jc w:val="both"/>
        <w:textAlignment w:val="baseline"/>
        <w:rPr>
          <w:color w:val="000000"/>
          <w:sz w:val="28"/>
          <w:szCs w:val="28"/>
          <w:lang w:val="ru-RU"/>
        </w:rPr>
      </w:pPr>
      <w:r w:rsidRPr="00B358C0">
        <w:rPr>
          <w:color w:val="000000"/>
          <w:sz w:val="28"/>
          <w:szCs w:val="28"/>
          <w:lang w:val="ru-RU"/>
        </w:rPr>
        <w:t>Оприлюднення проекту внесення змін до  генерального плану с.Конопниця</w:t>
      </w:r>
      <w:r w:rsidRPr="00B358C0">
        <w:rPr>
          <w:b/>
          <w:bCs/>
          <w:color w:val="000000"/>
          <w:sz w:val="28"/>
          <w:szCs w:val="28"/>
          <w:lang w:val="ru-RU"/>
        </w:rPr>
        <w:t xml:space="preserve"> </w:t>
      </w:r>
      <w:r w:rsidRPr="00B358C0">
        <w:rPr>
          <w:color w:val="000000"/>
          <w:sz w:val="28"/>
          <w:szCs w:val="28"/>
          <w:lang w:val="ru-RU"/>
        </w:rPr>
        <w:t xml:space="preserve">та звіту про стратегічну екологічну оцінку на офіційному сайті </w:t>
      </w:r>
      <w:r w:rsidRPr="00B358C0">
        <w:rPr>
          <w:color w:val="000000"/>
          <w:sz w:val="28"/>
          <w:szCs w:val="28"/>
          <w:shd w:val="clear" w:color="auto" w:fill="FFFFFF"/>
          <w:lang w:val="ru-RU"/>
        </w:rPr>
        <w:t>Оброшинської</w:t>
      </w:r>
      <w:r w:rsidRPr="00B358C0">
        <w:rPr>
          <w:color w:val="000000"/>
          <w:sz w:val="28"/>
          <w:szCs w:val="28"/>
          <w:lang w:val="ru-RU"/>
        </w:rPr>
        <w:t xml:space="preserve"> сільської ради:https://obroshynska-gromada.gov.ua/</w:t>
      </w:r>
    </w:p>
    <w:p w:rsidR="00031135" w:rsidRPr="00B358C0" w:rsidRDefault="00031135" w:rsidP="00B358C0">
      <w:pPr>
        <w:ind w:firstLine="709"/>
        <w:rPr>
          <w:lang w:val="ru-RU"/>
        </w:rPr>
      </w:pPr>
      <w:r w:rsidRPr="00B358C0">
        <w:rPr>
          <w:color w:val="000000"/>
          <w:sz w:val="28"/>
          <w:szCs w:val="28"/>
          <w:lang w:val="ru-RU"/>
        </w:rPr>
        <w:t>Способи участі громадськості: надання письмових зауважень і пропозицій на адресу: 81115, с. Оброшине, вул. Шевченка 5, Львівського</w:t>
      </w:r>
    </w:p>
    <w:p w:rsidR="00031135" w:rsidRPr="00B358C0" w:rsidRDefault="00031135" w:rsidP="00B358C0">
      <w:pPr>
        <w:rPr>
          <w:lang w:val="ru-RU"/>
        </w:rPr>
      </w:pPr>
      <w:r w:rsidRPr="00B358C0">
        <w:rPr>
          <w:color w:val="000000"/>
          <w:sz w:val="28"/>
          <w:szCs w:val="28"/>
          <w:lang w:val="ru-RU"/>
        </w:rPr>
        <w:t>району, Львівської області , тел. (0322) 279500, e-mail:obroshyn.rada@gmail.com</w:t>
      </w:r>
      <w:r w:rsidRPr="00B358C0">
        <w:rPr>
          <w:color w:val="FF0000"/>
          <w:sz w:val="28"/>
          <w:szCs w:val="28"/>
          <w:lang w:val="ru-RU"/>
        </w:rPr>
        <w:t> </w:t>
      </w:r>
    </w:p>
    <w:p w:rsidR="00031135" w:rsidRPr="00B358C0" w:rsidRDefault="00031135" w:rsidP="00B358C0">
      <w:pPr>
        <w:shd w:val="clear" w:color="auto" w:fill="FFFFFF"/>
        <w:ind w:firstLine="709"/>
        <w:jc w:val="both"/>
        <w:rPr>
          <w:lang w:val="ru-RU"/>
        </w:rPr>
      </w:pPr>
      <w:r w:rsidRPr="00B358C0">
        <w:rPr>
          <w:color w:val="000000"/>
          <w:sz w:val="28"/>
          <w:szCs w:val="28"/>
          <w:lang w:val="ru-RU"/>
        </w:rPr>
        <w:t xml:space="preserve">Громадські слухання проекту внесення змін до генплану  та звіту про стратегічну екологічну оцінку буде проведено 03.02. 2022 року о 17.00годині в приміщенні </w:t>
      </w:r>
      <w:r w:rsidRPr="00B358C0">
        <w:rPr>
          <w:color w:val="000000"/>
          <w:sz w:val="28"/>
          <w:szCs w:val="28"/>
          <w:shd w:val="clear" w:color="auto" w:fill="FFFFFF"/>
          <w:lang w:val="ru-RU"/>
        </w:rPr>
        <w:t>Оброшинської</w:t>
      </w:r>
      <w:r w:rsidRPr="00B358C0">
        <w:rPr>
          <w:color w:val="000000"/>
          <w:sz w:val="28"/>
          <w:szCs w:val="28"/>
          <w:lang w:val="ru-RU"/>
        </w:rPr>
        <w:t xml:space="preserve"> сільської ради.   </w:t>
      </w:r>
    </w:p>
    <w:p w:rsidR="00031135" w:rsidRPr="00B358C0" w:rsidRDefault="00031135" w:rsidP="00B358C0">
      <w:pPr>
        <w:ind w:firstLine="709"/>
        <w:rPr>
          <w:lang w:val="ru-RU"/>
        </w:rPr>
      </w:pPr>
      <w:r w:rsidRPr="00B358C0">
        <w:rPr>
          <w:color w:val="000000"/>
          <w:sz w:val="28"/>
          <w:szCs w:val="28"/>
          <w:lang w:val="ru-RU"/>
        </w:rPr>
        <w:t xml:space="preserve">Місце знаходження наявної екологічної інформації, у тому числі пов’язаної зі здоров’ям населення, що стосується документа державного планування: відділ архітектури, землевпорядкування,екології та природних ресурсів </w:t>
      </w:r>
      <w:r w:rsidRPr="00B358C0">
        <w:rPr>
          <w:color w:val="000000"/>
          <w:sz w:val="28"/>
          <w:szCs w:val="28"/>
          <w:shd w:val="clear" w:color="auto" w:fill="FFFFFF"/>
          <w:lang w:val="ru-RU"/>
        </w:rPr>
        <w:t>Оброшинської</w:t>
      </w:r>
      <w:r w:rsidRPr="00B358C0">
        <w:rPr>
          <w:color w:val="000000"/>
          <w:sz w:val="28"/>
          <w:szCs w:val="28"/>
          <w:lang w:val="ru-RU"/>
        </w:rPr>
        <w:t xml:space="preserve"> сільської ради</w:t>
      </w:r>
      <w:r w:rsidRPr="00B358C0">
        <w:rPr>
          <w:color w:val="000000"/>
          <w:sz w:val="28"/>
          <w:szCs w:val="28"/>
          <w:shd w:val="clear" w:color="auto" w:fill="FFFFFF"/>
          <w:lang w:val="ru-RU"/>
        </w:rPr>
        <w:t>.</w:t>
      </w:r>
    </w:p>
    <w:p w:rsidR="00031135" w:rsidRPr="00B358C0" w:rsidRDefault="00031135" w:rsidP="00B358C0">
      <w:pPr>
        <w:numPr>
          <w:ilvl w:val="0"/>
          <w:numId w:val="7"/>
        </w:numPr>
        <w:jc w:val="both"/>
        <w:textAlignment w:val="baseline"/>
        <w:rPr>
          <w:color w:val="000000"/>
          <w:sz w:val="28"/>
          <w:szCs w:val="28"/>
          <w:lang w:val="ru-RU"/>
        </w:rPr>
      </w:pPr>
      <w:r w:rsidRPr="00B358C0">
        <w:rPr>
          <w:color w:val="000000"/>
          <w:sz w:val="28"/>
          <w:szCs w:val="28"/>
          <w:lang w:val="ru-RU"/>
        </w:rPr>
        <w:t xml:space="preserve">Необхідність проведення транскордонних консультацій щодо проекту генерального плану – </w:t>
      </w:r>
      <w:r w:rsidRPr="00B358C0">
        <w:rPr>
          <w:color w:val="000000"/>
          <w:sz w:val="28"/>
          <w:szCs w:val="28"/>
          <w:shd w:val="clear" w:color="auto" w:fill="FFFFFF"/>
          <w:lang w:val="ru-RU"/>
        </w:rPr>
        <w:t>не передбачено.</w:t>
      </w:r>
    </w:p>
    <w:p w:rsidR="00031135" w:rsidRDefault="00031135" w:rsidP="00882F5C">
      <w:pPr>
        <w:jc w:val="both"/>
        <w:rPr>
          <w:sz w:val="28"/>
          <w:szCs w:val="28"/>
        </w:rPr>
      </w:pPr>
    </w:p>
    <w:p w:rsidR="00031135" w:rsidRDefault="00031135" w:rsidP="00882F5C">
      <w:pPr>
        <w:jc w:val="both"/>
        <w:rPr>
          <w:sz w:val="28"/>
          <w:szCs w:val="28"/>
        </w:rPr>
      </w:pPr>
    </w:p>
    <w:p w:rsidR="00031135" w:rsidRDefault="00031135" w:rsidP="00882F5C">
      <w:pPr>
        <w:jc w:val="both"/>
        <w:rPr>
          <w:sz w:val="28"/>
          <w:szCs w:val="28"/>
        </w:rPr>
      </w:pPr>
    </w:p>
    <w:p w:rsidR="00031135" w:rsidRDefault="00031135" w:rsidP="00882F5C">
      <w:pPr>
        <w:jc w:val="both"/>
        <w:rPr>
          <w:sz w:val="28"/>
          <w:szCs w:val="28"/>
        </w:rPr>
      </w:pPr>
    </w:p>
    <w:sectPr w:rsidR="00031135" w:rsidSect="00F67F02">
      <w:footerReference w:type="default" r:id="rId8"/>
      <w:pgSz w:w="11906" w:h="16838"/>
      <w:pgMar w:top="709" w:right="746" w:bottom="568"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135" w:rsidRDefault="00031135" w:rsidP="00D90FC5">
      <w:r>
        <w:separator/>
      </w:r>
    </w:p>
  </w:endnote>
  <w:endnote w:type="continuationSeparator" w:id="0">
    <w:p w:rsidR="00031135" w:rsidRDefault="00031135" w:rsidP="00D90F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135" w:rsidRDefault="00031135">
    <w:pPr>
      <w:pStyle w:val="Footer"/>
    </w:pPr>
  </w:p>
  <w:p w:rsidR="00031135" w:rsidRDefault="000311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135" w:rsidRDefault="00031135" w:rsidP="00D90FC5">
      <w:r>
        <w:separator/>
      </w:r>
    </w:p>
  </w:footnote>
  <w:footnote w:type="continuationSeparator" w:id="0">
    <w:p w:rsidR="00031135" w:rsidRDefault="00031135" w:rsidP="00D90F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89ACFB50"/>
    <w:name w:val="WW8Num2"/>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1">
    <w:nsid w:val="0A0343DF"/>
    <w:multiLevelType w:val="hybridMultilevel"/>
    <w:tmpl w:val="6C4E7956"/>
    <w:lvl w:ilvl="0" w:tplc="BE6CB5D0">
      <w:start w:val="4"/>
      <w:numFmt w:val="decimal"/>
      <w:lvlText w:val="%1."/>
      <w:lvlJc w:val="left"/>
      <w:pPr>
        <w:ind w:left="364" w:hanging="360"/>
      </w:pPr>
      <w:rPr>
        <w:rFonts w:cs="Times New Roman" w:hint="default"/>
      </w:rPr>
    </w:lvl>
    <w:lvl w:ilvl="1" w:tplc="04220019" w:tentative="1">
      <w:start w:val="1"/>
      <w:numFmt w:val="lowerLetter"/>
      <w:lvlText w:val="%2."/>
      <w:lvlJc w:val="left"/>
      <w:pPr>
        <w:ind w:left="1084" w:hanging="360"/>
      </w:pPr>
      <w:rPr>
        <w:rFonts w:cs="Times New Roman"/>
      </w:rPr>
    </w:lvl>
    <w:lvl w:ilvl="2" w:tplc="0422001B" w:tentative="1">
      <w:start w:val="1"/>
      <w:numFmt w:val="lowerRoman"/>
      <w:lvlText w:val="%3."/>
      <w:lvlJc w:val="right"/>
      <w:pPr>
        <w:ind w:left="1804" w:hanging="180"/>
      </w:pPr>
      <w:rPr>
        <w:rFonts w:cs="Times New Roman"/>
      </w:rPr>
    </w:lvl>
    <w:lvl w:ilvl="3" w:tplc="0422000F" w:tentative="1">
      <w:start w:val="1"/>
      <w:numFmt w:val="decimal"/>
      <w:lvlText w:val="%4."/>
      <w:lvlJc w:val="left"/>
      <w:pPr>
        <w:ind w:left="2524" w:hanging="360"/>
      </w:pPr>
      <w:rPr>
        <w:rFonts w:cs="Times New Roman"/>
      </w:rPr>
    </w:lvl>
    <w:lvl w:ilvl="4" w:tplc="04220019" w:tentative="1">
      <w:start w:val="1"/>
      <w:numFmt w:val="lowerLetter"/>
      <w:lvlText w:val="%5."/>
      <w:lvlJc w:val="left"/>
      <w:pPr>
        <w:ind w:left="3244" w:hanging="360"/>
      </w:pPr>
      <w:rPr>
        <w:rFonts w:cs="Times New Roman"/>
      </w:rPr>
    </w:lvl>
    <w:lvl w:ilvl="5" w:tplc="0422001B" w:tentative="1">
      <w:start w:val="1"/>
      <w:numFmt w:val="lowerRoman"/>
      <w:lvlText w:val="%6."/>
      <w:lvlJc w:val="right"/>
      <w:pPr>
        <w:ind w:left="3964" w:hanging="180"/>
      </w:pPr>
      <w:rPr>
        <w:rFonts w:cs="Times New Roman"/>
      </w:rPr>
    </w:lvl>
    <w:lvl w:ilvl="6" w:tplc="0422000F" w:tentative="1">
      <w:start w:val="1"/>
      <w:numFmt w:val="decimal"/>
      <w:lvlText w:val="%7."/>
      <w:lvlJc w:val="left"/>
      <w:pPr>
        <w:ind w:left="4684" w:hanging="360"/>
      </w:pPr>
      <w:rPr>
        <w:rFonts w:cs="Times New Roman"/>
      </w:rPr>
    </w:lvl>
    <w:lvl w:ilvl="7" w:tplc="04220019" w:tentative="1">
      <w:start w:val="1"/>
      <w:numFmt w:val="lowerLetter"/>
      <w:lvlText w:val="%8."/>
      <w:lvlJc w:val="left"/>
      <w:pPr>
        <w:ind w:left="5404" w:hanging="360"/>
      </w:pPr>
      <w:rPr>
        <w:rFonts w:cs="Times New Roman"/>
      </w:rPr>
    </w:lvl>
    <w:lvl w:ilvl="8" w:tplc="0422001B" w:tentative="1">
      <w:start w:val="1"/>
      <w:numFmt w:val="lowerRoman"/>
      <w:lvlText w:val="%9."/>
      <w:lvlJc w:val="right"/>
      <w:pPr>
        <w:ind w:left="6124" w:hanging="180"/>
      </w:pPr>
      <w:rPr>
        <w:rFonts w:cs="Times New Roman"/>
      </w:rPr>
    </w:lvl>
  </w:abstractNum>
  <w:abstractNum w:abstractNumId="2">
    <w:nsid w:val="1902209A"/>
    <w:multiLevelType w:val="multilevel"/>
    <w:tmpl w:val="C462680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11B4D19"/>
    <w:multiLevelType w:val="hybridMultilevel"/>
    <w:tmpl w:val="1AA2FA0C"/>
    <w:lvl w:ilvl="0" w:tplc="677693AE">
      <w:start w:val="1"/>
      <w:numFmt w:val="decimal"/>
      <w:lvlText w:val="%1."/>
      <w:lvlJc w:val="left"/>
      <w:pPr>
        <w:ind w:left="364" w:hanging="360"/>
      </w:pPr>
      <w:rPr>
        <w:rFonts w:cs="Times New Roman" w:hint="default"/>
      </w:rPr>
    </w:lvl>
    <w:lvl w:ilvl="1" w:tplc="04220019" w:tentative="1">
      <w:start w:val="1"/>
      <w:numFmt w:val="lowerLetter"/>
      <w:lvlText w:val="%2."/>
      <w:lvlJc w:val="left"/>
      <w:pPr>
        <w:ind w:left="1084" w:hanging="360"/>
      </w:pPr>
      <w:rPr>
        <w:rFonts w:cs="Times New Roman"/>
      </w:rPr>
    </w:lvl>
    <w:lvl w:ilvl="2" w:tplc="0422001B" w:tentative="1">
      <w:start w:val="1"/>
      <w:numFmt w:val="lowerRoman"/>
      <w:lvlText w:val="%3."/>
      <w:lvlJc w:val="right"/>
      <w:pPr>
        <w:ind w:left="1804" w:hanging="180"/>
      </w:pPr>
      <w:rPr>
        <w:rFonts w:cs="Times New Roman"/>
      </w:rPr>
    </w:lvl>
    <w:lvl w:ilvl="3" w:tplc="0422000F" w:tentative="1">
      <w:start w:val="1"/>
      <w:numFmt w:val="decimal"/>
      <w:lvlText w:val="%4."/>
      <w:lvlJc w:val="left"/>
      <w:pPr>
        <w:ind w:left="2524" w:hanging="360"/>
      </w:pPr>
      <w:rPr>
        <w:rFonts w:cs="Times New Roman"/>
      </w:rPr>
    </w:lvl>
    <w:lvl w:ilvl="4" w:tplc="04220019" w:tentative="1">
      <w:start w:val="1"/>
      <w:numFmt w:val="lowerLetter"/>
      <w:lvlText w:val="%5."/>
      <w:lvlJc w:val="left"/>
      <w:pPr>
        <w:ind w:left="3244" w:hanging="360"/>
      </w:pPr>
      <w:rPr>
        <w:rFonts w:cs="Times New Roman"/>
      </w:rPr>
    </w:lvl>
    <w:lvl w:ilvl="5" w:tplc="0422001B" w:tentative="1">
      <w:start w:val="1"/>
      <w:numFmt w:val="lowerRoman"/>
      <w:lvlText w:val="%6."/>
      <w:lvlJc w:val="right"/>
      <w:pPr>
        <w:ind w:left="3964" w:hanging="180"/>
      </w:pPr>
      <w:rPr>
        <w:rFonts w:cs="Times New Roman"/>
      </w:rPr>
    </w:lvl>
    <w:lvl w:ilvl="6" w:tplc="0422000F" w:tentative="1">
      <w:start w:val="1"/>
      <w:numFmt w:val="decimal"/>
      <w:lvlText w:val="%7."/>
      <w:lvlJc w:val="left"/>
      <w:pPr>
        <w:ind w:left="4684" w:hanging="360"/>
      </w:pPr>
      <w:rPr>
        <w:rFonts w:cs="Times New Roman"/>
      </w:rPr>
    </w:lvl>
    <w:lvl w:ilvl="7" w:tplc="04220019" w:tentative="1">
      <w:start w:val="1"/>
      <w:numFmt w:val="lowerLetter"/>
      <w:lvlText w:val="%8."/>
      <w:lvlJc w:val="left"/>
      <w:pPr>
        <w:ind w:left="5404" w:hanging="360"/>
      </w:pPr>
      <w:rPr>
        <w:rFonts w:cs="Times New Roman"/>
      </w:rPr>
    </w:lvl>
    <w:lvl w:ilvl="8" w:tplc="0422001B" w:tentative="1">
      <w:start w:val="1"/>
      <w:numFmt w:val="lowerRoman"/>
      <w:lvlText w:val="%9."/>
      <w:lvlJc w:val="right"/>
      <w:pPr>
        <w:ind w:left="6124" w:hanging="180"/>
      </w:pPr>
      <w:rPr>
        <w:rFonts w:cs="Times New Roman"/>
      </w:rPr>
    </w:lvl>
  </w:abstractNum>
  <w:abstractNum w:abstractNumId="4">
    <w:nsid w:val="742D465E"/>
    <w:multiLevelType w:val="multilevel"/>
    <w:tmpl w:val="817A8C4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76822FAD"/>
    <w:multiLevelType w:val="hybridMultilevel"/>
    <w:tmpl w:val="328A32BA"/>
    <w:lvl w:ilvl="0" w:tplc="9C223532">
      <w:start w:val="1"/>
      <w:numFmt w:val="decimal"/>
      <w:lvlText w:val="%1."/>
      <w:lvlJc w:val="left"/>
      <w:pPr>
        <w:ind w:left="379" w:hanging="375"/>
      </w:pPr>
      <w:rPr>
        <w:rFonts w:cs="Times New Roman" w:hint="default"/>
      </w:rPr>
    </w:lvl>
    <w:lvl w:ilvl="1" w:tplc="04220019" w:tentative="1">
      <w:start w:val="1"/>
      <w:numFmt w:val="lowerLetter"/>
      <w:lvlText w:val="%2."/>
      <w:lvlJc w:val="left"/>
      <w:pPr>
        <w:ind w:left="1084" w:hanging="360"/>
      </w:pPr>
      <w:rPr>
        <w:rFonts w:cs="Times New Roman"/>
      </w:rPr>
    </w:lvl>
    <w:lvl w:ilvl="2" w:tplc="0422001B" w:tentative="1">
      <w:start w:val="1"/>
      <w:numFmt w:val="lowerRoman"/>
      <w:lvlText w:val="%3."/>
      <w:lvlJc w:val="right"/>
      <w:pPr>
        <w:ind w:left="1804" w:hanging="180"/>
      </w:pPr>
      <w:rPr>
        <w:rFonts w:cs="Times New Roman"/>
      </w:rPr>
    </w:lvl>
    <w:lvl w:ilvl="3" w:tplc="0422000F" w:tentative="1">
      <w:start w:val="1"/>
      <w:numFmt w:val="decimal"/>
      <w:lvlText w:val="%4."/>
      <w:lvlJc w:val="left"/>
      <w:pPr>
        <w:ind w:left="2524" w:hanging="360"/>
      </w:pPr>
      <w:rPr>
        <w:rFonts w:cs="Times New Roman"/>
      </w:rPr>
    </w:lvl>
    <w:lvl w:ilvl="4" w:tplc="04220019" w:tentative="1">
      <w:start w:val="1"/>
      <w:numFmt w:val="lowerLetter"/>
      <w:lvlText w:val="%5."/>
      <w:lvlJc w:val="left"/>
      <w:pPr>
        <w:ind w:left="3244" w:hanging="360"/>
      </w:pPr>
      <w:rPr>
        <w:rFonts w:cs="Times New Roman"/>
      </w:rPr>
    </w:lvl>
    <w:lvl w:ilvl="5" w:tplc="0422001B" w:tentative="1">
      <w:start w:val="1"/>
      <w:numFmt w:val="lowerRoman"/>
      <w:lvlText w:val="%6."/>
      <w:lvlJc w:val="right"/>
      <w:pPr>
        <w:ind w:left="3964" w:hanging="180"/>
      </w:pPr>
      <w:rPr>
        <w:rFonts w:cs="Times New Roman"/>
      </w:rPr>
    </w:lvl>
    <w:lvl w:ilvl="6" w:tplc="0422000F" w:tentative="1">
      <w:start w:val="1"/>
      <w:numFmt w:val="decimal"/>
      <w:lvlText w:val="%7."/>
      <w:lvlJc w:val="left"/>
      <w:pPr>
        <w:ind w:left="4684" w:hanging="360"/>
      </w:pPr>
      <w:rPr>
        <w:rFonts w:cs="Times New Roman"/>
      </w:rPr>
    </w:lvl>
    <w:lvl w:ilvl="7" w:tplc="04220019" w:tentative="1">
      <w:start w:val="1"/>
      <w:numFmt w:val="lowerLetter"/>
      <w:lvlText w:val="%8."/>
      <w:lvlJc w:val="left"/>
      <w:pPr>
        <w:ind w:left="5404" w:hanging="360"/>
      </w:pPr>
      <w:rPr>
        <w:rFonts w:cs="Times New Roman"/>
      </w:rPr>
    </w:lvl>
    <w:lvl w:ilvl="8" w:tplc="0422001B" w:tentative="1">
      <w:start w:val="1"/>
      <w:numFmt w:val="lowerRoman"/>
      <w:lvlText w:val="%9."/>
      <w:lvlJc w:val="right"/>
      <w:pPr>
        <w:ind w:left="6124" w:hanging="180"/>
      </w:pPr>
      <w:rPr>
        <w:rFonts w:cs="Times New Roman"/>
      </w:rPr>
    </w:lvl>
  </w:abstractNum>
  <w:abstractNum w:abstractNumId="6">
    <w:nsid w:val="775E264C"/>
    <w:multiLevelType w:val="multilevel"/>
    <w:tmpl w:val="F790D0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3"/>
  </w:num>
  <w:num w:numId="3">
    <w:abstractNumId w:val="5"/>
  </w:num>
  <w:num w:numId="4">
    <w:abstractNumId w:val="1"/>
  </w:num>
  <w:num w:numId="5">
    <w:abstractNumId w:val="6"/>
  </w:num>
  <w:num w:numId="6">
    <w:abstractNumId w:val="4"/>
    <w:lvlOverride w:ilvl="0">
      <w:lvl w:ilvl="0">
        <w:numFmt w:val="decimal"/>
        <w:lvlText w:val="%1."/>
        <w:lvlJc w:val="left"/>
        <w:rPr>
          <w:rFonts w:cs="Times New Roman"/>
        </w:rPr>
      </w:lvl>
    </w:lvlOverride>
  </w:num>
  <w:num w:numId="7">
    <w:abstractNumId w:val="2"/>
    <w:lvlOverride w:ilvl="0">
      <w:lvl w:ilvl="0">
        <w:numFmt w:val="decimal"/>
        <w:lvlText w:val="%1."/>
        <w:lvlJc w:val="left"/>
        <w:rPr>
          <w:rFonts w:cs="Times New Roman"/>
        </w:rPr>
      </w:lvl>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AE9"/>
    <w:rsid w:val="000001F3"/>
    <w:rsid w:val="000011F7"/>
    <w:rsid w:val="00001211"/>
    <w:rsid w:val="00001CD6"/>
    <w:rsid w:val="00001E60"/>
    <w:rsid w:val="00001F1C"/>
    <w:rsid w:val="0000226C"/>
    <w:rsid w:val="00003304"/>
    <w:rsid w:val="000033F4"/>
    <w:rsid w:val="00003ACD"/>
    <w:rsid w:val="000045B8"/>
    <w:rsid w:val="000056A8"/>
    <w:rsid w:val="00005C62"/>
    <w:rsid w:val="00005D0B"/>
    <w:rsid w:val="00005E2A"/>
    <w:rsid w:val="0000626A"/>
    <w:rsid w:val="0000627F"/>
    <w:rsid w:val="00006F4B"/>
    <w:rsid w:val="00007055"/>
    <w:rsid w:val="000077A3"/>
    <w:rsid w:val="000108EA"/>
    <w:rsid w:val="000109DB"/>
    <w:rsid w:val="00010E16"/>
    <w:rsid w:val="00011285"/>
    <w:rsid w:val="00011A3B"/>
    <w:rsid w:val="00011E17"/>
    <w:rsid w:val="00012B35"/>
    <w:rsid w:val="00013EC7"/>
    <w:rsid w:val="0001450E"/>
    <w:rsid w:val="00014AF1"/>
    <w:rsid w:val="00014BF6"/>
    <w:rsid w:val="000176CD"/>
    <w:rsid w:val="000178CC"/>
    <w:rsid w:val="00020038"/>
    <w:rsid w:val="00020B06"/>
    <w:rsid w:val="0002147C"/>
    <w:rsid w:val="000217B1"/>
    <w:rsid w:val="00022122"/>
    <w:rsid w:val="00022A89"/>
    <w:rsid w:val="00022AC2"/>
    <w:rsid w:val="00022E2B"/>
    <w:rsid w:val="00023B08"/>
    <w:rsid w:val="000241D8"/>
    <w:rsid w:val="0002457E"/>
    <w:rsid w:val="00025484"/>
    <w:rsid w:val="00025FFF"/>
    <w:rsid w:val="000260E5"/>
    <w:rsid w:val="00026229"/>
    <w:rsid w:val="000262D1"/>
    <w:rsid w:val="00026706"/>
    <w:rsid w:val="00027450"/>
    <w:rsid w:val="00027C57"/>
    <w:rsid w:val="00030570"/>
    <w:rsid w:val="00030A2A"/>
    <w:rsid w:val="00030AE9"/>
    <w:rsid w:val="00031135"/>
    <w:rsid w:val="00032015"/>
    <w:rsid w:val="0003271F"/>
    <w:rsid w:val="000329B7"/>
    <w:rsid w:val="00033426"/>
    <w:rsid w:val="00033D8A"/>
    <w:rsid w:val="00033D97"/>
    <w:rsid w:val="000342F9"/>
    <w:rsid w:val="00034CFF"/>
    <w:rsid w:val="00035299"/>
    <w:rsid w:val="00036119"/>
    <w:rsid w:val="000361B9"/>
    <w:rsid w:val="0003638C"/>
    <w:rsid w:val="00036AD4"/>
    <w:rsid w:val="00036FD2"/>
    <w:rsid w:val="000371E7"/>
    <w:rsid w:val="00037348"/>
    <w:rsid w:val="0003794E"/>
    <w:rsid w:val="00040029"/>
    <w:rsid w:val="000404AA"/>
    <w:rsid w:val="00040EF3"/>
    <w:rsid w:val="00041058"/>
    <w:rsid w:val="0004237D"/>
    <w:rsid w:val="000426F4"/>
    <w:rsid w:val="000430DF"/>
    <w:rsid w:val="00043557"/>
    <w:rsid w:val="000437CD"/>
    <w:rsid w:val="00043A1B"/>
    <w:rsid w:val="00043BAF"/>
    <w:rsid w:val="000440FF"/>
    <w:rsid w:val="00044164"/>
    <w:rsid w:val="00044923"/>
    <w:rsid w:val="00045324"/>
    <w:rsid w:val="00045527"/>
    <w:rsid w:val="000459F4"/>
    <w:rsid w:val="00046468"/>
    <w:rsid w:val="0004669A"/>
    <w:rsid w:val="000469F3"/>
    <w:rsid w:val="000470F1"/>
    <w:rsid w:val="00047D58"/>
    <w:rsid w:val="00047ED2"/>
    <w:rsid w:val="00050CFF"/>
    <w:rsid w:val="000513EB"/>
    <w:rsid w:val="0005145C"/>
    <w:rsid w:val="00052267"/>
    <w:rsid w:val="00052714"/>
    <w:rsid w:val="00052ADD"/>
    <w:rsid w:val="00053250"/>
    <w:rsid w:val="00053706"/>
    <w:rsid w:val="000545F9"/>
    <w:rsid w:val="00054B35"/>
    <w:rsid w:val="00055118"/>
    <w:rsid w:val="000553C9"/>
    <w:rsid w:val="00055840"/>
    <w:rsid w:val="00055971"/>
    <w:rsid w:val="00055ABB"/>
    <w:rsid w:val="00055CA9"/>
    <w:rsid w:val="000564B4"/>
    <w:rsid w:val="00056CD6"/>
    <w:rsid w:val="00060D77"/>
    <w:rsid w:val="00060FDA"/>
    <w:rsid w:val="000613F4"/>
    <w:rsid w:val="00061447"/>
    <w:rsid w:val="000615B0"/>
    <w:rsid w:val="000622C3"/>
    <w:rsid w:val="000624C8"/>
    <w:rsid w:val="0006347C"/>
    <w:rsid w:val="000639DA"/>
    <w:rsid w:val="00063DD0"/>
    <w:rsid w:val="00064339"/>
    <w:rsid w:val="0006492D"/>
    <w:rsid w:val="00066662"/>
    <w:rsid w:val="00066814"/>
    <w:rsid w:val="00067E44"/>
    <w:rsid w:val="00067E69"/>
    <w:rsid w:val="00067EEA"/>
    <w:rsid w:val="00070338"/>
    <w:rsid w:val="000704D6"/>
    <w:rsid w:val="00070BC3"/>
    <w:rsid w:val="00071E21"/>
    <w:rsid w:val="00071F9A"/>
    <w:rsid w:val="00072947"/>
    <w:rsid w:val="00072CED"/>
    <w:rsid w:val="00072D13"/>
    <w:rsid w:val="00072D6B"/>
    <w:rsid w:val="0007397C"/>
    <w:rsid w:val="00073AED"/>
    <w:rsid w:val="00074421"/>
    <w:rsid w:val="00074909"/>
    <w:rsid w:val="000754AA"/>
    <w:rsid w:val="000762A2"/>
    <w:rsid w:val="0007659A"/>
    <w:rsid w:val="00076877"/>
    <w:rsid w:val="00076F6C"/>
    <w:rsid w:val="00077C18"/>
    <w:rsid w:val="000804D9"/>
    <w:rsid w:val="00081AB7"/>
    <w:rsid w:val="000822A5"/>
    <w:rsid w:val="0008359C"/>
    <w:rsid w:val="00083EC4"/>
    <w:rsid w:val="00084A7F"/>
    <w:rsid w:val="00085A5A"/>
    <w:rsid w:val="00087D53"/>
    <w:rsid w:val="000904D1"/>
    <w:rsid w:val="000906E5"/>
    <w:rsid w:val="00090B5F"/>
    <w:rsid w:val="00091A3F"/>
    <w:rsid w:val="00092369"/>
    <w:rsid w:val="000926F7"/>
    <w:rsid w:val="00092FB5"/>
    <w:rsid w:val="00093162"/>
    <w:rsid w:val="00094EF8"/>
    <w:rsid w:val="000953B7"/>
    <w:rsid w:val="00096503"/>
    <w:rsid w:val="000965F0"/>
    <w:rsid w:val="00096EF9"/>
    <w:rsid w:val="00096FFD"/>
    <w:rsid w:val="000970C8"/>
    <w:rsid w:val="00097B2F"/>
    <w:rsid w:val="00097C21"/>
    <w:rsid w:val="00097EEC"/>
    <w:rsid w:val="000A0098"/>
    <w:rsid w:val="000A0465"/>
    <w:rsid w:val="000A0B32"/>
    <w:rsid w:val="000A116A"/>
    <w:rsid w:val="000A1406"/>
    <w:rsid w:val="000A1B55"/>
    <w:rsid w:val="000A1C4B"/>
    <w:rsid w:val="000A1DA1"/>
    <w:rsid w:val="000A2116"/>
    <w:rsid w:val="000A3188"/>
    <w:rsid w:val="000A330A"/>
    <w:rsid w:val="000A368D"/>
    <w:rsid w:val="000A371F"/>
    <w:rsid w:val="000A3AEA"/>
    <w:rsid w:val="000A3F94"/>
    <w:rsid w:val="000A4259"/>
    <w:rsid w:val="000A431A"/>
    <w:rsid w:val="000A436D"/>
    <w:rsid w:val="000A497C"/>
    <w:rsid w:val="000A4A6E"/>
    <w:rsid w:val="000A4B19"/>
    <w:rsid w:val="000A529A"/>
    <w:rsid w:val="000A56D5"/>
    <w:rsid w:val="000A579A"/>
    <w:rsid w:val="000A5D77"/>
    <w:rsid w:val="000A652F"/>
    <w:rsid w:val="000A6829"/>
    <w:rsid w:val="000A6A57"/>
    <w:rsid w:val="000A7646"/>
    <w:rsid w:val="000B0DF4"/>
    <w:rsid w:val="000B1401"/>
    <w:rsid w:val="000B1CFC"/>
    <w:rsid w:val="000B1E46"/>
    <w:rsid w:val="000B22F4"/>
    <w:rsid w:val="000B230E"/>
    <w:rsid w:val="000B3E09"/>
    <w:rsid w:val="000B3E2C"/>
    <w:rsid w:val="000B45BE"/>
    <w:rsid w:val="000B576F"/>
    <w:rsid w:val="000B5BD9"/>
    <w:rsid w:val="000B65EF"/>
    <w:rsid w:val="000B7014"/>
    <w:rsid w:val="000B76FB"/>
    <w:rsid w:val="000C08E8"/>
    <w:rsid w:val="000C0A26"/>
    <w:rsid w:val="000C0B36"/>
    <w:rsid w:val="000C2E85"/>
    <w:rsid w:val="000C31E7"/>
    <w:rsid w:val="000C33A2"/>
    <w:rsid w:val="000C3821"/>
    <w:rsid w:val="000C3D6B"/>
    <w:rsid w:val="000C451D"/>
    <w:rsid w:val="000C4A95"/>
    <w:rsid w:val="000C632F"/>
    <w:rsid w:val="000C682B"/>
    <w:rsid w:val="000C700A"/>
    <w:rsid w:val="000C711D"/>
    <w:rsid w:val="000C7DB5"/>
    <w:rsid w:val="000C7F0C"/>
    <w:rsid w:val="000D02C0"/>
    <w:rsid w:val="000D04C2"/>
    <w:rsid w:val="000D08D2"/>
    <w:rsid w:val="000D0E24"/>
    <w:rsid w:val="000D3BAA"/>
    <w:rsid w:val="000D4355"/>
    <w:rsid w:val="000D46EA"/>
    <w:rsid w:val="000D4B3D"/>
    <w:rsid w:val="000D5020"/>
    <w:rsid w:val="000D6B7C"/>
    <w:rsid w:val="000D7629"/>
    <w:rsid w:val="000E0632"/>
    <w:rsid w:val="000E0858"/>
    <w:rsid w:val="000E1936"/>
    <w:rsid w:val="000E2218"/>
    <w:rsid w:val="000E27C9"/>
    <w:rsid w:val="000E2959"/>
    <w:rsid w:val="000E2FF9"/>
    <w:rsid w:val="000E33B4"/>
    <w:rsid w:val="000E36CE"/>
    <w:rsid w:val="000E3A8B"/>
    <w:rsid w:val="000E44BA"/>
    <w:rsid w:val="000E47A0"/>
    <w:rsid w:val="000E4BFA"/>
    <w:rsid w:val="000E4FA4"/>
    <w:rsid w:val="000E50C3"/>
    <w:rsid w:val="000E5343"/>
    <w:rsid w:val="000E684E"/>
    <w:rsid w:val="000E6B86"/>
    <w:rsid w:val="000E7117"/>
    <w:rsid w:val="000E7613"/>
    <w:rsid w:val="000E792C"/>
    <w:rsid w:val="000E7F84"/>
    <w:rsid w:val="000F00B6"/>
    <w:rsid w:val="000F0F29"/>
    <w:rsid w:val="000F157C"/>
    <w:rsid w:val="000F15D4"/>
    <w:rsid w:val="000F1A2C"/>
    <w:rsid w:val="000F1D15"/>
    <w:rsid w:val="000F1D3C"/>
    <w:rsid w:val="000F1D45"/>
    <w:rsid w:val="000F1D9E"/>
    <w:rsid w:val="000F1EA5"/>
    <w:rsid w:val="000F1FE1"/>
    <w:rsid w:val="000F2638"/>
    <w:rsid w:val="000F2A5E"/>
    <w:rsid w:val="000F419B"/>
    <w:rsid w:val="000F437A"/>
    <w:rsid w:val="000F4450"/>
    <w:rsid w:val="000F4735"/>
    <w:rsid w:val="000F4B12"/>
    <w:rsid w:val="000F5566"/>
    <w:rsid w:val="000F56FC"/>
    <w:rsid w:val="000F6204"/>
    <w:rsid w:val="000F7612"/>
    <w:rsid w:val="00100B39"/>
    <w:rsid w:val="00100DBC"/>
    <w:rsid w:val="00101EB4"/>
    <w:rsid w:val="00102957"/>
    <w:rsid w:val="00102AFD"/>
    <w:rsid w:val="0010329C"/>
    <w:rsid w:val="00103509"/>
    <w:rsid w:val="00103853"/>
    <w:rsid w:val="001039A7"/>
    <w:rsid w:val="001040E5"/>
    <w:rsid w:val="001049C9"/>
    <w:rsid w:val="00104AD0"/>
    <w:rsid w:val="00105C65"/>
    <w:rsid w:val="0010653E"/>
    <w:rsid w:val="001066C5"/>
    <w:rsid w:val="00107FC1"/>
    <w:rsid w:val="00110E04"/>
    <w:rsid w:val="00110EB7"/>
    <w:rsid w:val="00111067"/>
    <w:rsid w:val="001113C9"/>
    <w:rsid w:val="00111ADD"/>
    <w:rsid w:val="00111B17"/>
    <w:rsid w:val="00111BAF"/>
    <w:rsid w:val="00111C1C"/>
    <w:rsid w:val="00111EF2"/>
    <w:rsid w:val="0011205E"/>
    <w:rsid w:val="001122D8"/>
    <w:rsid w:val="0011293B"/>
    <w:rsid w:val="0011345B"/>
    <w:rsid w:val="001137DA"/>
    <w:rsid w:val="00113D16"/>
    <w:rsid w:val="0011438B"/>
    <w:rsid w:val="00115450"/>
    <w:rsid w:val="001158FC"/>
    <w:rsid w:val="00115A40"/>
    <w:rsid w:val="00115C88"/>
    <w:rsid w:val="00115FAB"/>
    <w:rsid w:val="001163AB"/>
    <w:rsid w:val="001167FA"/>
    <w:rsid w:val="00116AA0"/>
    <w:rsid w:val="00116AD4"/>
    <w:rsid w:val="001170B7"/>
    <w:rsid w:val="001176E6"/>
    <w:rsid w:val="0011785E"/>
    <w:rsid w:val="00117B87"/>
    <w:rsid w:val="00117D40"/>
    <w:rsid w:val="00117EA2"/>
    <w:rsid w:val="001206DB"/>
    <w:rsid w:val="001208A8"/>
    <w:rsid w:val="00120D0D"/>
    <w:rsid w:val="00120DA4"/>
    <w:rsid w:val="00121C2F"/>
    <w:rsid w:val="001224B2"/>
    <w:rsid w:val="00122C40"/>
    <w:rsid w:val="00123B0B"/>
    <w:rsid w:val="00124248"/>
    <w:rsid w:val="00124692"/>
    <w:rsid w:val="00124713"/>
    <w:rsid w:val="00124B60"/>
    <w:rsid w:val="00124C03"/>
    <w:rsid w:val="00124C30"/>
    <w:rsid w:val="00124EED"/>
    <w:rsid w:val="001251FB"/>
    <w:rsid w:val="0012533D"/>
    <w:rsid w:val="00126046"/>
    <w:rsid w:val="00126465"/>
    <w:rsid w:val="00126E46"/>
    <w:rsid w:val="0012748F"/>
    <w:rsid w:val="00127949"/>
    <w:rsid w:val="00127AD9"/>
    <w:rsid w:val="00127F9B"/>
    <w:rsid w:val="00131474"/>
    <w:rsid w:val="001317C7"/>
    <w:rsid w:val="00131EDA"/>
    <w:rsid w:val="00131FD2"/>
    <w:rsid w:val="001320FD"/>
    <w:rsid w:val="001321AA"/>
    <w:rsid w:val="00132411"/>
    <w:rsid w:val="00132DBB"/>
    <w:rsid w:val="00132EA3"/>
    <w:rsid w:val="00132F8E"/>
    <w:rsid w:val="00133448"/>
    <w:rsid w:val="00133B32"/>
    <w:rsid w:val="00136882"/>
    <w:rsid w:val="0013699F"/>
    <w:rsid w:val="00136A78"/>
    <w:rsid w:val="00136FD7"/>
    <w:rsid w:val="00137854"/>
    <w:rsid w:val="001378C1"/>
    <w:rsid w:val="0013797E"/>
    <w:rsid w:val="00137C61"/>
    <w:rsid w:val="0014077F"/>
    <w:rsid w:val="001409BB"/>
    <w:rsid w:val="00140B8C"/>
    <w:rsid w:val="00140C1D"/>
    <w:rsid w:val="00140C91"/>
    <w:rsid w:val="00140F49"/>
    <w:rsid w:val="00141153"/>
    <w:rsid w:val="0014116A"/>
    <w:rsid w:val="00141769"/>
    <w:rsid w:val="00141DEF"/>
    <w:rsid w:val="00142556"/>
    <w:rsid w:val="00142B0F"/>
    <w:rsid w:val="0014323E"/>
    <w:rsid w:val="00143485"/>
    <w:rsid w:val="00143598"/>
    <w:rsid w:val="00143AA5"/>
    <w:rsid w:val="00143E62"/>
    <w:rsid w:val="00144A21"/>
    <w:rsid w:val="00144DE1"/>
    <w:rsid w:val="00145A5C"/>
    <w:rsid w:val="00146241"/>
    <w:rsid w:val="00146D52"/>
    <w:rsid w:val="001473B4"/>
    <w:rsid w:val="00147430"/>
    <w:rsid w:val="001476E4"/>
    <w:rsid w:val="001479A2"/>
    <w:rsid w:val="00147BD7"/>
    <w:rsid w:val="001506EC"/>
    <w:rsid w:val="0015081B"/>
    <w:rsid w:val="00150D93"/>
    <w:rsid w:val="00150FE1"/>
    <w:rsid w:val="00151C5D"/>
    <w:rsid w:val="00151E50"/>
    <w:rsid w:val="00151EC5"/>
    <w:rsid w:val="0015235F"/>
    <w:rsid w:val="00153098"/>
    <w:rsid w:val="0015384C"/>
    <w:rsid w:val="00153F86"/>
    <w:rsid w:val="0015404A"/>
    <w:rsid w:val="00155886"/>
    <w:rsid w:val="00155960"/>
    <w:rsid w:val="00155CE2"/>
    <w:rsid w:val="001564FC"/>
    <w:rsid w:val="001565B9"/>
    <w:rsid w:val="001565E4"/>
    <w:rsid w:val="00156E28"/>
    <w:rsid w:val="00156E8C"/>
    <w:rsid w:val="00157175"/>
    <w:rsid w:val="00157586"/>
    <w:rsid w:val="0015770D"/>
    <w:rsid w:val="001600CA"/>
    <w:rsid w:val="00160431"/>
    <w:rsid w:val="00160630"/>
    <w:rsid w:val="001608CA"/>
    <w:rsid w:val="00160927"/>
    <w:rsid w:val="00160C2A"/>
    <w:rsid w:val="00160CFE"/>
    <w:rsid w:val="001611A6"/>
    <w:rsid w:val="001612F2"/>
    <w:rsid w:val="00161428"/>
    <w:rsid w:val="00161B1A"/>
    <w:rsid w:val="00161CF3"/>
    <w:rsid w:val="0016253C"/>
    <w:rsid w:val="00162D26"/>
    <w:rsid w:val="00163133"/>
    <w:rsid w:val="00163506"/>
    <w:rsid w:val="001636C8"/>
    <w:rsid w:val="001636EE"/>
    <w:rsid w:val="0016417C"/>
    <w:rsid w:val="00165353"/>
    <w:rsid w:val="001657C5"/>
    <w:rsid w:val="0016587F"/>
    <w:rsid w:val="0016597C"/>
    <w:rsid w:val="00166117"/>
    <w:rsid w:val="00166136"/>
    <w:rsid w:val="001661F7"/>
    <w:rsid w:val="001668BE"/>
    <w:rsid w:val="00167520"/>
    <w:rsid w:val="00167A30"/>
    <w:rsid w:val="00167B37"/>
    <w:rsid w:val="00167BEC"/>
    <w:rsid w:val="00171199"/>
    <w:rsid w:val="00171D99"/>
    <w:rsid w:val="00171F92"/>
    <w:rsid w:val="0017211A"/>
    <w:rsid w:val="0017368F"/>
    <w:rsid w:val="0017381F"/>
    <w:rsid w:val="0017387B"/>
    <w:rsid w:val="00175DD5"/>
    <w:rsid w:val="00177654"/>
    <w:rsid w:val="0018026B"/>
    <w:rsid w:val="0018039F"/>
    <w:rsid w:val="00180659"/>
    <w:rsid w:val="00181077"/>
    <w:rsid w:val="00182435"/>
    <w:rsid w:val="001826BA"/>
    <w:rsid w:val="0018272C"/>
    <w:rsid w:val="00182861"/>
    <w:rsid w:val="00182928"/>
    <w:rsid w:val="00183444"/>
    <w:rsid w:val="0018382A"/>
    <w:rsid w:val="001841B4"/>
    <w:rsid w:val="001842A9"/>
    <w:rsid w:val="0018496D"/>
    <w:rsid w:val="00184DD9"/>
    <w:rsid w:val="00184E74"/>
    <w:rsid w:val="001863FC"/>
    <w:rsid w:val="0018677C"/>
    <w:rsid w:val="00186A88"/>
    <w:rsid w:val="001874C3"/>
    <w:rsid w:val="00187CC3"/>
    <w:rsid w:val="0019073F"/>
    <w:rsid w:val="00190794"/>
    <w:rsid w:val="00190810"/>
    <w:rsid w:val="00191C1B"/>
    <w:rsid w:val="0019292D"/>
    <w:rsid w:val="0019310A"/>
    <w:rsid w:val="00193127"/>
    <w:rsid w:val="00193CAF"/>
    <w:rsid w:val="00193FBE"/>
    <w:rsid w:val="001946BC"/>
    <w:rsid w:val="00195081"/>
    <w:rsid w:val="0019523D"/>
    <w:rsid w:val="00195DCF"/>
    <w:rsid w:val="00196020"/>
    <w:rsid w:val="001969CC"/>
    <w:rsid w:val="001972BC"/>
    <w:rsid w:val="0019742E"/>
    <w:rsid w:val="00197708"/>
    <w:rsid w:val="0019775E"/>
    <w:rsid w:val="00197835"/>
    <w:rsid w:val="001A0585"/>
    <w:rsid w:val="001A0621"/>
    <w:rsid w:val="001A09ED"/>
    <w:rsid w:val="001A1169"/>
    <w:rsid w:val="001A121C"/>
    <w:rsid w:val="001A1BF2"/>
    <w:rsid w:val="001A1C5A"/>
    <w:rsid w:val="001A2782"/>
    <w:rsid w:val="001A364D"/>
    <w:rsid w:val="001A36D4"/>
    <w:rsid w:val="001A3951"/>
    <w:rsid w:val="001A3F60"/>
    <w:rsid w:val="001A40D3"/>
    <w:rsid w:val="001A4D23"/>
    <w:rsid w:val="001A562D"/>
    <w:rsid w:val="001A6721"/>
    <w:rsid w:val="001A7F42"/>
    <w:rsid w:val="001B0086"/>
    <w:rsid w:val="001B0390"/>
    <w:rsid w:val="001B14AF"/>
    <w:rsid w:val="001B16D7"/>
    <w:rsid w:val="001B174F"/>
    <w:rsid w:val="001B1802"/>
    <w:rsid w:val="001B18F8"/>
    <w:rsid w:val="001B1CF0"/>
    <w:rsid w:val="001B2057"/>
    <w:rsid w:val="001B2473"/>
    <w:rsid w:val="001B2A3E"/>
    <w:rsid w:val="001B347A"/>
    <w:rsid w:val="001B375D"/>
    <w:rsid w:val="001B38BB"/>
    <w:rsid w:val="001B391F"/>
    <w:rsid w:val="001B3E96"/>
    <w:rsid w:val="001B432A"/>
    <w:rsid w:val="001B4EBD"/>
    <w:rsid w:val="001B507C"/>
    <w:rsid w:val="001B55AC"/>
    <w:rsid w:val="001B57D2"/>
    <w:rsid w:val="001B6471"/>
    <w:rsid w:val="001B662D"/>
    <w:rsid w:val="001B6706"/>
    <w:rsid w:val="001B6DF5"/>
    <w:rsid w:val="001B7626"/>
    <w:rsid w:val="001C04AA"/>
    <w:rsid w:val="001C0503"/>
    <w:rsid w:val="001C1034"/>
    <w:rsid w:val="001C1B7C"/>
    <w:rsid w:val="001C1F10"/>
    <w:rsid w:val="001C2E16"/>
    <w:rsid w:val="001C30AC"/>
    <w:rsid w:val="001C390F"/>
    <w:rsid w:val="001C4D81"/>
    <w:rsid w:val="001C5353"/>
    <w:rsid w:val="001C5F04"/>
    <w:rsid w:val="001C7628"/>
    <w:rsid w:val="001D0492"/>
    <w:rsid w:val="001D0DB8"/>
    <w:rsid w:val="001D10F8"/>
    <w:rsid w:val="001D2403"/>
    <w:rsid w:val="001D299A"/>
    <w:rsid w:val="001D33D4"/>
    <w:rsid w:val="001D56C1"/>
    <w:rsid w:val="001D5839"/>
    <w:rsid w:val="001D65D4"/>
    <w:rsid w:val="001D69DC"/>
    <w:rsid w:val="001D6A96"/>
    <w:rsid w:val="001D7464"/>
    <w:rsid w:val="001D7696"/>
    <w:rsid w:val="001E0353"/>
    <w:rsid w:val="001E0628"/>
    <w:rsid w:val="001E108E"/>
    <w:rsid w:val="001E1234"/>
    <w:rsid w:val="001E177D"/>
    <w:rsid w:val="001E2880"/>
    <w:rsid w:val="001E2D03"/>
    <w:rsid w:val="001E2F7C"/>
    <w:rsid w:val="001E3625"/>
    <w:rsid w:val="001E37A5"/>
    <w:rsid w:val="001E3BA6"/>
    <w:rsid w:val="001E4114"/>
    <w:rsid w:val="001E4F24"/>
    <w:rsid w:val="001E4FF7"/>
    <w:rsid w:val="001E5A9F"/>
    <w:rsid w:val="001E5C7B"/>
    <w:rsid w:val="001E69BF"/>
    <w:rsid w:val="001E776D"/>
    <w:rsid w:val="001E7BC8"/>
    <w:rsid w:val="001F059A"/>
    <w:rsid w:val="001F07AF"/>
    <w:rsid w:val="001F0E96"/>
    <w:rsid w:val="001F0F88"/>
    <w:rsid w:val="001F132D"/>
    <w:rsid w:val="001F16D6"/>
    <w:rsid w:val="001F1ACB"/>
    <w:rsid w:val="001F1DB2"/>
    <w:rsid w:val="001F35DF"/>
    <w:rsid w:val="001F3778"/>
    <w:rsid w:val="001F392A"/>
    <w:rsid w:val="001F3B3A"/>
    <w:rsid w:val="001F4116"/>
    <w:rsid w:val="001F422E"/>
    <w:rsid w:val="001F4EA0"/>
    <w:rsid w:val="001F603D"/>
    <w:rsid w:val="001F636F"/>
    <w:rsid w:val="001F649D"/>
    <w:rsid w:val="001F653F"/>
    <w:rsid w:val="001F656A"/>
    <w:rsid w:val="001F685C"/>
    <w:rsid w:val="001F78EB"/>
    <w:rsid w:val="00200F83"/>
    <w:rsid w:val="00202A8C"/>
    <w:rsid w:val="00202E50"/>
    <w:rsid w:val="002030CD"/>
    <w:rsid w:val="002031C2"/>
    <w:rsid w:val="00203375"/>
    <w:rsid w:val="00203782"/>
    <w:rsid w:val="00203F3A"/>
    <w:rsid w:val="00204063"/>
    <w:rsid w:val="002041C9"/>
    <w:rsid w:val="00204BDB"/>
    <w:rsid w:val="00205588"/>
    <w:rsid w:val="00205EC6"/>
    <w:rsid w:val="002060FE"/>
    <w:rsid w:val="00206259"/>
    <w:rsid w:val="0020634D"/>
    <w:rsid w:val="002071E7"/>
    <w:rsid w:val="00207404"/>
    <w:rsid w:val="0020797C"/>
    <w:rsid w:val="002109BF"/>
    <w:rsid w:val="00210EC2"/>
    <w:rsid w:val="00211B60"/>
    <w:rsid w:val="00211C19"/>
    <w:rsid w:val="0021239E"/>
    <w:rsid w:val="0021295A"/>
    <w:rsid w:val="00213393"/>
    <w:rsid w:val="00213783"/>
    <w:rsid w:val="00213A0D"/>
    <w:rsid w:val="00213D3F"/>
    <w:rsid w:val="00213E9F"/>
    <w:rsid w:val="0021518C"/>
    <w:rsid w:val="0021521C"/>
    <w:rsid w:val="0021643E"/>
    <w:rsid w:val="002166C1"/>
    <w:rsid w:val="00216991"/>
    <w:rsid w:val="00216EAF"/>
    <w:rsid w:val="002173C1"/>
    <w:rsid w:val="00217736"/>
    <w:rsid w:val="00217BAD"/>
    <w:rsid w:val="002200E1"/>
    <w:rsid w:val="00220951"/>
    <w:rsid w:val="00221054"/>
    <w:rsid w:val="002217C2"/>
    <w:rsid w:val="0022199A"/>
    <w:rsid w:val="002225E8"/>
    <w:rsid w:val="00222ED0"/>
    <w:rsid w:val="00222FF9"/>
    <w:rsid w:val="00223162"/>
    <w:rsid w:val="0022356D"/>
    <w:rsid w:val="002242C1"/>
    <w:rsid w:val="00224DB6"/>
    <w:rsid w:val="00224F7C"/>
    <w:rsid w:val="00225B19"/>
    <w:rsid w:val="00225EB1"/>
    <w:rsid w:val="00226215"/>
    <w:rsid w:val="00226B03"/>
    <w:rsid w:val="00226BD3"/>
    <w:rsid w:val="0022728E"/>
    <w:rsid w:val="002274A1"/>
    <w:rsid w:val="002275AA"/>
    <w:rsid w:val="00227D85"/>
    <w:rsid w:val="002303F6"/>
    <w:rsid w:val="00230730"/>
    <w:rsid w:val="00230930"/>
    <w:rsid w:val="0023094D"/>
    <w:rsid w:val="00230F54"/>
    <w:rsid w:val="00231779"/>
    <w:rsid w:val="00231AE4"/>
    <w:rsid w:val="00233135"/>
    <w:rsid w:val="00233555"/>
    <w:rsid w:val="00234165"/>
    <w:rsid w:val="002341B1"/>
    <w:rsid w:val="002344D1"/>
    <w:rsid w:val="002344EB"/>
    <w:rsid w:val="002350CD"/>
    <w:rsid w:val="00235D62"/>
    <w:rsid w:val="00236942"/>
    <w:rsid w:val="00236AA9"/>
    <w:rsid w:val="002379CA"/>
    <w:rsid w:val="00240954"/>
    <w:rsid w:val="00240A1A"/>
    <w:rsid w:val="00240EC5"/>
    <w:rsid w:val="002414BC"/>
    <w:rsid w:val="00241523"/>
    <w:rsid w:val="00241C1B"/>
    <w:rsid w:val="00242178"/>
    <w:rsid w:val="0024293E"/>
    <w:rsid w:val="0024350C"/>
    <w:rsid w:val="00243B63"/>
    <w:rsid w:val="00244566"/>
    <w:rsid w:val="00244DA4"/>
    <w:rsid w:val="002458B6"/>
    <w:rsid w:val="0024594C"/>
    <w:rsid w:val="002459A1"/>
    <w:rsid w:val="00246085"/>
    <w:rsid w:val="00246432"/>
    <w:rsid w:val="00247396"/>
    <w:rsid w:val="00247498"/>
    <w:rsid w:val="00247519"/>
    <w:rsid w:val="002476F3"/>
    <w:rsid w:val="00247A83"/>
    <w:rsid w:val="0025061D"/>
    <w:rsid w:val="0025089B"/>
    <w:rsid w:val="00250EB2"/>
    <w:rsid w:val="00251DCA"/>
    <w:rsid w:val="00251E2B"/>
    <w:rsid w:val="002523BB"/>
    <w:rsid w:val="0025276B"/>
    <w:rsid w:val="00253EB1"/>
    <w:rsid w:val="00253EBA"/>
    <w:rsid w:val="002540BB"/>
    <w:rsid w:val="002540FF"/>
    <w:rsid w:val="00255C3A"/>
    <w:rsid w:val="00255CCB"/>
    <w:rsid w:val="00256181"/>
    <w:rsid w:val="002563F6"/>
    <w:rsid w:val="00256B26"/>
    <w:rsid w:val="00256CB6"/>
    <w:rsid w:val="00260468"/>
    <w:rsid w:val="0026083C"/>
    <w:rsid w:val="00260FF2"/>
    <w:rsid w:val="0026118D"/>
    <w:rsid w:val="00261DC9"/>
    <w:rsid w:val="0026227C"/>
    <w:rsid w:val="0026254E"/>
    <w:rsid w:val="0026491B"/>
    <w:rsid w:val="00265D13"/>
    <w:rsid w:val="00265D72"/>
    <w:rsid w:val="00266609"/>
    <w:rsid w:val="00266CB4"/>
    <w:rsid w:val="00266FD8"/>
    <w:rsid w:val="0026705F"/>
    <w:rsid w:val="002675CE"/>
    <w:rsid w:val="00267C1C"/>
    <w:rsid w:val="002715DC"/>
    <w:rsid w:val="0027163B"/>
    <w:rsid w:val="00271A41"/>
    <w:rsid w:val="00271B21"/>
    <w:rsid w:val="002735F8"/>
    <w:rsid w:val="0027360A"/>
    <w:rsid w:val="00273754"/>
    <w:rsid w:val="00273B14"/>
    <w:rsid w:val="00273BAE"/>
    <w:rsid w:val="00274D0B"/>
    <w:rsid w:val="00274D35"/>
    <w:rsid w:val="0027531E"/>
    <w:rsid w:val="00275F99"/>
    <w:rsid w:val="00276436"/>
    <w:rsid w:val="00276E31"/>
    <w:rsid w:val="0027737D"/>
    <w:rsid w:val="00277938"/>
    <w:rsid w:val="002800EA"/>
    <w:rsid w:val="00280AD9"/>
    <w:rsid w:val="00280DB1"/>
    <w:rsid w:val="00280E20"/>
    <w:rsid w:val="00281188"/>
    <w:rsid w:val="00282028"/>
    <w:rsid w:val="002820AF"/>
    <w:rsid w:val="002825B3"/>
    <w:rsid w:val="00282B29"/>
    <w:rsid w:val="00282E38"/>
    <w:rsid w:val="00283A65"/>
    <w:rsid w:val="00283D0E"/>
    <w:rsid w:val="00284177"/>
    <w:rsid w:val="00284A06"/>
    <w:rsid w:val="00285DDF"/>
    <w:rsid w:val="002869B4"/>
    <w:rsid w:val="00286DA0"/>
    <w:rsid w:val="002874BA"/>
    <w:rsid w:val="00287614"/>
    <w:rsid w:val="00287BD0"/>
    <w:rsid w:val="002901ED"/>
    <w:rsid w:val="00290BB1"/>
    <w:rsid w:val="00290D6E"/>
    <w:rsid w:val="00290F95"/>
    <w:rsid w:val="00291A22"/>
    <w:rsid w:val="00291B53"/>
    <w:rsid w:val="00291C11"/>
    <w:rsid w:val="00291DC2"/>
    <w:rsid w:val="0029367B"/>
    <w:rsid w:val="002937DC"/>
    <w:rsid w:val="00293D40"/>
    <w:rsid w:val="0029408D"/>
    <w:rsid w:val="00294578"/>
    <w:rsid w:val="00295165"/>
    <w:rsid w:val="002953CE"/>
    <w:rsid w:val="0029549E"/>
    <w:rsid w:val="00295918"/>
    <w:rsid w:val="00295DB8"/>
    <w:rsid w:val="00296A30"/>
    <w:rsid w:val="002A0176"/>
    <w:rsid w:val="002A0531"/>
    <w:rsid w:val="002A080E"/>
    <w:rsid w:val="002A0ABE"/>
    <w:rsid w:val="002A0D68"/>
    <w:rsid w:val="002A0DE2"/>
    <w:rsid w:val="002A172D"/>
    <w:rsid w:val="002A19AE"/>
    <w:rsid w:val="002A1B02"/>
    <w:rsid w:val="002A2462"/>
    <w:rsid w:val="002A25A5"/>
    <w:rsid w:val="002A3AB5"/>
    <w:rsid w:val="002A4325"/>
    <w:rsid w:val="002A48AA"/>
    <w:rsid w:val="002A539B"/>
    <w:rsid w:val="002A5709"/>
    <w:rsid w:val="002A59E8"/>
    <w:rsid w:val="002A5AA1"/>
    <w:rsid w:val="002A6119"/>
    <w:rsid w:val="002A643B"/>
    <w:rsid w:val="002A7383"/>
    <w:rsid w:val="002A7444"/>
    <w:rsid w:val="002B03A1"/>
    <w:rsid w:val="002B0773"/>
    <w:rsid w:val="002B0891"/>
    <w:rsid w:val="002B096B"/>
    <w:rsid w:val="002B09BA"/>
    <w:rsid w:val="002B0B62"/>
    <w:rsid w:val="002B0B67"/>
    <w:rsid w:val="002B0FD6"/>
    <w:rsid w:val="002B10A5"/>
    <w:rsid w:val="002B19D9"/>
    <w:rsid w:val="002B1FDA"/>
    <w:rsid w:val="002B238E"/>
    <w:rsid w:val="002B2F27"/>
    <w:rsid w:val="002B300D"/>
    <w:rsid w:val="002B3324"/>
    <w:rsid w:val="002B353B"/>
    <w:rsid w:val="002B3740"/>
    <w:rsid w:val="002B424B"/>
    <w:rsid w:val="002B4316"/>
    <w:rsid w:val="002B530B"/>
    <w:rsid w:val="002B56F1"/>
    <w:rsid w:val="002B584A"/>
    <w:rsid w:val="002B5E9C"/>
    <w:rsid w:val="002B646D"/>
    <w:rsid w:val="002B6B6F"/>
    <w:rsid w:val="002B6F31"/>
    <w:rsid w:val="002B7624"/>
    <w:rsid w:val="002C004F"/>
    <w:rsid w:val="002C00CF"/>
    <w:rsid w:val="002C06B5"/>
    <w:rsid w:val="002C0CDF"/>
    <w:rsid w:val="002C1328"/>
    <w:rsid w:val="002C289A"/>
    <w:rsid w:val="002C2981"/>
    <w:rsid w:val="002C2B1E"/>
    <w:rsid w:val="002C3A1F"/>
    <w:rsid w:val="002C3D53"/>
    <w:rsid w:val="002C3E38"/>
    <w:rsid w:val="002C3ECC"/>
    <w:rsid w:val="002C4177"/>
    <w:rsid w:val="002C42D1"/>
    <w:rsid w:val="002C43D6"/>
    <w:rsid w:val="002C43EE"/>
    <w:rsid w:val="002C440A"/>
    <w:rsid w:val="002C4569"/>
    <w:rsid w:val="002C4AD4"/>
    <w:rsid w:val="002C503E"/>
    <w:rsid w:val="002C5AD1"/>
    <w:rsid w:val="002C5BC3"/>
    <w:rsid w:val="002C69F8"/>
    <w:rsid w:val="002C6F00"/>
    <w:rsid w:val="002C7FB9"/>
    <w:rsid w:val="002D0539"/>
    <w:rsid w:val="002D0DFF"/>
    <w:rsid w:val="002D1DE1"/>
    <w:rsid w:val="002D2299"/>
    <w:rsid w:val="002D3069"/>
    <w:rsid w:val="002D3F0F"/>
    <w:rsid w:val="002D4F82"/>
    <w:rsid w:val="002D590E"/>
    <w:rsid w:val="002D5C85"/>
    <w:rsid w:val="002D5EFE"/>
    <w:rsid w:val="002D62D1"/>
    <w:rsid w:val="002D6DA3"/>
    <w:rsid w:val="002D74BB"/>
    <w:rsid w:val="002E07C8"/>
    <w:rsid w:val="002E0A5D"/>
    <w:rsid w:val="002E13A6"/>
    <w:rsid w:val="002E1BBF"/>
    <w:rsid w:val="002E2266"/>
    <w:rsid w:val="002E274A"/>
    <w:rsid w:val="002E2AF3"/>
    <w:rsid w:val="002E34F2"/>
    <w:rsid w:val="002E3991"/>
    <w:rsid w:val="002E3B14"/>
    <w:rsid w:val="002E3E93"/>
    <w:rsid w:val="002E45DF"/>
    <w:rsid w:val="002E48CB"/>
    <w:rsid w:val="002E4D1D"/>
    <w:rsid w:val="002E505F"/>
    <w:rsid w:val="002E54D7"/>
    <w:rsid w:val="002E5636"/>
    <w:rsid w:val="002E56F6"/>
    <w:rsid w:val="002E61C9"/>
    <w:rsid w:val="002E62DE"/>
    <w:rsid w:val="002E6396"/>
    <w:rsid w:val="002E646F"/>
    <w:rsid w:val="002E6FAA"/>
    <w:rsid w:val="002E7A66"/>
    <w:rsid w:val="002E7DCD"/>
    <w:rsid w:val="002F0D92"/>
    <w:rsid w:val="002F152E"/>
    <w:rsid w:val="002F157D"/>
    <w:rsid w:val="002F28D4"/>
    <w:rsid w:val="002F2C2C"/>
    <w:rsid w:val="002F30B7"/>
    <w:rsid w:val="002F35A9"/>
    <w:rsid w:val="002F42B8"/>
    <w:rsid w:val="002F44E9"/>
    <w:rsid w:val="002F4653"/>
    <w:rsid w:val="002F4A8A"/>
    <w:rsid w:val="002F4CD0"/>
    <w:rsid w:val="002F5378"/>
    <w:rsid w:val="002F6240"/>
    <w:rsid w:val="002F6316"/>
    <w:rsid w:val="002F646F"/>
    <w:rsid w:val="002F6744"/>
    <w:rsid w:val="0030001E"/>
    <w:rsid w:val="00301946"/>
    <w:rsid w:val="00301F48"/>
    <w:rsid w:val="003026AD"/>
    <w:rsid w:val="00302AF7"/>
    <w:rsid w:val="003039F5"/>
    <w:rsid w:val="0030463C"/>
    <w:rsid w:val="00304B26"/>
    <w:rsid w:val="00304F3F"/>
    <w:rsid w:val="00304FB1"/>
    <w:rsid w:val="0030598D"/>
    <w:rsid w:val="00306656"/>
    <w:rsid w:val="00306996"/>
    <w:rsid w:val="0030705D"/>
    <w:rsid w:val="00307E2E"/>
    <w:rsid w:val="00310DAC"/>
    <w:rsid w:val="00311296"/>
    <w:rsid w:val="00311498"/>
    <w:rsid w:val="003116F3"/>
    <w:rsid w:val="00311844"/>
    <w:rsid w:val="00311CBE"/>
    <w:rsid w:val="00311E65"/>
    <w:rsid w:val="003128E3"/>
    <w:rsid w:val="00312E0D"/>
    <w:rsid w:val="00313142"/>
    <w:rsid w:val="00313EF0"/>
    <w:rsid w:val="003149E5"/>
    <w:rsid w:val="003153B2"/>
    <w:rsid w:val="003157FE"/>
    <w:rsid w:val="00315C96"/>
    <w:rsid w:val="00315E77"/>
    <w:rsid w:val="00320164"/>
    <w:rsid w:val="003207A4"/>
    <w:rsid w:val="003214FB"/>
    <w:rsid w:val="003221AE"/>
    <w:rsid w:val="00322863"/>
    <w:rsid w:val="00322DE8"/>
    <w:rsid w:val="0032304E"/>
    <w:rsid w:val="00323AFD"/>
    <w:rsid w:val="00323BA4"/>
    <w:rsid w:val="003240D6"/>
    <w:rsid w:val="003252FC"/>
    <w:rsid w:val="00325548"/>
    <w:rsid w:val="00325908"/>
    <w:rsid w:val="00325D1B"/>
    <w:rsid w:val="00326343"/>
    <w:rsid w:val="0032674B"/>
    <w:rsid w:val="00326911"/>
    <w:rsid w:val="00326A3A"/>
    <w:rsid w:val="0032712C"/>
    <w:rsid w:val="003271D6"/>
    <w:rsid w:val="00327526"/>
    <w:rsid w:val="00327793"/>
    <w:rsid w:val="00327AE9"/>
    <w:rsid w:val="00327EDF"/>
    <w:rsid w:val="00330354"/>
    <w:rsid w:val="00330442"/>
    <w:rsid w:val="00330723"/>
    <w:rsid w:val="00330825"/>
    <w:rsid w:val="00330969"/>
    <w:rsid w:val="00330A41"/>
    <w:rsid w:val="00331826"/>
    <w:rsid w:val="003318BD"/>
    <w:rsid w:val="00331BB9"/>
    <w:rsid w:val="00331E15"/>
    <w:rsid w:val="00331FEE"/>
    <w:rsid w:val="003328CE"/>
    <w:rsid w:val="00332E20"/>
    <w:rsid w:val="00333390"/>
    <w:rsid w:val="003333D6"/>
    <w:rsid w:val="003335FA"/>
    <w:rsid w:val="00333658"/>
    <w:rsid w:val="003349FE"/>
    <w:rsid w:val="0033535D"/>
    <w:rsid w:val="00337134"/>
    <w:rsid w:val="003372A9"/>
    <w:rsid w:val="00337DED"/>
    <w:rsid w:val="00340B4C"/>
    <w:rsid w:val="00341235"/>
    <w:rsid w:val="003416ED"/>
    <w:rsid w:val="00341BB1"/>
    <w:rsid w:val="00341CBB"/>
    <w:rsid w:val="003420C5"/>
    <w:rsid w:val="0034295D"/>
    <w:rsid w:val="00342BE4"/>
    <w:rsid w:val="00343724"/>
    <w:rsid w:val="00343BF7"/>
    <w:rsid w:val="00343D99"/>
    <w:rsid w:val="00343EA3"/>
    <w:rsid w:val="0034400A"/>
    <w:rsid w:val="0034575E"/>
    <w:rsid w:val="00345CD0"/>
    <w:rsid w:val="003462F0"/>
    <w:rsid w:val="00346DED"/>
    <w:rsid w:val="00346E67"/>
    <w:rsid w:val="00346F44"/>
    <w:rsid w:val="00347065"/>
    <w:rsid w:val="00347698"/>
    <w:rsid w:val="003477D0"/>
    <w:rsid w:val="0034798C"/>
    <w:rsid w:val="00350A60"/>
    <w:rsid w:val="00350AA0"/>
    <w:rsid w:val="00351DFE"/>
    <w:rsid w:val="00352291"/>
    <w:rsid w:val="00352415"/>
    <w:rsid w:val="003525A4"/>
    <w:rsid w:val="003526A2"/>
    <w:rsid w:val="0035276E"/>
    <w:rsid w:val="00352B3E"/>
    <w:rsid w:val="00352BB2"/>
    <w:rsid w:val="00352F15"/>
    <w:rsid w:val="00352FD2"/>
    <w:rsid w:val="00353425"/>
    <w:rsid w:val="003535AE"/>
    <w:rsid w:val="00353D8A"/>
    <w:rsid w:val="003543C6"/>
    <w:rsid w:val="00355299"/>
    <w:rsid w:val="00356947"/>
    <w:rsid w:val="00356E9E"/>
    <w:rsid w:val="003573D3"/>
    <w:rsid w:val="0035765C"/>
    <w:rsid w:val="003604D5"/>
    <w:rsid w:val="00360A3D"/>
    <w:rsid w:val="00360C19"/>
    <w:rsid w:val="00362904"/>
    <w:rsid w:val="00362A95"/>
    <w:rsid w:val="00362B44"/>
    <w:rsid w:val="00363D3B"/>
    <w:rsid w:val="003641E9"/>
    <w:rsid w:val="00365A85"/>
    <w:rsid w:val="00365FCD"/>
    <w:rsid w:val="00366258"/>
    <w:rsid w:val="00366C24"/>
    <w:rsid w:val="00367196"/>
    <w:rsid w:val="00367B55"/>
    <w:rsid w:val="00367FDF"/>
    <w:rsid w:val="00371036"/>
    <w:rsid w:val="00371131"/>
    <w:rsid w:val="003719CC"/>
    <w:rsid w:val="00371F21"/>
    <w:rsid w:val="0037227C"/>
    <w:rsid w:val="00372463"/>
    <w:rsid w:val="0037288E"/>
    <w:rsid w:val="00372D8B"/>
    <w:rsid w:val="00372ECE"/>
    <w:rsid w:val="00373524"/>
    <w:rsid w:val="00373A7E"/>
    <w:rsid w:val="00373C91"/>
    <w:rsid w:val="00374188"/>
    <w:rsid w:val="003748C6"/>
    <w:rsid w:val="00374D52"/>
    <w:rsid w:val="003755FE"/>
    <w:rsid w:val="00375B25"/>
    <w:rsid w:val="003761D7"/>
    <w:rsid w:val="00376D1F"/>
    <w:rsid w:val="00376FE3"/>
    <w:rsid w:val="0037787A"/>
    <w:rsid w:val="00380529"/>
    <w:rsid w:val="00381220"/>
    <w:rsid w:val="003818FE"/>
    <w:rsid w:val="003827E6"/>
    <w:rsid w:val="00382C07"/>
    <w:rsid w:val="00383913"/>
    <w:rsid w:val="003839C6"/>
    <w:rsid w:val="00383AF7"/>
    <w:rsid w:val="00383C37"/>
    <w:rsid w:val="00384749"/>
    <w:rsid w:val="00384947"/>
    <w:rsid w:val="00384FD5"/>
    <w:rsid w:val="0038554A"/>
    <w:rsid w:val="00385E1B"/>
    <w:rsid w:val="0038727B"/>
    <w:rsid w:val="003901B3"/>
    <w:rsid w:val="0039164C"/>
    <w:rsid w:val="0039190E"/>
    <w:rsid w:val="003919E6"/>
    <w:rsid w:val="00391ED9"/>
    <w:rsid w:val="00392351"/>
    <w:rsid w:val="00392428"/>
    <w:rsid w:val="00393568"/>
    <w:rsid w:val="003936D3"/>
    <w:rsid w:val="00393F00"/>
    <w:rsid w:val="003942D0"/>
    <w:rsid w:val="00394439"/>
    <w:rsid w:val="0039462C"/>
    <w:rsid w:val="003947A7"/>
    <w:rsid w:val="00394F8D"/>
    <w:rsid w:val="00394FB0"/>
    <w:rsid w:val="003950CD"/>
    <w:rsid w:val="003955C9"/>
    <w:rsid w:val="00395C6A"/>
    <w:rsid w:val="0039625B"/>
    <w:rsid w:val="003963B3"/>
    <w:rsid w:val="00396ABF"/>
    <w:rsid w:val="00396B02"/>
    <w:rsid w:val="00396DAB"/>
    <w:rsid w:val="00396DAE"/>
    <w:rsid w:val="00397760"/>
    <w:rsid w:val="003A08C7"/>
    <w:rsid w:val="003A0EEC"/>
    <w:rsid w:val="003A1FAD"/>
    <w:rsid w:val="003A2890"/>
    <w:rsid w:val="003A2AC5"/>
    <w:rsid w:val="003A2B4B"/>
    <w:rsid w:val="003A2D12"/>
    <w:rsid w:val="003A2E4E"/>
    <w:rsid w:val="003A34CB"/>
    <w:rsid w:val="003A36B2"/>
    <w:rsid w:val="003A392E"/>
    <w:rsid w:val="003A3DF2"/>
    <w:rsid w:val="003A4DB2"/>
    <w:rsid w:val="003A5884"/>
    <w:rsid w:val="003A60D1"/>
    <w:rsid w:val="003A7008"/>
    <w:rsid w:val="003A726F"/>
    <w:rsid w:val="003A73F3"/>
    <w:rsid w:val="003B02E5"/>
    <w:rsid w:val="003B0BA7"/>
    <w:rsid w:val="003B1193"/>
    <w:rsid w:val="003B1704"/>
    <w:rsid w:val="003B2030"/>
    <w:rsid w:val="003B27E1"/>
    <w:rsid w:val="003B2EBB"/>
    <w:rsid w:val="003B3B1F"/>
    <w:rsid w:val="003B3CF8"/>
    <w:rsid w:val="003B42B2"/>
    <w:rsid w:val="003B4E93"/>
    <w:rsid w:val="003B4F35"/>
    <w:rsid w:val="003B64AA"/>
    <w:rsid w:val="003B68D8"/>
    <w:rsid w:val="003B69D8"/>
    <w:rsid w:val="003B6FF5"/>
    <w:rsid w:val="003B7033"/>
    <w:rsid w:val="003B73D8"/>
    <w:rsid w:val="003B7808"/>
    <w:rsid w:val="003B7B37"/>
    <w:rsid w:val="003C0035"/>
    <w:rsid w:val="003C037E"/>
    <w:rsid w:val="003C0B46"/>
    <w:rsid w:val="003C0E8A"/>
    <w:rsid w:val="003C192A"/>
    <w:rsid w:val="003C1D6E"/>
    <w:rsid w:val="003C258A"/>
    <w:rsid w:val="003C26C4"/>
    <w:rsid w:val="003C29A9"/>
    <w:rsid w:val="003C2BB9"/>
    <w:rsid w:val="003C42EC"/>
    <w:rsid w:val="003C4901"/>
    <w:rsid w:val="003C4996"/>
    <w:rsid w:val="003C4ACB"/>
    <w:rsid w:val="003C4B2E"/>
    <w:rsid w:val="003C6D93"/>
    <w:rsid w:val="003C7678"/>
    <w:rsid w:val="003C7773"/>
    <w:rsid w:val="003C7D87"/>
    <w:rsid w:val="003D02A5"/>
    <w:rsid w:val="003D09C1"/>
    <w:rsid w:val="003D0A00"/>
    <w:rsid w:val="003D1488"/>
    <w:rsid w:val="003D2546"/>
    <w:rsid w:val="003D2708"/>
    <w:rsid w:val="003D2A42"/>
    <w:rsid w:val="003D34B3"/>
    <w:rsid w:val="003D457E"/>
    <w:rsid w:val="003D49F5"/>
    <w:rsid w:val="003D4B18"/>
    <w:rsid w:val="003D4B26"/>
    <w:rsid w:val="003D4C7B"/>
    <w:rsid w:val="003D553E"/>
    <w:rsid w:val="003D5728"/>
    <w:rsid w:val="003D5A15"/>
    <w:rsid w:val="003D5ADF"/>
    <w:rsid w:val="003D68E0"/>
    <w:rsid w:val="003D7447"/>
    <w:rsid w:val="003D74CE"/>
    <w:rsid w:val="003D750A"/>
    <w:rsid w:val="003D7767"/>
    <w:rsid w:val="003D785A"/>
    <w:rsid w:val="003E0018"/>
    <w:rsid w:val="003E050D"/>
    <w:rsid w:val="003E161A"/>
    <w:rsid w:val="003E177C"/>
    <w:rsid w:val="003E1DBE"/>
    <w:rsid w:val="003E2354"/>
    <w:rsid w:val="003E2B7A"/>
    <w:rsid w:val="003E2CB3"/>
    <w:rsid w:val="003E2E6A"/>
    <w:rsid w:val="003E33BA"/>
    <w:rsid w:val="003E46A6"/>
    <w:rsid w:val="003E4733"/>
    <w:rsid w:val="003E4801"/>
    <w:rsid w:val="003E4C3A"/>
    <w:rsid w:val="003E508A"/>
    <w:rsid w:val="003E5A7F"/>
    <w:rsid w:val="003E5FB2"/>
    <w:rsid w:val="003E6397"/>
    <w:rsid w:val="003E6DF2"/>
    <w:rsid w:val="003E6F5E"/>
    <w:rsid w:val="003E7F64"/>
    <w:rsid w:val="003F0141"/>
    <w:rsid w:val="003F0150"/>
    <w:rsid w:val="003F03CD"/>
    <w:rsid w:val="003F0538"/>
    <w:rsid w:val="003F0AD8"/>
    <w:rsid w:val="003F2503"/>
    <w:rsid w:val="003F2F89"/>
    <w:rsid w:val="003F2FE1"/>
    <w:rsid w:val="003F34D3"/>
    <w:rsid w:val="003F446E"/>
    <w:rsid w:val="003F4F20"/>
    <w:rsid w:val="003F51A4"/>
    <w:rsid w:val="003F55D9"/>
    <w:rsid w:val="003F611D"/>
    <w:rsid w:val="003F6C01"/>
    <w:rsid w:val="003F7457"/>
    <w:rsid w:val="003F753A"/>
    <w:rsid w:val="00400014"/>
    <w:rsid w:val="004002C7"/>
    <w:rsid w:val="004008BB"/>
    <w:rsid w:val="00402ACD"/>
    <w:rsid w:val="00403477"/>
    <w:rsid w:val="0040349C"/>
    <w:rsid w:val="00403DE3"/>
    <w:rsid w:val="00403E2E"/>
    <w:rsid w:val="004041C8"/>
    <w:rsid w:val="004043E8"/>
    <w:rsid w:val="004044C1"/>
    <w:rsid w:val="00404930"/>
    <w:rsid w:val="004059FD"/>
    <w:rsid w:val="00405A78"/>
    <w:rsid w:val="00406314"/>
    <w:rsid w:val="00406AEA"/>
    <w:rsid w:val="004072E9"/>
    <w:rsid w:val="00407643"/>
    <w:rsid w:val="004079CB"/>
    <w:rsid w:val="00410EBF"/>
    <w:rsid w:val="00410F10"/>
    <w:rsid w:val="00411850"/>
    <w:rsid w:val="00411F4E"/>
    <w:rsid w:val="004123B1"/>
    <w:rsid w:val="004134AA"/>
    <w:rsid w:val="00413AA6"/>
    <w:rsid w:val="00414F05"/>
    <w:rsid w:val="00414FC3"/>
    <w:rsid w:val="004153D1"/>
    <w:rsid w:val="0041573C"/>
    <w:rsid w:val="00415A7E"/>
    <w:rsid w:val="00415B2D"/>
    <w:rsid w:val="004160F8"/>
    <w:rsid w:val="0041628B"/>
    <w:rsid w:val="004169B2"/>
    <w:rsid w:val="00416E33"/>
    <w:rsid w:val="00417626"/>
    <w:rsid w:val="00417866"/>
    <w:rsid w:val="00417931"/>
    <w:rsid w:val="00417DB4"/>
    <w:rsid w:val="004201A9"/>
    <w:rsid w:val="00422767"/>
    <w:rsid w:val="00422C96"/>
    <w:rsid w:val="00422EE2"/>
    <w:rsid w:val="00423F6D"/>
    <w:rsid w:val="004240C6"/>
    <w:rsid w:val="0042489B"/>
    <w:rsid w:val="00425A03"/>
    <w:rsid w:val="00425DBA"/>
    <w:rsid w:val="004266A1"/>
    <w:rsid w:val="00426D05"/>
    <w:rsid w:val="004271B1"/>
    <w:rsid w:val="0042780D"/>
    <w:rsid w:val="00427C04"/>
    <w:rsid w:val="004301C7"/>
    <w:rsid w:val="00431A17"/>
    <w:rsid w:val="00432568"/>
    <w:rsid w:val="00432640"/>
    <w:rsid w:val="00432F2F"/>
    <w:rsid w:val="00433171"/>
    <w:rsid w:val="00433211"/>
    <w:rsid w:val="004333D4"/>
    <w:rsid w:val="00433C06"/>
    <w:rsid w:val="00434471"/>
    <w:rsid w:val="00435022"/>
    <w:rsid w:val="00435294"/>
    <w:rsid w:val="00435551"/>
    <w:rsid w:val="00435576"/>
    <w:rsid w:val="00435801"/>
    <w:rsid w:val="00435811"/>
    <w:rsid w:val="00435F44"/>
    <w:rsid w:val="00436731"/>
    <w:rsid w:val="00437A36"/>
    <w:rsid w:val="0044175B"/>
    <w:rsid w:val="00442966"/>
    <w:rsid w:val="00442CC1"/>
    <w:rsid w:val="004430D0"/>
    <w:rsid w:val="004435C5"/>
    <w:rsid w:val="004436AA"/>
    <w:rsid w:val="00443869"/>
    <w:rsid w:val="00443C48"/>
    <w:rsid w:val="004440CD"/>
    <w:rsid w:val="00444487"/>
    <w:rsid w:val="0044498D"/>
    <w:rsid w:val="00444AF9"/>
    <w:rsid w:val="00444FF5"/>
    <w:rsid w:val="004453D7"/>
    <w:rsid w:val="00445537"/>
    <w:rsid w:val="00445A1A"/>
    <w:rsid w:val="004468E3"/>
    <w:rsid w:val="00446A9A"/>
    <w:rsid w:val="00446CF8"/>
    <w:rsid w:val="00447276"/>
    <w:rsid w:val="00447930"/>
    <w:rsid w:val="00447ADD"/>
    <w:rsid w:val="00447C85"/>
    <w:rsid w:val="00447F86"/>
    <w:rsid w:val="00450515"/>
    <w:rsid w:val="0045180B"/>
    <w:rsid w:val="00451D30"/>
    <w:rsid w:val="00451D38"/>
    <w:rsid w:val="004520CE"/>
    <w:rsid w:val="00452287"/>
    <w:rsid w:val="004528D8"/>
    <w:rsid w:val="00452AA7"/>
    <w:rsid w:val="00452F78"/>
    <w:rsid w:val="00453590"/>
    <w:rsid w:val="004539EC"/>
    <w:rsid w:val="00453FBE"/>
    <w:rsid w:val="004548C1"/>
    <w:rsid w:val="004549AC"/>
    <w:rsid w:val="00454A84"/>
    <w:rsid w:val="004568EA"/>
    <w:rsid w:val="0045706E"/>
    <w:rsid w:val="00457789"/>
    <w:rsid w:val="00457B29"/>
    <w:rsid w:val="00460009"/>
    <w:rsid w:val="004601A6"/>
    <w:rsid w:val="004605CD"/>
    <w:rsid w:val="00460E2F"/>
    <w:rsid w:val="00461226"/>
    <w:rsid w:val="004616C8"/>
    <w:rsid w:val="00461A7B"/>
    <w:rsid w:val="00461E34"/>
    <w:rsid w:val="00462CDC"/>
    <w:rsid w:val="00462F3B"/>
    <w:rsid w:val="00463703"/>
    <w:rsid w:val="00463AC4"/>
    <w:rsid w:val="00463CBF"/>
    <w:rsid w:val="00464A04"/>
    <w:rsid w:val="00464A7F"/>
    <w:rsid w:val="00465268"/>
    <w:rsid w:val="004656A2"/>
    <w:rsid w:val="0046634F"/>
    <w:rsid w:val="004670E2"/>
    <w:rsid w:val="00467486"/>
    <w:rsid w:val="0046753F"/>
    <w:rsid w:val="00467929"/>
    <w:rsid w:val="00467AC7"/>
    <w:rsid w:val="0047076E"/>
    <w:rsid w:val="00470D85"/>
    <w:rsid w:val="00470FBE"/>
    <w:rsid w:val="0047123E"/>
    <w:rsid w:val="004713E7"/>
    <w:rsid w:val="00471804"/>
    <w:rsid w:val="00472095"/>
    <w:rsid w:val="00472DEC"/>
    <w:rsid w:val="00473379"/>
    <w:rsid w:val="0047378B"/>
    <w:rsid w:val="00473CE7"/>
    <w:rsid w:val="00473FE7"/>
    <w:rsid w:val="00474985"/>
    <w:rsid w:val="00476912"/>
    <w:rsid w:val="00476A9F"/>
    <w:rsid w:val="00476BFA"/>
    <w:rsid w:val="00477178"/>
    <w:rsid w:val="0047741E"/>
    <w:rsid w:val="00477ACD"/>
    <w:rsid w:val="00477DC8"/>
    <w:rsid w:val="00480A77"/>
    <w:rsid w:val="00481027"/>
    <w:rsid w:val="004822DD"/>
    <w:rsid w:val="00482349"/>
    <w:rsid w:val="00483B02"/>
    <w:rsid w:val="00483D00"/>
    <w:rsid w:val="00484198"/>
    <w:rsid w:val="0048487C"/>
    <w:rsid w:val="00484B53"/>
    <w:rsid w:val="004852AA"/>
    <w:rsid w:val="00485845"/>
    <w:rsid w:val="00485A08"/>
    <w:rsid w:val="00485F28"/>
    <w:rsid w:val="00485FBE"/>
    <w:rsid w:val="00486191"/>
    <w:rsid w:val="0048646D"/>
    <w:rsid w:val="004869DC"/>
    <w:rsid w:val="00486B1A"/>
    <w:rsid w:val="00486DFD"/>
    <w:rsid w:val="004875F9"/>
    <w:rsid w:val="004877D0"/>
    <w:rsid w:val="0048792C"/>
    <w:rsid w:val="0049022A"/>
    <w:rsid w:val="004903FA"/>
    <w:rsid w:val="00490648"/>
    <w:rsid w:val="004906CD"/>
    <w:rsid w:val="00490950"/>
    <w:rsid w:val="00490A17"/>
    <w:rsid w:val="00490C59"/>
    <w:rsid w:val="004911B2"/>
    <w:rsid w:val="0049120B"/>
    <w:rsid w:val="0049157F"/>
    <w:rsid w:val="00491591"/>
    <w:rsid w:val="0049179C"/>
    <w:rsid w:val="00491836"/>
    <w:rsid w:val="00491C8A"/>
    <w:rsid w:val="00491F24"/>
    <w:rsid w:val="004922CE"/>
    <w:rsid w:val="00492670"/>
    <w:rsid w:val="004927F7"/>
    <w:rsid w:val="00493416"/>
    <w:rsid w:val="00493F54"/>
    <w:rsid w:val="00494DF0"/>
    <w:rsid w:val="00494FA9"/>
    <w:rsid w:val="00495038"/>
    <w:rsid w:val="0049544A"/>
    <w:rsid w:val="00495B83"/>
    <w:rsid w:val="00495F25"/>
    <w:rsid w:val="00496494"/>
    <w:rsid w:val="0049691D"/>
    <w:rsid w:val="00496B75"/>
    <w:rsid w:val="004978A9"/>
    <w:rsid w:val="004A011B"/>
    <w:rsid w:val="004A0D53"/>
    <w:rsid w:val="004A0DB3"/>
    <w:rsid w:val="004A0F53"/>
    <w:rsid w:val="004A1C2E"/>
    <w:rsid w:val="004A1C82"/>
    <w:rsid w:val="004A1CB4"/>
    <w:rsid w:val="004A250B"/>
    <w:rsid w:val="004A2AAC"/>
    <w:rsid w:val="004A35C6"/>
    <w:rsid w:val="004A3720"/>
    <w:rsid w:val="004A3731"/>
    <w:rsid w:val="004A3A0F"/>
    <w:rsid w:val="004A3F31"/>
    <w:rsid w:val="004A4383"/>
    <w:rsid w:val="004A50EA"/>
    <w:rsid w:val="004A5488"/>
    <w:rsid w:val="004A5498"/>
    <w:rsid w:val="004A5778"/>
    <w:rsid w:val="004A5B47"/>
    <w:rsid w:val="004A5B84"/>
    <w:rsid w:val="004A61DC"/>
    <w:rsid w:val="004A67AB"/>
    <w:rsid w:val="004A73AA"/>
    <w:rsid w:val="004A79AD"/>
    <w:rsid w:val="004B0C28"/>
    <w:rsid w:val="004B109A"/>
    <w:rsid w:val="004B2C36"/>
    <w:rsid w:val="004B2E3E"/>
    <w:rsid w:val="004B2F4D"/>
    <w:rsid w:val="004B3443"/>
    <w:rsid w:val="004B370A"/>
    <w:rsid w:val="004B3A8D"/>
    <w:rsid w:val="004B3D76"/>
    <w:rsid w:val="004B4369"/>
    <w:rsid w:val="004B4CDA"/>
    <w:rsid w:val="004B4DE0"/>
    <w:rsid w:val="004B4E2A"/>
    <w:rsid w:val="004B5164"/>
    <w:rsid w:val="004B5C46"/>
    <w:rsid w:val="004B60D0"/>
    <w:rsid w:val="004B629F"/>
    <w:rsid w:val="004B631C"/>
    <w:rsid w:val="004B6427"/>
    <w:rsid w:val="004B656E"/>
    <w:rsid w:val="004B6D38"/>
    <w:rsid w:val="004B7018"/>
    <w:rsid w:val="004B7411"/>
    <w:rsid w:val="004B79FE"/>
    <w:rsid w:val="004C0349"/>
    <w:rsid w:val="004C061A"/>
    <w:rsid w:val="004C078E"/>
    <w:rsid w:val="004C0EDC"/>
    <w:rsid w:val="004C1392"/>
    <w:rsid w:val="004C1496"/>
    <w:rsid w:val="004C1A0D"/>
    <w:rsid w:val="004C1E78"/>
    <w:rsid w:val="004C2025"/>
    <w:rsid w:val="004C20E2"/>
    <w:rsid w:val="004C2515"/>
    <w:rsid w:val="004C2618"/>
    <w:rsid w:val="004C28EF"/>
    <w:rsid w:val="004C2BB0"/>
    <w:rsid w:val="004C35A8"/>
    <w:rsid w:val="004C4D15"/>
    <w:rsid w:val="004C531F"/>
    <w:rsid w:val="004C58CF"/>
    <w:rsid w:val="004C5BDC"/>
    <w:rsid w:val="004C5F49"/>
    <w:rsid w:val="004C6771"/>
    <w:rsid w:val="004C7232"/>
    <w:rsid w:val="004C7624"/>
    <w:rsid w:val="004C76C8"/>
    <w:rsid w:val="004D090A"/>
    <w:rsid w:val="004D11C7"/>
    <w:rsid w:val="004D12F0"/>
    <w:rsid w:val="004D18C6"/>
    <w:rsid w:val="004D2574"/>
    <w:rsid w:val="004D3C4A"/>
    <w:rsid w:val="004D3D45"/>
    <w:rsid w:val="004D4349"/>
    <w:rsid w:val="004D48D3"/>
    <w:rsid w:val="004D492B"/>
    <w:rsid w:val="004D60EB"/>
    <w:rsid w:val="004D6B6D"/>
    <w:rsid w:val="004D6E49"/>
    <w:rsid w:val="004D6E67"/>
    <w:rsid w:val="004D7A5F"/>
    <w:rsid w:val="004D7C36"/>
    <w:rsid w:val="004E0778"/>
    <w:rsid w:val="004E1782"/>
    <w:rsid w:val="004E1E00"/>
    <w:rsid w:val="004E1EB8"/>
    <w:rsid w:val="004E21F8"/>
    <w:rsid w:val="004E2475"/>
    <w:rsid w:val="004E260A"/>
    <w:rsid w:val="004E2951"/>
    <w:rsid w:val="004E2A08"/>
    <w:rsid w:val="004E2D3E"/>
    <w:rsid w:val="004E32FE"/>
    <w:rsid w:val="004E4471"/>
    <w:rsid w:val="004E48D6"/>
    <w:rsid w:val="004E4D4D"/>
    <w:rsid w:val="004E4D69"/>
    <w:rsid w:val="004E52E1"/>
    <w:rsid w:val="004E550B"/>
    <w:rsid w:val="004E5822"/>
    <w:rsid w:val="004E5AC7"/>
    <w:rsid w:val="004E5D73"/>
    <w:rsid w:val="004E607C"/>
    <w:rsid w:val="004E7267"/>
    <w:rsid w:val="004E7B34"/>
    <w:rsid w:val="004E7C1B"/>
    <w:rsid w:val="004F0B62"/>
    <w:rsid w:val="004F0EE6"/>
    <w:rsid w:val="004F0F92"/>
    <w:rsid w:val="004F1488"/>
    <w:rsid w:val="004F1C0C"/>
    <w:rsid w:val="004F2475"/>
    <w:rsid w:val="004F318B"/>
    <w:rsid w:val="004F32FE"/>
    <w:rsid w:val="004F3D76"/>
    <w:rsid w:val="004F402C"/>
    <w:rsid w:val="004F40AD"/>
    <w:rsid w:val="004F448B"/>
    <w:rsid w:val="004F4A11"/>
    <w:rsid w:val="004F526F"/>
    <w:rsid w:val="004F54B4"/>
    <w:rsid w:val="004F55F0"/>
    <w:rsid w:val="004F5C04"/>
    <w:rsid w:val="004F635B"/>
    <w:rsid w:val="004F6CE8"/>
    <w:rsid w:val="004F6EC6"/>
    <w:rsid w:val="004F75F8"/>
    <w:rsid w:val="004F764E"/>
    <w:rsid w:val="004F7CF2"/>
    <w:rsid w:val="004F7E0D"/>
    <w:rsid w:val="00500326"/>
    <w:rsid w:val="0050067F"/>
    <w:rsid w:val="0050152B"/>
    <w:rsid w:val="00501BE8"/>
    <w:rsid w:val="005022A5"/>
    <w:rsid w:val="005023F1"/>
    <w:rsid w:val="0050312E"/>
    <w:rsid w:val="00503F90"/>
    <w:rsid w:val="005044B3"/>
    <w:rsid w:val="0050474C"/>
    <w:rsid w:val="0050478E"/>
    <w:rsid w:val="005049D2"/>
    <w:rsid w:val="0050531F"/>
    <w:rsid w:val="005056FF"/>
    <w:rsid w:val="00505A40"/>
    <w:rsid w:val="00506E02"/>
    <w:rsid w:val="00507F1A"/>
    <w:rsid w:val="00510122"/>
    <w:rsid w:val="005104E1"/>
    <w:rsid w:val="0051063D"/>
    <w:rsid w:val="005125A4"/>
    <w:rsid w:val="00512A5D"/>
    <w:rsid w:val="00512E97"/>
    <w:rsid w:val="00513837"/>
    <w:rsid w:val="00513C7A"/>
    <w:rsid w:val="0051437C"/>
    <w:rsid w:val="005144A0"/>
    <w:rsid w:val="005145E9"/>
    <w:rsid w:val="00514608"/>
    <w:rsid w:val="005147CF"/>
    <w:rsid w:val="00514A55"/>
    <w:rsid w:val="00515AC3"/>
    <w:rsid w:val="005161DA"/>
    <w:rsid w:val="005161FB"/>
    <w:rsid w:val="00516428"/>
    <w:rsid w:val="00517735"/>
    <w:rsid w:val="00517C71"/>
    <w:rsid w:val="005213CE"/>
    <w:rsid w:val="00521400"/>
    <w:rsid w:val="005219DF"/>
    <w:rsid w:val="005225EF"/>
    <w:rsid w:val="00522DB4"/>
    <w:rsid w:val="005239ED"/>
    <w:rsid w:val="00523CAA"/>
    <w:rsid w:val="0052417C"/>
    <w:rsid w:val="005241EA"/>
    <w:rsid w:val="00524EED"/>
    <w:rsid w:val="00525991"/>
    <w:rsid w:val="00525D25"/>
    <w:rsid w:val="005263CA"/>
    <w:rsid w:val="005274FE"/>
    <w:rsid w:val="005300BE"/>
    <w:rsid w:val="005300C3"/>
    <w:rsid w:val="005304EF"/>
    <w:rsid w:val="00530903"/>
    <w:rsid w:val="00531115"/>
    <w:rsid w:val="00531591"/>
    <w:rsid w:val="005318FB"/>
    <w:rsid w:val="00531F60"/>
    <w:rsid w:val="00532A74"/>
    <w:rsid w:val="00532A7E"/>
    <w:rsid w:val="00532AE4"/>
    <w:rsid w:val="0053327E"/>
    <w:rsid w:val="00533323"/>
    <w:rsid w:val="0053372F"/>
    <w:rsid w:val="005339CC"/>
    <w:rsid w:val="00533D90"/>
    <w:rsid w:val="0053409E"/>
    <w:rsid w:val="0053533C"/>
    <w:rsid w:val="005366E0"/>
    <w:rsid w:val="00536A6D"/>
    <w:rsid w:val="0053703F"/>
    <w:rsid w:val="0053738A"/>
    <w:rsid w:val="0053774E"/>
    <w:rsid w:val="00537867"/>
    <w:rsid w:val="00540107"/>
    <w:rsid w:val="00540272"/>
    <w:rsid w:val="00540779"/>
    <w:rsid w:val="00540810"/>
    <w:rsid w:val="00540AC3"/>
    <w:rsid w:val="00540F08"/>
    <w:rsid w:val="00540FC7"/>
    <w:rsid w:val="00541519"/>
    <w:rsid w:val="00542491"/>
    <w:rsid w:val="0054252F"/>
    <w:rsid w:val="00543A76"/>
    <w:rsid w:val="00543D94"/>
    <w:rsid w:val="00545191"/>
    <w:rsid w:val="00545B90"/>
    <w:rsid w:val="00546F6B"/>
    <w:rsid w:val="0054714A"/>
    <w:rsid w:val="005475DF"/>
    <w:rsid w:val="00547885"/>
    <w:rsid w:val="00547B84"/>
    <w:rsid w:val="00547E80"/>
    <w:rsid w:val="00547EE3"/>
    <w:rsid w:val="005500DB"/>
    <w:rsid w:val="00550B58"/>
    <w:rsid w:val="005511BF"/>
    <w:rsid w:val="00552408"/>
    <w:rsid w:val="00552864"/>
    <w:rsid w:val="00552DB7"/>
    <w:rsid w:val="00553286"/>
    <w:rsid w:val="00553579"/>
    <w:rsid w:val="00553712"/>
    <w:rsid w:val="00554399"/>
    <w:rsid w:val="005553E3"/>
    <w:rsid w:val="00555814"/>
    <w:rsid w:val="0055592A"/>
    <w:rsid w:val="005559F6"/>
    <w:rsid w:val="00555A37"/>
    <w:rsid w:val="00555FD8"/>
    <w:rsid w:val="00556347"/>
    <w:rsid w:val="00556687"/>
    <w:rsid w:val="005567E4"/>
    <w:rsid w:val="0055743A"/>
    <w:rsid w:val="00557807"/>
    <w:rsid w:val="00560246"/>
    <w:rsid w:val="00560387"/>
    <w:rsid w:val="00560552"/>
    <w:rsid w:val="00560918"/>
    <w:rsid w:val="00560D1B"/>
    <w:rsid w:val="00560E91"/>
    <w:rsid w:val="005613C4"/>
    <w:rsid w:val="005614D7"/>
    <w:rsid w:val="005619F2"/>
    <w:rsid w:val="00561BE4"/>
    <w:rsid w:val="00561C00"/>
    <w:rsid w:val="00561CBC"/>
    <w:rsid w:val="00562146"/>
    <w:rsid w:val="0056273D"/>
    <w:rsid w:val="0056274C"/>
    <w:rsid w:val="00562E75"/>
    <w:rsid w:val="00563D6F"/>
    <w:rsid w:val="00563D99"/>
    <w:rsid w:val="005660A6"/>
    <w:rsid w:val="005660AC"/>
    <w:rsid w:val="005660AD"/>
    <w:rsid w:val="005660C8"/>
    <w:rsid w:val="00566B82"/>
    <w:rsid w:val="00566D68"/>
    <w:rsid w:val="005673BB"/>
    <w:rsid w:val="005676BA"/>
    <w:rsid w:val="00567813"/>
    <w:rsid w:val="00567820"/>
    <w:rsid w:val="00567DF6"/>
    <w:rsid w:val="00570487"/>
    <w:rsid w:val="005704E1"/>
    <w:rsid w:val="005706C2"/>
    <w:rsid w:val="00570C47"/>
    <w:rsid w:val="00571833"/>
    <w:rsid w:val="005718B3"/>
    <w:rsid w:val="00571D63"/>
    <w:rsid w:val="00571FDE"/>
    <w:rsid w:val="00572241"/>
    <w:rsid w:val="00572346"/>
    <w:rsid w:val="00572A8E"/>
    <w:rsid w:val="00574BDD"/>
    <w:rsid w:val="00574D18"/>
    <w:rsid w:val="0057562B"/>
    <w:rsid w:val="005759E5"/>
    <w:rsid w:val="00575A80"/>
    <w:rsid w:val="00575C42"/>
    <w:rsid w:val="00576305"/>
    <w:rsid w:val="005809B5"/>
    <w:rsid w:val="0058191F"/>
    <w:rsid w:val="00581C2D"/>
    <w:rsid w:val="005822F3"/>
    <w:rsid w:val="005826D8"/>
    <w:rsid w:val="0058300C"/>
    <w:rsid w:val="005831A0"/>
    <w:rsid w:val="005832A4"/>
    <w:rsid w:val="00583458"/>
    <w:rsid w:val="00583780"/>
    <w:rsid w:val="0058390C"/>
    <w:rsid w:val="00583F7E"/>
    <w:rsid w:val="00583F81"/>
    <w:rsid w:val="005841F3"/>
    <w:rsid w:val="00584344"/>
    <w:rsid w:val="00584402"/>
    <w:rsid w:val="005848E9"/>
    <w:rsid w:val="0058514D"/>
    <w:rsid w:val="00585B76"/>
    <w:rsid w:val="00586092"/>
    <w:rsid w:val="00586CE2"/>
    <w:rsid w:val="00586E05"/>
    <w:rsid w:val="00586EAA"/>
    <w:rsid w:val="00587BA9"/>
    <w:rsid w:val="00587C5C"/>
    <w:rsid w:val="005901F1"/>
    <w:rsid w:val="00590509"/>
    <w:rsid w:val="0059128E"/>
    <w:rsid w:val="005917D4"/>
    <w:rsid w:val="0059203D"/>
    <w:rsid w:val="00592CB7"/>
    <w:rsid w:val="00593FC3"/>
    <w:rsid w:val="00594071"/>
    <w:rsid w:val="00594E2E"/>
    <w:rsid w:val="00595EE2"/>
    <w:rsid w:val="00595F1F"/>
    <w:rsid w:val="005961C4"/>
    <w:rsid w:val="00596204"/>
    <w:rsid w:val="00596C4B"/>
    <w:rsid w:val="00597624"/>
    <w:rsid w:val="005A1153"/>
    <w:rsid w:val="005A192C"/>
    <w:rsid w:val="005A21F3"/>
    <w:rsid w:val="005A2487"/>
    <w:rsid w:val="005A30B0"/>
    <w:rsid w:val="005A322D"/>
    <w:rsid w:val="005A3763"/>
    <w:rsid w:val="005A46BC"/>
    <w:rsid w:val="005A4878"/>
    <w:rsid w:val="005A4982"/>
    <w:rsid w:val="005A4984"/>
    <w:rsid w:val="005A4F7C"/>
    <w:rsid w:val="005A5650"/>
    <w:rsid w:val="005A579B"/>
    <w:rsid w:val="005A5CA4"/>
    <w:rsid w:val="005A5F53"/>
    <w:rsid w:val="005A6299"/>
    <w:rsid w:val="005A6F37"/>
    <w:rsid w:val="005A78FE"/>
    <w:rsid w:val="005A7B9A"/>
    <w:rsid w:val="005A7D4D"/>
    <w:rsid w:val="005A7DAF"/>
    <w:rsid w:val="005B0FC2"/>
    <w:rsid w:val="005B1ED2"/>
    <w:rsid w:val="005B2028"/>
    <w:rsid w:val="005B271B"/>
    <w:rsid w:val="005B2906"/>
    <w:rsid w:val="005B2D99"/>
    <w:rsid w:val="005B343C"/>
    <w:rsid w:val="005B3625"/>
    <w:rsid w:val="005B38A2"/>
    <w:rsid w:val="005B3A24"/>
    <w:rsid w:val="005B3D2D"/>
    <w:rsid w:val="005B4F02"/>
    <w:rsid w:val="005B5E83"/>
    <w:rsid w:val="005B5F36"/>
    <w:rsid w:val="005B652A"/>
    <w:rsid w:val="005B6AA0"/>
    <w:rsid w:val="005B71CF"/>
    <w:rsid w:val="005B75A5"/>
    <w:rsid w:val="005C03D3"/>
    <w:rsid w:val="005C08D7"/>
    <w:rsid w:val="005C1501"/>
    <w:rsid w:val="005C190A"/>
    <w:rsid w:val="005C1A56"/>
    <w:rsid w:val="005C1C81"/>
    <w:rsid w:val="005C23F9"/>
    <w:rsid w:val="005C2549"/>
    <w:rsid w:val="005C2E5C"/>
    <w:rsid w:val="005C429E"/>
    <w:rsid w:val="005C4ED9"/>
    <w:rsid w:val="005C5166"/>
    <w:rsid w:val="005C52F3"/>
    <w:rsid w:val="005C5368"/>
    <w:rsid w:val="005C5392"/>
    <w:rsid w:val="005C5CC8"/>
    <w:rsid w:val="005C7915"/>
    <w:rsid w:val="005C7DF7"/>
    <w:rsid w:val="005D020E"/>
    <w:rsid w:val="005D15B7"/>
    <w:rsid w:val="005D1F16"/>
    <w:rsid w:val="005D235C"/>
    <w:rsid w:val="005D2481"/>
    <w:rsid w:val="005D2C40"/>
    <w:rsid w:val="005D2DE3"/>
    <w:rsid w:val="005D2F20"/>
    <w:rsid w:val="005D2F58"/>
    <w:rsid w:val="005D30BE"/>
    <w:rsid w:val="005D39DA"/>
    <w:rsid w:val="005D44DD"/>
    <w:rsid w:val="005D4511"/>
    <w:rsid w:val="005D577F"/>
    <w:rsid w:val="005D6B58"/>
    <w:rsid w:val="005D7430"/>
    <w:rsid w:val="005D7927"/>
    <w:rsid w:val="005E037F"/>
    <w:rsid w:val="005E0B88"/>
    <w:rsid w:val="005E0C86"/>
    <w:rsid w:val="005E0E8E"/>
    <w:rsid w:val="005E12CF"/>
    <w:rsid w:val="005E1F6D"/>
    <w:rsid w:val="005E23FC"/>
    <w:rsid w:val="005E2736"/>
    <w:rsid w:val="005E2A2A"/>
    <w:rsid w:val="005E3190"/>
    <w:rsid w:val="005E31FA"/>
    <w:rsid w:val="005E3662"/>
    <w:rsid w:val="005E3D4F"/>
    <w:rsid w:val="005E4142"/>
    <w:rsid w:val="005E431A"/>
    <w:rsid w:val="005E53F6"/>
    <w:rsid w:val="005E54A1"/>
    <w:rsid w:val="005E6025"/>
    <w:rsid w:val="005E60A6"/>
    <w:rsid w:val="005E7BFE"/>
    <w:rsid w:val="005F1C32"/>
    <w:rsid w:val="005F1D61"/>
    <w:rsid w:val="005F2BEC"/>
    <w:rsid w:val="005F34EA"/>
    <w:rsid w:val="005F3DA0"/>
    <w:rsid w:val="005F3DA7"/>
    <w:rsid w:val="005F44AE"/>
    <w:rsid w:val="005F48AF"/>
    <w:rsid w:val="005F48EA"/>
    <w:rsid w:val="005F4DC0"/>
    <w:rsid w:val="005F5097"/>
    <w:rsid w:val="005F537B"/>
    <w:rsid w:val="005F562C"/>
    <w:rsid w:val="005F6FB4"/>
    <w:rsid w:val="005F70F1"/>
    <w:rsid w:val="006002B5"/>
    <w:rsid w:val="00600A24"/>
    <w:rsid w:val="0060108A"/>
    <w:rsid w:val="006019EC"/>
    <w:rsid w:val="0060314A"/>
    <w:rsid w:val="0060327E"/>
    <w:rsid w:val="00603F33"/>
    <w:rsid w:val="0060448F"/>
    <w:rsid w:val="006047F9"/>
    <w:rsid w:val="00604805"/>
    <w:rsid w:val="00604AB2"/>
    <w:rsid w:val="006057CD"/>
    <w:rsid w:val="00605D3C"/>
    <w:rsid w:val="0060603A"/>
    <w:rsid w:val="006065C3"/>
    <w:rsid w:val="00606792"/>
    <w:rsid w:val="00606893"/>
    <w:rsid w:val="00607372"/>
    <w:rsid w:val="00610541"/>
    <w:rsid w:val="0061081B"/>
    <w:rsid w:val="006109EB"/>
    <w:rsid w:val="00610D52"/>
    <w:rsid w:val="00611464"/>
    <w:rsid w:val="00611553"/>
    <w:rsid w:val="00612E25"/>
    <w:rsid w:val="00613135"/>
    <w:rsid w:val="00613396"/>
    <w:rsid w:val="0061380A"/>
    <w:rsid w:val="0061479D"/>
    <w:rsid w:val="00614B57"/>
    <w:rsid w:val="00615366"/>
    <w:rsid w:val="0061581A"/>
    <w:rsid w:val="00615D7F"/>
    <w:rsid w:val="00616AFB"/>
    <w:rsid w:val="00616B99"/>
    <w:rsid w:val="00616D97"/>
    <w:rsid w:val="0061733D"/>
    <w:rsid w:val="00617EB5"/>
    <w:rsid w:val="00620008"/>
    <w:rsid w:val="006202FC"/>
    <w:rsid w:val="006204B0"/>
    <w:rsid w:val="0062081A"/>
    <w:rsid w:val="00620841"/>
    <w:rsid w:val="00620AFF"/>
    <w:rsid w:val="00621D97"/>
    <w:rsid w:val="00623074"/>
    <w:rsid w:val="00623694"/>
    <w:rsid w:val="00623DCA"/>
    <w:rsid w:val="00623DD2"/>
    <w:rsid w:val="00624160"/>
    <w:rsid w:val="006245D7"/>
    <w:rsid w:val="00624818"/>
    <w:rsid w:val="00624A54"/>
    <w:rsid w:val="00625FAD"/>
    <w:rsid w:val="006273D6"/>
    <w:rsid w:val="006278B0"/>
    <w:rsid w:val="00630089"/>
    <w:rsid w:val="0063045E"/>
    <w:rsid w:val="00630C85"/>
    <w:rsid w:val="00630DF4"/>
    <w:rsid w:val="00630F66"/>
    <w:rsid w:val="00631CD4"/>
    <w:rsid w:val="00632535"/>
    <w:rsid w:val="00632856"/>
    <w:rsid w:val="00633651"/>
    <w:rsid w:val="00633A28"/>
    <w:rsid w:val="006342B3"/>
    <w:rsid w:val="0063451F"/>
    <w:rsid w:val="00635333"/>
    <w:rsid w:val="0063548B"/>
    <w:rsid w:val="006358ED"/>
    <w:rsid w:val="0063669B"/>
    <w:rsid w:val="006366B4"/>
    <w:rsid w:val="00636A76"/>
    <w:rsid w:val="00636CB3"/>
    <w:rsid w:val="006372EC"/>
    <w:rsid w:val="00637B66"/>
    <w:rsid w:val="00637FA2"/>
    <w:rsid w:val="00640607"/>
    <w:rsid w:val="006407C7"/>
    <w:rsid w:val="00641ADA"/>
    <w:rsid w:val="00641AF2"/>
    <w:rsid w:val="00641E62"/>
    <w:rsid w:val="006420F3"/>
    <w:rsid w:val="0064213F"/>
    <w:rsid w:val="00642E59"/>
    <w:rsid w:val="00643016"/>
    <w:rsid w:val="006431DF"/>
    <w:rsid w:val="0064409D"/>
    <w:rsid w:val="00645679"/>
    <w:rsid w:val="006456FD"/>
    <w:rsid w:val="00645980"/>
    <w:rsid w:val="00646AE8"/>
    <w:rsid w:val="0064713D"/>
    <w:rsid w:val="006471DA"/>
    <w:rsid w:val="00647CA6"/>
    <w:rsid w:val="00647DD4"/>
    <w:rsid w:val="00650392"/>
    <w:rsid w:val="00650F47"/>
    <w:rsid w:val="00651DD7"/>
    <w:rsid w:val="006526C0"/>
    <w:rsid w:val="0065329A"/>
    <w:rsid w:val="00653542"/>
    <w:rsid w:val="00653A2F"/>
    <w:rsid w:val="00654107"/>
    <w:rsid w:val="00654331"/>
    <w:rsid w:val="006546AC"/>
    <w:rsid w:val="006548F1"/>
    <w:rsid w:val="00655BEC"/>
    <w:rsid w:val="006560B2"/>
    <w:rsid w:val="00656EE4"/>
    <w:rsid w:val="0065783E"/>
    <w:rsid w:val="00660B28"/>
    <w:rsid w:val="00661F3E"/>
    <w:rsid w:val="0066204A"/>
    <w:rsid w:val="00662759"/>
    <w:rsid w:val="00662DBB"/>
    <w:rsid w:val="00663D39"/>
    <w:rsid w:val="00664728"/>
    <w:rsid w:val="00664896"/>
    <w:rsid w:val="00664AD2"/>
    <w:rsid w:val="00664F11"/>
    <w:rsid w:val="006660F6"/>
    <w:rsid w:val="00666AEF"/>
    <w:rsid w:val="00666C75"/>
    <w:rsid w:val="00667564"/>
    <w:rsid w:val="00667650"/>
    <w:rsid w:val="00670287"/>
    <w:rsid w:val="0067062B"/>
    <w:rsid w:val="0067067E"/>
    <w:rsid w:val="00670BF0"/>
    <w:rsid w:val="00670C63"/>
    <w:rsid w:val="00671074"/>
    <w:rsid w:val="00672308"/>
    <w:rsid w:val="00672D28"/>
    <w:rsid w:val="00672FA5"/>
    <w:rsid w:val="006731AB"/>
    <w:rsid w:val="00673603"/>
    <w:rsid w:val="00673640"/>
    <w:rsid w:val="00674496"/>
    <w:rsid w:val="006749B7"/>
    <w:rsid w:val="00674DB7"/>
    <w:rsid w:val="006756DC"/>
    <w:rsid w:val="0067574A"/>
    <w:rsid w:val="00675991"/>
    <w:rsid w:val="00676482"/>
    <w:rsid w:val="006765FF"/>
    <w:rsid w:val="006769D2"/>
    <w:rsid w:val="006771C9"/>
    <w:rsid w:val="00677F8D"/>
    <w:rsid w:val="006801A2"/>
    <w:rsid w:val="006812BB"/>
    <w:rsid w:val="00681C7E"/>
    <w:rsid w:val="00681D90"/>
    <w:rsid w:val="00681EF9"/>
    <w:rsid w:val="006821A0"/>
    <w:rsid w:val="00682712"/>
    <w:rsid w:val="006829A4"/>
    <w:rsid w:val="00682A86"/>
    <w:rsid w:val="00682B53"/>
    <w:rsid w:val="00682B6F"/>
    <w:rsid w:val="00682C0B"/>
    <w:rsid w:val="00682DE9"/>
    <w:rsid w:val="00683A6A"/>
    <w:rsid w:val="00683DE0"/>
    <w:rsid w:val="00684CA8"/>
    <w:rsid w:val="00685273"/>
    <w:rsid w:val="006856A9"/>
    <w:rsid w:val="00685BFC"/>
    <w:rsid w:val="00686C0A"/>
    <w:rsid w:val="006872B7"/>
    <w:rsid w:val="0068764C"/>
    <w:rsid w:val="006877ED"/>
    <w:rsid w:val="00687E1C"/>
    <w:rsid w:val="006908B7"/>
    <w:rsid w:val="006909A2"/>
    <w:rsid w:val="00690A1E"/>
    <w:rsid w:val="00690CDA"/>
    <w:rsid w:val="00691774"/>
    <w:rsid w:val="00691DC5"/>
    <w:rsid w:val="006921D5"/>
    <w:rsid w:val="006928E0"/>
    <w:rsid w:val="00692D24"/>
    <w:rsid w:val="00693134"/>
    <w:rsid w:val="00693431"/>
    <w:rsid w:val="00693A52"/>
    <w:rsid w:val="00693D27"/>
    <w:rsid w:val="00695480"/>
    <w:rsid w:val="0069636D"/>
    <w:rsid w:val="00696F57"/>
    <w:rsid w:val="0069725C"/>
    <w:rsid w:val="0069736A"/>
    <w:rsid w:val="00697526"/>
    <w:rsid w:val="00697C49"/>
    <w:rsid w:val="006A01F1"/>
    <w:rsid w:val="006A077C"/>
    <w:rsid w:val="006A0A05"/>
    <w:rsid w:val="006A11ED"/>
    <w:rsid w:val="006A1CB6"/>
    <w:rsid w:val="006A2186"/>
    <w:rsid w:val="006A2C8A"/>
    <w:rsid w:val="006A2FA4"/>
    <w:rsid w:val="006A2FBA"/>
    <w:rsid w:val="006A2FCF"/>
    <w:rsid w:val="006A3466"/>
    <w:rsid w:val="006A35AC"/>
    <w:rsid w:val="006A3B6D"/>
    <w:rsid w:val="006A3C99"/>
    <w:rsid w:val="006A4013"/>
    <w:rsid w:val="006A42B7"/>
    <w:rsid w:val="006A4977"/>
    <w:rsid w:val="006A515F"/>
    <w:rsid w:val="006A519C"/>
    <w:rsid w:val="006A5671"/>
    <w:rsid w:val="006A5D36"/>
    <w:rsid w:val="006A5D59"/>
    <w:rsid w:val="006A666F"/>
    <w:rsid w:val="006A7017"/>
    <w:rsid w:val="006A7562"/>
    <w:rsid w:val="006B0004"/>
    <w:rsid w:val="006B05AA"/>
    <w:rsid w:val="006B091F"/>
    <w:rsid w:val="006B107B"/>
    <w:rsid w:val="006B11E6"/>
    <w:rsid w:val="006B1B91"/>
    <w:rsid w:val="006B1CFA"/>
    <w:rsid w:val="006B1D56"/>
    <w:rsid w:val="006B20A0"/>
    <w:rsid w:val="006B292A"/>
    <w:rsid w:val="006B2CF6"/>
    <w:rsid w:val="006B2D66"/>
    <w:rsid w:val="006B2E58"/>
    <w:rsid w:val="006B32A4"/>
    <w:rsid w:val="006B3888"/>
    <w:rsid w:val="006B3EF1"/>
    <w:rsid w:val="006B3FA8"/>
    <w:rsid w:val="006B3FE4"/>
    <w:rsid w:val="006B4164"/>
    <w:rsid w:val="006B423D"/>
    <w:rsid w:val="006B4B55"/>
    <w:rsid w:val="006B4EEB"/>
    <w:rsid w:val="006B5231"/>
    <w:rsid w:val="006B5342"/>
    <w:rsid w:val="006B548E"/>
    <w:rsid w:val="006B567B"/>
    <w:rsid w:val="006B6362"/>
    <w:rsid w:val="006B656E"/>
    <w:rsid w:val="006B7632"/>
    <w:rsid w:val="006B7808"/>
    <w:rsid w:val="006B7845"/>
    <w:rsid w:val="006B7DC3"/>
    <w:rsid w:val="006C03BF"/>
    <w:rsid w:val="006C04F8"/>
    <w:rsid w:val="006C0BD5"/>
    <w:rsid w:val="006C0EBA"/>
    <w:rsid w:val="006C1E49"/>
    <w:rsid w:val="006C2147"/>
    <w:rsid w:val="006C2157"/>
    <w:rsid w:val="006C2543"/>
    <w:rsid w:val="006C2872"/>
    <w:rsid w:val="006C2E1C"/>
    <w:rsid w:val="006C30FE"/>
    <w:rsid w:val="006C3751"/>
    <w:rsid w:val="006C3954"/>
    <w:rsid w:val="006C3ABA"/>
    <w:rsid w:val="006C3ACA"/>
    <w:rsid w:val="006C4075"/>
    <w:rsid w:val="006C418E"/>
    <w:rsid w:val="006C4634"/>
    <w:rsid w:val="006C4884"/>
    <w:rsid w:val="006C505C"/>
    <w:rsid w:val="006C59A6"/>
    <w:rsid w:val="006C5B37"/>
    <w:rsid w:val="006C5D55"/>
    <w:rsid w:val="006C5EFD"/>
    <w:rsid w:val="006C627C"/>
    <w:rsid w:val="006C68FC"/>
    <w:rsid w:val="006C6BE9"/>
    <w:rsid w:val="006C7074"/>
    <w:rsid w:val="006C736F"/>
    <w:rsid w:val="006C780A"/>
    <w:rsid w:val="006D092C"/>
    <w:rsid w:val="006D0E20"/>
    <w:rsid w:val="006D12B8"/>
    <w:rsid w:val="006D15D6"/>
    <w:rsid w:val="006D2249"/>
    <w:rsid w:val="006D269F"/>
    <w:rsid w:val="006D2B56"/>
    <w:rsid w:val="006D32FD"/>
    <w:rsid w:val="006D34C1"/>
    <w:rsid w:val="006D3588"/>
    <w:rsid w:val="006D3A89"/>
    <w:rsid w:val="006D4E8C"/>
    <w:rsid w:val="006D514C"/>
    <w:rsid w:val="006D5326"/>
    <w:rsid w:val="006D54E1"/>
    <w:rsid w:val="006D5775"/>
    <w:rsid w:val="006D5801"/>
    <w:rsid w:val="006D6468"/>
    <w:rsid w:val="006D669B"/>
    <w:rsid w:val="006D76DA"/>
    <w:rsid w:val="006D7868"/>
    <w:rsid w:val="006D7B14"/>
    <w:rsid w:val="006E040C"/>
    <w:rsid w:val="006E05EC"/>
    <w:rsid w:val="006E07EF"/>
    <w:rsid w:val="006E0E08"/>
    <w:rsid w:val="006E0EAF"/>
    <w:rsid w:val="006E1F9A"/>
    <w:rsid w:val="006E292A"/>
    <w:rsid w:val="006E2D43"/>
    <w:rsid w:val="006E3778"/>
    <w:rsid w:val="006E3922"/>
    <w:rsid w:val="006E3AC0"/>
    <w:rsid w:val="006E3BEB"/>
    <w:rsid w:val="006E3E9E"/>
    <w:rsid w:val="006E43E1"/>
    <w:rsid w:val="006E4AC8"/>
    <w:rsid w:val="006E52A3"/>
    <w:rsid w:val="006E5C49"/>
    <w:rsid w:val="006E6702"/>
    <w:rsid w:val="006E6B0F"/>
    <w:rsid w:val="006E6FBB"/>
    <w:rsid w:val="006E7393"/>
    <w:rsid w:val="006E7ADA"/>
    <w:rsid w:val="006F08F6"/>
    <w:rsid w:val="006F14C3"/>
    <w:rsid w:val="006F24F8"/>
    <w:rsid w:val="006F284A"/>
    <w:rsid w:val="006F2B59"/>
    <w:rsid w:val="006F34C4"/>
    <w:rsid w:val="006F39C6"/>
    <w:rsid w:val="006F40B8"/>
    <w:rsid w:val="006F4AB3"/>
    <w:rsid w:val="006F4AFA"/>
    <w:rsid w:val="006F4C00"/>
    <w:rsid w:val="006F5658"/>
    <w:rsid w:val="006F5B1C"/>
    <w:rsid w:val="006F5F8D"/>
    <w:rsid w:val="006F6716"/>
    <w:rsid w:val="006F679A"/>
    <w:rsid w:val="006F6E8F"/>
    <w:rsid w:val="006F7460"/>
    <w:rsid w:val="006F771D"/>
    <w:rsid w:val="006F792E"/>
    <w:rsid w:val="007001D8"/>
    <w:rsid w:val="007013A4"/>
    <w:rsid w:val="00701456"/>
    <w:rsid w:val="00701F54"/>
    <w:rsid w:val="00703103"/>
    <w:rsid w:val="0070376A"/>
    <w:rsid w:val="00703834"/>
    <w:rsid w:val="00703A1B"/>
    <w:rsid w:val="0070528B"/>
    <w:rsid w:val="00705862"/>
    <w:rsid w:val="00705BAC"/>
    <w:rsid w:val="007060E3"/>
    <w:rsid w:val="00706B3F"/>
    <w:rsid w:val="007075B3"/>
    <w:rsid w:val="0071070C"/>
    <w:rsid w:val="00710D22"/>
    <w:rsid w:val="00710DE9"/>
    <w:rsid w:val="0071193A"/>
    <w:rsid w:val="00712046"/>
    <w:rsid w:val="007122CB"/>
    <w:rsid w:val="00712490"/>
    <w:rsid w:val="007129AE"/>
    <w:rsid w:val="00712CE1"/>
    <w:rsid w:val="00712EA4"/>
    <w:rsid w:val="00714097"/>
    <w:rsid w:val="0071418E"/>
    <w:rsid w:val="0071457B"/>
    <w:rsid w:val="0071469B"/>
    <w:rsid w:val="00714782"/>
    <w:rsid w:val="00714932"/>
    <w:rsid w:val="00714B3E"/>
    <w:rsid w:val="00715328"/>
    <w:rsid w:val="0071545E"/>
    <w:rsid w:val="007157A1"/>
    <w:rsid w:val="00715B56"/>
    <w:rsid w:val="00715D81"/>
    <w:rsid w:val="007160D3"/>
    <w:rsid w:val="0071611B"/>
    <w:rsid w:val="00716534"/>
    <w:rsid w:val="007168AC"/>
    <w:rsid w:val="0072066D"/>
    <w:rsid w:val="00720803"/>
    <w:rsid w:val="00720C15"/>
    <w:rsid w:val="0072108A"/>
    <w:rsid w:val="00721B2A"/>
    <w:rsid w:val="00722323"/>
    <w:rsid w:val="00722422"/>
    <w:rsid w:val="00722BB9"/>
    <w:rsid w:val="00723111"/>
    <w:rsid w:val="0072328C"/>
    <w:rsid w:val="00723673"/>
    <w:rsid w:val="00723BDE"/>
    <w:rsid w:val="00724014"/>
    <w:rsid w:val="00724031"/>
    <w:rsid w:val="00724978"/>
    <w:rsid w:val="0072575A"/>
    <w:rsid w:val="00726D02"/>
    <w:rsid w:val="00726E3E"/>
    <w:rsid w:val="007274F0"/>
    <w:rsid w:val="0072785B"/>
    <w:rsid w:val="00727A91"/>
    <w:rsid w:val="00727E67"/>
    <w:rsid w:val="007307B6"/>
    <w:rsid w:val="00730A63"/>
    <w:rsid w:val="00730C45"/>
    <w:rsid w:val="00730E7D"/>
    <w:rsid w:val="00730EE3"/>
    <w:rsid w:val="00731165"/>
    <w:rsid w:val="007327FE"/>
    <w:rsid w:val="00733195"/>
    <w:rsid w:val="00733923"/>
    <w:rsid w:val="00733BF7"/>
    <w:rsid w:val="00734926"/>
    <w:rsid w:val="00734BC8"/>
    <w:rsid w:val="00734F0E"/>
    <w:rsid w:val="007351EF"/>
    <w:rsid w:val="00735609"/>
    <w:rsid w:val="00735BE8"/>
    <w:rsid w:val="00735CC0"/>
    <w:rsid w:val="007371FE"/>
    <w:rsid w:val="007379ED"/>
    <w:rsid w:val="00740042"/>
    <w:rsid w:val="007406BA"/>
    <w:rsid w:val="007413D2"/>
    <w:rsid w:val="007413D5"/>
    <w:rsid w:val="00741D8B"/>
    <w:rsid w:val="00741EC8"/>
    <w:rsid w:val="0074225E"/>
    <w:rsid w:val="00742363"/>
    <w:rsid w:val="00742CA8"/>
    <w:rsid w:val="00743011"/>
    <w:rsid w:val="0074366C"/>
    <w:rsid w:val="007449E3"/>
    <w:rsid w:val="007451C8"/>
    <w:rsid w:val="007452EF"/>
    <w:rsid w:val="00745496"/>
    <w:rsid w:val="00746B3E"/>
    <w:rsid w:val="0074726C"/>
    <w:rsid w:val="007503B6"/>
    <w:rsid w:val="00750F0E"/>
    <w:rsid w:val="00751563"/>
    <w:rsid w:val="007515DC"/>
    <w:rsid w:val="007519F1"/>
    <w:rsid w:val="00752AE0"/>
    <w:rsid w:val="0075305E"/>
    <w:rsid w:val="007531C6"/>
    <w:rsid w:val="007534E3"/>
    <w:rsid w:val="00753565"/>
    <w:rsid w:val="0075371B"/>
    <w:rsid w:val="00753A0B"/>
    <w:rsid w:val="007540E5"/>
    <w:rsid w:val="00754253"/>
    <w:rsid w:val="00754EFD"/>
    <w:rsid w:val="00755304"/>
    <w:rsid w:val="0075590C"/>
    <w:rsid w:val="0075680F"/>
    <w:rsid w:val="00757B54"/>
    <w:rsid w:val="00760127"/>
    <w:rsid w:val="00760547"/>
    <w:rsid w:val="007607B5"/>
    <w:rsid w:val="007608A6"/>
    <w:rsid w:val="00760A96"/>
    <w:rsid w:val="00761151"/>
    <w:rsid w:val="00761663"/>
    <w:rsid w:val="00761A57"/>
    <w:rsid w:val="00762E06"/>
    <w:rsid w:val="00762E3A"/>
    <w:rsid w:val="00762ED5"/>
    <w:rsid w:val="0076371A"/>
    <w:rsid w:val="0076375B"/>
    <w:rsid w:val="007637D3"/>
    <w:rsid w:val="00763AC9"/>
    <w:rsid w:val="00763C3F"/>
    <w:rsid w:val="00764606"/>
    <w:rsid w:val="00764B51"/>
    <w:rsid w:val="0076648B"/>
    <w:rsid w:val="007668A9"/>
    <w:rsid w:val="0076690A"/>
    <w:rsid w:val="00766AF8"/>
    <w:rsid w:val="00767454"/>
    <w:rsid w:val="00767588"/>
    <w:rsid w:val="00767CFA"/>
    <w:rsid w:val="007704C1"/>
    <w:rsid w:val="00770566"/>
    <w:rsid w:val="00770F59"/>
    <w:rsid w:val="00772181"/>
    <w:rsid w:val="00772A25"/>
    <w:rsid w:val="00773C19"/>
    <w:rsid w:val="00774851"/>
    <w:rsid w:val="00774C0A"/>
    <w:rsid w:val="0077517B"/>
    <w:rsid w:val="00775D1B"/>
    <w:rsid w:val="00775D95"/>
    <w:rsid w:val="0077697D"/>
    <w:rsid w:val="00776B8C"/>
    <w:rsid w:val="00776D01"/>
    <w:rsid w:val="00776F0B"/>
    <w:rsid w:val="00777DA0"/>
    <w:rsid w:val="00780D63"/>
    <w:rsid w:val="00780D6E"/>
    <w:rsid w:val="00780E83"/>
    <w:rsid w:val="00780F21"/>
    <w:rsid w:val="00780F8B"/>
    <w:rsid w:val="007818D6"/>
    <w:rsid w:val="00782011"/>
    <w:rsid w:val="00782240"/>
    <w:rsid w:val="007838FC"/>
    <w:rsid w:val="00783947"/>
    <w:rsid w:val="0078409D"/>
    <w:rsid w:val="00784741"/>
    <w:rsid w:val="00784D1E"/>
    <w:rsid w:val="00784F7A"/>
    <w:rsid w:val="0078519D"/>
    <w:rsid w:val="0078571A"/>
    <w:rsid w:val="007858AD"/>
    <w:rsid w:val="00785E24"/>
    <w:rsid w:val="00786059"/>
    <w:rsid w:val="00786D48"/>
    <w:rsid w:val="00787213"/>
    <w:rsid w:val="00787F7F"/>
    <w:rsid w:val="0079077E"/>
    <w:rsid w:val="007912FE"/>
    <w:rsid w:val="00791857"/>
    <w:rsid w:val="007923AD"/>
    <w:rsid w:val="007923F6"/>
    <w:rsid w:val="00792512"/>
    <w:rsid w:val="00793101"/>
    <w:rsid w:val="00793E24"/>
    <w:rsid w:val="007940DD"/>
    <w:rsid w:val="00795B76"/>
    <w:rsid w:val="007961D9"/>
    <w:rsid w:val="007A037A"/>
    <w:rsid w:val="007A0544"/>
    <w:rsid w:val="007A0B55"/>
    <w:rsid w:val="007A1593"/>
    <w:rsid w:val="007A1A3D"/>
    <w:rsid w:val="007A2311"/>
    <w:rsid w:val="007A3044"/>
    <w:rsid w:val="007A3265"/>
    <w:rsid w:val="007A32C9"/>
    <w:rsid w:val="007A3481"/>
    <w:rsid w:val="007A371D"/>
    <w:rsid w:val="007A3AB2"/>
    <w:rsid w:val="007A4E13"/>
    <w:rsid w:val="007A5262"/>
    <w:rsid w:val="007A5C1E"/>
    <w:rsid w:val="007A5D0B"/>
    <w:rsid w:val="007A5D2C"/>
    <w:rsid w:val="007A6DEC"/>
    <w:rsid w:val="007A6E40"/>
    <w:rsid w:val="007A75E4"/>
    <w:rsid w:val="007A765A"/>
    <w:rsid w:val="007B0423"/>
    <w:rsid w:val="007B083C"/>
    <w:rsid w:val="007B08AC"/>
    <w:rsid w:val="007B0B97"/>
    <w:rsid w:val="007B1237"/>
    <w:rsid w:val="007B1584"/>
    <w:rsid w:val="007B1DE4"/>
    <w:rsid w:val="007B1F81"/>
    <w:rsid w:val="007B1FFB"/>
    <w:rsid w:val="007B209A"/>
    <w:rsid w:val="007B34AD"/>
    <w:rsid w:val="007B34D9"/>
    <w:rsid w:val="007B3F8E"/>
    <w:rsid w:val="007B4686"/>
    <w:rsid w:val="007B4B1D"/>
    <w:rsid w:val="007B5C17"/>
    <w:rsid w:val="007B5D39"/>
    <w:rsid w:val="007B5E3F"/>
    <w:rsid w:val="007B5F09"/>
    <w:rsid w:val="007B6083"/>
    <w:rsid w:val="007B653C"/>
    <w:rsid w:val="007B65C6"/>
    <w:rsid w:val="007B6688"/>
    <w:rsid w:val="007B6706"/>
    <w:rsid w:val="007B6AD4"/>
    <w:rsid w:val="007B74D9"/>
    <w:rsid w:val="007B7689"/>
    <w:rsid w:val="007B790E"/>
    <w:rsid w:val="007B7C40"/>
    <w:rsid w:val="007B7C76"/>
    <w:rsid w:val="007C0060"/>
    <w:rsid w:val="007C02A5"/>
    <w:rsid w:val="007C06F6"/>
    <w:rsid w:val="007C0B3E"/>
    <w:rsid w:val="007C0F34"/>
    <w:rsid w:val="007C1144"/>
    <w:rsid w:val="007C17CC"/>
    <w:rsid w:val="007C1A64"/>
    <w:rsid w:val="007C297C"/>
    <w:rsid w:val="007C2C2B"/>
    <w:rsid w:val="007C3341"/>
    <w:rsid w:val="007C4710"/>
    <w:rsid w:val="007C496D"/>
    <w:rsid w:val="007C52AA"/>
    <w:rsid w:val="007C552B"/>
    <w:rsid w:val="007C5BD5"/>
    <w:rsid w:val="007C6160"/>
    <w:rsid w:val="007C65FC"/>
    <w:rsid w:val="007C6BC9"/>
    <w:rsid w:val="007D1033"/>
    <w:rsid w:val="007D1A4A"/>
    <w:rsid w:val="007D2D08"/>
    <w:rsid w:val="007D31FA"/>
    <w:rsid w:val="007D3487"/>
    <w:rsid w:val="007D3A87"/>
    <w:rsid w:val="007D41FF"/>
    <w:rsid w:val="007D49C7"/>
    <w:rsid w:val="007D4AAC"/>
    <w:rsid w:val="007D4EF7"/>
    <w:rsid w:val="007D53FC"/>
    <w:rsid w:val="007D5A5A"/>
    <w:rsid w:val="007D641B"/>
    <w:rsid w:val="007D6E56"/>
    <w:rsid w:val="007D74E7"/>
    <w:rsid w:val="007E0DAE"/>
    <w:rsid w:val="007E123F"/>
    <w:rsid w:val="007E1483"/>
    <w:rsid w:val="007E1A8E"/>
    <w:rsid w:val="007E1D3B"/>
    <w:rsid w:val="007E25C6"/>
    <w:rsid w:val="007E26FE"/>
    <w:rsid w:val="007E38EC"/>
    <w:rsid w:val="007E4915"/>
    <w:rsid w:val="007E5769"/>
    <w:rsid w:val="007E6184"/>
    <w:rsid w:val="007E6999"/>
    <w:rsid w:val="007E6DD9"/>
    <w:rsid w:val="007E727D"/>
    <w:rsid w:val="007E73D3"/>
    <w:rsid w:val="007E7FBE"/>
    <w:rsid w:val="007F0983"/>
    <w:rsid w:val="007F09EE"/>
    <w:rsid w:val="007F0C24"/>
    <w:rsid w:val="007F0F43"/>
    <w:rsid w:val="007F10D9"/>
    <w:rsid w:val="007F21B4"/>
    <w:rsid w:val="007F2A8C"/>
    <w:rsid w:val="007F2FFF"/>
    <w:rsid w:val="007F30AE"/>
    <w:rsid w:val="007F32BE"/>
    <w:rsid w:val="007F4CEA"/>
    <w:rsid w:val="007F5597"/>
    <w:rsid w:val="007F55C1"/>
    <w:rsid w:val="007F5D2D"/>
    <w:rsid w:val="007F677A"/>
    <w:rsid w:val="007F727D"/>
    <w:rsid w:val="00800211"/>
    <w:rsid w:val="008003F6"/>
    <w:rsid w:val="00800629"/>
    <w:rsid w:val="00801173"/>
    <w:rsid w:val="00801AD5"/>
    <w:rsid w:val="00801EFA"/>
    <w:rsid w:val="0080254F"/>
    <w:rsid w:val="00802B54"/>
    <w:rsid w:val="0080334C"/>
    <w:rsid w:val="00803924"/>
    <w:rsid w:val="00803C2A"/>
    <w:rsid w:val="008042AD"/>
    <w:rsid w:val="00804566"/>
    <w:rsid w:val="00804A8E"/>
    <w:rsid w:val="00804C2D"/>
    <w:rsid w:val="00804CFF"/>
    <w:rsid w:val="00804D90"/>
    <w:rsid w:val="008057E5"/>
    <w:rsid w:val="008061E2"/>
    <w:rsid w:val="008062CE"/>
    <w:rsid w:val="00806302"/>
    <w:rsid w:val="0080634F"/>
    <w:rsid w:val="008066C9"/>
    <w:rsid w:val="00807978"/>
    <w:rsid w:val="0080798C"/>
    <w:rsid w:val="00807D86"/>
    <w:rsid w:val="00810739"/>
    <w:rsid w:val="00810814"/>
    <w:rsid w:val="00810817"/>
    <w:rsid w:val="00810CBF"/>
    <w:rsid w:val="00811015"/>
    <w:rsid w:val="00812DD8"/>
    <w:rsid w:val="00812DF4"/>
    <w:rsid w:val="00813C22"/>
    <w:rsid w:val="00814E2E"/>
    <w:rsid w:val="00815102"/>
    <w:rsid w:val="0081569B"/>
    <w:rsid w:val="00816272"/>
    <w:rsid w:val="008162C2"/>
    <w:rsid w:val="00816758"/>
    <w:rsid w:val="0081695B"/>
    <w:rsid w:val="00816AAA"/>
    <w:rsid w:val="008207CB"/>
    <w:rsid w:val="00820815"/>
    <w:rsid w:val="00820F9A"/>
    <w:rsid w:val="00821CBE"/>
    <w:rsid w:val="00821FE9"/>
    <w:rsid w:val="008225B3"/>
    <w:rsid w:val="00822C12"/>
    <w:rsid w:val="00822E8E"/>
    <w:rsid w:val="008243BE"/>
    <w:rsid w:val="00824A9C"/>
    <w:rsid w:val="00824BBC"/>
    <w:rsid w:val="00824E29"/>
    <w:rsid w:val="00824E8F"/>
    <w:rsid w:val="00825035"/>
    <w:rsid w:val="0082508F"/>
    <w:rsid w:val="00825E10"/>
    <w:rsid w:val="008266CD"/>
    <w:rsid w:val="00826B0C"/>
    <w:rsid w:val="00827031"/>
    <w:rsid w:val="008278DE"/>
    <w:rsid w:val="008279D5"/>
    <w:rsid w:val="00827C20"/>
    <w:rsid w:val="00827EDB"/>
    <w:rsid w:val="008305E2"/>
    <w:rsid w:val="00830B1A"/>
    <w:rsid w:val="00830BE7"/>
    <w:rsid w:val="0083166A"/>
    <w:rsid w:val="00831E47"/>
    <w:rsid w:val="00832946"/>
    <w:rsid w:val="00832A9B"/>
    <w:rsid w:val="00832B1C"/>
    <w:rsid w:val="00832FA6"/>
    <w:rsid w:val="0083310C"/>
    <w:rsid w:val="008337E2"/>
    <w:rsid w:val="00834C29"/>
    <w:rsid w:val="00834E5A"/>
    <w:rsid w:val="00835193"/>
    <w:rsid w:val="008353EC"/>
    <w:rsid w:val="008354B4"/>
    <w:rsid w:val="00835781"/>
    <w:rsid w:val="00835BC5"/>
    <w:rsid w:val="00835BCB"/>
    <w:rsid w:val="00835E7C"/>
    <w:rsid w:val="00835FCD"/>
    <w:rsid w:val="0083693B"/>
    <w:rsid w:val="00840244"/>
    <w:rsid w:val="008408BC"/>
    <w:rsid w:val="00841CF9"/>
    <w:rsid w:val="00841DDB"/>
    <w:rsid w:val="00842415"/>
    <w:rsid w:val="008426B7"/>
    <w:rsid w:val="00842802"/>
    <w:rsid w:val="00842F74"/>
    <w:rsid w:val="00842FCA"/>
    <w:rsid w:val="008433DD"/>
    <w:rsid w:val="00843856"/>
    <w:rsid w:val="00843F79"/>
    <w:rsid w:val="00844A5E"/>
    <w:rsid w:val="00844E70"/>
    <w:rsid w:val="008450BF"/>
    <w:rsid w:val="00845597"/>
    <w:rsid w:val="00845E15"/>
    <w:rsid w:val="00845EDB"/>
    <w:rsid w:val="00846035"/>
    <w:rsid w:val="008467F2"/>
    <w:rsid w:val="00846E28"/>
    <w:rsid w:val="00846FC2"/>
    <w:rsid w:val="00847285"/>
    <w:rsid w:val="00850710"/>
    <w:rsid w:val="00850A14"/>
    <w:rsid w:val="00851125"/>
    <w:rsid w:val="00851820"/>
    <w:rsid w:val="008525FB"/>
    <w:rsid w:val="00852AF6"/>
    <w:rsid w:val="008531DF"/>
    <w:rsid w:val="00853620"/>
    <w:rsid w:val="008542D7"/>
    <w:rsid w:val="0085574F"/>
    <w:rsid w:val="00855A88"/>
    <w:rsid w:val="00855C17"/>
    <w:rsid w:val="00855E33"/>
    <w:rsid w:val="00855EAF"/>
    <w:rsid w:val="0085606D"/>
    <w:rsid w:val="00856074"/>
    <w:rsid w:val="00856080"/>
    <w:rsid w:val="00856B47"/>
    <w:rsid w:val="00857ED7"/>
    <w:rsid w:val="00860401"/>
    <w:rsid w:val="00860CC6"/>
    <w:rsid w:val="0086181C"/>
    <w:rsid w:val="00861875"/>
    <w:rsid w:val="008618B9"/>
    <w:rsid w:val="00862501"/>
    <w:rsid w:val="00863219"/>
    <w:rsid w:val="008636C9"/>
    <w:rsid w:val="00863889"/>
    <w:rsid w:val="00863AD8"/>
    <w:rsid w:val="0086489C"/>
    <w:rsid w:val="00864C2A"/>
    <w:rsid w:val="0086518E"/>
    <w:rsid w:val="00865A21"/>
    <w:rsid w:val="00866896"/>
    <w:rsid w:val="00866CE7"/>
    <w:rsid w:val="00867489"/>
    <w:rsid w:val="00867A3D"/>
    <w:rsid w:val="008705D8"/>
    <w:rsid w:val="00870A6A"/>
    <w:rsid w:val="00870E97"/>
    <w:rsid w:val="00870F91"/>
    <w:rsid w:val="00871673"/>
    <w:rsid w:val="00871C1C"/>
    <w:rsid w:val="00872038"/>
    <w:rsid w:val="008723F9"/>
    <w:rsid w:val="00872BA9"/>
    <w:rsid w:val="00872DEE"/>
    <w:rsid w:val="00872EC0"/>
    <w:rsid w:val="0087363C"/>
    <w:rsid w:val="00874007"/>
    <w:rsid w:val="00874476"/>
    <w:rsid w:val="0087464D"/>
    <w:rsid w:val="008746AF"/>
    <w:rsid w:val="008747DF"/>
    <w:rsid w:val="00874874"/>
    <w:rsid w:val="0087570A"/>
    <w:rsid w:val="00875D70"/>
    <w:rsid w:val="0087662A"/>
    <w:rsid w:val="008767AB"/>
    <w:rsid w:val="008767B1"/>
    <w:rsid w:val="008769C7"/>
    <w:rsid w:val="00877120"/>
    <w:rsid w:val="008771D2"/>
    <w:rsid w:val="00877289"/>
    <w:rsid w:val="00877878"/>
    <w:rsid w:val="00877E89"/>
    <w:rsid w:val="0088041B"/>
    <w:rsid w:val="00880529"/>
    <w:rsid w:val="00880BA3"/>
    <w:rsid w:val="00880EBB"/>
    <w:rsid w:val="00881354"/>
    <w:rsid w:val="008816F0"/>
    <w:rsid w:val="00882D40"/>
    <w:rsid w:val="00882F5C"/>
    <w:rsid w:val="0088367E"/>
    <w:rsid w:val="00883710"/>
    <w:rsid w:val="00883AE6"/>
    <w:rsid w:val="00883DD7"/>
    <w:rsid w:val="00883DE5"/>
    <w:rsid w:val="00884E8E"/>
    <w:rsid w:val="008852D0"/>
    <w:rsid w:val="00885EA1"/>
    <w:rsid w:val="00885FF6"/>
    <w:rsid w:val="008862C9"/>
    <w:rsid w:val="00886443"/>
    <w:rsid w:val="00886CED"/>
    <w:rsid w:val="00887D23"/>
    <w:rsid w:val="00891075"/>
    <w:rsid w:val="00891594"/>
    <w:rsid w:val="00891677"/>
    <w:rsid w:val="008923C7"/>
    <w:rsid w:val="008927EA"/>
    <w:rsid w:val="008929A1"/>
    <w:rsid w:val="008939A7"/>
    <w:rsid w:val="00894573"/>
    <w:rsid w:val="00894605"/>
    <w:rsid w:val="008948CA"/>
    <w:rsid w:val="00894A6C"/>
    <w:rsid w:val="00894DD7"/>
    <w:rsid w:val="00896464"/>
    <w:rsid w:val="008966F0"/>
    <w:rsid w:val="0089678A"/>
    <w:rsid w:val="00896A86"/>
    <w:rsid w:val="00896C29"/>
    <w:rsid w:val="00897028"/>
    <w:rsid w:val="00897293"/>
    <w:rsid w:val="00897752"/>
    <w:rsid w:val="00897EF1"/>
    <w:rsid w:val="00897F17"/>
    <w:rsid w:val="008A1E2C"/>
    <w:rsid w:val="008A2668"/>
    <w:rsid w:val="008A2879"/>
    <w:rsid w:val="008A31DF"/>
    <w:rsid w:val="008A3324"/>
    <w:rsid w:val="008A3356"/>
    <w:rsid w:val="008A34A0"/>
    <w:rsid w:val="008A4708"/>
    <w:rsid w:val="008A508A"/>
    <w:rsid w:val="008A5B19"/>
    <w:rsid w:val="008A5D9B"/>
    <w:rsid w:val="008A63CD"/>
    <w:rsid w:val="008A66BD"/>
    <w:rsid w:val="008A68A6"/>
    <w:rsid w:val="008A7546"/>
    <w:rsid w:val="008A7DD8"/>
    <w:rsid w:val="008B006D"/>
    <w:rsid w:val="008B03C7"/>
    <w:rsid w:val="008B09E9"/>
    <w:rsid w:val="008B1361"/>
    <w:rsid w:val="008B18CD"/>
    <w:rsid w:val="008B1E68"/>
    <w:rsid w:val="008B3E14"/>
    <w:rsid w:val="008B45F5"/>
    <w:rsid w:val="008B49DA"/>
    <w:rsid w:val="008B4C0D"/>
    <w:rsid w:val="008B4DB9"/>
    <w:rsid w:val="008B4F8F"/>
    <w:rsid w:val="008B58E8"/>
    <w:rsid w:val="008B59B9"/>
    <w:rsid w:val="008B59E0"/>
    <w:rsid w:val="008B6145"/>
    <w:rsid w:val="008B640B"/>
    <w:rsid w:val="008B6901"/>
    <w:rsid w:val="008B7167"/>
    <w:rsid w:val="008B76D5"/>
    <w:rsid w:val="008C01D0"/>
    <w:rsid w:val="008C0C5A"/>
    <w:rsid w:val="008C10D8"/>
    <w:rsid w:val="008C2326"/>
    <w:rsid w:val="008C24AE"/>
    <w:rsid w:val="008C25A8"/>
    <w:rsid w:val="008C26E9"/>
    <w:rsid w:val="008C2915"/>
    <w:rsid w:val="008C2EF4"/>
    <w:rsid w:val="008C3097"/>
    <w:rsid w:val="008C3C64"/>
    <w:rsid w:val="008C3C65"/>
    <w:rsid w:val="008C4866"/>
    <w:rsid w:val="008C48CF"/>
    <w:rsid w:val="008C4DA3"/>
    <w:rsid w:val="008C53A6"/>
    <w:rsid w:val="008C5401"/>
    <w:rsid w:val="008C5BE9"/>
    <w:rsid w:val="008C6003"/>
    <w:rsid w:val="008C6957"/>
    <w:rsid w:val="008C7A7E"/>
    <w:rsid w:val="008D0141"/>
    <w:rsid w:val="008D03D5"/>
    <w:rsid w:val="008D05ED"/>
    <w:rsid w:val="008D065A"/>
    <w:rsid w:val="008D0C40"/>
    <w:rsid w:val="008D0CA4"/>
    <w:rsid w:val="008D11CE"/>
    <w:rsid w:val="008D188B"/>
    <w:rsid w:val="008D28E1"/>
    <w:rsid w:val="008D302D"/>
    <w:rsid w:val="008D30B2"/>
    <w:rsid w:val="008D40A3"/>
    <w:rsid w:val="008D47A2"/>
    <w:rsid w:val="008D49F3"/>
    <w:rsid w:val="008D4AEB"/>
    <w:rsid w:val="008D5B16"/>
    <w:rsid w:val="008D5B9C"/>
    <w:rsid w:val="008D5CE9"/>
    <w:rsid w:val="008D609D"/>
    <w:rsid w:val="008D69E8"/>
    <w:rsid w:val="008D6BBC"/>
    <w:rsid w:val="008D74F2"/>
    <w:rsid w:val="008D7728"/>
    <w:rsid w:val="008D7F2A"/>
    <w:rsid w:val="008E06C7"/>
    <w:rsid w:val="008E1230"/>
    <w:rsid w:val="008E13A4"/>
    <w:rsid w:val="008E1643"/>
    <w:rsid w:val="008E1A3E"/>
    <w:rsid w:val="008E1F31"/>
    <w:rsid w:val="008E22C5"/>
    <w:rsid w:val="008E250B"/>
    <w:rsid w:val="008E2BE8"/>
    <w:rsid w:val="008E2C7F"/>
    <w:rsid w:val="008E3243"/>
    <w:rsid w:val="008E35D5"/>
    <w:rsid w:val="008E369A"/>
    <w:rsid w:val="008E3B4A"/>
    <w:rsid w:val="008E52DC"/>
    <w:rsid w:val="008E5B2A"/>
    <w:rsid w:val="008E5B34"/>
    <w:rsid w:val="008E5EE8"/>
    <w:rsid w:val="008E624A"/>
    <w:rsid w:val="008E6F7F"/>
    <w:rsid w:val="008E7306"/>
    <w:rsid w:val="008E777C"/>
    <w:rsid w:val="008E7F90"/>
    <w:rsid w:val="008F0537"/>
    <w:rsid w:val="008F0623"/>
    <w:rsid w:val="008F0AF6"/>
    <w:rsid w:val="008F12B2"/>
    <w:rsid w:val="008F1B67"/>
    <w:rsid w:val="008F1CE7"/>
    <w:rsid w:val="008F2053"/>
    <w:rsid w:val="008F2063"/>
    <w:rsid w:val="008F26A1"/>
    <w:rsid w:val="008F2783"/>
    <w:rsid w:val="008F3DC8"/>
    <w:rsid w:val="008F486A"/>
    <w:rsid w:val="008F5AFF"/>
    <w:rsid w:val="008F5DFA"/>
    <w:rsid w:val="0090031D"/>
    <w:rsid w:val="00900903"/>
    <w:rsid w:val="00901572"/>
    <w:rsid w:val="009015A2"/>
    <w:rsid w:val="00901850"/>
    <w:rsid w:val="00901B8F"/>
    <w:rsid w:val="00901CBD"/>
    <w:rsid w:val="00901F98"/>
    <w:rsid w:val="009026BF"/>
    <w:rsid w:val="00902761"/>
    <w:rsid w:val="009027C0"/>
    <w:rsid w:val="00902944"/>
    <w:rsid w:val="00902B54"/>
    <w:rsid w:val="00902CA6"/>
    <w:rsid w:val="00903233"/>
    <w:rsid w:val="009032DE"/>
    <w:rsid w:val="009049D0"/>
    <w:rsid w:val="00904F51"/>
    <w:rsid w:val="0090519B"/>
    <w:rsid w:val="00905933"/>
    <w:rsid w:val="00905951"/>
    <w:rsid w:val="00906460"/>
    <w:rsid w:val="00906472"/>
    <w:rsid w:val="00906849"/>
    <w:rsid w:val="00906A8D"/>
    <w:rsid w:val="00906C56"/>
    <w:rsid w:val="00907151"/>
    <w:rsid w:val="0090763C"/>
    <w:rsid w:val="009076ED"/>
    <w:rsid w:val="00907C52"/>
    <w:rsid w:val="00907D3E"/>
    <w:rsid w:val="0091030D"/>
    <w:rsid w:val="00910384"/>
    <w:rsid w:val="009106CF"/>
    <w:rsid w:val="00910712"/>
    <w:rsid w:val="00910FA9"/>
    <w:rsid w:val="009119A0"/>
    <w:rsid w:val="0091448C"/>
    <w:rsid w:val="00914CC9"/>
    <w:rsid w:val="00915181"/>
    <w:rsid w:val="0091594A"/>
    <w:rsid w:val="00915CD9"/>
    <w:rsid w:val="00916846"/>
    <w:rsid w:val="00920152"/>
    <w:rsid w:val="0092072F"/>
    <w:rsid w:val="00920BB4"/>
    <w:rsid w:val="00920BF0"/>
    <w:rsid w:val="00921636"/>
    <w:rsid w:val="009237AA"/>
    <w:rsid w:val="00923B0D"/>
    <w:rsid w:val="00923C82"/>
    <w:rsid w:val="0092409D"/>
    <w:rsid w:val="0092441E"/>
    <w:rsid w:val="0092492A"/>
    <w:rsid w:val="00924A7D"/>
    <w:rsid w:val="00925504"/>
    <w:rsid w:val="009258AF"/>
    <w:rsid w:val="00925D2A"/>
    <w:rsid w:val="0092637B"/>
    <w:rsid w:val="0092674A"/>
    <w:rsid w:val="0093040D"/>
    <w:rsid w:val="00930BEF"/>
    <w:rsid w:val="0093143F"/>
    <w:rsid w:val="0093185D"/>
    <w:rsid w:val="009319A5"/>
    <w:rsid w:val="00931A76"/>
    <w:rsid w:val="00932222"/>
    <w:rsid w:val="00932C08"/>
    <w:rsid w:val="00932C10"/>
    <w:rsid w:val="00933008"/>
    <w:rsid w:val="0093381F"/>
    <w:rsid w:val="0093384B"/>
    <w:rsid w:val="0093429F"/>
    <w:rsid w:val="00934ADA"/>
    <w:rsid w:val="00935135"/>
    <w:rsid w:val="00935624"/>
    <w:rsid w:val="00935995"/>
    <w:rsid w:val="00936A42"/>
    <w:rsid w:val="00936C2E"/>
    <w:rsid w:val="009378AA"/>
    <w:rsid w:val="00937D20"/>
    <w:rsid w:val="0094059D"/>
    <w:rsid w:val="00940EEB"/>
    <w:rsid w:val="009411E9"/>
    <w:rsid w:val="00941C9B"/>
    <w:rsid w:val="00941F37"/>
    <w:rsid w:val="00942E84"/>
    <w:rsid w:val="00943B48"/>
    <w:rsid w:val="00943C21"/>
    <w:rsid w:val="009445CA"/>
    <w:rsid w:val="009446C1"/>
    <w:rsid w:val="009448DD"/>
    <w:rsid w:val="00944A1C"/>
    <w:rsid w:val="00944BE5"/>
    <w:rsid w:val="00944EE3"/>
    <w:rsid w:val="009450D9"/>
    <w:rsid w:val="009454CE"/>
    <w:rsid w:val="00945831"/>
    <w:rsid w:val="00945C11"/>
    <w:rsid w:val="00945DCB"/>
    <w:rsid w:val="00945E54"/>
    <w:rsid w:val="00946A17"/>
    <w:rsid w:val="00947069"/>
    <w:rsid w:val="0095016B"/>
    <w:rsid w:val="00950275"/>
    <w:rsid w:val="009506D2"/>
    <w:rsid w:val="00950A5F"/>
    <w:rsid w:val="00950BB2"/>
    <w:rsid w:val="00950CBF"/>
    <w:rsid w:val="00950D05"/>
    <w:rsid w:val="009511DB"/>
    <w:rsid w:val="0095396F"/>
    <w:rsid w:val="00954B6C"/>
    <w:rsid w:val="009554E2"/>
    <w:rsid w:val="00955826"/>
    <w:rsid w:val="00956747"/>
    <w:rsid w:val="00957081"/>
    <w:rsid w:val="00957A97"/>
    <w:rsid w:val="00957C7E"/>
    <w:rsid w:val="00957DA9"/>
    <w:rsid w:val="009601A6"/>
    <w:rsid w:val="00960393"/>
    <w:rsid w:val="009604D9"/>
    <w:rsid w:val="00960835"/>
    <w:rsid w:val="00960A3E"/>
    <w:rsid w:val="00961C8B"/>
    <w:rsid w:val="0096226E"/>
    <w:rsid w:val="00962E28"/>
    <w:rsid w:val="00963058"/>
    <w:rsid w:val="00963308"/>
    <w:rsid w:val="00963AF5"/>
    <w:rsid w:val="009640E3"/>
    <w:rsid w:val="00964847"/>
    <w:rsid w:val="00964C8D"/>
    <w:rsid w:val="009660FF"/>
    <w:rsid w:val="00966376"/>
    <w:rsid w:val="009666C5"/>
    <w:rsid w:val="009667F0"/>
    <w:rsid w:val="00966881"/>
    <w:rsid w:val="009669A1"/>
    <w:rsid w:val="00967145"/>
    <w:rsid w:val="009672BD"/>
    <w:rsid w:val="0096765F"/>
    <w:rsid w:val="00970237"/>
    <w:rsid w:val="00970CFA"/>
    <w:rsid w:val="00971027"/>
    <w:rsid w:val="00971627"/>
    <w:rsid w:val="00972629"/>
    <w:rsid w:val="009727E4"/>
    <w:rsid w:val="00972A5D"/>
    <w:rsid w:val="00973809"/>
    <w:rsid w:val="0097412B"/>
    <w:rsid w:val="00974A27"/>
    <w:rsid w:val="00974EF6"/>
    <w:rsid w:val="00975005"/>
    <w:rsid w:val="0097599C"/>
    <w:rsid w:val="00975D5E"/>
    <w:rsid w:val="009763B4"/>
    <w:rsid w:val="0097663A"/>
    <w:rsid w:val="00976B45"/>
    <w:rsid w:val="00980853"/>
    <w:rsid w:val="00981009"/>
    <w:rsid w:val="009814CF"/>
    <w:rsid w:val="00981760"/>
    <w:rsid w:val="009818A4"/>
    <w:rsid w:val="00981BB4"/>
    <w:rsid w:val="00982CD6"/>
    <w:rsid w:val="00982DCD"/>
    <w:rsid w:val="00982F42"/>
    <w:rsid w:val="00983061"/>
    <w:rsid w:val="00983A7E"/>
    <w:rsid w:val="00983D20"/>
    <w:rsid w:val="0098464D"/>
    <w:rsid w:val="009849A2"/>
    <w:rsid w:val="00984A1D"/>
    <w:rsid w:val="00984D0C"/>
    <w:rsid w:val="00984E15"/>
    <w:rsid w:val="009856BD"/>
    <w:rsid w:val="0098623D"/>
    <w:rsid w:val="0098629B"/>
    <w:rsid w:val="009868C3"/>
    <w:rsid w:val="00986AC8"/>
    <w:rsid w:val="00990087"/>
    <w:rsid w:val="0099149F"/>
    <w:rsid w:val="00991BDE"/>
    <w:rsid w:val="00991D6D"/>
    <w:rsid w:val="00991DC4"/>
    <w:rsid w:val="009921D1"/>
    <w:rsid w:val="009939EE"/>
    <w:rsid w:val="00993A95"/>
    <w:rsid w:val="009946D2"/>
    <w:rsid w:val="00995BDD"/>
    <w:rsid w:val="00996781"/>
    <w:rsid w:val="00996F7A"/>
    <w:rsid w:val="009972D8"/>
    <w:rsid w:val="00997CE0"/>
    <w:rsid w:val="009A0D2A"/>
    <w:rsid w:val="009A154F"/>
    <w:rsid w:val="009A1A1F"/>
    <w:rsid w:val="009A2249"/>
    <w:rsid w:val="009A2622"/>
    <w:rsid w:val="009A26C4"/>
    <w:rsid w:val="009A3393"/>
    <w:rsid w:val="009A387E"/>
    <w:rsid w:val="009A3B70"/>
    <w:rsid w:val="009A3FED"/>
    <w:rsid w:val="009A443C"/>
    <w:rsid w:val="009A5784"/>
    <w:rsid w:val="009A5F6E"/>
    <w:rsid w:val="009A6358"/>
    <w:rsid w:val="009A6E53"/>
    <w:rsid w:val="009A789A"/>
    <w:rsid w:val="009A7A35"/>
    <w:rsid w:val="009A7CC1"/>
    <w:rsid w:val="009B031D"/>
    <w:rsid w:val="009B0463"/>
    <w:rsid w:val="009B13D5"/>
    <w:rsid w:val="009B164A"/>
    <w:rsid w:val="009B1E2D"/>
    <w:rsid w:val="009B2165"/>
    <w:rsid w:val="009B315A"/>
    <w:rsid w:val="009B49B1"/>
    <w:rsid w:val="009B4C1E"/>
    <w:rsid w:val="009B5849"/>
    <w:rsid w:val="009B60C2"/>
    <w:rsid w:val="009B67C9"/>
    <w:rsid w:val="009B6BB0"/>
    <w:rsid w:val="009B6DDD"/>
    <w:rsid w:val="009B7508"/>
    <w:rsid w:val="009C03B2"/>
    <w:rsid w:val="009C0576"/>
    <w:rsid w:val="009C0FFD"/>
    <w:rsid w:val="009C1090"/>
    <w:rsid w:val="009C1352"/>
    <w:rsid w:val="009C168B"/>
    <w:rsid w:val="009C16C7"/>
    <w:rsid w:val="009C2343"/>
    <w:rsid w:val="009C4906"/>
    <w:rsid w:val="009C4E50"/>
    <w:rsid w:val="009C52AD"/>
    <w:rsid w:val="009C5434"/>
    <w:rsid w:val="009C5B35"/>
    <w:rsid w:val="009C5F0A"/>
    <w:rsid w:val="009C6E92"/>
    <w:rsid w:val="009C776E"/>
    <w:rsid w:val="009C7B04"/>
    <w:rsid w:val="009C7C6A"/>
    <w:rsid w:val="009C7E53"/>
    <w:rsid w:val="009C7E7D"/>
    <w:rsid w:val="009D02E6"/>
    <w:rsid w:val="009D0DCF"/>
    <w:rsid w:val="009D1540"/>
    <w:rsid w:val="009D178D"/>
    <w:rsid w:val="009D1C14"/>
    <w:rsid w:val="009D2B78"/>
    <w:rsid w:val="009D2EC0"/>
    <w:rsid w:val="009D38C6"/>
    <w:rsid w:val="009D3DFD"/>
    <w:rsid w:val="009D4CC9"/>
    <w:rsid w:val="009D502F"/>
    <w:rsid w:val="009D5BF1"/>
    <w:rsid w:val="009D6343"/>
    <w:rsid w:val="009D6B72"/>
    <w:rsid w:val="009D6BA0"/>
    <w:rsid w:val="009D6DA0"/>
    <w:rsid w:val="009D76CC"/>
    <w:rsid w:val="009D7FB8"/>
    <w:rsid w:val="009E003D"/>
    <w:rsid w:val="009E04BF"/>
    <w:rsid w:val="009E0F70"/>
    <w:rsid w:val="009E13B2"/>
    <w:rsid w:val="009E1E0E"/>
    <w:rsid w:val="009E253D"/>
    <w:rsid w:val="009E27B1"/>
    <w:rsid w:val="009E2BDF"/>
    <w:rsid w:val="009E3D59"/>
    <w:rsid w:val="009E4313"/>
    <w:rsid w:val="009E4BB6"/>
    <w:rsid w:val="009E4BE4"/>
    <w:rsid w:val="009E4CF9"/>
    <w:rsid w:val="009E4DAD"/>
    <w:rsid w:val="009E597F"/>
    <w:rsid w:val="009E5D50"/>
    <w:rsid w:val="009E5E5C"/>
    <w:rsid w:val="009E65CA"/>
    <w:rsid w:val="009E6801"/>
    <w:rsid w:val="009E6857"/>
    <w:rsid w:val="009E75C1"/>
    <w:rsid w:val="009E76DE"/>
    <w:rsid w:val="009E79B0"/>
    <w:rsid w:val="009E7DE5"/>
    <w:rsid w:val="009F03AE"/>
    <w:rsid w:val="009F03C8"/>
    <w:rsid w:val="009F0832"/>
    <w:rsid w:val="009F105D"/>
    <w:rsid w:val="009F15BF"/>
    <w:rsid w:val="009F19AA"/>
    <w:rsid w:val="009F1E7B"/>
    <w:rsid w:val="009F2035"/>
    <w:rsid w:val="009F208F"/>
    <w:rsid w:val="009F25A1"/>
    <w:rsid w:val="009F2915"/>
    <w:rsid w:val="009F48C4"/>
    <w:rsid w:val="009F4AF3"/>
    <w:rsid w:val="009F4DE8"/>
    <w:rsid w:val="009F5005"/>
    <w:rsid w:val="009F5731"/>
    <w:rsid w:val="009F5761"/>
    <w:rsid w:val="009F5B2B"/>
    <w:rsid w:val="009F5BC0"/>
    <w:rsid w:val="009F6E0C"/>
    <w:rsid w:val="009F74DF"/>
    <w:rsid w:val="00A00499"/>
    <w:rsid w:val="00A009B3"/>
    <w:rsid w:val="00A01281"/>
    <w:rsid w:val="00A02A7D"/>
    <w:rsid w:val="00A02D22"/>
    <w:rsid w:val="00A02D26"/>
    <w:rsid w:val="00A02F9E"/>
    <w:rsid w:val="00A03078"/>
    <w:rsid w:val="00A033C1"/>
    <w:rsid w:val="00A037FD"/>
    <w:rsid w:val="00A03945"/>
    <w:rsid w:val="00A03D0E"/>
    <w:rsid w:val="00A04072"/>
    <w:rsid w:val="00A0425A"/>
    <w:rsid w:val="00A047BD"/>
    <w:rsid w:val="00A04BD8"/>
    <w:rsid w:val="00A05554"/>
    <w:rsid w:val="00A0752A"/>
    <w:rsid w:val="00A07DB8"/>
    <w:rsid w:val="00A10205"/>
    <w:rsid w:val="00A107F8"/>
    <w:rsid w:val="00A11152"/>
    <w:rsid w:val="00A1122C"/>
    <w:rsid w:val="00A1200B"/>
    <w:rsid w:val="00A12C82"/>
    <w:rsid w:val="00A12F8A"/>
    <w:rsid w:val="00A133A2"/>
    <w:rsid w:val="00A13660"/>
    <w:rsid w:val="00A137A6"/>
    <w:rsid w:val="00A138B0"/>
    <w:rsid w:val="00A13903"/>
    <w:rsid w:val="00A14107"/>
    <w:rsid w:val="00A1418D"/>
    <w:rsid w:val="00A147AA"/>
    <w:rsid w:val="00A14E29"/>
    <w:rsid w:val="00A159EA"/>
    <w:rsid w:val="00A15C8F"/>
    <w:rsid w:val="00A16884"/>
    <w:rsid w:val="00A16B88"/>
    <w:rsid w:val="00A16BC1"/>
    <w:rsid w:val="00A16FFE"/>
    <w:rsid w:val="00A20687"/>
    <w:rsid w:val="00A20BCB"/>
    <w:rsid w:val="00A2108D"/>
    <w:rsid w:val="00A21488"/>
    <w:rsid w:val="00A21EAF"/>
    <w:rsid w:val="00A22C3F"/>
    <w:rsid w:val="00A233DB"/>
    <w:rsid w:val="00A24761"/>
    <w:rsid w:val="00A24FD8"/>
    <w:rsid w:val="00A251F6"/>
    <w:rsid w:val="00A2586D"/>
    <w:rsid w:val="00A25ADA"/>
    <w:rsid w:val="00A26157"/>
    <w:rsid w:val="00A2771F"/>
    <w:rsid w:val="00A27973"/>
    <w:rsid w:val="00A27D63"/>
    <w:rsid w:val="00A27E4C"/>
    <w:rsid w:val="00A30AF8"/>
    <w:rsid w:val="00A31ACF"/>
    <w:rsid w:val="00A32192"/>
    <w:rsid w:val="00A3303A"/>
    <w:rsid w:val="00A33C6E"/>
    <w:rsid w:val="00A33ED8"/>
    <w:rsid w:val="00A341AE"/>
    <w:rsid w:val="00A343AB"/>
    <w:rsid w:val="00A34506"/>
    <w:rsid w:val="00A345A4"/>
    <w:rsid w:val="00A348D0"/>
    <w:rsid w:val="00A34E60"/>
    <w:rsid w:val="00A356E1"/>
    <w:rsid w:val="00A3776E"/>
    <w:rsid w:val="00A37B7F"/>
    <w:rsid w:val="00A37E65"/>
    <w:rsid w:val="00A40C27"/>
    <w:rsid w:val="00A40EF7"/>
    <w:rsid w:val="00A40F9F"/>
    <w:rsid w:val="00A41A0B"/>
    <w:rsid w:val="00A41C14"/>
    <w:rsid w:val="00A422E6"/>
    <w:rsid w:val="00A42F6E"/>
    <w:rsid w:val="00A43D7D"/>
    <w:rsid w:val="00A44330"/>
    <w:rsid w:val="00A4434A"/>
    <w:rsid w:val="00A44371"/>
    <w:rsid w:val="00A452D5"/>
    <w:rsid w:val="00A4550E"/>
    <w:rsid w:val="00A45C91"/>
    <w:rsid w:val="00A461BC"/>
    <w:rsid w:val="00A47DEF"/>
    <w:rsid w:val="00A50A1B"/>
    <w:rsid w:val="00A50AA5"/>
    <w:rsid w:val="00A50C09"/>
    <w:rsid w:val="00A50C97"/>
    <w:rsid w:val="00A50E4A"/>
    <w:rsid w:val="00A512A1"/>
    <w:rsid w:val="00A51305"/>
    <w:rsid w:val="00A5141D"/>
    <w:rsid w:val="00A51874"/>
    <w:rsid w:val="00A51DE3"/>
    <w:rsid w:val="00A5314B"/>
    <w:rsid w:val="00A532CE"/>
    <w:rsid w:val="00A53330"/>
    <w:rsid w:val="00A539B9"/>
    <w:rsid w:val="00A53D66"/>
    <w:rsid w:val="00A5461B"/>
    <w:rsid w:val="00A54820"/>
    <w:rsid w:val="00A54C6F"/>
    <w:rsid w:val="00A55157"/>
    <w:rsid w:val="00A56E90"/>
    <w:rsid w:val="00A57275"/>
    <w:rsid w:val="00A57A24"/>
    <w:rsid w:val="00A603FC"/>
    <w:rsid w:val="00A60CCB"/>
    <w:rsid w:val="00A613D3"/>
    <w:rsid w:val="00A61729"/>
    <w:rsid w:val="00A61934"/>
    <w:rsid w:val="00A62416"/>
    <w:rsid w:val="00A624FB"/>
    <w:rsid w:val="00A625C6"/>
    <w:rsid w:val="00A627D0"/>
    <w:rsid w:val="00A629D9"/>
    <w:rsid w:val="00A62A01"/>
    <w:rsid w:val="00A62ED3"/>
    <w:rsid w:val="00A63045"/>
    <w:rsid w:val="00A633D3"/>
    <w:rsid w:val="00A64127"/>
    <w:rsid w:val="00A65226"/>
    <w:rsid w:val="00A661AE"/>
    <w:rsid w:val="00A663D6"/>
    <w:rsid w:val="00A677A1"/>
    <w:rsid w:val="00A6786D"/>
    <w:rsid w:val="00A67DC6"/>
    <w:rsid w:val="00A70951"/>
    <w:rsid w:val="00A70995"/>
    <w:rsid w:val="00A70A25"/>
    <w:rsid w:val="00A70D58"/>
    <w:rsid w:val="00A70E8F"/>
    <w:rsid w:val="00A71016"/>
    <w:rsid w:val="00A710DA"/>
    <w:rsid w:val="00A7186E"/>
    <w:rsid w:val="00A7267F"/>
    <w:rsid w:val="00A73255"/>
    <w:rsid w:val="00A7349B"/>
    <w:rsid w:val="00A73DB1"/>
    <w:rsid w:val="00A73F6B"/>
    <w:rsid w:val="00A742E1"/>
    <w:rsid w:val="00A7462D"/>
    <w:rsid w:val="00A74BA9"/>
    <w:rsid w:val="00A75218"/>
    <w:rsid w:val="00A75AB7"/>
    <w:rsid w:val="00A76F25"/>
    <w:rsid w:val="00A76F4A"/>
    <w:rsid w:val="00A77923"/>
    <w:rsid w:val="00A80DB1"/>
    <w:rsid w:val="00A80E23"/>
    <w:rsid w:val="00A80FD4"/>
    <w:rsid w:val="00A810AF"/>
    <w:rsid w:val="00A8148C"/>
    <w:rsid w:val="00A81C3E"/>
    <w:rsid w:val="00A82649"/>
    <w:rsid w:val="00A82854"/>
    <w:rsid w:val="00A82E29"/>
    <w:rsid w:val="00A82EDF"/>
    <w:rsid w:val="00A8372C"/>
    <w:rsid w:val="00A84046"/>
    <w:rsid w:val="00A84531"/>
    <w:rsid w:val="00A84711"/>
    <w:rsid w:val="00A84E47"/>
    <w:rsid w:val="00A84F26"/>
    <w:rsid w:val="00A85355"/>
    <w:rsid w:val="00A8542F"/>
    <w:rsid w:val="00A857AA"/>
    <w:rsid w:val="00A85880"/>
    <w:rsid w:val="00A85EAC"/>
    <w:rsid w:val="00A86357"/>
    <w:rsid w:val="00A865A7"/>
    <w:rsid w:val="00A86A0E"/>
    <w:rsid w:val="00A87BBE"/>
    <w:rsid w:val="00A87C96"/>
    <w:rsid w:val="00A87D6B"/>
    <w:rsid w:val="00A9086B"/>
    <w:rsid w:val="00A90D16"/>
    <w:rsid w:val="00A91554"/>
    <w:rsid w:val="00A91C9F"/>
    <w:rsid w:val="00A91EB8"/>
    <w:rsid w:val="00A92157"/>
    <w:rsid w:val="00A92E1B"/>
    <w:rsid w:val="00A93482"/>
    <w:rsid w:val="00A940B5"/>
    <w:rsid w:val="00A9429C"/>
    <w:rsid w:val="00A94B47"/>
    <w:rsid w:val="00A954D8"/>
    <w:rsid w:val="00A95B8C"/>
    <w:rsid w:val="00A95BA5"/>
    <w:rsid w:val="00A967A7"/>
    <w:rsid w:val="00A96D19"/>
    <w:rsid w:val="00AA00C9"/>
    <w:rsid w:val="00AA0772"/>
    <w:rsid w:val="00AA1C43"/>
    <w:rsid w:val="00AA2A51"/>
    <w:rsid w:val="00AA2FE6"/>
    <w:rsid w:val="00AA35CD"/>
    <w:rsid w:val="00AA46D7"/>
    <w:rsid w:val="00AA48A3"/>
    <w:rsid w:val="00AA50B1"/>
    <w:rsid w:val="00AA5E6E"/>
    <w:rsid w:val="00AA61EB"/>
    <w:rsid w:val="00AA6D14"/>
    <w:rsid w:val="00AA7C57"/>
    <w:rsid w:val="00AA7F5A"/>
    <w:rsid w:val="00AB015D"/>
    <w:rsid w:val="00AB0596"/>
    <w:rsid w:val="00AB22C6"/>
    <w:rsid w:val="00AB2533"/>
    <w:rsid w:val="00AB255E"/>
    <w:rsid w:val="00AB36AD"/>
    <w:rsid w:val="00AB3E68"/>
    <w:rsid w:val="00AB4C05"/>
    <w:rsid w:val="00AB4CE6"/>
    <w:rsid w:val="00AB4DF5"/>
    <w:rsid w:val="00AB5301"/>
    <w:rsid w:val="00AB5304"/>
    <w:rsid w:val="00AB5435"/>
    <w:rsid w:val="00AB5451"/>
    <w:rsid w:val="00AB56E2"/>
    <w:rsid w:val="00AB58D3"/>
    <w:rsid w:val="00AB5B5E"/>
    <w:rsid w:val="00AB6057"/>
    <w:rsid w:val="00AB6406"/>
    <w:rsid w:val="00AB6AB5"/>
    <w:rsid w:val="00AB6B22"/>
    <w:rsid w:val="00AB6F67"/>
    <w:rsid w:val="00AB7026"/>
    <w:rsid w:val="00AC017F"/>
    <w:rsid w:val="00AC0361"/>
    <w:rsid w:val="00AC05B2"/>
    <w:rsid w:val="00AC07D0"/>
    <w:rsid w:val="00AC0F90"/>
    <w:rsid w:val="00AC10FF"/>
    <w:rsid w:val="00AC21DE"/>
    <w:rsid w:val="00AC24C9"/>
    <w:rsid w:val="00AC27BD"/>
    <w:rsid w:val="00AC2BBE"/>
    <w:rsid w:val="00AC34AE"/>
    <w:rsid w:val="00AC369F"/>
    <w:rsid w:val="00AC388A"/>
    <w:rsid w:val="00AC3994"/>
    <w:rsid w:val="00AC3D18"/>
    <w:rsid w:val="00AC3F95"/>
    <w:rsid w:val="00AC48A9"/>
    <w:rsid w:val="00AC4CF3"/>
    <w:rsid w:val="00AC4F6E"/>
    <w:rsid w:val="00AC5427"/>
    <w:rsid w:val="00AC5AEF"/>
    <w:rsid w:val="00AC6FCC"/>
    <w:rsid w:val="00AC73E9"/>
    <w:rsid w:val="00AC7CBA"/>
    <w:rsid w:val="00AD044B"/>
    <w:rsid w:val="00AD1064"/>
    <w:rsid w:val="00AD12B0"/>
    <w:rsid w:val="00AD2038"/>
    <w:rsid w:val="00AD2108"/>
    <w:rsid w:val="00AD252C"/>
    <w:rsid w:val="00AD2BAC"/>
    <w:rsid w:val="00AD304B"/>
    <w:rsid w:val="00AD3ABB"/>
    <w:rsid w:val="00AD4F7A"/>
    <w:rsid w:val="00AD57FD"/>
    <w:rsid w:val="00AD5C14"/>
    <w:rsid w:val="00AD6622"/>
    <w:rsid w:val="00AD6AFB"/>
    <w:rsid w:val="00AD6BA1"/>
    <w:rsid w:val="00AD6FDB"/>
    <w:rsid w:val="00AE0710"/>
    <w:rsid w:val="00AE0E6C"/>
    <w:rsid w:val="00AE10BF"/>
    <w:rsid w:val="00AE139B"/>
    <w:rsid w:val="00AE1546"/>
    <w:rsid w:val="00AE25E6"/>
    <w:rsid w:val="00AE2AD5"/>
    <w:rsid w:val="00AE2FCF"/>
    <w:rsid w:val="00AE34F5"/>
    <w:rsid w:val="00AE3842"/>
    <w:rsid w:val="00AE3B33"/>
    <w:rsid w:val="00AE458D"/>
    <w:rsid w:val="00AE4D50"/>
    <w:rsid w:val="00AE507E"/>
    <w:rsid w:val="00AE5163"/>
    <w:rsid w:val="00AE5983"/>
    <w:rsid w:val="00AE5C0F"/>
    <w:rsid w:val="00AE5CE4"/>
    <w:rsid w:val="00AE7565"/>
    <w:rsid w:val="00AF04C0"/>
    <w:rsid w:val="00AF099E"/>
    <w:rsid w:val="00AF0F47"/>
    <w:rsid w:val="00AF21DA"/>
    <w:rsid w:val="00AF2C3C"/>
    <w:rsid w:val="00AF3AF5"/>
    <w:rsid w:val="00AF3B73"/>
    <w:rsid w:val="00AF3C53"/>
    <w:rsid w:val="00AF4EF5"/>
    <w:rsid w:val="00AF50F5"/>
    <w:rsid w:val="00AF518D"/>
    <w:rsid w:val="00AF62A7"/>
    <w:rsid w:val="00AF646F"/>
    <w:rsid w:val="00AF69D2"/>
    <w:rsid w:val="00AF778F"/>
    <w:rsid w:val="00B004F6"/>
    <w:rsid w:val="00B0095E"/>
    <w:rsid w:val="00B009EC"/>
    <w:rsid w:val="00B00ADD"/>
    <w:rsid w:val="00B01924"/>
    <w:rsid w:val="00B01DF3"/>
    <w:rsid w:val="00B02023"/>
    <w:rsid w:val="00B02DD3"/>
    <w:rsid w:val="00B02EFE"/>
    <w:rsid w:val="00B043C2"/>
    <w:rsid w:val="00B04F06"/>
    <w:rsid w:val="00B057B9"/>
    <w:rsid w:val="00B057C9"/>
    <w:rsid w:val="00B05CAA"/>
    <w:rsid w:val="00B05D7A"/>
    <w:rsid w:val="00B062F8"/>
    <w:rsid w:val="00B07021"/>
    <w:rsid w:val="00B07046"/>
    <w:rsid w:val="00B071B4"/>
    <w:rsid w:val="00B07482"/>
    <w:rsid w:val="00B07E4E"/>
    <w:rsid w:val="00B10B83"/>
    <w:rsid w:val="00B14829"/>
    <w:rsid w:val="00B14AFD"/>
    <w:rsid w:val="00B14EE2"/>
    <w:rsid w:val="00B14FC8"/>
    <w:rsid w:val="00B1576C"/>
    <w:rsid w:val="00B1588E"/>
    <w:rsid w:val="00B16285"/>
    <w:rsid w:val="00B16C42"/>
    <w:rsid w:val="00B1703F"/>
    <w:rsid w:val="00B20007"/>
    <w:rsid w:val="00B20171"/>
    <w:rsid w:val="00B204E9"/>
    <w:rsid w:val="00B2071D"/>
    <w:rsid w:val="00B20F77"/>
    <w:rsid w:val="00B20FD0"/>
    <w:rsid w:val="00B215A6"/>
    <w:rsid w:val="00B21A7A"/>
    <w:rsid w:val="00B22433"/>
    <w:rsid w:val="00B22523"/>
    <w:rsid w:val="00B22610"/>
    <w:rsid w:val="00B2326E"/>
    <w:rsid w:val="00B234C8"/>
    <w:rsid w:val="00B23BE2"/>
    <w:rsid w:val="00B24064"/>
    <w:rsid w:val="00B24740"/>
    <w:rsid w:val="00B24A14"/>
    <w:rsid w:val="00B25165"/>
    <w:rsid w:val="00B25B01"/>
    <w:rsid w:val="00B25D9B"/>
    <w:rsid w:val="00B25F9B"/>
    <w:rsid w:val="00B267E6"/>
    <w:rsid w:val="00B268D9"/>
    <w:rsid w:val="00B2729A"/>
    <w:rsid w:val="00B27C03"/>
    <w:rsid w:val="00B301DB"/>
    <w:rsid w:val="00B31154"/>
    <w:rsid w:val="00B317AA"/>
    <w:rsid w:val="00B31895"/>
    <w:rsid w:val="00B31E6A"/>
    <w:rsid w:val="00B32B9A"/>
    <w:rsid w:val="00B33059"/>
    <w:rsid w:val="00B344F1"/>
    <w:rsid w:val="00B34835"/>
    <w:rsid w:val="00B34C24"/>
    <w:rsid w:val="00B358C0"/>
    <w:rsid w:val="00B35E85"/>
    <w:rsid w:val="00B36449"/>
    <w:rsid w:val="00B369DE"/>
    <w:rsid w:val="00B370B5"/>
    <w:rsid w:val="00B37576"/>
    <w:rsid w:val="00B37EA1"/>
    <w:rsid w:val="00B40A56"/>
    <w:rsid w:val="00B4149D"/>
    <w:rsid w:val="00B41EE1"/>
    <w:rsid w:val="00B4252E"/>
    <w:rsid w:val="00B433ED"/>
    <w:rsid w:val="00B43EF5"/>
    <w:rsid w:val="00B44662"/>
    <w:rsid w:val="00B44944"/>
    <w:rsid w:val="00B449B1"/>
    <w:rsid w:val="00B44C51"/>
    <w:rsid w:val="00B44EF9"/>
    <w:rsid w:val="00B45F70"/>
    <w:rsid w:val="00B4657C"/>
    <w:rsid w:val="00B46955"/>
    <w:rsid w:val="00B46C65"/>
    <w:rsid w:val="00B46FB9"/>
    <w:rsid w:val="00B47BD5"/>
    <w:rsid w:val="00B5014D"/>
    <w:rsid w:val="00B50DCE"/>
    <w:rsid w:val="00B5138F"/>
    <w:rsid w:val="00B516D1"/>
    <w:rsid w:val="00B5231A"/>
    <w:rsid w:val="00B533D1"/>
    <w:rsid w:val="00B535F3"/>
    <w:rsid w:val="00B53CD6"/>
    <w:rsid w:val="00B543A8"/>
    <w:rsid w:val="00B55AAE"/>
    <w:rsid w:val="00B55FBC"/>
    <w:rsid w:val="00B56707"/>
    <w:rsid w:val="00B56D14"/>
    <w:rsid w:val="00B57476"/>
    <w:rsid w:val="00B57C39"/>
    <w:rsid w:val="00B57F69"/>
    <w:rsid w:val="00B60031"/>
    <w:rsid w:val="00B60766"/>
    <w:rsid w:val="00B60BD2"/>
    <w:rsid w:val="00B60CF2"/>
    <w:rsid w:val="00B62538"/>
    <w:rsid w:val="00B62BB8"/>
    <w:rsid w:val="00B633A9"/>
    <w:rsid w:val="00B63500"/>
    <w:rsid w:val="00B63CA6"/>
    <w:rsid w:val="00B63DFF"/>
    <w:rsid w:val="00B63E78"/>
    <w:rsid w:val="00B644C1"/>
    <w:rsid w:val="00B65031"/>
    <w:rsid w:val="00B65396"/>
    <w:rsid w:val="00B6599D"/>
    <w:rsid w:val="00B65C54"/>
    <w:rsid w:val="00B65CDB"/>
    <w:rsid w:val="00B6694B"/>
    <w:rsid w:val="00B66953"/>
    <w:rsid w:val="00B66A65"/>
    <w:rsid w:val="00B66A87"/>
    <w:rsid w:val="00B66FD6"/>
    <w:rsid w:val="00B675B8"/>
    <w:rsid w:val="00B679EE"/>
    <w:rsid w:val="00B70966"/>
    <w:rsid w:val="00B71349"/>
    <w:rsid w:val="00B71676"/>
    <w:rsid w:val="00B71B0D"/>
    <w:rsid w:val="00B71B7A"/>
    <w:rsid w:val="00B71F30"/>
    <w:rsid w:val="00B721C9"/>
    <w:rsid w:val="00B72A3A"/>
    <w:rsid w:val="00B72C2D"/>
    <w:rsid w:val="00B7327C"/>
    <w:rsid w:val="00B76684"/>
    <w:rsid w:val="00B7696B"/>
    <w:rsid w:val="00B77427"/>
    <w:rsid w:val="00B776FF"/>
    <w:rsid w:val="00B77D65"/>
    <w:rsid w:val="00B77E87"/>
    <w:rsid w:val="00B803A3"/>
    <w:rsid w:val="00B8077E"/>
    <w:rsid w:val="00B80AE6"/>
    <w:rsid w:val="00B80D21"/>
    <w:rsid w:val="00B815CC"/>
    <w:rsid w:val="00B8214E"/>
    <w:rsid w:val="00B82591"/>
    <w:rsid w:val="00B82866"/>
    <w:rsid w:val="00B828CD"/>
    <w:rsid w:val="00B82A4A"/>
    <w:rsid w:val="00B82F2B"/>
    <w:rsid w:val="00B83288"/>
    <w:rsid w:val="00B83B63"/>
    <w:rsid w:val="00B83CE8"/>
    <w:rsid w:val="00B84C33"/>
    <w:rsid w:val="00B84C50"/>
    <w:rsid w:val="00B84C9D"/>
    <w:rsid w:val="00B84E7A"/>
    <w:rsid w:val="00B85D24"/>
    <w:rsid w:val="00B85F92"/>
    <w:rsid w:val="00B861D8"/>
    <w:rsid w:val="00B86A74"/>
    <w:rsid w:val="00B86BC4"/>
    <w:rsid w:val="00B87D3D"/>
    <w:rsid w:val="00B90512"/>
    <w:rsid w:val="00B909A4"/>
    <w:rsid w:val="00B90C85"/>
    <w:rsid w:val="00B922C0"/>
    <w:rsid w:val="00B92B45"/>
    <w:rsid w:val="00B93B7D"/>
    <w:rsid w:val="00B94206"/>
    <w:rsid w:val="00B94EA2"/>
    <w:rsid w:val="00B94FBD"/>
    <w:rsid w:val="00B95462"/>
    <w:rsid w:val="00B96BC1"/>
    <w:rsid w:val="00B96BD9"/>
    <w:rsid w:val="00B96E3B"/>
    <w:rsid w:val="00B97113"/>
    <w:rsid w:val="00B973F1"/>
    <w:rsid w:val="00BA024F"/>
    <w:rsid w:val="00BA08BD"/>
    <w:rsid w:val="00BA0B5C"/>
    <w:rsid w:val="00BA0B87"/>
    <w:rsid w:val="00BA1374"/>
    <w:rsid w:val="00BA163C"/>
    <w:rsid w:val="00BA251C"/>
    <w:rsid w:val="00BA266E"/>
    <w:rsid w:val="00BA2EDB"/>
    <w:rsid w:val="00BA3073"/>
    <w:rsid w:val="00BA3367"/>
    <w:rsid w:val="00BA33B7"/>
    <w:rsid w:val="00BA37AB"/>
    <w:rsid w:val="00BA3884"/>
    <w:rsid w:val="00BA3BB1"/>
    <w:rsid w:val="00BA470C"/>
    <w:rsid w:val="00BA4E65"/>
    <w:rsid w:val="00BA50B7"/>
    <w:rsid w:val="00BA50CE"/>
    <w:rsid w:val="00BA5138"/>
    <w:rsid w:val="00BA5A40"/>
    <w:rsid w:val="00BA6A93"/>
    <w:rsid w:val="00BA6E87"/>
    <w:rsid w:val="00BB0260"/>
    <w:rsid w:val="00BB1154"/>
    <w:rsid w:val="00BB1C2F"/>
    <w:rsid w:val="00BB251C"/>
    <w:rsid w:val="00BB2587"/>
    <w:rsid w:val="00BB3466"/>
    <w:rsid w:val="00BB3488"/>
    <w:rsid w:val="00BB5236"/>
    <w:rsid w:val="00BB52DB"/>
    <w:rsid w:val="00BB6213"/>
    <w:rsid w:val="00BB6617"/>
    <w:rsid w:val="00BB69D1"/>
    <w:rsid w:val="00BB6A00"/>
    <w:rsid w:val="00BB6A67"/>
    <w:rsid w:val="00BB7199"/>
    <w:rsid w:val="00BB7DE3"/>
    <w:rsid w:val="00BC03D9"/>
    <w:rsid w:val="00BC04AE"/>
    <w:rsid w:val="00BC0688"/>
    <w:rsid w:val="00BC092B"/>
    <w:rsid w:val="00BC0E76"/>
    <w:rsid w:val="00BC0F3F"/>
    <w:rsid w:val="00BC12E0"/>
    <w:rsid w:val="00BC1A00"/>
    <w:rsid w:val="00BC1B36"/>
    <w:rsid w:val="00BC2B44"/>
    <w:rsid w:val="00BC2B94"/>
    <w:rsid w:val="00BC3778"/>
    <w:rsid w:val="00BC3A79"/>
    <w:rsid w:val="00BC3F69"/>
    <w:rsid w:val="00BC3F8E"/>
    <w:rsid w:val="00BC415D"/>
    <w:rsid w:val="00BC48DE"/>
    <w:rsid w:val="00BC4C79"/>
    <w:rsid w:val="00BC5050"/>
    <w:rsid w:val="00BC5BE9"/>
    <w:rsid w:val="00BC6E45"/>
    <w:rsid w:val="00BC71B8"/>
    <w:rsid w:val="00BC775D"/>
    <w:rsid w:val="00BC7B9D"/>
    <w:rsid w:val="00BC7DA8"/>
    <w:rsid w:val="00BD0122"/>
    <w:rsid w:val="00BD0174"/>
    <w:rsid w:val="00BD1299"/>
    <w:rsid w:val="00BD13F9"/>
    <w:rsid w:val="00BD1AC5"/>
    <w:rsid w:val="00BD1DD7"/>
    <w:rsid w:val="00BD25D9"/>
    <w:rsid w:val="00BD27E5"/>
    <w:rsid w:val="00BD313C"/>
    <w:rsid w:val="00BD347A"/>
    <w:rsid w:val="00BD3BAA"/>
    <w:rsid w:val="00BD4A56"/>
    <w:rsid w:val="00BD55C9"/>
    <w:rsid w:val="00BD585A"/>
    <w:rsid w:val="00BD5A0A"/>
    <w:rsid w:val="00BD5AD9"/>
    <w:rsid w:val="00BD5DBB"/>
    <w:rsid w:val="00BD60EB"/>
    <w:rsid w:val="00BD6126"/>
    <w:rsid w:val="00BD6B6D"/>
    <w:rsid w:val="00BD6DCE"/>
    <w:rsid w:val="00BD711A"/>
    <w:rsid w:val="00BD7306"/>
    <w:rsid w:val="00BE045B"/>
    <w:rsid w:val="00BE0B6D"/>
    <w:rsid w:val="00BE1562"/>
    <w:rsid w:val="00BE1F0C"/>
    <w:rsid w:val="00BE26A4"/>
    <w:rsid w:val="00BE39C1"/>
    <w:rsid w:val="00BE4445"/>
    <w:rsid w:val="00BE4696"/>
    <w:rsid w:val="00BE4980"/>
    <w:rsid w:val="00BE543E"/>
    <w:rsid w:val="00BE54CE"/>
    <w:rsid w:val="00BE6EA0"/>
    <w:rsid w:val="00BE6EBC"/>
    <w:rsid w:val="00BE711C"/>
    <w:rsid w:val="00BE731B"/>
    <w:rsid w:val="00BE76A9"/>
    <w:rsid w:val="00BE78A0"/>
    <w:rsid w:val="00BE7B85"/>
    <w:rsid w:val="00BF0335"/>
    <w:rsid w:val="00BF0443"/>
    <w:rsid w:val="00BF04E4"/>
    <w:rsid w:val="00BF0DD6"/>
    <w:rsid w:val="00BF10D3"/>
    <w:rsid w:val="00BF1129"/>
    <w:rsid w:val="00BF1769"/>
    <w:rsid w:val="00BF1994"/>
    <w:rsid w:val="00BF1FEC"/>
    <w:rsid w:val="00BF24D0"/>
    <w:rsid w:val="00BF324A"/>
    <w:rsid w:val="00BF34BC"/>
    <w:rsid w:val="00BF3B81"/>
    <w:rsid w:val="00BF3C3D"/>
    <w:rsid w:val="00BF49EF"/>
    <w:rsid w:val="00BF4C0E"/>
    <w:rsid w:val="00BF4F79"/>
    <w:rsid w:val="00BF5544"/>
    <w:rsid w:val="00BF5715"/>
    <w:rsid w:val="00BF57A2"/>
    <w:rsid w:val="00BF5D2B"/>
    <w:rsid w:val="00BF5F32"/>
    <w:rsid w:val="00BF6185"/>
    <w:rsid w:val="00BF67B0"/>
    <w:rsid w:val="00BF7298"/>
    <w:rsid w:val="00BF75E3"/>
    <w:rsid w:val="00BF78F1"/>
    <w:rsid w:val="00BF796F"/>
    <w:rsid w:val="00BF7AE6"/>
    <w:rsid w:val="00C005FE"/>
    <w:rsid w:val="00C00C08"/>
    <w:rsid w:val="00C00CB1"/>
    <w:rsid w:val="00C011ED"/>
    <w:rsid w:val="00C012EE"/>
    <w:rsid w:val="00C0136F"/>
    <w:rsid w:val="00C02B53"/>
    <w:rsid w:val="00C02E4B"/>
    <w:rsid w:val="00C0335F"/>
    <w:rsid w:val="00C035F2"/>
    <w:rsid w:val="00C03777"/>
    <w:rsid w:val="00C03909"/>
    <w:rsid w:val="00C04170"/>
    <w:rsid w:val="00C04B97"/>
    <w:rsid w:val="00C05629"/>
    <w:rsid w:val="00C058F0"/>
    <w:rsid w:val="00C05BD3"/>
    <w:rsid w:val="00C05D62"/>
    <w:rsid w:val="00C06054"/>
    <w:rsid w:val="00C06071"/>
    <w:rsid w:val="00C067E6"/>
    <w:rsid w:val="00C072B1"/>
    <w:rsid w:val="00C10CFF"/>
    <w:rsid w:val="00C11859"/>
    <w:rsid w:val="00C11B89"/>
    <w:rsid w:val="00C11D66"/>
    <w:rsid w:val="00C12983"/>
    <w:rsid w:val="00C134EB"/>
    <w:rsid w:val="00C13A4A"/>
    <w:rsid w:val="00C13F59"/>
    <w:rsid w:val="00C1430A"/>
    <w:rsid w:val="00C14398"/>
    <w:rsid w:val="00C147FB"/>
    <w:rsid w:val="00C14BA0"/>
    <w:rsid w:val="00C1564D"/>
    <w:rsid w:val="00C159F9"/>
    <w:rsid w:val="00C16F52"/>
    <w:rsid w:val="00C1746D"/>
    <w:rsid w:val="00C174EF"/>
    <w:rsid w:val="00C17BFC"/>
    <w:rsid w:val="00C17C6C"/>
    <w:rsid w:val="00C17C93"/>
    <w:rsid w:val="00C17D89"/>
    <w:rsid w:val="00C20121"/>
    <w:rsid w:val="00C20274"/>
    <w:rsid w:val="00C20E7E"/>
    <w:rsid w:val="00C20F9B"/>
    <w:rsid w:val="00C2184A"/>
    <w:rsid w:val="00C21930"/>
    <w:rsid w:val="00C2270E"/>
    <w:rsid w:val="00C22D75"/>
    <w:rsid w:val="00C22F55"/>
    <w:rsid w:val="00C2308B"/>
    <w:rsid w:val="00C238A5"/>
    <w:rsid w:val="00C23944"/>
    <w:rsid w:val="00C2423D"/>
    <w:rsid w:val="00C243F6"/>
    <w:rsid w:val="00C2509C"/>
    <w:rsid w:val="00C250F9"/>
    <w:rsid w:val="00C25211"/>
    <w:rsid w:val="00C25394"/>
    <w:rsid w:val="00C26806"/>
    <w:rsid w:val="00C26905"/>
    <w:rsid w:val="00C2795A"/>
    <w:rsid w:val="00C3000F"/>
    <w:rsid w:val="00C300FD"/>
    <w:rsid w:val="00C3011E"/>
    <w:rsid w:val="00C30183"/>
    <w:rsid w:val="00C30DE2"/>
    <w:rsid w:val="00C31277"/>
    <w:rsid w:val="00C31856"/>
    <w:rsid w:val="00C31981"/>
    <w:rsid w:val="00C31A69"/>
    <w:rsid w:val="00C323BC"/>
    <w:rsid w:val="00C32C2F"/>
    <w:rsid w:val="00C32E34"/>
    <w:rsid w:val="00C32EEE"/>
    <w:rsid w:val="00C32F12"/>
    <w:rsid w:val="00C33762"/>
    <w:rsid w:val="00C34A5A"/>
    <w:rsid w:val="00C34ED5"/>
    <w:rsid w:val="00C35450"/>
    <w:rsid w:val="00C35D8C"/>
    <w:rsid w:val="00C35DF1"/>
    <w:rsid w:val="00C36628"/>
    <w:rsid w:val="00C36C55"/>
    <w:rsid w:val="00C36F75"/>
    <w:rsid w:val="00C3754B"/>
    <w:rsid w:val="00C37551"/>
    <w:rsid w:val="00C37A67"/>
    <w:rsid w:val="00C40266"/>
    <w:rsid w:val="00C40B0A"/>
    <w:rsid w:val="00C40FDE"/>
    <w:rsid w:val="00C41020"/>
    <w:rsid w:val="00C412CA"/>
    <w:rsid w:val="00C42D5A"/>
    <w:rsid w:val="00C42E7A"/>
    <w:rsid w:val="00C42FD9"/>
    <w:rsid w:val="00C436DD"/>
    <w:rsid w:val="00C43B98"/>
    <w:rsid w:val="00C43DAA"/>
    <w:rsid w:val="00C43FFD"/>
    <w:rsid w:val="00C44F8A"/>
    <w:rsid w:val="00C457FF"/>
    <w:rsid w:val="00C462E3"/>
    <w:rsid w:val="00C46663"/>
    <w:rsid w:val="00C47A9F"/>
    <w:rsid w:val="00C512A8"/>
    <w:rsid w:val="00C51D2E"/>
    <w:rsid w:val="00C52019"/>
    <w:rsid w:val="00C520A5"/>
    <w:rsid w:val="00C525AF"/>
    <w:rsid w:val="00C529B2"/>
    <w:rsid w:val="00C53B51"/>
    <w:rsid w:val="00C556B5"/>
    <w:rsid w:val="00C56868"/>
    <w:rsid w:val="00C568CF"/>
    <w:rsid w:val="00C56B0F"/>
    <w:rsid w:val="00C606C7"/>
    <w:rsid w:val="00C60831"/>
    <w:rsid w:val="00C61282"/>
    <w:rsid w:val="00C61C01"/>
    <w:rsid w:val="00C625FA"/>
    <w:rsid w:val="00C6287F"/>
    <w:rsid w:val="00C62C52"/>
    <w:rsid w:val="00C62F31"/>
    <w:rsid w:val="00C63648"/>
    <w:rsid w:val="00C63CC9"/>
    <w:rsid w:val="00C63E76"/>
    <w:rsid w:val="00C64085"/>
    <w:rsid w:val="00C6478B"/>
    <w:rsid w:val="00C64B07"/>
    <w:rsid w:val="00C64B8A"/>
    <w:rsid w:val="00C6562A"/>
    <w:rsid w:val="00C658C4"/>
    <w:rsid w:val="00C66461"/>
    <w:rsid w:val="00C664D6"/>
    <w:rsid w:val="00C672D9"/>
    <w:rsid w:val="00C70444"/>
    <w:rsid w:val="00C708E5"/>
    <w:rsid w:val="00C709A1"/>
    <w:rsid w:val="00C70AED"/>
    <w:rsid w:val="00C71039"/>
    <w:rsid w:val="00C71097"/>
    <w:rsid w:val="00C729AC"/>
    <w:rsid w:val="00C72D13"/>
    <w:rsid w:val="00C72D8E"/>
    <w:rsid w:val="00C73E2A"/>
    <w:rsid w:val="00C7414E"/>
    <w:rsid w:val="00C742B2"/>
    <w:rsid w:val="00C7557D"/>
    <w:rsid w:val="00C75A25"/>
    <w:rsid w:val="00C76690"/>
    <w:rsid w:val="00C76864"/>
    <w:rsid w:val="00C76AB7"/>
    <w:rsid w:val="00C76C1E"/>
    <w:rsid w:val="00C774E1"/>
    <w:rsid w:val="00C77941"/>
    <w:rsid w:val="00C77AEE"/>
    <w:rsid w:val="00C77C79"/>
    <w:rsid w:val="00C80828"/>
    <w:rsid w:val="00C8160B"/>
    <w:rsid w:val="00C81919"/>
    <w:rsid w:val="00C81AC8"/>
    <w:rsid w:val="00C82425"/>
    <w:rsid w:val="00C82A2B"/>
    <w:rsid w:val="00C835F0"/>
    <w:rsid w:val="00C83ED8"/>
    <w:rsid w:val="00C843E0"/>
    <w:rsid w:val="00C84B5F"/>
    <w:rsid w:val="00C8584F"/>
    <w:rsid w:val="00C85966"/>
    <w:rsid w:val="00C87619"/>
    <w:rsid w:val="00C879A2"/>
    <w:rsid w:val="00C9064C"/>
    <w:rsid w:val="00C907CC"/>
    <w:rsid w:val="00C90A01"/>
    <w:rsid w:val="00C90D47"/>
    <w:rsid w:val="00C90E6F"/>
    <w:rsid w:val="00C9112E"/>
    <w:rsid w:val="00C9137E"/>
    <w:rsid w:val="00C913DF"/>
    <w:rsid w:val="00C91AD1"/>
    <w:rsid w:val="00C91B0C"/>
    <w:rsid w:val="00C91DEE"/>
    <w:rsid w:val="00C91F73"/>
    <w:rsid w:val="00C92CF1"/>
    <w:rsid w:val="00C92DE6"/>
    <w:rsid w:val="00C935CB"/>
    <w:rsid w:val="00C93FB6"/>
    <w:rsid w:val="00C947B8"/>
    <w:rsid w:val="00C95DD6"/>
    <w:rsid w:val="00C95E1E"/>
    <w:rsid w:val="00C97FCE"/>
    <w:rsid w:val="00CA000A"/>
    <w:rsid w:val="00CA148E"/>
    <w:rsid w:val="00CA1EE1"/>
    <w:rsid w:val="00CA20D6"/>
    <w:rsid w:val="00CA2566"/>
    <w:rsid w:val="00CA33F4"/>
    <w:rsid w:val="00CA3426"/>
    <w:rsid w:val="00CA3F4C"/>
    <w:rsid w:val="00CA4A20"/>
    <w:rsid w:val="00CA564C"/>
    <w:rsid w:val="00CA5CAA"/>
    <w:rsid w:val="00CA6739"/>
    <w:rsid w:val="00CA6927"/>
    <w:rsid w:val="00CA6B9B"/>
    <w:rsid w:val="00CA6D85"/>
    <w:rsid w:val="00CA7E2B"/>
    <w:rsid w:val="00CB087B"/>
    <w:rsid w:val="00CB0CA6"/>
    <w:rsid w:val="00CB19F0"/>
    <w:rsid w:val="00CB1A41"/>
    <w:rsid w:val="00CB1E2C"/>
    <w:rsid w:val="00CB201C"/>
    <w:rsid w:val="00CB2BF0"/>
    <w:rsid w:val="00CB2E1D"/>
    <w:rsid w:val="00CB316D"/>
    <w:rsid w:val="00CB341F"/>
    <w:rsid w:val="00CB3866"/>
    <w:rsid w:val="00CB4F28"/>
    <w:rsid w:val="00CB515A"/>
    <w:rsid w:val="00CB5CCE"/>
    <w:rsid w:val="00CB67C3"/>
    <w:rsid w:val="00CB6CF7"/>
    <w:rsid w:val="00CB6D8E"/>
    <w:rsid w:val="00CB76D6"/>
    <w:rsid w:val="00CB7878"/>
    <w:rsid w:val="00CB78D3"/>
    <w:rsid w:val="00CC04B6"/>
    <w:rsid w:val="00CC0D5B"/>
    <w:rsid w:val="00CC1A48"/>
    <w:rsid w:val="00CC1E9D"/>
    <w:rsid w:val="00CC2DD2"/>
    <w:rsid w:val="00CC3080"/>
    <w:rsid w:val="00CC3286"/>
    <w:rsid w:val="00CC3921"/>
    <w:rsid w:val="00CC3A52"/>
    <w:rsid w:val="00CC3B6F"/>
    <w:rsid w:val="00CC3CA8"/>
    <w:rsid w:val="00CC4265"/>
    <w:rsid w:val="00CC4321"/>
    <w:rsid w:val="00CC502B"/>
    <w:rsid w:val="00CC5FCA"/>
    <w:rsid w:val="00CC6088"/>
    <w:rsid w:val="00CC662B"/>
    <w:rsid w:val="00CC7ACC"/>
    <w:rsid w:val="00CD030F"/>
    <w:rsid w:val="00CD03CA"/>
    <w:rsid w:val="00CD0AC6"/>
    <w:rsid w:val="00CD121C"/>
    <w:rsid w:val="00CD14AE"/>
    <w:rsid w:val="00CD2729"/>
    <w:rsid w:val="00CD2A08"/>
    <w:rsid w:val="00CD2CE6"/>
    <w:rsid w:val="00CD2E31"/>
    <w:rsid w:val="00CD37E8"/>
    <w:rsid w:val="00CD6859"/>
    <w:rsid w:val="00CD6E4C"/>
    <w:rsid w:val="00CD777D"/>
    <w:rsid w:val="00CD7861"/>
    <w:rsid w:val="00CE017C"/>
    <w:rsid w:val="00CE02AE"/>
    <w:rsid w:val="00CE0B75"/>
    <w:rsid w:val="00CE0CA6"/>
    <w:rsid w:val="00CE18B7"/>
    <w:rsid w:val="00CE2AC1"/>
    <w:rsid w:val="00CE2DA0"/>
    <w:rsid w:val="00CE3247"/>
    <w:rsid w:val="00CE3D72"/>
    <w:rsid w:val="00CE3E90"/>
    <w:rsid w:val="00CE6384"/>
    <w:rsid w:val="00CE6552"/>
    <w:rsid w:val="00CE66BF"/>
    <w:rsid w:val="00CE6715"/>
    <w:rsid w:val="00CE6C9F"/>
    <w:rsid w:val="00CE7225"/>
    <w:rsid w:val="00CE7E55"/>
    <w:rsid w:val="00CE7E85"/>
    <w:rsid w:val="00CF0010"/>
    <w:rsid w:val="00CF04D6"/>
    <w:rsid w:val="00CF05AE"/>
    <w:rsid w:val="00CF05B6"/>
    <w:rsid w:val="00CF0C58"/>
    <w:rsid w:val="00CF105C"/>
    <w:rsid w:val="00CF17D7"/>
    <w:rsid w:val="00CF1CA3"/>
    <w:rsid w:val="00CF20A5"/>
    <w:rsid w:val="00CF234A"/>
    <w:rsid w:val="00CF235F"/>
    <w:rsid w:val="00CF4FCB"/>
    <w:rsid w:val="00CF57E7"/>
    <w:rsid w:val="00CF5877"/>
    <w:rsid w:val="00CF5AAC"/>
    <w:rsid w:val="00CF5F0E"/>
    <w:rsid w:val="00CF6929"/>
    <w:rsid w:val="00CF6D3E"/>
    <w:rsid w:val="00CF71B4"/>
    <w:rsid w:val="00CF7500"/>
    <w:rsid w:val="00D00B62"/>
    <w:rsid w:val="00D00B74"/>
    <w:rsid w:val="00D00EF9"/>
    <w:rsid w:val="00D012E6"/>
    <w:rsid w:val="00D01802"/>
    <w:rsid w:val="00D019DA"/>
    <w:rsid w:val="00D02A1B"/>
    <w:rsid w:val="00D02D0D"/>
    <w:rsid w:val="00D030BC"/>
    <w:rsid w:val="00D0361B"/>
    <w:rsid w:val="00D04314"/>
    <w:rsid w:val="00D04785"/>
    <w:rsid w:val="00D04944"/>
    <w:rsid w:val="00D05217"/>
    <w:rsid w:val="00D05D70"/>
    <w:rsid w:val="00D05DF3"/>
    <w:rsid w:val="00D06549"/>
    <w:rsid w:val="00D06C54"/>
    <w:rsid w:val="00D06E53"/>
    <w:rsid w:val="00D0714F"/>
    <w:rsid w:val="00D0764E"/>
    <w:rsid w:val="00D10057"/>
    <w:rsid w:val="00D10129"/>
    <w:rsid w:val="00D103A4"/>
    <w:rsid w:val="00D10549"/>
    <w:rsid w:val="00D10BA3"/>
    <w:rsid w:val="00D12DB4"/>
    <w:rsid w:val="00D13586"/>
    <w:rsid w:val="00D144B7"/>
    <w:rsid w:val="00D14953"/>
    <w:rsid w:val="00D1499B"/>
    <w:rsid w:val="00D14F2B"/>
    <w:rsid w:val="00D15364"/>
    <w:rsid w:val="00D154D6"/>
    <w:rsid w:val="00D15510"/>
    <w:rsid w:val="00D15BCF"/>
    <w:rsid w:val="00D163BE"/>
    <w:rsid w:val="00D16673"/>
    <w:rsid w:val="00D1677B"/>
    <w:rsid w:val="00D1693B"/>
    <w:rsid w:val="00D16DE5"/>
    <w:rsid w:val="00D17187"/>
    <w:rsid w:val="00D1726C"/>
    <w:rsid w:val="00D1748A"/>
    <w:rsid w:val="00D17B0D"/>
    <w:rsid w:val="00D209E8"/>
    <w:rsid w:val="00D20A46"/>
    <w:rsid w:val="00D20F87"/>
    <w:rsid w:val="00D212EC"/>
    <w:rsid w:val="00D21B65"/>
    <w:rsid w:val="00D21BC9"/>
    <w:rsid w:val="00D227AD"/>
    <w:rsid w:val="00D231E1"/>
    <w:rsid w:val="00D235B8"/>
    <w:rsid w:val="00D23E2E"/>
    <w:rsid w:val="00D242C2"/>
    <w:rsid w:val="00D24DEA"/>
    <w:rsid w:val="00D24F6E"/>
    <w:rsid w:val="00D250CA"/>
    <w:rsid w:val="00D255F8"/>
    <w:rsid w:val="00D256E1"/>
    <w:rsid w:val="00D262EF"/>
    <w:rsid w:val="00D2676E"/>
    <w:rsid w:val="00D26903"/>
    <w:rsid w:val="00D27CED"/>
    <w:rsid w:val="00D30103"/>
    <w:rsid w:val="00D30467"/>
    <w:rsid w:val="00D30810"/>
    <w:rsid w:val="00D31465"/>
    <w:rsid w:val="00D3190D"/>
    <w:rsid w:val="00D31A8F"/>
    <w:rsid w:val="00D31CD6"/>
    <w:rsid w:val="00D31F03"/>
    <w:rsid w:val="00D32BF8"/>
    <w:rsid w:val="00D32D44"/>
    <w:rsid w:val="00D33001"/>
    <w:rsid w:val="00D332AD"/>
    <w:rsid w:val="00D33BB9"/>
    <w:rsid w:val="00D34EFD"/>
    <w:rsid w:val="00D34FDE"/>
    <w:rsid w:val="00D3504D"/>
    <w:rsid w:val="00D354DB"/>
    <w:rsid w:val="00D3601F"/>
    <w:rsid w:val="00D3617B"/>
    <w:rsid w:val="00D363CD"/>
    <w:rsid w:val="00D36811"/>
    <w:rsid w:val="00D36A4A"/>
    <w:rsid w:val="00D36F8C"/>
    <w:rsid w:val="00D37440"/>
    <w:rsid w:val="00D376DE"/>
    <w:rsid w:val="00D37E9F"/>
    <w:rsid w:val="00D37FE3"/>
    <w:rsid w:val="00D406C2"/>
    <w:rsid w:val="00D407F6"/>
    <w:rsid w:val="00D409CE"/>
    <w:rsid w:val="00D41429"/>
    <w:rsid w:val="00D41AFE"/>
    <w:rsid w:val="00D41BF6"/>
    <w:rsid w:val="00D42340"/>
    <w:rsid w:val="00D42FCC"/>
    <w:rsid w:val="00D435E5"/>
    <w:rsid w:val="00D439D7"/>
    <w:rsid w:val="00D449AC"/>
    <w:rsid w:val="00D44BA7"/>
    <w:rsid w:val="00D45582"/>
    <w:rsid w:val="00D4635A"/>
    <w:rsid w:val="00D47690"/>
    <w:rsid w:val="00D5198D"/>
    <w:rsid w:val="00D51A24"/>
    <w:rsid w:val="00D52187"/>
    <w:rsid w:val="00D52787"/>
    <w:rsid w:val="00D52A67"/>
    <w:rsid w:val="00D52E3B"/>
    <w:rsid w:val="00D53321"/>
    <w:rsid w:val="00D54175"/>
    <w:rsid w:val="00D542EA"/>
    <w:rsid w:val="00D54350"/>
    <w:rsid w:val="00D54433"/>
    <w:rsid w:val="00D5471D"/>
    <w:rsid w:val="00D54BAE"/>
    <w:rsid w:val="00D54D3E"/>
    <w:rsid w:val="00D55E2C"/>
    <w:rsid w:val="00D56891"/>
    <w:rsid w:val="00D568F2"/>
    <w:rsid w:val="00D56AC2"/>
    <w:rsid w:val="00D572B1"/>
    <w:rsid w:val="00D5739C"/>
    <w:rsid w:val="00D577C8"/>
    <w:rsid w:val="00D579E2"/>
    <w:rsid w:val="00D57DD9"/>
    <w:rsid w:val="00D601A9"/>
    <w:rsid w:val="00D608BF"/>
    <w:rsid w:val="00D60C48"/>
    <w:rsid w:val="00D60F64"/>
    <w:rsid w:val="00D6179A"/>
    <w:rsid w:val="00D617D6"/>
    <w:rsid w:val="00D61A66"/>
    <w:rsid w:val="00D624FA"/>
    <w:rsid w:val="00D6278D"/>
    <w:rsid w:val="00D63513"/>
    <w:rsid w:val="00D63E36"/>
    <w:rsid w:val="00D64646"/>
    <w:rsid w:val="00D64E7E"/>
    <w:rsid w:val="00D6522E"/>
    <w:rsid w:val="00D65467"/>
    <w:rsid w:val="00D65874"/>
    <w:rsid w:val="00D6650D"/>
    <w:rsid w:val="00D669DB"/>
    <w:rsid w:val="00D66E2A"/>
    <w:rsid w:val="00D675A8"/>
    <w:rsid w:val="00D67BE4"/>
    <w:rsid w:val="00D7017D"/>
    <w:rsid w:val="00D708B4"/>
    <w:rsid w:val="00D71308"/>
    <w:rsid w:val="00D718F1"/>
    <w:rsid w:val="00D719F2"/>
    <w:rsid w:val="00D71EB9"/>
    <w:rsid w:val="00D720EC"/>
    <w:rsid w:val="00D726E4"/>
    <w:rsid w:val="00D72A9B"/>
    <w:rsid w:val="00D73332"/>
    <w:rsid w:val="00D73B8F"/>
    <w:rsid w:val="00D74EF5"/>
    <w:rsid w:val="00D75107"/>
    <w:rsid w:val="00D7542D"/>
    <w:rsid w:val="00D76D73"/>
    <w:rsid w:val="00D77BE7"/>
    <w:rsid w:val="00D77F80"/>
    <w:rsid w:val="00D802ED"/>
    <w:rsid w:val="00D805B1"/>
    <w:rsid w:val="00D8069C"/>
    <w:rsid w:val="00D81181"/>
    <w:rsid w:val="00D81906"/>
    <w:rsid w:val="00D82148"/>
    <w:rsid w:val="00D82736"/>
    <w:rsid w:val="00D83BF2"/>
    <w:rsid w:val="00D83F7D"/>
    <w:rsid w:val="00D841AA"/>
    <w:rsid w:val="00D8480A"/>
    <w:rsid w:val="00D8495E"/>
    <w:rsid w:val="00D850A5"/>
    <w:rsid w:val="00D85151"/>
    <w:rsid w:val="00D85387"/>
    <w:rsid w:val="00D85916"/>
    <w:rsid w:val="00D85B6C"/>
    <w:rsid w:val="00D85FB8"/>
    <w:rsid w:val="00D8621F"/>
    <w:rsid w:val="00D86591"/>
    <w:rsid w:val="00D87B5E"/>
    <w:rsid w:val="00D90468"/>
    <w:rsid w:val="00D9070A"/>
    <w:rsid w:val="00D908E8"/>
    <w:rsid w:val="00D90FC5"/>
    <w:rsid w:val="00D91389"/>
    <w:rsid w:val="00D91449"/>
    <w:rsid w:val="00D9241F"/>
    <w:rsid w:val="00D92556"/>
    <w:rsid w:val="00D92F4D"/>
    <w:rsid w:val="00D9302F"/>
    <w:rsid w:val="00D932C9"/>
    <w:rsid w:val="00D933B2"/>
    <w:rsid w:val="00D938CB"/>
    <w:rsid w:val="00D93E8B"/>
    <w:rsid w:val="00D943B3"/>
    <w:rsid w:val="00D94858"/>
    <w:rsid w:val="00D953AF"/>
    <w:rsid w:val="00D95445"/>
    <w:rsid w:val="00D95657"/>
    <w:rsid w:val="00D95709"/>
    <w:rsid w:val="00D95F70"/>
    <w:rsid w:val="00D95FDC"/>
    <w:rsid w:val="00D96465"/>
    <w:rsid w:val="00D9691C"/>
    <w:rsid w:val="00D96D49"/>
    <w:rsid w:val="00D9776B"/>
    <w:rsid w:val="00DA0694"/>
    <w:rsid w:val="00DA07C9"/>
    <w:rsid w:val="00DA0AA4"/>
    <w:rsid w:val="00DA0B9A"/>
    <w:rsid w:val="00DA0CB8"/>
    <w:rsid w:val="00DA14CC"/>
    <w:rsid w:val="00DA1C82"/>
    <w:rsid w:val="00DA23CE"/>
    <w:rsid w:val="00DA26BF"/>
    <w:rsid w:val="00DA316F"/>
    <w:rsid w:val="00DA337E"/>
    <w:rsid w:val="00DA3E2E"/>
    <w:rsid w:val="00DA3FD9"/>
    <w:rsid w:val="00DA4286"/>
    <w:rsid w:val="00DA4AF0"/>
    <w:rsid w:val="00DA4DEE"/>
    <w:rsid w:val="00DA52C7"/>
    <w:rsid w:val="00DA5AA5"/>
    <w:rsid w:val="00DA5EAD"/>
    <w:rsid w:val="00DA6661"/>
    <w:rsid w:val="00DA6685"/>
    <w:rsid w:val="00DA6D64"/>
    <w:rsid w:val="00DA757E"/>
    <w:rsid w:val="00DA758A"/>
    <w:rsid w:val="00DA76F5"/>
    <w:rsid w:val="00DA778F"/>
    <w:rsid w:val="00DA7C41"/>
    <w:rsid w:val="00DA7E34"/>
    <w:rsid w:val="00DB0028"/>
    <w:rsid w:val="00DB02E4"/>
    <w:rsid w:val="00DB09A6"/>
    <w:rsid w:val="00DB1642"/>
    <w:rsid w:val="00DB189A"/>
    <w:rsid w:val="00DB196F"/>
    <w:rsid w:val="00DB1EC8"/>
    <w:rsid w:val="00DB1F8B"/>
    <w:rsid w:val="00DB203A"/>
    <w:rsid w:val="00DB203D"/>
    <w:rsid w:val="00DB2347"/>
    <w:rsid w:val="00DB244D"/>
    <w:rsid w:val="00DB2A9E"/>
    <w:rsid w:val="00DB2AA4"/>
    <w:rsid w:val="00DB2B40"/>
    <w:rsid w:val="00DB2BF1"/>
    <w:rsid w:val="00DB2C5F"/>
    <w:rsid w:val="00DB2CDE"/>
    <w:rsid w:val="00DB2DE4"/>
    <w:rsid w:val="00DB2F13"/>
    <w:rsid w:val="00DB3BFB"/>
    <w:rsid w:val="00DB4DCD"/>
    <w:rsid w:val="00DB512E"/>
    <w:rsid w:val="00DB5258"/>
    <w:rsid w:val="00DB5284"/>
    <w:rsid w:val="00DB55AC"/>
    <w:rsid w:val="00DB625C"/>
    <w:rsid w:val="00DB649C"/>
    <w:rsid w:val="00DB655F"/>
    <w:rsid w:val="00DB6681"/>
    <w:rsid w:val="00DB74DA"/>
    <w:rsid w:val="00DB7E02"/>
    <w:rsid w:val="00DB7F84"/>
    <w:rsid w:val="00DC1494"/>
    <w:rsid w:val="00DC1929"/>
    <w:rsid w:val="00DC1DE3"/>
    <w:rsid w:val="00DC1F14"/>
    <w:rsid w:val="00DC35A0"/>
    <w:rsid w:val="00DC3A4D"/>
    <w:rsid w:val="00DC3BEB"/>
    <w:rsid w:val="00DC3C8A"/>
    <w:rsid w:val="00DC4853"/>
    <w:rsid w:val="00DC4934"/>
    <w:rsid w:val="00DC5BD9"/>
    <w:rsid w:val="00DC656A"/>
    <w:rsid w:val="00DC68A5"/>
    <w:rsid w:val="00DC729F"/>
    <w:rsid w:val="00DD01D9"/>
    <w:rsid w:val="00DD1070"/>
    <w:rsid w:val="00DD1B3F"/>
    <w:rsid w:val="00DD1E86"/>
    <w:rsid w:val="00DD303D"/>
    <w:rsid w:val="00DD31BA"/>
    <w:rsid w:val="00DD3CA7"/>
    <w:rsid w:val="00DD3CDD"/>
    <w:rsid w:val="00DD4973"/>
    <w:rsid w:val="00DD4F97"/>
    <w:rsid w:val="00DD5CF4"/>
    <w:rsid w:val="00DD6130"/>
    <w:rsid w:val="00DD6CC5"/>
    <w:rsid w:val="00DD6F18"/>
    <w:rsid w:val="00DD6FF4"/>
    <w:rsid w:val="00DE05D8"/>
    <w:rsid w:val="00DE11F2"/>
    <w:rsid w:val="00DE1FA3"/>
    <w:rsid w:val="00DE266B"/>
    <w:rsid w:val="00DE3951"/>
    <w:rsid w:val="00DE41BB"/>
    <w:rsid w:val="00DE438E"/>
    <w:rsid w:val="00DE45EC"/>
    <w:rsid w:val="00DE4A80"/>
    <w:rsid w:val="00DE4FF8"/>
    <w:rsid w:val="00DE581C"/>
    <w:rsid w:val="00DE6320"/>
    <w:rsid w:val="00DE6AFF"/>
    <w:rsid w:val="00DE7315"/>
    <w:rsid w:val="00DE736B"/>
    <w:rsid w:val="00DF02CB"/>
    <w:rsid w:val="00DF033E"/>
    <w:rsid w:val="00DF044B"/>
    <w:rsid w:val="00DF0693"/>
    <w:rsid w:val="00DF0D0E"/>
    <w:rsid w:val="00DF0E89"/>
    <w:rsid w:val="00DF1C82"/>
    <w:rsid w:val="00DF28AE"/>
    <w:rsid w:val="00DF2916"/>
    <w:rsid w:val="00DF426F"/>
    <w:rsid w:val="00DF43C7"/>
    <w:rsid w:val="00DF5127"/>
    <w:rsid w:val="00DF5181"/>
    <w:rsid w:val="00DF56DD"/>
    <w:rsid w:val="00DF5D13"/>
    <w:rsid w:val="00DF6975"/>
    <w:rsid w:val="00DF711A"/>
    <w:rsid w:val="00E004B5"/>
    <w:rsid w:val="00E00718"/>
    <w:rsid w:val="00E009F5"/>
    <w:rsid w:val="00E00B8D"/>
    <w:rsid w:val="00E010A5"/>
    <w:rsid w:val="00E01142"/>
    <w:rsid w:val="00E02DB9"/>
    <w:rsid w:val="00E02F77"/>
    <w:rsid w:val="00E0385F"/>
    <w:rsid w:val="00E03A03"/>
    <w:rsid w:val="00E03F84"/>
    <w:rsid w:val="00E03F9E"/>
    <w:rsid w:val="00E04A81"/>
    <w:rsid w:val="00E05107"/>
    <w:rsid w:val="00E05152"/>
    <w:rsid w:val="00E053DE"/>
    <w:rsid w:val="00E05497"/>
    <w:rsid w:val="00E0609A"/>
    <w:rsid w:val="00E064D2"/>
    <w:rsid w:val="00E0684E"/>
    <w:rsid w:val="00E06D19"/>
    <w:rsid w:val="00E06DD4"/>
    <w:rsid w:val="00E071D0"/>
    <w:rsid w:val="00E076C1"/>
    <w:rsid w:val="00E10349"/>
    <w:rsid w:val="00E1062F"/>
    <w:rsid w:val="00E10A75"/>
    <w:rsid w:val="00E115DF"/>
    <w:rsid w:val="00E120B8"/>
    <w:rsid w:val="00E122A2"/>
    <w:rsid w:val="00E1389D"/>
    <w:rsid w:val="00E14636"/>
    <w:rsid w:val="00E14B66"/>
    <w:rsid w:val="00E14C0F"/>
    <w:rsid w:val="00E14CB6"/>
    <w:rsid w:val="00E15ADE"/>
    <w:rsid w:val="00E161FA"/>
    <w:rsid w:val="00E168DA"/>
    <w:rsid w:val="00E16F05"/>
    <w:rsid w:val="00E17FBC"/>
    <w:rsid w:val="00E20BDF"/>
    <w:rsid w:val="00E20CE7"/>
    <w:rsid w:val="00E213A1"/>
    <w:rsid w:val="00E218B8"/>
    <w:rsid w:val="00E21F73"/>
    <w:rsid w:val="00E2206D"/>
    <w:rsid w:val="00E22084"/>
    <w:rsid w:val="00E22119"/>
    <w:rsid w:val="00E22716"/>
    <w:rsid w:val="00E233B3"/>
    <w:rsid w:val="00E235A0"/>
    <w:rsid w:val="00E23B79"/>
    <w:rsid w:val="00E240CD"/>
    <w:rsid w:val="00E24648"/>
    <w:rsid w:val="00E247E4"/>
    <w:rsid w:val="00E24DA1"/>
    <w:rsid w:val="00E25E6C"/>
    <w:rsid w:val="00E26351"/>
    <w:rsid w:val="00E26AE6"/>
    <w:rsid w:val="00E26D4F"/>
    <w:rsid w:val="00E270A9"/>
    <w:rsid w:val="00E279A3"/>
    <w:rsid w:val="00E279BF"/>
    <w:rsid w:val="00E31045"/>
    <w:rsid w:val="00E317BC"/>
    <w:rsid w:val="00E3195C"/>
    <w:rsid w:val="00E324A9"/>
    <w:rsid w:val="00E327C7"/>
    <w:rsid w:val="00E33105"/>
    <w:rsid w:val="00E33BF6"/>
    <w:rsid w:val="00E34093"/>
    <w:rsid w:val="00E34B00"/>
    <w:rsid w:val="00E34F35"/>
    <w:rsid w:val="00E353CD"/>
    <w:rsid w:val="00E36828"/>
    <w:rsid w:val="00E36B6D"/>
    <w:rsid w:val="00E37093"/>
    <w:rsid w:val="00E371CE"/>
    <w:rsid w:val="00E375E6"/>
    <w:rsid w:val="00E37AAB"/>
    <w:rsid w:val="00E409B4"/>
    <w:rsid w:val="00E40EBE"/>
    <w:rsid w:val="00E4247C"/>
    <w:rsid w:val="00E428B6"/>
    <w:rsid w:val="00E42922"/>
    <w:rsid w:val="00E42E1E"/>
    <w:rsid w:val="00E43072"/>
    <w:rsid w:val="00E430BB"/>
    <w:rsid w:val="00E43EE5"/>
    <w:rsid w:val="00E441AE"/>
    <w:rsid w:val="00E44E06"/>
    <w:rsid w:val="00E44F0C"/>
    <w:rsid w:val="00E461A1"/>
    <w:rsid w:val="00E464B3"/>
    <w:rsid w:val="00E46FCD"/>
    <w:rsid w:val="00E476FE"/>
    <w:rsid w:val="00E5058F"/>
    <w:rsid w:val="00E50AA4"/>
    <w:rsid w:val="00E515A9"/>
    <w:rsid w:val="00E518A3"/>
    <w:rsid w:val="00E528CB"/>
    <w:rsid w:val="00E5311F"/>
    <w:rsid w:val="00E535CB"/>
    <w:rsid w:val="00E53873"/>
    <w:rsid w:val="00E538BC"/>
    <w:rsid w:val="00E5477C"/>
    <w:rsid w:val="00E5505A"/>
    <w:rsid w:val="00E558AB"/>
    <w:rsid w:val="00E558FC"/>
    <w:rsid w:val="00E55B68"/>
    <w:rsid w:val="00E55B77"/>
    <w:rsid w:val="00E56435"/>
    <w:rsid w:val="00E569A7"/>
    <w:rsid w:val="00E57A95"/>
    <w:rsid w:val="00E57D9E"/>
    <w:rsid w:val="00E57E32"/>
    <w:rsid w:val="00E57E45"/>
    <w:rsid w:val="00E60558"/>
    <w:rsid w:val="00E611F5"/>
    <w:rsid w:val="00E61942"/>
    <w:rsid w:val="00E62989"/>
    <w:rsid w:val="00E62B04"/>
    <w:rsid w:val="00E62F97"/>
    <w:rsid w:val="00E63835"/>
    <w:rsid w:val="00E63F79"/>
    <w:rsid w:val="00E642EE"/>
    <w:rsid w:val="00E64500"/>
    <w:rsid w:val="00E64A42"/>
    <w:rsid w:val="00E64EEA"/>
    <w:rsid w:val="00E66E49"/>
    <w:rsid w:val="00E66E74"/>
    <w:rsid w:val="00E67125"/>
    <w:rsid w:val="00E67C89"/>
    <w:rsid w:val="00E70582"/>
    <w:rsid w:val="00E70759"/>
    <w:rsid w:val="00E71613"/>
    <w:rsid w:val="00E721D8"/>
    <w:rsid w:val="00E7261A"/>
    <w:rsid w:val="00E72A0B"/>
    <w:rsid w:val="00E72DF5"/>
    <w:rsid w:val="00E7367C"/>
    <w:rsid w:val="00E73A9E"/>
    <w:rsid w:val="00E73B3D"/>
    <w:rsid w:val="00E74386"/>
    <w:rsid w:val="00E74684"/>
    <w:rsid w:val="00E747FC"/>
    <w:rsid w:val="00E74D56"/>
    <w:rsid w:val="00E7546C"/>
    <w:rsid w:val="00E7590B"/>
    <w:rsid w:val="00E7597C"/>
    <w:rsid w:val="00E76545"/>
    <w:rsid w:val="00E76A95"/>
    <w:rsid w:val="00E76C80"/>
    <w:rsid w:val="00E76CF9"/>
    <w:rsid w:val="00E77401"/>
    <w:rsid w:val="00E777B1"/>
    <w:rsid w:val="00E77AE4"/>
    <w:rsid w:val="00E77C9B"/>
    <w:rsid w:val="00E802BF"/>
    <w:rsid w:val="00E80FF6"/>
    <w:rsid w:val="00E810FE"/>
    <w:rsid w:val="00E8140F"/>
    <w:rsid w:val="00E818E3"/>
    <w:rsid w:val="00E81B08"/>
    <w:rsid w:val="00E81C19"/>
    <w:rsid w:val="00E821D4"/>
    <w:rsid w:val="00E82AC6"/>
    <w:rsid w:val="00E82FA4"/>
    <w:rsid w:val="00E83034"/>
    <w:rsid w:val="00E8384E"/>
    <w:rsid w:val="00E8406A"/>
    <w:rsid w:val="00E849E8"/>
    <w:rsid w:val="00E84CE3"/>
    <w:rsid w:val="00E85600"/>
    <w:rsid w:val="00E858B4"/>
    <w:rsid w:val="00E85B03"/>
    <w:rsid w:val="00E86E41"/>
    <w:rsid w:val="00E86ECA"/>
    <w:rsid w:val="00E870F6"/>
    <w:rsid w:val="00E8756F"/>
    <w:rsid w:val="00E8778A"/>
    <w:rsid w:val="00E87D85"/>
    <w:rsid w:val="00E90091"/>
    <w:rsid w:val="00E902BF"/>
    <w:rsid w:val="00E90354"/>
    <w:rsid w:val="00E91106"/>
    <w:rsid w:val="00E915EB"/>
    <w:rsid w:val="00E917BF"/>
    <w:rsid w:val="00E92161"/>
    <w:rsid w:val="00E92476"/>
    <w:rsid w:val="00E9450E"/>
    <w:rsid w:val="00E94965"/>
    <w:rsid w:val="00E9497B"/>
    <w:rsid w:val="00E9500B"/>
    <w:rsid w:val="00E9595D"/>
    <w:rsid w:val="00E95DC1"/>
    <w:rsid w:val="00E96245"/>
    <w:rsid w:val="00E96421"/>
    <w:rsid w:val="00E97058"/>
    <w:rsid w:val="00E97693"/>
    <w:rsid w:val="00E97C2C"/>
    <w:rsid w:val="00E97DED"/>
    <w:rsid w:val="00EA022C"/>
    <w:rsid w:val="00EA032D"/>
    <w:rsid w:val="00EA04E9"/>
    <w:rsid w:val="00EA1282"/>
    <w:rsid w:val="00EA1606"/>
    <w:rsid w:val="00EA2723"/>
    <w:rsid w:val="00EA30BC"/>
    <w:rsid w:val="00EA38DC"/>
    <w:rsid w:val="00EA3D7B"/>
    <w:rsid w:val="00EA46B3"/>
    <w:rsid w:val="00EA46DB"/>
    <w:rsid w:val="00EA5624"/>
    <w:rsid w:val="00EA5F0C"/>
    <w:rsid w:val="00EA5F55"/>
    <w:rsid w:val="00EA64A9"/>
    <w:rsid w:val="00EA6EFE"/>
    <w:rsid w:val="00EA6FFC"/>
    <w:rsid w:val="00EA7034"/>
    <w:rsid w:val="00EA77FB"/>
    <w:rsid w:val="00EA78E2"/>
    <w:rsid w:val="00EA7C0C"/>
    <w:rsid w:val="00EA7C9F"/>
    <w:rsid w:val="00EA7CD2"/>
    <w:rsid w:val="00EB06D4"/>
    <w:rsid w:val="00EB1B38"/>
    <w:rsid w:val="00EB1FBF"/>
    <w:rsid w:val="00EB2635"/>
    <w:rsid w:val="00EB2A6D"/>
    <w:rsid w:val="00EB2D24"/>
    <w:rsid w:val="00EB2E69"/>
    <w:rsid w:val="00EB3458"/>
    <w:rsid w:val="00EB38C3"/>
    <w:rsid w:val="00EB38DC"/>
    <w:rsid w:val="00EB3EDC"/>
    <w:rsid w:val="00EB4293"/>
    <w:rsid w:val="00EB4513"/>
    <w:rsid w:val="00EB46D5"/>
    <w:rsid w:val="00EB47A1"/>
    <w:rsid w:val="00EB4822"/>
    <w:rsid w:val="00EB4E9B"/>
    <w:rsid w:val="00EB504F"/>
    <w:rsid w:val="00EB54C6"/>
    <w:rsid w:val="00EB6003"/>
    <w:rsid w:val="00EB607C"/>
    <w:rsid w:val="00EB615C"/>
    <w:rsid w:val="00EB639C"/>
    <w:rsid w:val="00EB69DD"/>
    <w:rsid w:val="00EB774C"/>
    <w:rsid w:val="00EB7CE0"/>
    <w:rsid w:val="00EC0533"/>
    <w:rsid w:val="00EC0590"/>
    <w:rsid w:val="00EC0C25"/>
    <w:rsid w:val="00EC0E2D"/>
    <w:rsid w:val="00EC134D"/>
    <w:rsid w:val="00EC1A4F"/>
    <w:rsid w:val="00EC2800"/>
    <w:rsid w:val="00EC299D"/>
    <w:rsid w:val="00EC29A3"/>
    <w:rsid w:val="00EC2C18"/>
    <w:rsid w:val="00EC2F87"/>
    <w:rsid w:val="00EC4422"/>
    <w:rsid w:val="00EC4523"/>
    <w:rsid w:val="00EC460D"/>
    <w:rsid w:val="00EC5098"/>
    <w:rsid w:val="00EC50F9"/>
    <w:rsid w:val="00EC5131"/>
    <w:rsid w:val="00EC6244"/>
    <w:rsid w:val="00EC6C23"/>
    <w:rsid w:val="00EC6EA5"/>
    <w:rsid w:val="00EC714C"/>
    <w:rsid w:val="00EC775D"/>
    <w:rsid w:val="00ED0D09"/>
    <w:rsid w:val="00ED1110"/>
    <w:rsid w:val="00ED207E"/>
    <w:rsid w:val="00ED22F7"/>
    <w:rsid w:val="00ED28AE"/>
    <w:rsid w:val="00ED2E34"/>
    <w:rsid w:val="00ED2E4F"/>
    <w:rsid w:val="00ED2E7D"/>
    <w:rsid w:val="00ED3682"/>
    <w:rsid w:val="00ED4ABF"/>
    <w:rsid w:val="00ED5413"/>
    <w:rsid w:val="00ED5B78"/>
    <w:rsid w:val="00ED5C4E"/>
    <w:rsid w:val="00ED651A"/>
    <w:rsid w:val="00ED6F59"/>
    <w:rsid w:val="00EE0029"/>
    <w:rsid w:val="00EE13C5"/>
    <w:rsid w:val="00EE1D48"/>
    <w:rsid w:val="00EE2186"/>
    <w:rsid w:val="00EE2360"/>
    <w:rsid w:val="00EE2B55"/>
    <w:rsid w:val="00EE2C6A"/>
    <w:rsid w:val="00EE342F"/>
    <w:rsid w:val="00EE38DB"/>
    <w:rsid w:val="00EE43FE"/>
    <w:rsid w:val="00EE4BA0"/>
    <w:rsid w:val="00EE4CA1"/>
    <w:rsid w:val="00EE56B1"/>
    <w:rsid w:val="00EE57BE"/>
    <w:rsid w:val="00EE5C25"/>
    <w:rsid w:val="00EE5F6A"/>
    <w:rsid w:val="00EE60B3"/>
    <w:rsid w:val="00EE6C19"/>
    <w:rsid w:val="00EE71FE"/>
    <w:rsid w:val="00EF03EE"/>
    <w:rsid w:val="00EF0CBD"/>
    <w:rsid w:val="00EF0E48"/>
    <w:rsid w:val="00EF14A1"/>
    <w:rsid w:val="00EF23F2"/>
    <w:rsid w:val="00EF25B3"/>
    <w:rsid w:val="00EF265D"/>
    <w:rsid w:val="00EF2D33"/>
    <w:rsid w:val="00EF2FD0"/>
    <w:rsid w:val="00EF3475"/>
    <w:rsid w:val="00EF3BDE"/>
    <w:rsid w:val="00EF3D5E"/>
    <w:rsid w:val="00EF3EFE"/>
    <w:rsid w:val="00EF404F"/>
    <w:rsid w:val="00EF4455"/>
    <w:rsid w:val="00EF48F3"/>
    <w:rsid w:val="00EF4AE4"/>
    <w:rsid w:val="00EF4AF7"/>
    <w:rsid w:val="00EF53C9"/>
    <w:rsid w:val="00EF5E6B"/>
    <w:rsid w:val="00EF5EB7"/>
    <w:rsid w:val="00EF6052"/>
    <w:rsid w:val="00EF65C5"/>
    <w:rsid w:val="00EF7BE8"/>
    <w:rsid w:val="00F005A6"/>
    <w:rsid w:val="00F005EE"/>
    <w:rsid w:val="00F00840"/>
    <w:rsid w:val="00F00D79"/>
    <w:rsid w:val="00F011D0"/>
    <w:rsid w:val="00F012D3"/>
    <w:rsid w:val="00F01D05"/>
    <w:rsid w:val="00F01F7F"/>
    <w:rsid w:val="00F024FC"/>
    <w:rsid w:val="00F02AE4"/>
    <w:rsid w:val="00F02E32"/>
    <w:rsid w:val="00F03861"/>
    <w:rsid w:val="00F03FE6"/>
    <w:rsid w:val="00F046AE"/>
    <w:rsid w:val="00F046FB"/>
    <w:rsid w:val="00F0478A"/>
    <w:rsid w:val="00F04AA6"/>
    <w:rsid w:val="00F05030"/>
    <w:rsid w:val="00F050CD"/>
    <w:rsid w:val="00F0553A"/>
    <w:rsid w:val="00F056ED"/>
    <w:rsid w:val="00F05DB0"/>
    <w:rsid w:val="00F05F68"/>
    <w:rsid w:val="00F06094"/>
    <w:rsid w:val="00F064AD"/>
    <w:rsid w:val="00F064F2"/>
    <w:rsid w:val="00F0654A"/>
    <w:rsid w:val="00F06B25"/>
    <w:rsid w:val="00F071E8"/>
    <w:rsid w:val="00F0726C"/>
    <w:rsid w:val="00F07857"/>
    <w:rsid w:val="00F078ED"/>
    <w:rsid w:val="00F07BDF"/>
    <w:rsid w:val="00F07D6C"/>
    <w:rsid w:val="00F07E44"/>
    <w:rsid w:val="00F1081E"/>
    <w:rsid w:val="00F108FD"/>
    <w:rsid w:val="00F109BE"/>
    <w:rsid w:val="00F10B4C"/>
    <w:rsid w:val="00F11C02"/>
    <w:rsid w:val="00F11F5A"/>
    <w:rsid w:val="00F12114"/>
    <w:rsid w:val="00F123D3"/>
    <w:rsid w:val="00F1284D"/>
    <w:rsid w:val="00F12E12"/>
    <w:rsid w:val="00F12E3E"/>
    <w:rsid w:val="00F13032"/>
    <w:rsid w:val="00F1319D"/>
    <w:rsid w:val="00F137F9"/>
    <w:rsid w:val="00F139FC"/>
    <w:rsid w:val="00F14313"/>
    <w:rsid w:val="00F14DAF"/>
    <w:rsid w:val="00F154A9"/>
    <w:rsid w:val="00F15BE7"/>
    <w:rsid w:val="00F163D5"/>
    <w:rsid w:val="00F16411"/>
    <w:rsid w:val="00F16FD1"/>
    <w:rsid w:val="00F17C32"/>
    <w:rsid w:val="00F17E34"/>
    <w:rsid w:val="00F17E6E"/>
    <w:rsid w:val="00F20618"/>
    <w:rsid w:val="00F20DB4"/>
    <w:rsid w:val="00F20F0B"/>
    <w:rsid w:val="00F21059"/>
    <w:rsid w:val="00F2110D"/>
    <w:rsid w:val="00F217E8"/>
    <w:rsid w:val="00F2259F"/>
    <w:rsid w:val="00F227BC"/>
    <w:rsid w:val="00F23047"/>
    <w:rsid w:val="00F2395C"/>
    <w:rsid w:val="00F23DC0"/>
    <w:rsid w:val="00F24153"/>
    <w:rsid w:val="00F2425F"/>
    <w:rsid w:val="00F24A05"/>
    <w:rsid w:val="00F24AFB"/>
    <w:rsid w:val="00F24CA7"/>
    <w:rsid w:val="00F24E52"/>
    <w:rsid w:val="00F25460"/>
    <w:rsid w:val="00F2573B"/>
    <w:rsid w:val="00F25DC3"/>
    <w:rsid w:val="00F267AF"/>
    <w:rsid w:val="00F26C1B"/>
    <w:rsid w:val="00F26F56"/>
    <w:rsid w:val="00F27B4A"/>
    <w:rsid w:val="00F27D2D"/>
    <w:rsid w:val="00F305B1"/>
    <w:rsid w:val="00F305E8"/>
    <w:rsid w:val="00F310CF"/>
    <w:rsid w:val="00F31C96"/>
    <w:rsid w:val="00F32A94"/>
    <w:rsid w:val="00F32C38"/>
    <w:rsid w:val="00F32E5D"/>
    <w:rsid w:val="00F33752"/>
    <w:rsid w:val="00F337A7"/>
    <w:rsid w:val="00F33FB0"/>
    <w:rsid w:val="00F35983"/>
    <w:rsid w:val="00F35ADF"/>
    <w:rsid w:val="00F35B26"/>
    <w:rsid w:val="00F35D58"/>
    <w:rsid w:val="00F36ACA"/>
    <w:rsid w:val="00F378EE"/>
    <w:rsid w:val="00F37F77"/>
    <w:rsid w:val="00F40F87"/>
    <w:rsid w:val="00F41188"/>
    <w:rsid w:val="00F411B0"/>
    <w:rsid w:val="00F414B5"/>
    <w:rsid w:val="00F422AF"/>
    <w:rsid w:val="00F43EDF"/>
    <w:rsid w:val="00F440DA"/>
    <w:rsid w:val="00F4489E"/>
    <w:rsid w:val="00F44D75"/>
    <w:rsid w:val="00F4516B"/>
    <w:rsid w:val="00F4553E"/>
    <w:rsid w:val="00F45C08"/>
    <w:rsid w:val="00F46A6E"/>
    <w:rsid w:val="00F46AC3"/>
    <w:rsid w:val="00F46B38"/>
    <w:rsid w:val="00F46D67"/>
    <w:rsid w:val="00F4730E"/>
    <w:rsid w:val="00F4754B"/>
    <w:rsid w:val="00F4755E"/>
    <w:rsid w:val="00F503BE"/>
    <w:rsid w:val="00F50A87"/>
    <w:rsid w:val="00F50C74"/>
    <w:rsid w:val="00F5105E"/>
    <w:rsid w:val="00F5106C"/>
    <w:rsid w:val="00F51121"/>
    <w:rsid w:val="00F51327"/>
    <w:rsid w:val="00F51C11"/>
    <w:rsid w:val="00F524B1"/>
    <w:rsid w:val="00F533B7"/>
    <w:rsid w:val="00F53B63"/>
    <w:rsid w:val="00F5413B"/>
    <w:rsid w:val="00F54879"/>
    <w:rsid w:val="00F54FEE"/>
    <w:rsid w:val="00F5570C"/>
    <w:rsid w:val="00F56A99"/>
    <w:rsid w:val="00F56B46"/>
    <w:rsid w:val="00F56D26"/>
    <w:rsid w:val="00F57551"/>
    <w:rsid w:val="00F575C2"/>
    <w:rsid w:val="00F576ED"/>
    <w:rsid w:val="00F57835"/>
    <w:rsid w:val="00F57F46"/>
    <w:rsid w:val="00F60569"/>
    <w:rsid w:val="00F608CE"/>
    <w:rsid w:val="00F60CB2"/>
    <w:rsid w:val="00F60DA0"/>
    <w:rsid w:val="00F613F2"/>
    <w:rsid w:val="00F61F1C"/>
    <w:rsid w:val="00F62145"/>
    <w:rsid w:val="00F64C96"/>
    <w:rsid w:val="00F658CD"/>
    <w:rsid w:val="00F65B48"/>
    <w:rsid w:val="00F660C6"/>
    <w:rsid w:val="00F66D9E"/>
    <w:rsid w:val="00F66DF0"/>
    <w:rsid w:val="00F66E45"/>
    <w:rsid w:val="00F66E75"/>
    <w:rsid w:val="00F67F02"/>
    <w:rsid w:val="00F70350"/>
    <w:rsid w:val="00F709D6"/>
    <w:rsid w:val="00F71967"/>
    <w:rsid w:val="00F7297B"/>
    <w:rsid w:val="00F7333C"/>
    <w:rsid w:val="00F73837"/>
    <w:rsid w:val="00F7411C"/>
    <w:rsid w:val="00F745FD"/>
    <w:rsid w:val="00F74841"/>
    <w:rsid w:val="00F7493C"/>
    <w:rsid w:val="00F74EF2"/>
    <w:rsid w:val="00F755CA"/>
    <w:rsid w:val="00F75ECE"/>
    <w:rsid w:val="00F75FEC"/>
    <w:rsid w:val="00F761C0"/>
    <w:rsid w:val="00F7640C"/>
    <w:rsid w:val="00F76DE5"/>
    <w:rsid w:val="00F76E2B"/>
    <w:rsid w:val="00F77E8F"/>
    <w:rsid w:val="00F80006"/>
    <w:rsid w:val="00F801EA"/>
    <w:rsid w:val="00F811EA"/>
    <w:rsid w:val="00F813AC"/>
    <w:rsid w:val="00F815E4"/>
    <w:rsid w:val="00F81DAA"/>
    <w:rsid w:val="00F81E02"/>
    <w:rsid w:val="00F82ED6"/>
    <w:rsid w:val="00F83391"/>
    <w:rsid w:val="00F83EDF"/>
    <w:rsid w:val="00F84C4C"/>
    <w:rsid w:val="00F85D11"/>
    <w:rsid w:val="00F86250"/>
    <w:rsid w:val="00F8650A"/>
    <w:rsid w:val="00F865B5"/>
    <w:rsid w:val="00F87076"/>
    <w:rsid w:val="00F87329"/>
    <w:rsid w:val="00F87403"/>
    <w:rsid w:val="00F87963"/>
    <w:rsid w:val="00F87E91"/>
    <w:rsid w:val="00F90366"/>
    <w:rsid w:val="00F90991"/>
    <w:rsid w:val="00F9105F"/>
    <w:rsid w:val="00F91A1E"/>
    <w:rsid w:val="00F9203D"/>
    <w:rsid w:val="00F92E8F"/>
    <w:rsid w:val="00F93406"/>
    <w:rsid w:val="00F941D4"/>
    <w:rsid w:val="00F95622"/>
    <w:rsid w:val="00F956B4"/>
    <w:rsid w:val="00F958F2"/>
    <w:rsid w:val="00F95DAF"/>
    <w:rsid w:val="00F9641A"/>
    <w:rsid w:val="00FA0010"/>
    <w:rsid w:val="00FA02E8"/>
    <w:rsid w:val="00FA0380"/>
    <w:rsid w:val="00FA078D"/>
    <w:rsid w:val="00FA081B"/>
    <w:rsid w:val="00FA1104"/>
    <w:rsid w:val="00FA1B00"/>
    <w:rsid w:val="00FA2262"/>
    <w:rsid w:val="00FA23A3"/>
    <w:rsid w:val="00FA3326"/>
    <w:rsid w:val="00FA3A71"/>
    <w:rsid w:val="00FA3FE1"/>
    <w:rsid w:val="00FA50D1"/>
    <w:rsid w:val="00FA6035"/>
    <w:rsid w:val="00FA64FC"/>
    <w:rsid w:val="00FA6804"/>
    <w:rsid w:val="00FA798F"/>
    <w:rsid w:val="00FB01DA"/>
    <w:rsid w:val="00FB060F"/>
    <w:rsid w:val="00FB1690"/>
    <w:rsid w:val="00FB1D12"/>
    <w:rsid w:val="00FB2345"/>
    <w:rsid w:val="00FB3A1D"/>
    <w:rsid w:val="00FB4106"/>
    <w:rsid w:val="00FB4944"/>
    <w:rsid w:val="00FB4AB5"/>
    <w:rsid w:val="00FB524C"/>
    <w:rsid w:val="00FB533E"/>
    <w:rsid w:val="00FB5F25"/>
    <w:rsid w:val="00FB63C9"/>
    <w:rsid w:val="00FB6B82"/>
    <w:rsid w:val="00FB6CB5"/>
    <w:rsid w:val="00FB7070"/>
    <w:rsid w:val="00FB7B1A"/>
    <w:rsid w:val="00FB7C95"/>
    <w:rsid w:val="00FC04D4"/>
    <w:rsid w:val="00FC0D16"/>
    <w:rsid w:val="00FC18B0"/>
    <w:rsid w:val="00FC20C9"/>
    <w:rsid w:val="00FC21AB"/>
    <w:rsid w:val="00FC21CC"/>
    <w:rsid w:val="00FC29BD"/>
    <w:rsid w:val="00FC431F"/>
    <w:rsid w:val="00FC45C7"/>
    <w:rsid w:val="00FC4C4D"/>
    <w:rsid w:val="00FC4FD9"/>
    <w:rsid w:val="00FC561F"/>
    <w:rsid w:val="00FC5C8D"/>
    <w:rsid w:val="00FC6DB2"/>
    <w:rsid w:val="00FC713F"/>
    <w:rsid w:val="00FC71ED"/>
    <w:rsid w:val="00FC77CE"/>
    <w:rsid w:val="00FC7A60"/>
    <w:rsid w:val="00FD0195"/>
    <w:rsid w:val="00FD0827"/>
    <w:rsid w:val="00FD0B97"/>
    <w:rsid w:val="00FD0F0F"/>
    <w:rsid w:val="00FD1007"/>
    <w:rsid w:val="00FD11B0"/>
    <w:rsid w:val="00FD172F"/>
    <w:rsid w:val="00FD186A"/>
    <w:rsid w:val="00FD1A0A"/>
    <w:rsid w:val="00FD1D50"/>
    <w:rsid w:val="00FD1EAA"/>
    <w:rsid w:val="00FD27CC"/>
    <w:rsid w:val="00FD3ED7"/>
    <w:rsid w:val="00FD406C"/>
    <w:rsid w:val="00FD45FA"/>
    <w:rsid w:val="00FD4F35"/>
    <w:rsid w:val="00FD5766"/>
    <w:rsid w:val="00FD5AB7"/>
    <w:rsid w:val="00FD5CF3"/>
    <w:rsid w:val="00FD5D4B"/>
    <w:rsid w:val="00FD5EDE"/>
    <w:rsid w:val="00FD604F"/>
    <w:rsid w:val="00FD60DC"/>
    <w:rsid w:val="00FD7C3E"/>
    <w:rsid w:val="00FD7C58"/>
    <w:rsid w:val="00FE030A"/>
    <w:rsid w:val="00FE0D27"/>
    <w:rsid w:val="00FE1170"/>
    <w:rsid w:val="00FE1368"/>
    <w:rsid w:val="00FE1930"/>
    <w:rsid w:val="00FE1A9F"/>
    <w:rsid w:val="00FE2560"/>
    <w:rsid w:val="00FE266E"/>
    <w:rsid w:val="00FE291E"/>
    <w:rsid w:val="00FE2A7F"/>
    <w:rsid w:val="00FE2C3A"/>
    <w:rsid w:val="00FE3EEF"/>
    <w:rsid w:val="00FE54EE"/>
    <w:rsid w:val="00FE64F3"/>
    <w:rsid w:val="00FE6BD2"/>
    <w:rsid w:val="00FE739D"/>
    <w:rsid w:val="00FE7690"/>
    <w:rsid w:val="00FE7A14"/>
    <w:rsid w:val="00FF0E09"/>
    <w:rsid w:val="00FF1C41"/>
    <w:rsid w:val="00FF27F9"/>
    <w:rsid w:val="00FF2E68"/>
    <w:rsid w:val="00FF3120"/>
    <w:rsid w:val="00FF3199"/>
    <w:rsid w:val="00FF31BF"/>
    <w:rsid w:val="00FF33E5"/>
    <w:rsid w:val="00FF4310"/>
    <w:rsid w:val="00FF4640"/>
    <w:rsid w:val="00FF46C0"/>
    <w:rsid w:val="00FF526F"/>
    <w:rsid w:val="00FF5B1D"/>
    <w:rsid w:val="00FF6414"/>
    <w:rsid w:val="00FF6671"/>
    <w:rsid w:val="00FF68A2"/>
    <w:rsid w:val="00FF7D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1611B"/>
    <w:rPr>
      <w:sz w:val="24"/>
      <w:szCs w:val="24"/>
      <w:lang w:val="uk-UA" w:eastAsia="ru-RU"/>
    </w:rPr>
  </w:style>
  <w:style w:type="paragraph" w:styleId="Heading1">
    <w:name w:val="heading 1"/>
    <w:basedOn w:val="Normal"/>
    <w:next w:val="Normal"/>
    <w:link w:val="Heading1Char"/>
    <w:uiPriority w:val="99"/>
    <w:qFormat/>
    <w:rsid w:val="00FC4FD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8069C"/>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7B083C"/>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4FD9"/>
    <w:rPr>
      <w:rFonts w:ascii="Cambria" w:hAnsi="Cambria" w:cs="Times New Roman"/>
      <w:b/>
      <w:bCs/>
      <w:kern w:val="32"/>
      <w:sz w:val="32"/>
      <w:szCs w:val="32"/>
      <w:lang w:eastAsia="ru-RU"/>
    </w:rPr>
  </w:style>
  <w:style w:type="character" w:customStyle="1" w:styleId="Heading2Char">
    <w:name w:val="Heading 2 Char"/>
    <w:basedOn w:val="DefaultParagraphFont"/>
    <w:link w:val="Heading2"/>
    <w:uiPriority w:val="99"/>
    <w:semiHidden/>
    <w:locked/>
    <w:rsid w:val="00D8069C"/>
    <w:rPr>
      <w:rFonts w:ascii="Cambria" w:hAnsi="Cambria" w:cs="Times New Roman"/>
      <w:b/>
      <w:bCs/>
      <w:i/>
      <w:iCs/>
      <w:sz w:val="28"/>
      <w:szCs w:val="28"/>
      <w:lang w:eastAsia="ru-RU"/>
    </w:rPr>
  </w:style>
  <w:style w:type="character" w:customStyle="1" w:styleId="Heading3Char">
    <w:name w:val="Heading 3 Char"/>
    <w:basedOn w:val="DefaultParagraphFont"/>
    <w:link w:val="Heading3"/>
    <w:uiPriority w:val="99"/>
    <w:semiHidden/>
    <w:locked/>
    <w:rsid w:val="00E46FCD"/>
    <w:rPr>
      <w:rFonts w:ascii="Cambria" w:hAnsi="Cambria" w:cs="Times New Roman"/>
      <w:b/>
      <w:bCs/>
      <w:sz w:val="26"/>
      <w:szCs w:val="26"/>
      <w:lang w:val="uk-UA" w:eastAsia="ru-RU"/>
    </w:rPr>
  </w:style>
  <w:style w:type="paragraph" w:customStyle="1" w:styleId="rvps2">
    <w:name w:val="rvps2"/>
    <w:basedOn w:val="Normal"/>
    <w:uiPriority w:val="99"/>
    <w:rsid w:val="009A1A1F"/>
    <w:pPr>
      <w:spacing w:before="100" w:beforeAutospacing="1" w:after="100" w:afterAutospacing="1"/>
    </w:pPr>
    <w:rPr>
      <w:lang w:eastAsia="uk-UA"/>
    </w:rPr>
  </w:style>
  <w:style w:type="paragraph" w:styleId="Header">
    <w:name w:val="header"/>
    <w:basedOn w:val="Normal"/>
    <w:link w:val="HeaderChar"/>
    <w:uiPriority w:val="99"/>
    <w:rsid w:val="00D90FC5"/>
    <w:pPr>
      <w:tabs>
        <w:tab w:val="center" w:pos="4819"/>
        <w:tab w:val="right" w:pos="9639"/>
      </w:tabs>
    </w:pPr>
  </w:style>
  <w:style w:type="character" w:customStyle="1" w:styleId="HeaderChar">
    <w:name w:val="Header Char"/>
    <w:basedOn w:val="DefaultParagraphFont"/>
    <w:link w:val="Header"/>
    <w:uiPriority w:val="99"/>
    <w:locked/>
    <w:rsid w:val="00D90FC5"/>
    <w:rPr>
      <w:rFonts w:cs="Times New Roman"/>
      <w:sz w:val="24"/>
      <w:szCs w:val="24"/>
      <w:lang w:eastAsia="ru-RU"/>
    </w:rPr>
  </w:style>
  <w:style w:type="paragraph" w:styleId="Footer">
    <w:name w:val="footer"/>
    <w:basedOn w:val="Normal"/>
    <w:link w:val="FooterChar"/>
    <w:uiPriority w:val="99"/>
    <w:rsid w:val="00D90FC5"/>
    <w:pPr>
      <w:tabs>
        <w:tab w:val="center" w:pos="4819"/>
        <w:tab w:val="right" w:pos="9639"/>
      </w:tabs>
    </w:pPr>
  </w:style>
  <w:style w:type="character" w:customStyle="1" w:styleId="FooterChar">
    <w:name w:val="Footer Char"/>
    <w:basedOn w:val="DefaultParagraphFont"/>
    <w:link w:val="Footer"/>
    <w:uiPriority w:val="99"/>
    <w:locked/>
    <w:rsid w:val="00D90FC5"/>
    <w:rPr>
      <w:rFonts w:cs="Times New Roman"/>
      <w:sz w:val="24"/>
      <w:szCs w:val="24"/>
      <w:lang w:eastAsia="ru-RU"/>
    </w:rPr>
  </w:style>
  <w:style w:type="paragraph" w:customStyle="1" w:styleId="Default">
    <w:name w:val="Default"/>
    <w:uiPriority w:val="99"/>
    <w:rsid w:val="00A9429C"/>
    <w:pPr>
      <w:autoSpaceDE w:val="0"/>
      <w:autoSpaceDN w:val="0"/>
      <w:adjustRightInd w:val="0"/>
    </w:pPr>
    <w:rPr>
      <w:color w:val="000000"/>
      <w:sz w:val="24"/>
      <w:szCs w:val="24"/>
      <w:lang w:val="uk-UA"/>
    </w:rPr>
  </w:style>
  <w:style w:type="paragraph" w:styleId="BodyText">
    <w:name w:val="Body Text"/>
    <w:basedOn w:val="Normal"/>
    <w:link w:val="BodyTextChar"/>
    <w:uiPriority w:val="99"/>
    <w:rsid w:val="00A9429C"/>
    <w:pPr>
      <w:suppressAutoHyphens/>
      <w:spacing w:after="120"/>
    </w:pPr>
    <w:rPr>
      <w:lang w:eastAsia="ar-SA"/>
    </w:rPr>
  </w:style>
  <w:style w:type="character" w:customStyle="1" w:styleId="BodyTextChar">
    <w:name w:val="Body Text Char"/>
    <w:basedOn w:val="DefaultParagraphFont"/>
    <w:link w:val="BodyText"/>
    <w:uiPriority w:val="99"/>
    <w:locked/>
    <w:rsid w:val="00A9429C"/>
    <w:rPr>
      <w:rFonts w:cs="Times New Roman"/>
      <w:sz w:val="24"/>
      <w:szCs w:val="24"/>
      <w:lang w:eastAsia="ar-SA" w:bidi="ar-SA"/>
    </w:rPr>
  </w:style>
  <w:style w:type="character" w:customStyle="1" w:styleId="a">
    <w:name w:val="Основной текст Знак"/>
    <w:basedOn w:val="DefaultParagraphFont"/>
    <w:uiPriority w:val="99"/>
    <w:rsid w:val="00A9429C"/>
    <w:rPr>
      <w:rFonts w:cs="Times New Roman"/>
      <w:sz w:val="24"/>
      <w:szCs w:val="24"/>
      <w:lang w:eastAsia="ru-RU"/>
    </w:rPr>
  </w:style>
  <w:style w:type="paragraph" w:styleId="HTMLPreformatted">
    <w:name w:val="HTML Preformatted"/>
    <w:basedOn w:val="Normal"/>
    <w:link w:val="HTMLPreformattedChar"/>
    <w:uiPriority w:val="99"/>
    <w:rsid w:val="00B63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PreformattedChar">
    <w:name w:val="HTML Preformatted Char"/>
    <w:basedOn w:val="DefaultParagraphFont"/>
    <w:link w:val="HTMLPreformatted"/>
    <w:uiPriority w:val="99"/>
    <w:locked/>
    <w:rsid w:val="00B63DFF"/>
    <w:rPr>
      <w:rFonts w:ascii="Courier New" w:hAnsi="Courier New" w:cs="Courier New"/>
    </w:rPr>
  </w:style>
  <w:style w:type="character" w:customStyle="1" w:styleId="rvts0">
    <w:name w:val="rvts0"/>
    <w:basedOn w:val="DefaultParagraphFont"/>
    <w:uiPriority w:val="99"/>
    <w:rsid w:val="00FC5C8D"/>
    <w:rPr>
      <w:rFonts w:cs="Times New Roman"/>
    </w:rPr>
  </w:style>
  <w:style w:type="paragraph" w:styleId="NormalWe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Normal"/>
    <w:link w:val="NormalWebChar"/>
    <w:uiPriority w:val="99"/>
    <w:rsid w:val="00FA1B00"/>
    <w:pPr>
      <w:spacing w:before="100" w:beforeAutospacing="1" w:after="100" w:afterAutospacing="1"/>
    </w:pPr>
    <w:rPr>
      <w:szCs w:val="20"/>
      <w:lang w:val="en-US"/>
    </w:rPr>
  </w:style>
  <w:style w:type="character" w:styleId="Strong">
    <w:name w:val="Strong"/>
    <w:basedOn w:val="DefaultParagraphFont"/>
    <w:uiPriority w:val="99"/>
    <w:qFormat/>
    <w:rsid w:val="00FA1B00"/>
    <w:rPr>
      <w:rFonts w:cs="Times New Roman"/>
      <w:b/>
      <w:bCs/>
    </w:rPr>
  </w:style>
  <w:style w:type="character" w:styleId="Hyperlink">
    <w:name w:val="Hyperlink"/>
    <w:basedOn w:val="DefaultParagraphFont"/>
    <w:uiPriority w:val="99"/>
    <w:rsid w:val="00FA1B00"/>
    <w:rPr>
      <w:rFonts w:cs="Times New Roman"/>
      <w:color w:val="0000FF"/>
      <w:u w:val="single"/>
    </w:rPr>
  </w:style>
  <w:style w:type="character" w:customStyle="1" w:styleId="rvts9">
    <w:name w:val="rvts9"/>
    <w:basedOn w:val="DefaultParagraphFont"/>
    <w:uiPriority w:val="99"/>
    <w:rsid w:val="00811015"/>
    <w:rPr>
      <w:rFonts w:cs="Times New Roman"/>
    </w:rPr>
  </w:style>
  <w:style w:type="paragraph" w:styleId="Subtitle">
    <w:name w:val="Subtitle"/>
    <w:basedOn w:val="Normal"/>
    <w:next w:val="Normal"/>
    <w:link w:val="SubtitleChar"/>
    <w:uiPriority w:val="99"/>
    <w:qFormat/>
    <w:rsid w:val="009E1E0E"/>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9E1E0E"/>
    <w:rPr>
      <w:rFonts w:ascii="Cambria" w:hAnsi="Cambria" w:cs="Times New Roman"/>
      <w:sz w:val="24"/>
      <w:szCs w:val="24"/>
      <w:lang w:eastAsia="ru-RU"/>
    </w:rPr>
  </w:style>
  <w:style w:type="character" w:styleId="Emphasis">
    <w:name w:val="Emphasis"/>
    <w:basedOn w:val="DefaultParagraphFont"/>
    <w:uiPriority w:val="99"/>
    <w:qFormat/>
    <w:rsid w:val="00FC4FD9"/>
    <w:rPr>
      <w:rFonts w:cs="Times New Roman"/>
      <w:i/>
      <w:iCs/>
    </w:rPr>
  </w:style>
  <w:style w:type="paragraph" w:styleId="Title">
    <w:name w:val="Title"/>
    <w:basedOn w:val="Normal"/>
    <w:next w:val="Normal"/>
    <w:link w:val="TitleChar"/>
    <w:uiPriority w:val="99"/>
    <w:qFormat/>
    <w:rsid w:val="007A1A3D"/>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7A1A3D"/>
    <w:rPr>
      <w:rFonts w:ascii="Cambria" w:hAnsi="Cambria" w:cs="Times New Roman"/>
      <w:b/>
      <w:bCs/>
      <w:kern w:val="28"/>
      <w:sz w:val="32"/>
      <w:szCs w:val="32"/>
      <w:lang w:eastAsia="ru-RU"/>
    </w:rPr>
  </w:style>
  <w:style w:type="paragraph" w:styleId="ListParagraph">
    <w:name w:val="List Paragraph"/>
    <w:basedOn w:val="Normal"/>
    <w:uiPriority w:val="99"/>
    <w:qFormat/>
    <w:rsid w:val="005500DB"/>
    <w:pPr>
      <w:suppressAutoHyphens/>
      <w:ind w:left="720"/>
      <w:contextualSpacing/>
    </w:pPr>
    <w:rPr>
      <w:lang w:val="ru-RU" w:eastAsia="zh-CN"/>
    </w:rPr>
  </w:style>
  <w:style w:type="paragraph" w:customStyle="1" w:styleId="rvps14">
    <w:name w:val="rvps14"/>
    <w:basedOn w:val="Normal"/>
    <w:uiPriority w:val="99"/>
    <w:rsid w:val="00490648"/>
    <w:pPr>
      <w:spacing w:before="100" w:beforeAutospacing="1" w:after="100" w:afterAutospacing="1"/>
    </w:pPr>
    <w:rPr>
      <w:lang w:eastAsia="uk-UA"/>
    </w:rPr>
  </w:style>
  <w:style w:type="paragraph" w:customStyle="1" w:styleId="rvps12">
    <w:name w:val="rvps12"/>
    <w:basedOn w:val="Normal"/>
    <w:uiPriority w:val="99"/>
    <w:rsid w:val="00490648"/>
    <w:pPr>
      <w:spacing w:before="100" w:beforeAutospacing="1" w:after="100" w:afterAutospacing="1"/>
    </w:pPr>
    <w:rPr>
      <w:lang w:eastAsia="uk-UA"/>
    </w:rPr>
  </w:style>
  <w:style w:type="paragraph" w:customStyle="1" w:styleId="rvps6">
    <w:name w:val="rvps6"/>
    <w:basedOn w:val="Normal"/>
    <w:uiPriority w:val="99"/>
    <w:rsid w:val="00490648"/>
    <w:pPr>
      <w:spacing w:before="100" w:beforeAutospacing="1" w:after="100" w:afterAutospacing="1"/>
    </w:pPr>
    <w:rPr>
      <w:lang w:eastAsia="uk-UA"/>
    </w:rPr>
  </w:style>
  <w:style w:type="character" w:customStyle="1" w:styleId="rvts23">
    <w:name w:val="rvts23"/>
    <w:basedOn w:val="DefaultParagraphFont"/>
    <w:uiPriority w:val="99"/>
    <w:rsid w:val="00490648"/>
    <w:rPr>
      <w:rFonts w:cs="Times New Roman"/>
    </w:rPr>
  </w:style>
  <w:style w:type="paragraph" w:styleId="NoSpacing">
    <w:name w:val="No Spacing"/>
    <w:uiPriority w:val="99"/>
    <w:qFormat/>
    <w:rsid w:val="00281188"/>
    <w:rPr>
      <w:rFonts w:ascii="Calibri" w:hAnsi="Calibri"/>
      <w:lang w:val="ru-RU" w:eastAsia="ru-RU"/>
    </w:rPr>
  </w:style>
  <w:style w:type="paragraph" w:customStyle="1" w:styleId="1">
    <w:name w:val="Без интервала1"/>
    <w:uiPriority w:val="99"/>
    <w:rsid w:val="00281188"/>
    <w:pPr>
      <w:suppressAutoHyphens/>
    </w:pPr>
    <w:rPr>
      <w:rFonts w:ascii="Calibri" w:hAnsi="Calibri" w:cs="Calibri"/>
      <w:lang w:val="uk-UA" w:eastAsia="zh-CN"/>
    </w:rPr>
  </w:style>
  <w:style w:type="character" w:customStyle="1" w:styleId="xfm02121011">
    <w:name w:val="xfm_02121011"/>
    <w:basedOn w:val="DefaultParagraphFont"/>
    <w:uiPriority w:val="99"/>
    <w:rsid w:val="00821FE9"/>
    <w:rPr>
      <w:rFonts w:cs="Times New Roman"/>
    </w:rPr>
  </w:style>
  <w:style w:type="paragraph" w:customStyle="1" w:styleId="xfmc2">
    <w:name w:val="xfmc2"/>
    <w:basedOn w:val="Normal"/>
    <w:uiPriority w:val="99"/>
    <w:rsid w:val="00821FE9"/>
    <w:pPr>
      <w:spacing w:before="100" w:beforeAutospacing="1" w:after="100" w:afterAutospacing="1"/>
    </w:pPr>
    <w:rPr>
      <w:lang w:eastAsia="uk-UA"/>
    </w:rPr>
  </w:style>
  <w:style w:type="character" w:customStyle="1" w:styleId="xfmc3">
    <w:name w:val="xfmc3"/>
    <w:basedOn w:val="DefaultParagraphFont"/>
    <w:uiPriority w:val="99"/>
    <w:rsid w:val="00821FE9"/>
    <w:rPr>
      <w:rFonts w:cs="Times New Roman"/>
    </w:rPr>
  </w:style>
  <w:style w:type="character" w:customStyle="1" w:styleId="rvts82">
    <w:name w:val="rvts82"/>
    <w:basedOn w:val="DefaultParagraphFont"/>
    <w:uiPriority w:val="99"/>
    <w:rsid w:val="00DB1642"/>
    <w:rPr>
      <w:rFonts w:cs="Times New Roman"/>
    </w:rPr>
  </w:style>
  <w:style w:type="character" w:customStyle="1" w:styleId="rvts90">
    <w:name w:val="rvts90"/>
    <w:basedOn w:val="DefaultParagraphFont"/>
    <w:uiPriority w:val="99"/>
    <w:rsid w:val="00DB1642"/>
    <w:rPr>
      <w:rFonts w:cs="Times New Roman"/>
    </w:rPr>
  </w:style>
  <w:style w:type="character" w:customStyle="1" w:styleId="NormalWebChar">
    <w:name w:val="Normal (Web) Char"/>
    <w:aliases w:val="Обычный (Web) Char,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1 Знак Знак Знак Char"/>
    <w:link w:val="NormalWeb"/>
    <w:uiPriority w:val="99"/>
    <w:locked/>
    <w:rsid w:val="00784D1E"/>
    <w:rPr>
      <w:sz w:val="24"/>
    </w:rPr>
  </w:style>
  <w:style w:type="paragraph" w:styleId="BalloonText">
    <w:name w:val="Balloon Text"/>
    <w:basedOn w:val="Normal"/>
    <w:link w:val="BalloonTextChar"/>
    <w:uiPriority w:val="99"/>
    <w:rsid w:val="00D24DEA"/>
    <w:rPr>
      <w:rFonts w:ascii="Tahoma" w:hAnsi="Tahoma" w:cs="Tahoma"/>
      <w:sz w:val="16"/>
      <w:szCs w:val="16"/>
    </w:rPr>
  </w:style>
  <w:style w:type="character" w:customStyle="1" w:styleId="BalloonTextChar">
    <w:name w:val="Balloon Text Char"/>
    <w:basedOn w:val="DefaultParagraphFont"/>
    <w:link w:val="BalloonText"/>
    <w:uiPriority w:val="99"/>
    <w:locked/>
    <w:rsid w:val="00D24DEA"/>
    <w:rPr>
      <w:rFonts w:ascii="Tahoma" w:hAnsi="Tahoma" w:cs="Tahoma"/>
      <w:sz w:val="16"/>
      <w:szCs w:val="16"/>
      <w:lang w:eastAsia="ru-RU"/>
    </w:rPr>
  </w:style>
  <w:style w:type="paragraph" w:customStyle="1" w:styleId="10">
    <w:name w:val="Текст1"/>
    <w:basedOn w:val="Normal"/>
    <w:uiPriority w:val="99"/>
    <w:rsid w:val="006047F9"/>
    <w:pPr>
      <w:suppressAutoHyphens/>
    </w:pPr>
    <w:rPr>
      <w:b/>
      <w:bCs/>
      <w:sz w:val="20"/>
      <w:szCs w:val="20"/>
      <w:lang w:val="ru-RU" w:eastAsia="zh-CN"/>
    </w:rPr>
  </w:style>
  <w:style w:type="paragraph" w:styleId="BodyText3">
    <w:name w:val="Body Text 3"/>
    <w:basedOn w:val="Normal"/>
    <w:link w:val="BodyText3Char"/>
    <w:uiPriority w:val="99"/>
    <w:rsid w:val="00A6786D"/>
    <w:pPr>
      <w:spacing w:after="120"/>
    </w:pPr>
    <w:rPr>
      <w:sz w:val="16"/>
      <w:szCs w:val="16"/>
      <w:lang w:val="ru-RU"/>
    </w:rPr>
  </w:style>
  <w:style w:type="character" w:customStyle="1" w:styleId="BodyText3Char">
    <w:name w:val="Body Text 3 Char"/>
    <w:basedOn w:val="DefaultParagraphFont"/>
    <w:link w:val="BodyText3"/>
    <w:uiPriority w:val="99"/>
    <w:semiHidden/>
    <w:locked/>
    <w:rsid w:val="00B86A74"/>
    <w:rPr>
      <w:rFonts w:cs="Times New Roman"/>
      <w:sz w:val="16"/>
      <w:szCs w:val="16"/>
      <w:lang w:val="uk-UA" w:eastAsia="ru-RU"/>
    </w:rPr>
  </w:style>
  <w:style w:type="paragraph" w:customStyle="1" w:styleId="a0">
    <w:name w:val="Абзац списка"/>
    <w:basedOn w:val="Normal"/>
    <w:uiPriority w:val="99"/>
    <w:rsid w:val="00FC45C7"/>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005234213">
      <w:marLeft w:val="0"/>
      <w:marRight w:val="0"/>
      <w:marTop w:val="0"/>
      <w:marBottom w:val="0"/>
      <w:divBdr>
        <w:top w:val="none" w:sz="0" w:space="0" w:color="auto"/>
        <w:left w:val="none" w:sz="0" w:space="0" w:color="auto"/>
        <w:bottom w:val="none" w:sz="0" w:space="0" w:color="auto"/>
        <w:right w:val="none" w:sz="0" w:space="0" w:color="auto"/>
      </w:divBdr>
      <w:divsChild>
        <w:div w:id="2005234215">
          <w:marLeft w:val="0"/>
          <w:marRight w:val="0"/>
          <w:marTop w:val="0"/>
          <w:marBottom w:val="0"/>
          <w:divBdr>
            <w:top w:val="none" w:sz="0" w:space="0" w:color="auto"/>
            <w:left w:val="none" w:sz="0" w:space="0" w:color="auto"/>
            <w:bottom w:val="none" w:sz="0" w:space="0" w:color="auto"/>
            <w:right w:val="none" w:sz="0" w:space="0" w:color="auto"/>
          </w:divBdr>
        </w:div>
      </w:divsChild>
    </w:div>
    <w:div w:id="2005234214">
      <w:marLeft w:val="0"/>
      <w:marRight w:val="0"/>
      <w:marTop w:val="0"/>
      <w:marBottom w:val="0"/>
      <w:divBdr>
        <w:top w:val="none" w:sz="0" w:space="0" w:color="auto"/>
        <w:left w:val="none" w:sz="0" w:space="0" w:color="auto"/>
        <w:bottom w:val="none" w:sz="0" w:space="0" w:color="auto"/>
        <w:right w:val="none" w:sz="0" w:space="0" w:color="auto"/>
      </w:divBdr>
      <w:divsChild>
        <w:div w:id="2005234233">
          <w:marLeft w:val="0"/>
          <w:marRight w:val="0"/>
          <w:marTop w:val="0"/>
          <w:marBottom w:val="0"/>
          <w:divBdr>
            <w:top w:val="none" w:sz="0" w:space="0" w:color="auto"/>
            <w:left w:val="none" w:sz="0" w:space="0" w:color="auto"/>
            <w:bottom w:val="none" w:sz="0" w:space="0" w:color="auto"/>
            <w:right w:val="none" w:sz="0" w:space="0" w:color="auto"/>
          </w:divBdr>
        </w:div>
        <w:div w:id="2005234262">
          <w:marLeft w:val="0"/>
          <w:marRight w:val="0"/>
          <w:marTop w:val="0"/>
          <w:marBottom w:val="0"/>
          <w:divBdr>
            <w:top w:val="none" w:sz="0" w:space="0" w:color="auto"/>
            <w:left w:val="none" w:sz="0" w:space="0" w:color="auto"/>
            <w:bottom w:val="none" w:sz="0" w:space="0" w:color="auto"/>
            <w:right w:val="none" w:sz="0" w:space="0" w:color="auto"/>
          </w:divBdr>
        </w:div>
        <w:div w:id="2005234271">
          <w:marLeft w:val="0"/>
          <w:marRight w:val="0"/>
          <w:marTop w:val="0"/>
          <w:marBottom w:val="0"/>
          <w:divBdr>
            <w:top w:val="none" w:sz="0" w:space="0" w:color="auto"/>
            <w:left w:val="none" w:sz="0" w:space="0" w:color="auto"/>
            <w:bottom w:val="none" w:sz="0" w:space="0" w:color="auto"/>
            <w:right w:val="none" w:sz="0" w:space="0" w:color="auto"/>
          </w:divBdr>
        </w:div>
        <w:div w:id="2005234281">
          <w:marLeft w:val="0"/>
          <w:marRight w:val="0"/>
          <w:marTop w:val="0"/>
          <w:marBottom w:val="0"/>
          <w:divBdr>
            <w:top w:val="none" w:sz="0" w:space="0" w:color="auto"/>
            <w:left w:val="none" w:sz="0" w:space="0" w:color="auto"/>
            <w:bottom w:val="none" w:sz="0" w:space="0" w:color="auto"/>
            <w:right w:val="none" w:sz="0" w:space="0" w:color="auto"/>
          </w:divBdr>
        </w:div>
        <w:div w:id="2005234291">
          <w:marLeft w:val="0"/>
          <w:marRight w:val="0"/>
          <w:marTop w:val="0"/>
          <w:marBottom w:val="0"/>
          <w:divBdr>
            <w:top w:val="none" w:sz="0" w:space="0" w:color="auto"/>
            <w:left w:val="none" w:sz="0" w:space="0" w:color="auto"/>
            <w:bottom w:val="none" w:sz="0" w:space="0" w:color="auto"/>
            <w:right w:val="none" w:sz="0" w:space="0" w:color="auto"/>
          </w:divBdr>
        </w:div>
      </w:divsChild>
    </w:div>
    <w:div w:id="2005234217">
      <w:marLeft w:val="0"/>
      <w:marRight w:val="0"/>
      <w:marTop w:val="0"/>
      <w:marBottom w:val="0"/>
      <w:divBdr>
        <w:top w:val="none" w:sz="0" w:space="0" w:color="auto"/>
        <w:left w:val="none" w:sz="0" w:space="0" w:color="auto"/>
        <w:bottom w:val="none" w:sz="0" w:space="0" w:color="auto"/>
        <w:right w:val="none" w:sz="0" w:space="0" w:color="auto"/>
      </w:divBdr>
      <w:divsChild>
        <w:div w:id="2005234209">
          <w:marLeft w:val="0"/>
          <w:marRight w:val="0"/>
          <w:marTop w:val="0"/>
          <w:marBottom w:val="0"/>
          <w:divBdr>
            <w:top w:val="none" w:sz="0" w:space="0" w:color="auto"/>
            <w:left w:val="none" w:sz="0" w:space="0" w:color="auto"/>
            <w:bottom w:val="none" w:sz="0" w:space="0" w:color="auto"/>
            <w:right w:val="none" w:sz="0" w:space="0" w:color="auto"/>
          </w:divBdr>
        </w:div>
        <w:div w:id="2005234258">
          <w:marLeft w:val="0"/>
          <w:marRight w:val="0"/>
          <w:marTop w:val="0"/>
          <w:marBottom w:val="0"/>
          <w:divBdr>
            <w:top w:val="none" w:sz="0" w:space="0" w:color="auto"/>
            <w:left w:val="none" w:sz="0" w:space="0" w:color="auto"/>
            <w:bottom w:val="none" w:sz="0" w:space="0" w:color="auto"/>
            <w:right w:val="none" w:sz="0" w:space="0" w:color="auto"/>
          </w:divBdr>
        </w:div>
        <w:div w:id="2005234259">
          <w:marLeft w:val="0"/>
          <w:marRight w:val="0"/>
          <w:marTop w:val="0"/>
          <w:marBottom w:val="0"/>
          <w:divBdr>
            <w:top w:val="none" w:sz="0" w:space="0" w:color="auto"/>
            <w:left w:val="none" w:sz="0" w:space="0" w:color="auto"/>
            <w:bottom w:val="none" w:sz="0" w:space="0" w:color="auto"/>
            <w:right w:val="none" w:sz="0" w:space="0" w:color="auto"/>
          </w:divBdr>
        </w:div>
        <w:div w:id="2005234280">
          <w:marLeft w:val="0"/>
          <w:marRight w:val="0"/>
          <w:marTop w:val="0"/>
          <w:marBottom w:val="0"/>
          <w:divBdr>
            <w:top w:val="none" w:sz="0" w:space="0" w:color="auto"/>
            <w:left w:val="none" w:sz="0" w:space="0" w:color="auto"/>
            <w:bottom w:val="none" w:sz="0" w:space="0" w:color="auto"/>
            <w:right w:val="none" w:sz="0" w:space="0" w:color="auto"/>
          </w:divBdr>
        </w:div>
        <w:div w:id="2005234296">
          <w:marLeft w:val="0"/>
          <w:marRight w:val="0"/>
          <w:marTop w:val="0"/>
          <w:marBottom w:val="0"/>
          <w:divBdr>
            <w:top w:val="none" w:sz="0" w:space="0" w:color="auto"/>
            <w:left w:val="none" w:sz="0" w:space="0" w:color="auto"/>
            <w:bottom w:val="none" w:sz="0" w:space="0" w:color="auto"/>
            <w:right w:val="none" w:sz="0" w:space="0" w:color="auto"/>
          </w:divBdr>
        </w:div>
      </w:divsChild>
    </w:div>
    <w:div w:id="2005234219">
      <w:marLeft w:val="0"/>
      <w:marRight w:val="0"/>
      <w:marTop w:val="0"/>
      <w:marBottom w:val="0"/>
      <w:divBdr>
        <w:top w:val="none" w:sz="0" w:space="0" w:color="auto"/>
        <w:left w:val="none" w:sz="0" w:space="0" w:color="auto"/>
        <w:bottom w:val="none" w:sz="0" w:space="0" w:color="auto"/>
        <w:right w:val="none" w:sz="0" w:space="0" w:color="auto"/>
      </w:divBdr>
    </w:div>
    <w:div w:id="2005234222">
      <w:marLeft w:val="0"/>
      <w:marRight w:val="0"/>
      <w:marTop w:val="0"/>
      <w:marBottom w:val="0"/>
      <w:divBdr>
        <w:top w:val="none" w:sz="0" w:space="0" w:color="auto"/>
        <w:left w:val="none" w:sz="0" w:space="0" w:color="auto"/>
        <w:bottom w:val="none" w:sz="0" w:space="0" w:color="auto"/>
        <w:right w:val="none" w:sz="0" w:space="0" w:color="auto"/>
      </w:divBdr>
    </w:div>
    <w:div w:id="2005234223">
      <w:marLeft w:val="0"/>
      <w:marRight w:val="0"/>
      <w:marTop w:val="0"/>
      <w:marBottom w:val="0"/>
      <w:divBdr>
        <w:top w:val="none" w:sz="0" w:space="0" w:color="auto"/>
        <w:left w:val="none" w:sz="0" w:space="0" w:color="auto"/>
        <w:bottom w:val="none" w:sz="0" w:space="0" w:color="auto"/>
        <w:right w:val="none" w:sz="0" w:space="0" w:color="auto"/>
      </w:divBdr>
    </w:div>
    <w:div w:id="2005234226">
      <w:marLeft w:val="0"/>
      <w:marRight w:val="0"/>
      <w:marTop w:val="0"/>
      <w:marBottom w:val="0"/>
      <w:divBdr>
        <w:top w:val="none" w:sz="0" w:space="0" w:color="auto"/>
        <w:left w:val="none" w:sz="0" w:space="0" w:color="auto"/>
        <w:bottom w:val="none" w:sz="0" w:space="0" w:color="auto"/>
        <w:right w:val="none" w:sz="0" w:space="0" w:color="auto"/>
      </w:divBdr>
      <w:divsChild>
        <w:div w:id="2005234208">
          <w:marLeft w:val="0"/>
          <w:marRight w:val="0"/>
          <w:marTop w:val="0"/>
          <w:marBottom w:val="0"/>
          <w:divBdr>
            <w:top w:val="none" w:sz="0" w:space="0" w:color="auto"/>
            <w:left w:val="none" w:sz="0" w:space="0" w:color="auto"/>
            <w:bottom w:val="none" w:sz="0" w:space="0" w:color="auto"/>
            <w:right w:val="none" w:sz="0" w:space="0" w:color="auto"/>
          </w:divBdr>
        </w:div>
        <w:div w:id="2005234249">
          <w:marLeft w:val="0"/>
          <w:marRight w:val="0"/>
          <w:marTop w:val="0"/>
          <w:marBottom w:val="0"/>
          <w:divBdr>
            <w:top w:val="none" w:sz="0" w:space="0" w:color="auto"/>
            <w:left w:val="none" w:sz="0" w:space="0" w:color="auto"/>
            <w:bottom w:val="none" w:sz="0" w:space="0" w:color="auto"/>
            <w:right w:val="none" w:sz="0" w:space="0" w:color="auto"/>
          </w:divBdr>
        </w:div>
        <w:div w:id="2005234260">
          <w:marLeft w:val="0"/>
          <w:marRight w:val="0"/>
          <w:marTop w:val="0"/>
          <w:marBottom w:val="0"/>
          <w:divBdr>
            <w:top w:val="none" w:sz="0" w:space="0" w:color="auto"/>
            <w:left w:val="none" w:sz="0" w:space="0" w:color="auto"/>
            <w:bottom w:val="none" w:sz="0" w:space="0" w:color="auto"/>
            <w:right w:val="none" w:sz="0" w:space="0" w:color="auto"/>
          </w:divBdr>
        </w:div>
      </w:divsChild>
    </w:div>
    <w:div w:id="2005234232">
      <w:marLeft w:val="0"/>
      <w:marRight w:val="0"/>
      <w:marTop w:val="0"/>
      <w:marBottom w:val="0"/>
      <w:divBdr>
        <w:top w:val="none" w:sz="0" w:space="0" w:color="auto"/>
        <w:left w:val="none" w:sz="0" w:space="0" w:color="auto"/>
        <w:bottom w:val="none" w:sz="0" w:space="0" w:color="auto"/>
        <w:right w:val="none" w:sz="0" w:space="0" w:color="auto"/>
      </w:divBdr>
    </w:div>
    <w:div w:id="2005234236">
      <w:marLeft w:val="0"/>
      <w:marRight w:val="0"/>
      <w:marTop w:val="0"/>
      <w:marBottom w:val="0"/>
      <w:divBdr>
        <w:top w:val="none" w:sz="0" w:space="0" w:color="auto"/>
        <w:left w:val="none" w:sz="0" w:space="0" w:color="auto"/>
        <w:bottom w:val="none" w:sz="0" w:space="0" w:color="auto"/>
        <w:right w:val="none" w:sz="0" w:space="0" w:color="auto"/>
      </w:divBdr>
      <w:divsChild>
        <w:div w:id="2005234285">
          <w:marLeft w:val="0"/>
          <w:marRight w:val="0"/>
          <w:marTop w:val="0"/>
          <w:marBottom w:val="0"/>
          <w:divBdr>
            <w:top w:val="none" w:sz="0" w:space="0" w:color="auto"/>
            <w:left w:val="none" w:sz="0" w:space="0" w:color="auto"/>
            <w:bottom w:val="none" w:sz="0" w:space="0" w:color="auto"/>
            <w:right w:val="none" w:sz="0" w:space="0" w:color="auto"/>
          </w:divBdr>
        </w:div>
      </w:divsChild>
    </w:div>
    <w:div w:id="2005234237">
      <w:marLeft w:val="0"/>
      <w:marRight w:val="0"/>
      <w:marTop w:val="0"/>
      <w:marBottom w:val="0"/>
      <w:divBdr>
        <w:top w:val="none" w:sz="0" w:space="0" w:color="auto"/>
        <w:left w:val="none" w:sz="0" w:space="0" w:color="auto"/>
        <w:bottom w:val="none" w:sz="0" w:space="0" w:color="auto"/>
        <w:right w:val="none" w:sz="0" w:space="0" w:color="auto"/>
      </w:divBdr>
      <w:divsChild>
        <w:div w:id="2005234207">
          <w:marLeft w:val="0"/>
          <w:marRight w:val="0"/>
          <w:marTop w:val="0"/>
          <w:marBottom w:val="0"/>
          <w:divBdr>
            <w:top w:val="none" w:sz="0" w:space="0" w:color="auto"/>
            <w:left w:val="none" w:sz="0" w:space="0" w:color="auto"/>
            <w:bottom w:val="none" w:sz="0" w:space="0" w:color="auto"/>
            <w:right w:val="none" w:sz="0" w:space="0" w:color="auto"/>
          </w:divBdr>
        </w:div>
        <w:div w:id="2005234229">
          <w:marLeft w:val="0"/>
          <w:marRight w:val="0"/>
          <w:marTop w:val="0"/>
          <w:marBottom w:val="0"/>
          <w:divBdr>
            <w:top w:val="none" w:sz="0" w:space="0" w:color="auto"/>
            <w:left w:val="none" w:sz="0" w:space="0" w:color="auto"/>
            <w:bottom w:val="none" w:sz="0" w:space="0" w:color="auto"/>
            <w:right w:val="none" w:sz="0" w:space="0" w:color="auto"/>
          </w:divBdr>
        </w:div>
        <w:div w:id="2005234242">
          <w:marLeft w:val="0"/>
          <w:marRight w:val="0"/>
          <w:marTop w:val="0"/>
          <w:marBottom w:val="0"/>
          <w:divBdr>
            <w:top w:val="none" w:sz="0" w:space="0" w:color="auto"/>
            <w:left w:val="none" w:sz="0" w:space="0" w:color="auto"/>
            <w:bottom w:val="none" w:sz="0" w:space="0" w:color="auto"/>
            <w:right w:val="none" w:sz="0" w:space="0" w:color="auto"/>
          </w:divBdr>
        </w:div>
        <w:div w:id="2005234292">
          <w:marLeft w:val="0"/>
          <w:marRight w:val="0"/>
          <w:marTop w:val="0"/>
          <w:marBottom w:val="0"/>
          <w:divBdr>
            <w:top w:val="none" w:sz="0" w:space="0" w:color="auto"/>
            <w:left w:val="none" w:sz="0" w:space="0" w:color="auto"/>
            <w:bottom w:val="none" w:sz="0" w:space="0" w:color="auto"/>
            <w:right w:val="none" w:sz="0" w:space="0" w:color="auto"/>
          </w:divBdr>
        </w:div>
        <w:div w:id="2005234295">
          <w:marLeft w:val="0"/>
          <w:marRight w:val="0"/>
          <w:marTop w:val="0"/>
          <w:marBottom w:val="0"/>
          <w:divBdr>
            <w:top w:val="none" w:sz="0" w:space="0" w:color="auto"/>
            <w:left w:val="none" w:sz="0" w:space="0" w:color="auto"/>
            <w:bottom w:val="none" w:sz="0" w:space="0" w:color="auto"/>
            <w:right w:val="none" w:sz="0" w:space="0" w:color="auto"/>
          </w:divBdr>
        </w:div>
      </w:divsChild>
    </w:div>
    <w:div w:id="2005234241">
      <w:marLeft w:val="0"/>
      <w:marRight w:val="0"/>
      <w:marTop w:val="0"/>
      <w:marBottom w:val="0"/>
      <w:divBdr>
        <w:top w:val="none" w:sz="0" w:space="0" w:color="auto"/>
        <w:left w:val="none" w:sz="0" w:space="0" w:color="auto"/>
        <w:bottom w:val="none" w:sz="0" w:space="0" w:color="auto"/>
        <w:right w:val="none" w:sz="0" w:space="0" w:color="auto"/>
      </w:divBdr>
      <w:divsChild>
        <w:div w:id="2005234230">
          <w:marLeft w:val="0"/>
          <w:marRight w:val="0"/>
          <w:marTop w:val="0"/>
          <w:marBottom w:val="0"/>
          <w:divBdr>
            <w:top w:val="none" w:sz="0" w:space="0" w:color="auto"/>
            <w:left w:val="none" w:sz="0" w:space="0" w:color="auto"/>
            <w:bottom w:val="none" w:sz="0" w:space="0" w:color="auto"/>
            <w:right w:val="none" w:sz="0" w:space="0" w:color="auto"/>
          </w:divBdr>
        </w:div>
        <w:div w:id="2005234287">
          <w:marLeft w:val="0"/>
          <w:marRight w:val="0"/>
          <w:marTop w:val="0"/>
          <w:marBottom w:val="0"/>
          <w:divBdr>
            <w:top w:val="none" w:sz="0" w:space="0" w:color="auto"/>
            <w:left w:val="none" w:sz="0" w:space="0" w:color="auto"/>
            <w:bottom w:val="none" w:sz="0" w:space="0" w:color="auto"/>
            <w:right w:val="none" w:sz="0" w:space="0" w:color="auto"/>
          </w:divBdr>
        </w:div>
        <w:div w:id="2005234297">
          <w:marLeft w:val="0"/>
          <w:marRight w:val="0"/>
          <w:marTop w:val="0"/>
          <w:marBottom w:val="0"/>
          <w:divBdr>
            <w:top w:val="none" w:sz="0" w:space="0" w:color="auto"/>
            <w:left w:val="none" w:sz="0" w:space="0" w:color="auto"/>
            <w:bottom w:val="none" w:sz="0" w:space="0" w:color="auto"/>
            <w:right w:val="none" w:sz="0" w:space="0" w:color="auto"/>
          </w:divBdr>
        </w:div>
        <w:div w:id="2005234299">
          <w:marLeft w:val="0"/>
          <w:marRight w:val="0"/>
          <w:marTop w:val="0"/>
          <w:marBottom w:val="0"/>
          <w:divBdr>
            <w:top w:val="none" w:sz="0" w:space="0" w:color="auto"/>
            <w:left w:val="none" w:sz="0" w:space="0" w:color="auto"/>
            <w:bottom w:val="none" w:sz="0" w:space="0" w:color="auto"/>
            <w:right w:val="none" w:sz="0" w:space="0" w:color="auto"/>
          </w:divBdr>
        </w:div>
        <w:div w:id="2005234304">
          <w:marLeft w:val="0"/>
          <w:marRight w:val="0"/>
          <w:marTop w:val="0"/>
          <w:marBottom w:val="0"/>
          <w:divBdr>
            <w:top w:val="none" w:sz="0" w:space="0" w:color="auto"/>
            <w:left w:val="none" w:sz="0" w:space="0" w:color="auto"/>
            <w:bottom w:val="none" w:sz="0" w:space="0" w:color="auto"/>
            <w:right w:val="none" w:sz="0" w:space="0" w:color="auto"/>
          </w:divBdr>
        </w:div>
      </w:divsChild>
    </w:div>
    <w:div w:id="2005234246">
      <w:marLeft w:val="0"/>
      <w:marRight w:val="0"/>
      <w:marTop w:val="0"/>
      <w:marBottom w:val="0"/>
      <w:divBdr>
        <w:top w:val="none" w:sz="0" w:space="0" w:color="auto"/>
        <w:left w:val="none" w:sz="0" w:space="0" w:color="auto"/>
        <w:bottom w:val="none" w:sz="0" w:space="0" w:color="auto"/>
        <w:right w:val="none" w:sz="0" w:space="0" w:color="auto"/>
      </w:divBdr>
    </w:div>
    <w:div w:id="2005234252">
      <w:marLeft w:val="0"/>
      <w:marRight w:val="0"/>
      <w:marTop w:val="0"/>
      <w:marBottom w:val="0"/>
      <w:divBdr>
        <w:top w:val="none" w:sz="0" w:space="0" w:color="auto"/>
        <w:left w:val="none" w:sz="0" w:space="0" w:color="auto"/>
        <w:bottom w:val="none" w:sz="0" w:space="0" w:color="auto"/>
        <w:right w:val="none" w:sz="0" w:space="0" w:color="auto"/>
      </w:divBdr>
    </w:div>
    <w:div w:id="2005234253">
      <w:marLeft w:val="0"/>
      <w:marRight w:val="0"/>
      <w:marTop w:val="0"/>
      <w:marBottom w:val="0"/>
      <w:divBdr>
        <w:top w:val="none" w:sz="0" w:space="0" w:color="auto"/>
        <w:left w:val="none" w:sz="0" w:space="0" w:color="auto"/>
        <w:bottom w:val="none" w:sz="0" w:space="0" w:color="auto"/>
        <w:right w:val="none" w:sz="0" w:space="0" w:color="auto"/>
      </w:divBdr>
      <w:divsChild>
        <w:div w:id="2005234238">
          <w:marLeft w:val="0"/>
          <w:marRight w:val="0"/>
          <w:marTop w:val="0"/>
          <w:marBottom w:val="0"/>
          <w:divBdr>
            <w:top w:val="none" w:sz="0" w:space="0" w:color="auto"/>
            <w:left w:val="none" w:sz="0" w:space="0" w:color="auto"/>
            <w:bottom w:val="none" w:sz="0" w:space="0" w:color="auto"/>
            <w:right w:val="none" w:sz="0" w:space="0" w:color="auto"/>
          </w:divBdr>
        </w:div>
        <w:div w:id="2005234255">
          <w:marLeft w:val="0"/>
          <w:marRight w:val="0"/>
          <w:marTop w:val="0"/>
          <w:marBottom w:val="0"/>
          <w:divBdr>
            <w:top w:val="none" w:sz="0" w:space="0" w:color="auto"/>
            <w:left w:val="none" w:sz="0" w:space="0" w:color="auto"/>
            <w:bottom w:val="none" w:sz="0" w:space="0" w:color="auto"/>
            <w:right w:val="none" w:sz="0" w:space="0" w:color="auto"/>
          </w:divBdr>
        </w:div>
      </w:divsChild>
    </w:div>
    <w:div w:id="2005234263">
      <w:marLeft w:val="0"/>
      <w:marRight w:val="0"/>
      <w:marTop w:val="0"/>
      <w:marBottom w:val="0"/>
      <w:divBdr>
        <w:top w:val="none" w:sz="0" w:space="0" w:color="auto"/>
        <w:left w:val="none" w:sz="0" w:space="0" w:color="auto"/>
        <w:bottom w:val="none" w:sz="0" w:space="0" w:color="auto"/>
        <w:right w:val="none" w:sz="0" w:space="0" w:color="auto"/>
      </w:divBdr>
    </w:div>
    <w:div w:id="2005234265">
      <w:marLeft w:val="0"/>
      <w:marRight w:val="0"/>
      <w:marTop w:val="0"/>
      <w:marBottom w:val="0"/>
      <w:divBdr>
        <w:top w:val="none" w:sz="0" w:space="0" w:color="auto"/>
        <w:left w:val="none" w:sz="0" w:space="0" w:color="auto"/>
        <w:bottom w:val="none" w:sz="0" w:space="0" w:color="auto"/>
        <w:right w:val="none" w:sz="0" w:space="0" w:color="auto"/>
      </w:divBdr>
      <w:divsChild>
        <w:div w:id="2005234211">
          <w:marLeft w:val="0"/>
          <w:marRight w:val="0"/>
          <w:marTop w:val="0"/>
          <w:marBottom w:val="0"/>
          <w:divBdr>
            <w:top w:val="none" w:sz="0" w:space="0" w:color="auto"/>
            <w:left w:val="none" w:sz="0" w:space="0" w:color="auto"/>
            <w:bottom w:val="none" w:sz="0" w:space="0" w:color="auto"/>
            <w:right w:val="none" w:sz="0" w:space="0" w:color="auto"/>
          </w:divBdr>
        </w:div>
        <w:div w:id="2005234235">
          <w:marLeft w:val="0"/>
          <w:marRight w:val="0"/>
          <w:marTop w:val="0"/>
          <w:marBottom w:val="0"/>
          <w:divBdr>
            <w:top w:val="none" w:sz="0" w:space="0" w:color="auto"/>
            <w:left w:val="none" w:sz="0" w:space="0" w:color="auto"/>
            <w:bottom w:val="none" w:sz="0" w:space="0" w:color="auto"/>
            <w:right w:val="none" w:sz="0" w:space="0" w:color="auto"/>
          </w:divBdr>
        </w:div>
        <w:div w:id="2005234244">
          <w:marLeft w:val="0"/>
          <w:marRight w:val="0"/>
          <w:marTop w:val="0"/>
          <w:marBottom w:val="0"/>
          <w:divBdr>
            <w:top w:val="none" w:sz="0" w:space="0" w:color="auto"/>
            <w:left w:val="none" w:sz="0" w:space="0" w:color="auto"/>
            <w:bottom w:val="none" w:sz="0" w:space="0" w:color="auto"/>
            <w:right w:val="none" w:sz="0" w:space="0" w:color="auto"/>
          </w:divBdr>
        </w:div>
        <w:div w:id="2005234247">
          <w:marLeft w:val="0"/>
          <w:marRight w:val="0"/>
          <w:marTop w:val="0"/>
          <w:marBottom w:val="0"/>
          <w:divBdr>
            <w:top w:val="none" w:sz="0" w:space="0" w:color="auto"/>
            <w:left w:val="none" w:sz="0" w:space="0" w:color="auto"/>
            <w:bottom w:val="none" w:sz="0" w:space="0" w:color="auto"/>
            <w:right w:val="none" w:sz="0" w:space="0" w:color="auto"/>
          </w:divBdr>
        </w:div>
        <w:div w:id="2005234277">
          <w:marLeft w:val="0"/>
          <w:marRight w:val="0"/>
          <w:marTop w:val="0"/>
          <w:marBottom w:val="0"/>
          <w:divBdr>
            <w:top w:val="none" w:sz="0" w:space="0" w:color="auto"/>
            <w:left w:val="none" w:sz="0" w:space="0" w:color="auto"/>
            <w:bottom w:val="none" w:sz="0" w:space="0" w:color="auto"/>
            <w:right w:val="none" w:sz="0" w:space="0" w:color="auto"/>
          </w:divBdr>
        </w:div>
      </w:divsChild>
    </w:div>
    <w:div w:id="2005234288">
      <w:marLeft w:val="0"/>
      <w:marRight w:val="0"/>
      <w:marTop w:val="0"/>
      <w:marBottom w:val="0"/>
      <w:divBdr>
        <w:top w:val="none" w:sz="0" w:space="0" w:color="auto"/>
        <w:left w:val="none" w:sz="0" w:space="0" w:color="auto"/>
        <w:bottom w:val="none" w:sz="0" w:space="0" w:color="auto"/>
        <w:right w:val="none" w:sz="0" w:space="0" w:color="auto"/>
      </w:divBdr>
    </w:div>
    <w:div w:id="2005234289">
      <w:marLeft w:val="0"/>
      <w:marRight w:val="0"/>
      <w:marTop w:val="0"/>
      <w:marBottom w:val="0"/>
      <w:divBdr>
        <w:top w:val="none" w:sz="0" w:space="0" w:color="auto"/>
        <w:left w:val="none" w:sz="0" w:space="0" w:color="auto"/>
        <w:bottom w:val="none" w:sz="0" w:space="0" w:color="auto"/>
        <w:right w:val="none" w:sz="0" w:space="0" w:color="auto"/>
      </w:divBdr>
    </w:div>
    <w:div w:id="2005234293">
      <w:marLeft w:val="0"/>
      <w:marRight w:val="0"/>
      <w:marTop w:val="0"/>
      <w:marBottom w:val="0"/>
      <w:divBdr>
        <w:top w:val="none" w:sz="0" w:space="0" w:color="auto"/>
        <w:left w:val="none" w:sz="0" w:space="0" w:color="auto"/>
        <w:bottom w:val="none" w:sz="0" w:space="0" w:color="auto"/>
        <w:right w:val="none" w:sz="0" w:space="0" w:color="auto"/>
      </w:divBdr>
      <w:divsChild>
        <w:div w:id="2005234264">
          <w:marLeft w:val="0"/>
          <w:marRight w:val="0"/>
          <w:marTop w:val="0"/>
          <w:marBottom w:val="0"/>
          <w:divBdr>
            <w:top w:val="none" w:sz="0" w:space="0" w:color="auto"/>
            <w:left w:val="none" w:sz="0" w:space="0" w:color="auto"/>
            <w:bottom w:val="none" w:sz="0" w:space="0" w:color="auto"/>
            <w:right w:val="none" w:sz="0" w:space="0" w:color="auto"/>
          </w:divBdr>
          <w:divsChild>
            <w:div w:id="2005234212">
              <w:marLeft w:val="0"/>
              <w:marRight w:val="0"/>
              <w:marTop w:val="0"/>
              <w:marBottom w:val="0"/>
              <w:divBdr>
                <w:top w:val="none" w:sz="0" w:space="0" w:color="auto"/>
                <w:left w:val="none" w:sz="0" w:space="0" w:color="auto"/>
                <w:bottom w:val="none" w:sz="0" w:space="0" w:color="auto"/>
                <w:right w:val="none" w:sz="0" w:space="0" w:color="auto"/>
              </w:divBdr>
              <w:divsChild>
                <w:div w:id="2005234273">
                  <w:marLeft w:val="0"/>
                  <w:marRight w:val="0"/>
                  <w:marTop w:val="0"/>
                  <w:marBottom w:val="0"/>
                  <w:divBdr>
                    <w:top w:val="none" w:sz="0" w:space="0" w:color="auto"/>
                    <w:left w:val="none" w:sz="0" w:space="0" w:color="auto"/>
                    <w:bottom w:val="none" w:sz="0" w:space="0" w:color="auto"/>
                    <w:right w:val="none" w:sz="0" w:space="0" w:color="auto"/>
                  </w:divBdr>
                  <w:divsChild>
                    <w:div w:id="20052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234300">
          <w:marLeft w:val="0"/>
          <w:marRight w:val="0"/>
          <w:marTop w:val="0"/>
          <w:marBottom w:val="0"/>
          <w:divBdr>
            <w:top w:val="none" w:sz="0" w:space="0" w:color="auto"/>
            <w:left w:val="none" w:sz="0" w:space="0" w:color="auto"/>
            <w:bottom w:val="none" w:sz="0" w:space="0" w:color="auto"/>
            <w:right w:val="none" w:sz="0" w:space="0" w:color="auto"/>
          </w:divBdr>
          <w:divsChild>
            <w:div w:id="2005234278">
              <w:marLeft w:val="0"/>
              <w:marRight w:val="0"/>
              <w:marTop w:val="0"/>
              <w:marBottom w:val="0"/>
              <w:divBdr>
                <w:top w:val="none" w:sz="0" w:space="0" w:color="auto"/>
                <w:left w:val="none" w:sz="0" w:space="0" w:color="auto"/>
                <w:bottom w:val="none" w:sz="0" w:space="0" w:color="auto"/>
                <w:right w:val="none" w:sz="0" w:space="0" w:color="auto"/>
              </w:divBdr>
              <w:divsChild>
                <w:div w:id="2005234216">
                  <w:marLeft w:val="0"/>
                  <w:marRight w:val="0"/>
                  <w:marTop w:val="0"/>
                  <w:marBottom w:val="0"/>
                  <w:divBdr>
                    <w:top w:val="none" w:sz="0" w:space="0" w:color="auto"/>
                    <w:left w:val="none" w:sz="0" w:space="0" w:color="auto"/>
                    <w:bottom w:val="none" w:sz="0" w:space="0" w:color="auto"/>
                    <w:right w:val="none" w:sz="0" w:space="0" w:color="auto"/>
                  </w:divBdr>
                  <w:divsChild>
                    <w:div w:id="2005234261">
                      <w:marLeft w:val="0"/>
                      <w:marRight w:val="0"/>
                      <w:marTop w:val="0"/>
                      <w:marBottom w:val="0"/>
                      <w:divBdr>
                        <w:top w:val="none" w:sz="0" w:space="0" w:color="auto"/>
                        <w:left w:val="none" w:sz="0" w:space="0" w:color="auto"/>
                        <w:bottom w:val="none" w:sz="0" w:space="0" w:color="auto"/>
                        <w:right w:val="none" w:sz="0" w:space="0" w:color="auto"/>
                      </w:divBdr>
                      <w:divsChild>
                        <w:div w:id="2005234286">
                          <w:marLeft w:val="0"/>
                          <w:marRight w:val="0"/>
                          <w:marTop w:val="0"/>
                          <w:marBottom w:val="0"/>
                          <w:divBdr>
                            <w:top w:val="none" w:sz="0" w:space="0" w:color="auto"/>
                            <w:left w:val="none" w:sz="0" w:space="0" w:color="auto"/>
                            <w:bottom w:val="none" w:sz="0" w:space="0" w:color="auto"/>
                            <w:right w:val="none" w:sz="0" w:space="0" w:color="auto"/>
                          </w:divBdr>
                          <w:divsChild>
                            <w:div w:id="2005234270">
                              <w:marLeft w:val="0"/>
                              <w:marRight w:val="0"/>
                              <w:marTop w:val="0"/>
                              <w:marBottom w:val="0"/>
                              <w:divBdr>
                                <w:top w:val="none" w:sz="0" w:space="0" w:color="auto"/>
                                <w:left w:val="none" w:sz="0" w:space="0" w:color="auto"/>
                                <w:bottom w:val="none" w:sz="0" w:space="0" w:color="auto"/>
                                <w:right w:val="none" w:sz="0" w:space="0" w:color="auto"/>
                              </w:divBdr>
                              <w:divsChild>
                                <w:div w:id="200523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234220">
                  <w:marLeft w:val="0"/>
                  <w:marRight w:val="0"/>
                  <w:marTop w:val="0"/>
                  <w:marBottom w:val="0"/>
                  <w:divBdr>
                    <w:top w:val="none" w:sz="0" w:space="0" w:color="auto"/>
                    <w:left w:val="none" w:sz="0" w:space="0" w:color="auto"/>
                    <w:bottom w:val="none" w:sz="0" w:space="0" w:color="auto"/>
                    <w:right w:val="none" w:sz="0" w:space="0" w:color="auto"/>
                  </w:divBdr>
                  <w:divsChild>
                    <w:div w:id="2005234248">
                      <w:marLeft w:val="0"/>
                      <w:marRight w:val="0"/>
                      <w:marTop w:val="0"/>
                      <w:marBottom w:val="0"/>
                      <w:divBdr>
                        <w:top w:val="none" w:sz="0" w:space="0" w:color="auto"/>
                        <w:left w:val="none" w:sz="0" w:space="0" w:color="auto"/>
                        <w:bottom w:val="none" w:sz="0" w:space="0" w:color="auto"/>
                        <w:right w:val="none" w:sz="0" w:space="0" w:color="auto"/>
                      </w:divBdr>
                      <w:divsChild>
                        <w:div w:id="2005234279">
                          <w:marLeft w:val="0"/>
                          <w:marRight w:val="0"/>
                          <w:marTop w:val="0"/>
                          <w:marBottom w:val="0"/>
                          <w:divBdr>
                            <w:top w:val="none" w:sz="0" w:space="0" w:color="auto"/>
                            <w:left w:val="none" w:sz="0" w:space="0" w:color="auto"/>
                            <w:bottom w:val="none" w:sz="0" w:space="0" w:color="auto"/>
                            <w:right w:val="none" w:sz="0" w:space="0" w:color="auto"/>
                          </w:divBdr>
                          <w:divsChild>
                            <w:div w:id="2005234257">
                              <w:marLeft w:val="0"/>
                              <w:marRight w:val="0"/>
                              <w:marTop w:val="0"/>
                              <w:marBottom w:val="0"/>
                              <w:divBdr>
                                <w:top w:val="none" w:sz="0" w:space="0" w:color="auto"/>
                                <w:left w:val="none" w:sz="0" w:space="0" w:color="auto"/>
                                <w:bottom w:val="none" w:sz="0" w:space="0" w:color="auto"/>
                                <w:right w:val="none" w:sz="0" w:space="0" w:color="auto"/>
                              </w:divBdr>
                              <w:divsChild>
                                <w:div w:id="200523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234231">
                  <w:marLeft w:val="0"/>
                  <w:marRight w:val="0"/>
                  <w:marTop w:val="0"/>
                  <w:marBottom w:val="0"/>
                  <w:divBdr>
                    <w:top w:val="none" w:sz="0" w:space="0" w:color="auto"/>
                    <w:left w:val="none" w:sz="0" w:space="0" w:color="auto"/>
                    <w:bottom w:val="none" w:sz="0" w:space="0" w:color="auto"/>
                    <w:right w:val="none" w:sz="0" w:space="0" w:color="auto"/>
                  </w:divBdr>
                  <w:divsChild>
                    <w:div w:id="2005234240">
                      <w:marLeft w:val="0"/>
                      <w:marRight w:val="0"/>
                      <w:marTop w:val="0"/>
                      <w:marBottom w:val="0"/>
                      <w:divBdr>
                        <w:top w:val="none" w:sz="0" w:space="0" w:color="auto"/>
                        <w:left w:val="none" w:sz="0" w:space="0" w:color="auto"/>
                        <w:bottom w:val="none" w:sz="0" w:space="0" w:color="auto"/>
                        <w:right w:val="none" w:sz="0" w:space="0" w:color="auto"/>
                      </w:divBdr>
                      <w:divsChild>
                        <w:div w:id="2005234243">
                          <w:marLeft w:val="0"/>
                          <w:marRight w:val="0"/>
                          <w:marTop w:val="0"/>
                          <w:marBottom w:val="0"/>
                          <w:divBdr>
                            <w:top w:val="none" w:sz="0" w:space="0" w:color="auto"/>
                            <w:left w:val="none" w:sz="0" w:space="0" w:color="auto"/>
                            <w:bottom w:val="none" w:sz="0" w:space="0" w:color="auto"/>
                            <w:right w:val="none" w:sz="0" w:space="0" w:color="auto"/>
                          </w:divBdr>
                          <w:divsChild>
                            <w:div w:id="2005234302">
                              <w:marLeft w:val="0"/>
                              <w:marRight w:val="0"/>
                              <w:marTop w:val="0"/>
                              <w:marBottom w:val="0"/>
                              <w:divBdr>
                                <w:top w:val="none" w:sz="0" w:space="0" w:color="auto"/>
                                <w:left w:val="none" w:sz="0" w:space="0" w:color="auto"/>
                                <w:bottom w:val="none" w:sz="0" w:space="0" w:color="auto"/>
                                <w:right w:val="none" w:sz="0" w:space="0" w:color="auto"/>
                              </w:divBdr>
                              <w:divsChild>
                                <w:div w:id="200523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234269">
                  <w:marLeft w:val="0"/>
                  <w:marRight w:val="0"/>
                  <w:marTop w:val="0"/>
                  <w:marBottom w:val="0"/>
                  <w:divBdr>
                    <w:top w:val="none" w:sz="0" w:space="0" w:color="auto"/>
                    <w:left w:val="none" w:sz="0" w:space="0" w:color="auto"/>
                    <w:bottom w:val="none" w:sz="0" w:space="0" w:color="auto"/>
                    <w:right w:val="none" w:sz="0" w:space="0" w:color="auto"/>
                  </w:divBdr>
                  <w:divsChild>
                    <w:div w:id="2005234224">
                      <w:marLeft w:val="0"/>
                      <w:marRight w:val="0"/>
                      <w:marTop w:val="0"/>
                      <w:marBottom w:val="0"/>
                      <w:divBdr>
                        <w:top w:val="none" w:sz="0" w:space="0" w:color="auto"/>
                        <w:left w:val="none" w:sz="0" w:space="0" w:color="auto"/>
                        <w:bottom w:val="none" w:sz="0" w:space="0" w:color="auto"/>
                        <w:right w:val="none" w:sz="0" w:space="0" w:color="auto"/>
                      </w:divBdr>
                      <w:divsChild>
                        <w:div w:id="2005234210">
                          <w:marLeft w:val="0"/>
                          <w:marRight w:val="0"/>
                          <w:marTop w:val="0"/>
                          <w:marBottom w:val="0"/>
                          <w:divBdr>
                            <w:top w:val="none" w:sz="0" w:space="0" w:color="auto"/>
                            <w:left w:val="none" w:sz="0" w:space="0" w:color="auto"/>
                            <w:bottom w:val="none" w:sz="0" w:space="0" w:color="auto"/>
                            <w:right w:val="none" w:sz="0" w:space="0" w:color="auto"/>
                          </w:divBdr>
                          <w:divsChild>
                            <w:div w:id="2005234250">
                              <w:marLeft w:val="0"/>
                              <w:marRight w:val="0"/>
                              <w:marTop w:val="0"/>
                              <w:marBottom w:val="0"/>
                              <w:divBdr>
                                <w:top w:val="none" w:sz="0" w:space="0" w:color="auto"/>
                                <w:left w:val="none" w:sz="0" w:space="0" w:color="auto"/>
                                <w:bottom w:val="none" w:sz="0" w:space="0" w:color="auto"/>
                                <w:right w:val="none" w:sz="0" w:space="0" w:color="auto"/>
                              </w:divBdr>
                              <w:divsChild>
                                <w:div w:id="2005234221">
                                  <w:marLeft w:val="0"/>
                                  <w:marRight w:val="0"/>
                                  <w:marTop w:val="0"/>
                                  <w:marBottom w:val="0"/>
                                  <w:divBdr>
                                    <w:top w:val="none" w:sz="0" w:space="0" w:color="auto"/>
                                    <w:left w:val="none" w:sz="0" w:space="0" w:color="auto"/>
                                    <w:bottom w:val="none" w:sz="0" w:space="0" w:color="auto"/>
                                    <w:right w:val="none" w:sz="0" w:space="0" w:color="auto"/>
                                  </w:divBdr>
                                  <w:divsChild>
                                    <w:div w:id="2005234267">
                                      <w:marLeft w:val="0"/>
                                      <w:marRight w:val="0"/>
                                      <w:marTop w:val="0"/>
                                      <w:marBottom w:val="0"/>
                                      <w:divBdr>
                                        <w:top w:val="none" w:sz="0" w:space="0" w:color="auto"/>
                                        <w:left w:val="none" w:sz="0" w:space="0" w:color="auto"/>
                                        <w:bottom w:val="none" w:sz="0" w:space="0" w:color="auto"/>
                                        <w:right w:val="none" w:sz="0" w:space="0" w:color="auto"/>
                                      </w:divBdr>
                                      <w:divsChild>
                                        <w:div w:id="2005234218">
                                          <w:marLeft w:val="0"/>
                                          <w:marRight w:val="0"/>
                                          <w:marTop w:val="0"/>
                                          <w:marBottom w:val="0"/>
                                          <w:divBdr>
                                            <w:top w:val="none" w:sz="0" w:space="0" w:color="auto"/>
                                            <w:left w:val="none" w:sz="0" w:space="0" w:color="auto"/>
                                            <w:bottom w:val="none" w:sz="0" w:space="0" w:color="auto"/>
                                            <w:right w:val="none" w:sz="0" w:space="0" w:color="auto"/>
                                          </w:divBdr>
                                        </w:div>
                                        <w:div w:id="2005234225">
                                          <w:marLeft w:val="0"/>
                                          <w:marRight w:val="0"/>
                                          <w:marTop w:val="0"/>
                                          <w:marBottom w:val="0"/>
                                          <w:divBdr>
                                            <w:top w:val="none" w:sz="0" w:space="0" w:color="auto"/>
                                            <w:left w:val="none" w:sz="0" w:space="0" w:color="auto"/>
                                            <w:bottom w:val="none" w:sz="0" w:space="0" w:color="auto"/>
                                            <w:right w:val="none" w:sz="0" w:space="0" w:color="auto"/>
                                          </w:divBdr>
                                        </w:div>
                                        <w:div w:id="2005234227">
                                          <w:marLeft w:val="0"/>
                                          <w:marRight w:val="0"/>
                                          <w:marTop w:val="0"/>
                                          <w:marBottom w:val="0"/>
                                          <w:divBdr>
                                            <w:top w:val="none" w:sz="0" w:space="0" w:color="auto"/>
                                            <w:left w:val="none" w:sz="0" w:space="0" w:color="auto"/>
                                            <w:bottom w:val="none" w:sz="0" w:space="0" w:color="auto"/>
                                            <w:right w:val="none" w:sz="0" w:space="0" w:color="auto"/>
                                          </w:divBdr>
                                        </w:div>
                                        <w:div w:id="2005234228">
                                          <w:marLeft w:val="0"/>
                                          <w:marRight w:val="0"/>
                                          <w:marTop w:val="0"/>
                                          <w:marBottom w:val="0"/>
                                          <w:divBdr>
                                            <w:top w:val="none" w:sz="0" w:space="0" w:color="auto"/>
                                            <w:left w:val="none" w:sz="0" w:space="0" w:color="auto"/>
                                            <w:bottom w:val="none" w:sz="0" w:space="0" w:color="auto"/>
                                            <w:right w:val="none" w:sz="0" w:space="0" w:color="auto"/>
                                          </w:divBdr>
                                        </w:div>
                                        <w:div w:id="2005234245">
                                          <w:marLeft w:val="0"/>
                                          <w:marRight w:val="0"/>
                                          <w:marTop w:val="0"/>
                                          <w:marBottom w:val="0"/>
                                          <w:divBdr>
                                            <w:top w:val="none" w:sz="0" w:space="0" w:color="auto"/>
                                            <w:left w:val="none" w:sz="0" w:space="0" w:color="auto"/>
                                            <w:bottom w:val="none" w:sz="0" w:space="0" w:color="auto"/>
                                            <w:right w:val="none" w:sz="0" w:space="0" w:color="auto"/>
                                          </w:divBdr>
                                        </w:div>
                                        <w:div w:id="2005234251">
                                          <w:marLeft w:val="0"/>
                                          <w:marRight w:val="0"/>
                                          <w:marTop w:val="0"/>
                                          <w:marBottom w:val="0"/>
                                          <w:divBdr>
                                            <w:top w:val="none" w:sz="0" w:space="0" w:color="auto"/>
                                            <w:left w:val="none" w:sz="0" w:space="0" w:color="auto"/>
                                            <w:bottom w:val="none" w:sz="0" w:space="0" w:color="auto"/>
                                            <w:right w:val="none" w:sz="0" w:space="0" w:color="auto"/>
                                          </w:divBdr>
                                        </w:div>
                                        <w:div w:id="2005234254">
                                          <w:marLeft w:val="0"/>
                                          <w:marRight w:val="0"/>
                                          <w:marTop w:val="0"/>
                                          <w:marBottom w:val="0"/>
                                          <w:divBdr>
                                            <w:top w:val="none" w:sz="0" w:space="0" w:color="auto"/>
                                            <w:left w:val="none" w:sz="0" w:space="0" w:color="auto"/>
                                            <w:bottom w:val="none" w:sz="0" w:space="0" w:color="auto"/>
                                            <w:right w:val="none" w:sz="0" w:space="0" w:color="auto"/>
                                          </w:divBdr>
                                        </w:div>
                                        <w:div w:id="2005234272">
                                          <w:marLeft w:val="0"/>
                                          <w:marRight w:val="0"/>
                                          <w:marTop w:val="0"/>
                                          <w:marBottom w:val="0"/>
                                          <w:divBdr>
                                            <w:top w:val="none" w:sz="0" w:space="0" w:color="auto"/>
                                            <w:left w:val="none" w:sz="0" w:space="0" w:color="auto"/>
                                            <w:bottom w:val="none" w:sz="0" w:space="0" w:color="auto"/>
                                            <w:right w:val="none" w:sz="0" w:space="0" w:color="auto"/>
                                          </w:divBdr>
                                        </w:div>
                                        <w:div w:id="2005234274">
                                          <w:marLeft w:val="0"/>
                                          <w:marRight w:val="0"/>
                                          <w:marTop w:val="0"/>
                                          <w:marBottom w:val="0"/>
                                          <w:divBdr>
                                            <w:top w:val="none" w:sz="0" w:space="0" w:color="auto"/>
                                            <w:left w:val="none" w:sz="0" w:space="0" w:color="auto"/>
                                            <w:bottom w:val="none" w:sz="0" w:space="0" w:color="auto"/>
                                            <w:right w:val="none" w:sz="0" w:space="0" w:color="auto"/>
                                          </w:divBdr>
                                        </w:div>
                                        <w:div w:id="2005234275">
                                          <w:marLeft w:val="0"/>
                                          <w:marRight w:val="0"/>
                                          <w:marTop w:val="0"/>
                                          <w:marBottom w:val="0"/>
                                          <w:divBdr>
                                            <w:top w:val="none" w:sz="0" w:space="0" w:color="auto"/>
                                            <w:left w:val="none" w:sz="0" w:space="0" w:color="auto"/>
                                            <w:bottom w:val="none" w:sz="0" w:space="0" w:color="auto"/>
                                            <w:right w:val="none" w:sz="0" w:space="0" w:color="auto"/>
                                          </w:divBdr>
                                        </w:div>
                                        <w:div w:id="2005234276">
                                          <w:marLeft w:val="0"/>
                                          <w:marRight w:val="0"/>
                                          <w:marTop w:val="0"/>
                                          <w:marBottom w:val="0"/>
                                          <w:divBdr>
                                            <w:top w:val="none" w:sz="0" w:space="0" w:color="auto"/>
                                            <w:left w:val="none" w:sz="0" w:space="0" w:color="auto"/>
                                            <w:bottom w:val="none" w:sz="0" w:space="0" w:color="auto"/>
                                            <w:right w:val="none" w:sz="0" w:space="0" w:color="auto"/>
                                          </w:divBdr>
                                        </w:div>
                                        <w:div w:id="2005234283">
                                          <w:marLeft w:val="0"/>
                                          <w:marRight w:val="0"/>
                                          <w:marTop w:val="0"/>
                                          <w:marBottom w:val="0"/>
                                          <w:divBdr>
                                            <w:top w:val="none" w:sz="0" w:space="0" w:color="auto"/>
                                            <w:left w:val="none" w:sz="0" w:space="0" w:color="auto"/>
                                            <w:bottom w:val="none" w:sz="0" w:space="0" w:color="auto"/>
                                            <w:right w:val="none" w:sz="0" w:space="0" w:color="auto"/>
                                          </w:divBdr>
                                        </w:div>
                                        <w:div w:id="2005234284">
                                          <w:marLeft w:val="0"/>
                                          <w:marRight w:val="0"/>
                                          <w:marTop w:val="0"/>
                                          <w:marBottom w:val="0"/>
                                          <w:divBdr>
                                            <w:top w:val="none" w:sz="0" w:space="0" w:color="auto"/>
                                            <w:left w:val="none" w:sz="0" w:space="0" w:color="auto"/>
                                            <w:bottom w:val="none" w:sz="0" w:space="0" w:color="auto"/>
                                            <w:right w:val="none" w:sz="0" w:space="0" w:color="auto"/>
                                          </w:divBdr>
                                        </w:div>
                                        <w:div w:id="2005234290">
                                          <w:marLeft w:val="0"/>
                                          <w:marRight w:val="0"/>
                                          <w:marTop w:val="0"/>
                                          <w:marBottom w:val="0"/>
                                          <w:divBdr>
                                            <w:top w:val="none" w:sz="0" w:space="0" w:color="auto"/>
                                            <w:left w:val="none" w:sz="0" w:space="0" w:color="auto"/>
                                            <w:bottom w:val="none" w:sz="0" w:space="0" w:color="auto"/>
                                            <w:right w:val="none" w:sz="0" w:space="0" w:color="auto"/>
                                          </w:divBdr>
                                        </w:div>
                                        <w:div w:id="20052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5234301">
                  <w:marLeft w:val="0"/>
                  <w:marRight w:val="0"/>
                  <w:marTop w:val="0"/>
                  <w:marBottom w:val="0"/>
                  <w:divBdr>
                    <w:top w:val="none" w:sz="0" w:space="0" w:color="auto"/>
                    <w:left w:val="none" w:sz="0" w:space="0" w:color="auto"/>
                    <w:bottom w:val="none" w:sz="0" w:space="0" w:color="auto"/>
                    <w:right w:val="none" w:sz="0" w:space="0" w:color="auto"/>
                  </w:divBdr>
                  <w:divsChild>
                    <w:div w:id="2005234294">
                      <w:marLeft w:val="0"/>
                      <w:marRight w:val="0"/>
                      <w:marTop w:val="0"/>
                      <w:marBottom w:val="0"/>
                      <w:divBdr>
                        <w:top w:val="none" w:sz="0" w:space="0" w:color="auto"/>
                        <w:left w:val="none" w:sz="0" w:space="0" w:color="auto"/>
                        <w:bottom w:val="none" w:sz="0" w:space="0" w:color="auto"/>
                        <w:right w:val="none" w:sz="0" w:space="0" w:color="auto"/>
                      </w:divBdr>
                      <w:divsChild>
                        <w:div w:id="2005234282">
                          <w:marLeft w:val="0"/>
                          <w:marRight w:val="0"/>
                          <w:marTop w:val="0"/>
                          <w:marBottom w:val="0"/>
                          <w:divBdr>
                            <w:top w:val="none" w:sz="0" w:space="0" w:color="auto"/>
                            <w:left w:val="none" w:sz="0" w:space="0" w:color="auto"/>
                            <w:bottom w:val="none" w:sz="0" w:space="0" w:color="auto"/>
                            <w:right w:val="none" w:sz="0" w:space="0" w:color="auto"/>
                          </w:divBdr>
                          <w:divsChild>
                            <w:div w:id="2005234266">
                              <w:marLeft w:val="0"/>
                              <w:marRight w:val="0"/>
                              <w:marTop w:val="0"/>
                              <w:marBottom w:val="0"/>
                              <w:divBdr>
                                <w:top w:val="none" w:sz="0" w:space="0" w:color="auto"/>
                                <w:left w:val="none" w:sz="0" w:space="0" w:color="auto"/>
                                <w:bottom w:val="none" w:sz="0" w:space="0" w:color="auto"/>
                                <w:right w:val="none" w:sz="0" w:space="0" w:color="auto"/>
                              </w:divBdr>
                              <w:divsChild>
                                <w:div w:id="200523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5234303">
      <w:marLeft w:val="0"/>
      <w:marRight w:val="0"/>
      <w:marTop w:val="0"/>
      <w:marBottom w:val="0"/>
      <w:divBdr>
        <w:top w:val="none" w:sz="0" w:space="0" w:color="auto"/>
        <w:left w:val="none" w:sz="0" w:space="0" w:color="auto"/>
        <w:bottom w:val="none" w:sz="0" w:space="0" w:color="auto"/>
        <w:right w:val="none" w:sz="0" w:space="0" w:color="auto"/>
      </w:divBdr>
    </w:div>
    <w:div w:id="2005234306">
      <w:marLeft w:val="0"/>
      <w:marRight w:val="0"/>
      <w:marTop w:val="0"/>
      <w:marBottom w:val="0"/>
      <w:divBdr>
        <w:top w:val="none" w:sz="0" w:space="0" w:color="auto"/>
        <w:left w:val="none" w:sz="0" w:space="0" w:color="auto"/>
        <w:bottom w:val="none" w:sz="0" w:space="0" w:color="auto"/>
        <w:right w:val="none" w:sz="0" w:space="0" w:color="auto"/>
      </w:divBdr>
    </w:div>
    <w:div w:id="2005234307">
      <w:marLeft w:val="0"/>
      <w:marRight w:val="0"/>
      <w:marTop w:val="0"/>
      <w:marBottom w:val="0"/>
      <w:divBdr>
        <w:top w:val="none" w:sz="0" w:space="0" w:color="auto"/>
        <w:left w:val="none" w:sz="0" w:space="0" w:color="auto"/>
        <w:bottom w:val="none" w:sz="0" w:space="0" w:color="auto"/>
        <w:right w:val="none" w:sz="0" w:space="0" w:color="auto"/>
      </w:divBdr>
    </w:div>
    <w:div w:id="20052343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434</TotalTime>
  <Pages>1</Pages>
  <Words>258</Words>
  <Characters>1477</Characters>
  <Application>Microsoft Office Outlook</Application>
  <DocSecurity>0</DocSecurity>
  <Lines>0</Lines>
  <Paragraphs>0</Paragraphs>
  <ScaleCrop>false</ScaleCrop>
  <Company>Home&amp;Office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obroshyne@gmail.com</cp:lastModifiedBy>
  <cp:revision>34</cp:revision>
  <cp:lastPrinted>2022-01-21T12:08:00Z</cp:lastPrinted>
  <dcterms:created xsi:type="dcterms:W3CDTF">2021-05-19T14:11:00Z</dcterms:created>
  <dcterms:modified xsi:type="dcterms:W3CDTF">2022-01-21T13:38:00Z</dcterms:modified>
</cp:coreProperties>
</file>