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4BA3" w:rsidRPr="00120D34" w:rsidRDefault="000E4BA3" w:rsidP="00E865EE">
      <w:pPr>
        <w:tabs>
          <w:tab w:val="left" w:pos="142"/>
        </w:tabs>
        <w:jc w:val="center"/>
      </w:pPr>
      <w:r w:rsidRPr="009A14BD">
        <w:rPr>
          <w:b/>
          <w:noProof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7.5pt;height:46.5pt;visibility:visible">
            <v:imagedata r:id="rId4" o:title=""/>
          </v:shape>
        </w:pict>
      </w:r>
    </w:p>
    <w:p w:rsidR="000E4BA3" w:rsidRPr="00F9472B" w:rsidRDefault="000E4BA3" w:rsidP="00E865EE">
      <w:pPr>
        <w:tabs>
          <w:tab w:val="left" w:pos="142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F9472B">
        <w:rPr>
          <w:rFonts w:ascii="Times New Roman" w:hAnsi="Times New Roman"/>
          <w:b/>
          <w:sz w:val="28"/>
          <w:szCs w:val="28"/>
          <w:lang w:val="uk-UA"/>
        </w:rPr>
        <w:t>УКРАЇНА</w:t>
      </w:r>
    </w:p>
    <w:p w:rsidR="000E4BA3" w:rsidRPr="00F9472B" w:rsidRDefault="000E4BA3" w:rsidP="00E865EE">
      <w:pPr>
        <w:tabs>
          <w:tab w:val="left" w:pos="142"/>
          <w:tab w:val="left" w:pos="189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0E4BA3" w:rsidRPr="00EA0CAE" w:rsidRDefault="000E4BA3" w:rsidP="00E865EE">
      <w:pPr>
        <w:tabs>
          <w:tab w:val="left" w:pos="142"/>
          <w:tab w:val="left" w:pos="189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A0CAE">
        <w:rPr>
          <w:rFonts w:ascii="Times New Roman" w:hAnsi="Times New Roman"/>
          <w:b/>
          <w:sz w:val="28"/>
          <w:szCs w:val="28"/>
          <w:lang w:val="uk-UA"/>
        </w:rPr>
        <w:t>ВІДДІЛ ОСВІТИ, МОЛОДІ ТА СПОРТУ</w:t>
      </w:r>
    </w:p>
    <w:p w:rsidR="000E4BA3" w:rsidRDefault="000E4BA3" w:rsidP="00E865EE">
      <w:pPr>
        <w:tabs>
          <w:tab w:val="left" w:pos="142"/>
          <w:tab w:val="left" w:pos="189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A0CAE">
        <w:rPr>
          <w:rFonts w:ascii="Times New Roman" w:hAnsi="Times New Roman"/>
          <w:b/>
          <w:sz w:val="28"/>
          <w:szCs w:val="28"/>
          <w:lang w:val="uk-UA"/>
        </w:rPr>
        <w:t xml:space="preserve">НОВОАРХАНГЕЛЬСЬКОЇ </w:t>
      </w:r>
      <w:r>
        <w:rPr>
          <w:rFonts w:ascii="Times New Roman" w:hAnsi="Times New Roman"/>
          <w:b/>
          <w:sz w:val="28"/>
          <w:szCs w:val="28"/>
          <w:lang w:val="uk-UA"/>
        </w:rPr>
        <w:t>СЕЛИЩНОЇ РАДИ</w:t>
      </w:r>
    </w:p>
    <w:p w:rsidR="000E4BA3" w:rsidRPr="00EE5A16" w:rsidRDefault="000E4BA3" w:rsidP="00E865EE">
      <w:pPr>
        <w:tabs>
          <w:tab w:val="left" w:pos="142"/>
          <w:tab w:val="left" w:pos="189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ОПОРНИЙ ЗАКЛАД ОСВІТИ «</w:t>
      </w:r>
      <w:r w:rsidRPr="00F9472B">
        <w:rPr>
          <w:rFonts w:ascii="Times New Roman" w:hAnsi="Times New Roman"/>
          <w:b/>
          <w:sz w:val="28"/>
          <w:szCs w:val="28"/>
          <w:lang w:val="uk-UA"/>
        </w:rPr>
        <w:t>НОВОАРХАНГЕЛЬСЬК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ИЙ ЗАКЛАД ЗАГАЛЬНОЇ СЕРЕДНЬОЇ ОСВІТИ </w:t>
      </w:r>
      <w:r>
        <w:rPr>
          <w:rFonts w:ascii="Times New Roman" w:hAnsi="Times New Roman"/>
          <w:b/>
          <w:sz w:val="28"/>
          <w:szCs w:val="28"/>
          <w:lang w:val="en-US"/>
        </w:rPr>
        <w:t>I</w:t>
      </w:r>
      <w:r w:rsidRPr="00E865EE">
        <w:rPr>
          <w:rFonts w:ascii="Times New Roman" w:hAnsi="Times New Roman"/>
          <w:b/>
          <w:sz w:val="28"/>
          <w:szCs w:val="28"/>
          <w:lang w:val="uk-UA"/>
        </w:rPr>
        <w:t>-</w:t>
      </w:r>
      <w:r>
        <w:rPr>
          <w:rFonts w:ascii="Times New Roman" w:hAnsi="Times New Roman"/>
          <w:b/>
          <w:sz w:val="28"/>
          <w:szCs w:val="28"/>
          <w:lang w:val="en-US"/>
        </w:rPr>
        <w:t>III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СТУПЕНІВ»</w:t>
      </w:r>
    </w:p>
    <w:p w:rsidR="000E4BA3" w:rsidRPr="00C0514A" w:rsidRDefault="000E4BA3" w:rsidP="00E865EE">
      <w:pPr>
        <w:tabs>
          <w:tab w:val="left" w:pos="142"/>
        </w:tabs>
        <w:spacing w:after="0" w:line="240" w:lineRule="auto"/>
        <w:jc w:val="center"/>
        <w:rPr>
          <w:b/>
          <w:sz w:val="28"/>
          <w:szCs w:val="28"/>
          <w:lang w:val="uk-UA"/>
        </w:rPr>
      </w:pPr>
      <w:r w:rsidRPr="00F9472B">
        <w:rPr>
          <w:rFonts w:ascii="Times New Roman" w:hAnsi="Times New Roman"/>
          <w:b/>
          <w:sz w:val="28"/>
          <w:szCs w:val="28"/>
          <w:lang w:val="uk-UA"/>
        </w:rPr>
        <w:t xml:space="preserve">НОВОАРХАНГЕЛЬСЬКОЇ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СЕЛИЩНОЇ</w:t>
      </w:r>
      <w:r w:rsidRPr="00F9472B">
        <w:rPr>
          <w:rFonts w:ascii="Times New Roman" w:hAnsi="Times New Roman"/>
          <w:b/>
          <w:sz w:val="28"/>
          <w:szCs w:val="28"/>
          <w:lang w:val="uk-UA"/>
        </w:rPr>
        <w:t xml:space="preserve"> РАДИ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ГОЛОВАНІВСЬКОГО РАЙОНУ </w:t>
      </w:r>
      <w:r w:rsidRPr="00F9472B">
        <w:rPr>
          <w:rFonts w:ascii="Times New Roman" w:hAnsi="Times New Roman"/>
          <w:b/>
          <w:sz w:val="28"/>
          <w:szCs w:val="28"/>
          <w:lang w:val="uk-UA"/>
        </w:rPr>
        <w:t>КІРОВОГРАДСЬКОЇ ОБЛАСТІ</w:t>
      </w:r>
    </w:p>
    <w:p w:rsidR="000E4BA3" w:rsidRDefault="000E4BA3" w:rsidP="002B7002">
      <w:pPr>
        <w:tabs>
          <w:tab w:val="left" w:pos="142"/>
        </w:tabs>
        <w:spacing w:after="0" w:line="240" w:lineRule="auto"/>
        <w:ind w:right="-180" w:hanging="284"/>
        <w:jc w:val="center"/>
        <w:rPr>
          <w:rFonts w:ascii="Times New Roman" w:hAnsi="Times New Roman"/>
          <w:lang w:val="uk-UA"/>
        </w:rPr>
      </w:pPr>
      <w:r w:rsidRPr="00FA4860">
        <w:rPr>
          <w:rFonts w:ascii="Times New Roman" w:hAnsi="Times New Roman"/>
          <w:lang w:val="uk-UA"/>
        </w:rPr>
        <w:t xml:space="preserve">26100, Кіровоградська область, </w:t>
      </w:r>
      <w:r>
        <w:rPr>
          <w:rFonts w:ascii="Times New Roman" w:hAnsi="Times New Roman"/>
          <w:lang w:val="uk-UA"/>
        </w:rPr>
        <w:t>Голованів</w:t>
      </w:r>
      <w:r w:rsidRPr="00FA4860">
        <w:rPr>
          <w:rFonts w:ascii="Times New Roman" w:hAnsi="Times New Roman"/>
          <w:lang w:val="uk-UA"/>
        </w:rPr>
        <w:t xml:space="preserve">ський район, смт.Новоархангельськ, вул.Козацька, 112, </w:t>
      </w:r>
    </w:p>
    <w:p w:rsidR="000E4BA3" w:rsidRDefault="000E4BA3" w:rsidP="002B7002">
      <w:pPr>
        <w:tabs>
          <w:tab w:val="left" w:pos="142"/>
        </w:tabs>
        <w:spacing w:after="0" w:line="240" w:lineRule="auto"/>
        <w:ind w:right="-180" w:hanging="284"/>
        <w:jc w:val="center"/>
        <w:rPr>
          <w:rFonts w:ascii="Times New Roman" w:hAnsi="Times New Roman"/>
          <w:lang w:val="uk-UA"/>
        </w:rPr>
      </w:pPr>
      <w:r w:rsidRPr="00FA4860">
        <w:rPr>
          <w:rFonts w:ascii="Times New Roman" w:hAnsi="Times New Roman"/>
          <w:lang w:val="uk-UA"/>
        </w:rPr>
        <w:t xml:space="preserve">тел.: (05255) 2-13-79, 2-21-38, код ЄДРПОУ 40782448, </w:t>
      </w:r>
      <w:r w:rsidRPr="00FA4860">
        <w:rPr>
          <w:rFonts w:ascii="Times New Roman" w:hAnsi="Times New Roman"/>
          <w:lang w:val="en-US"/>
        </w:rPr>
        <w:t>e</w:t>
      </w:r>
      <w:r w:rsidRPr="00FA4860">
        <w:rPr>
          <w:rFonts w:ascii="Times New Roman" w:hAnsi="Times New Roman"/>
          <w:lang w:val="uk-UA"/>
        </w:rPr>
        <w:t>-</w:t>
      </w:r>
      <w:r w:rsidRPr="00FA4860">
        <w:rPr>
          <w:rFonts w:ascii="Times New Roman" w:hAnsi="Times New Roman"/>
          <w:lang w:val="en-US"/>
        </w:rPr>
        <w:t>mail</w:t>
      </w:r>
      <w:r w:rsidRPr="00FA4860">
        <w:rPr>
          <w:rFonts w:ascii="Times New Roman" w:hAnsi="Times New Roman"/>
          <w:lang w:val="uk-UA"/>
        </w:rPr>
        <w:t xml:space="preserve">: </w:t>
      </w:r>
      <w:hyperlink r:id="rId5" w:history="1">
        <w:r w:rsidRPr="00F71CD3">
          <w:rPr>
            <w:rStyle w:val="Hyperlink"/>
            <w:rFonts w:ascii="Times New Roman" w:hAnsi="Times New Roman"/>
          </w:rPr>
          <w:t>novoarh</w:t>
        </w:r>
        <w:r w:rsidRPr="00F71CD3">
          <w:rPr>
            <w:rStyle w:val="Hyperlink"/>
            <w:rFonts w:ascii="Times New Roman" w:hAnsi="Times New Roman"/>
            <w:lang w:val="uk-UA"/>
          </w:rPr>
          <w:t>2_</w:t>
        </w:r>
        <w:r w:rsidRPr="00F71CD3">
          <w:rPr>
            <w:rStyle w:val="Hyperlink"/>
            <w:rFonts w:ascii="Times New Roman" w:hAnsi="Times New Roman"/>
          </w:rPr>
          <w:t>skh</w:t>
        </w:r>
        <w:r w:rsidRPr="00F71CD3">
          <w:rPr>
            <w:rStyle w:val="Hyperlink"/>
            <w:rFonts w:ascii="Times New Roman" w:hAnsi="Times New Roman"/>
            <w:lang w:val="uk-UA"/>
          </w:rPr>
          <w:t>@</w:t>
        </w:r>
        <w:r w:rsidRPr="00F71CD3">
          <w:rPr>
            <w:rStyle w:val="Hyperlink"/>
            <w:rFonts w:ascii="Times New Roman" w:hAnsi="Times New Roman"/>
          </w:rPr>
          <w:t>ukr</w:t>
        </w:r>
        <w:r w:rsidRPr="00F71CD3">
          <w:rPr>
            <w:rStyle w:val="Hyperlink"/>
            <w:rFonts w:ascii="Times New Roman" w:hAnsi="Times New Roman"/>
            <w:lang w:val="uk-UA"/>
          </w:rPr>
          <w:t>.</w:t>
        </w:r>
        <w:r w:rsidRPr="00F71CD3">
          <w:rPr>
            <w:rStyle w:val="Hyperlink"/>
            <w:rFonts w:ascii="Times New Roman" w:hAnsi="Times New Roman"/>
          </w:rPr>
          <w:t>net</w:t>
        </w:r>
      </w:hyperlink>
    </w:p>
    <w:p w:rsidR="000E4BA3" w:rsidRDefault="000E4BA3" w:rsidP="002B7002">
      <w:pPr>
        <w:spacing w:after="0" w:line="240" w:lineRule="auto"/>
        <w:ind w:right="-181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lang w:val="uk-UA"/>
        </w:rPr>
        <w:t>______________________________________________________________________________________</w:t>
      </w:r>
    </w:p>
    <w:p w:rsidR="000E4BA3" w:rsidRDefault="000E4BA3" w:rsidP="002B7002">
      <w:pPr>
        <w:spacing w:after="0" w:line="240" w:lineRule="auto"/>
        <w:ind w:left="540" w:firstLine="708"/>
        <w:rPr>
          <w:rFonts w:ascii="Times New Roman" w:hAnsi="Times New Roman"/>
          <w:sz w:val="28"/>
          <w:szCs w:val="28"/>
          <w:lang w:val="uk-UA"/>
        </w:rPr>
      </w:pPr>
    </w:p>
    <w:p w:rsidR="000E4BA3" w:rsidRDefault="000E4BA3" w:rsidP="002B700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9472B">
        <w:rPr>
          <w:rFonts w:ascii="Times New Roman" w:hAnsi="Times New Roman"/>
          <w:sz w:val="28"/>
          <w:szCs w:val="28"/>
          <w:lang w:val="uk-UA"/>
        </w:rPr>
        <w:t>Вих.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9472B">
        <w:rPr>
          <w:rFonts w:ascii="Times New Roman" w:hAnsi="Times New Roman"/>
          <w:sz w:val="28"/>
          <w:szCs w:val="28"/>
          <w:lang w:val="uk-UA"/>
        </w:rPr>
        <w:t>№</w:t>
      </w:r>
      <w:r>
        <w:rPr>
          <w:rFonts w:ascii="Times New Roman" w:hAnsi="Times New Roman"/>
          <w:sz w:val="28"/>
          <w:szCs w:val="28"/>
          <w:lang w:val="uk-UA"/>
        </w:rPr>
        <w:t xml:space="preserve"> 01-23/94</w:t>
      </w:r>
      <w:r w:rsidRPr="00F9472B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0E4BA3" w:rsidRDefault="000E4BA3" w:rsidP="00F6368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9472B">
        <w:rPr>
          <w:rFonts w:ascii="Times New Roman" w:hAnsi="Times New Roman"/>
          <w:sz w:val="28"/>
          <w:szCs w:val="28"/>
          <w:lang w:val="uk-UA"/>
        </w:rPr>
        <w:t xml:space="preserve">від </w:t>
      </w:r>
      <w:r>
        <w:rPr>
          <w:rFonts w:ascii="Times New Roman" w:hAnsi="Times New Roman"/>
          <w:sz w:val="28"/>
          <w:szCs w:val="28"/>
          <w:lang w:val="uk-UA"/>
        </w:rPr>
        <w:t>07 травня 2021</w:t>
      </w:r>
      <w:r w:rsidRPr="00F9472B">
        <w:rPr>
          <w:rFonts w:ascii="Times New Roman" w:hAnsi="Times New Roman"/>
          <w:sz w:val="28"/>
          <w:szCs w:val="28"/>
          <w:lang w:val="uk-UA"/>
        </w:rPr>
        <w:t xml:space="preserve"> року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</w:t>
      </w:r>
    </w:p>
    <w:p w:rsidR="000E4BA3" w:rsidRDefault="000E4BA3" w:rsidP="00800CEE">
      <w:pPr>
        <w:spacing w:after="12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</w:t>
      </w:r>
      <w:r w:rsidRPr="00F63689">
        <w:rPr>
          <w:rFonts w:ascii="Times New Roman" w:hAnsi="Times New Roman"/>
          <w:b/>
          <w:sz w:val="28"/>
          <w:szCs w:val="28"/>
          <w:lang w:val="uk-UA"/>
        </w:rPr>
        <w:t xml:space="preserve">Селищному голові </w:t>
      </w:r>
    </w:p>
    <w:p w:rsidR="000E4BA3" w:rsidRPr="00F63689" w:rsidRDefault="000E4BA3" w:rsidP="00800CEE">
      <w:pPr>
        <w:spacing w:after="12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                </w:t>
      </w:r>
      <w:r w:rsidRPr="00F63689">
        <w:rPr>
          <w:rFonts w:ascii="Times New Roman" w:hAnsi="Times New Roman"/>
          <w:b/>
          <w:sz w:val="28"/>
          <w:szCs w:val="28"/>
          <w:lang w:val="uk-UA"/>
        </w:rPr>
        <w:t xml:space="preserve">Новоархангельської </w:t>
      </w:r>
      <w:r>
        <w:rPr>
          <w:rFonts w:ascii="Times New Roman" w:hAnsi="Times New Roman"/>
          <w:b/>
          <w:sz w:val="28"/>
          <w:szCs w:val="28"/>
          <w:lang w:val="uk-UA"/>
        </w:rPr>
        <w:t>селищної ради</w:t>
      </w:r>
    </w:p>
    <w:p w:rsidR="000E4BA3" w:rsidRDefault="000E4BA3" w:rsidP="00A72678">
      <w:pPr>
        <w:tabs>
          <w:tab w:val="left" w:pos="2772"/>
        </w:tabs>
        <w:spacing w:after="120" w:line="240" w:lineRule="auto"/>
        <w:rPr>
          <w:rFonts w:ascii="Times New Roman" w:hAnsi="Times New Roman"/>
          <w:sz w:val="28"/>
          <w:szCs w:val="28"/>
          <w:lang w:val="uk-UA"/>
        </w:rPr>
      </w:pPr>
      <w:r w:rsidRPr="00F63689">
        <w:rPr>
          <w:rFonts w:ascii="Times New Roman" w:hAnsi="Times New Roman"/>
          <w:b/>
          <w:sz w:val="28"/>
          <w:szCs w:val="28"/>
          <w:lang w:val="uk-UA"/>
        </w:rPr>
        <w:tab/>
        <w:t xml:space="preserve">                       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F63689">
        <w:rPr>
          <w:rFonts w:ascii="Times New Roman" w:hAnsi="Times New Roman"/>
          <w:b/>
          <w:sz w:val="28"/>
          <w:szCs w:val="28"/>
          <w:lang w:val="uk-UA"/>
        </w:rPr>
        <w:t xml:space="preserve"> Шамановському Ю.П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0E4BA3" w:rsidRDefault="000E4BA3" w:rsidP="00A72678">
      <w:pPr>
        <w:tabs>
          <w:tab w:val="left" w:pos="2772"/>
        </w:tabs>
        <w:spacing w:after="12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0E4BA3" w:rsidRDefault="000E4BA3" w:rsidP="00165280">
      <w:pPr>
        <w:tabs>
          <w:tab w:val="left" w:pos="3960"/>
        </w:tabs>
        <w:spacing w:after="12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Клопотання</w:t>
      </w:r>
    </w:p>
    <w:p w:rsidR="000E4BA3" w:rsidRPr="001828C3" w:rsidRDefault="000E4BA3" w:rsidP="00B3213E">
      <w:pPr>
        <w:tabs>
          <w:tab w:val="left" w:pos="3960"/>
        </w:tabs>
        <w:spacing w:after="120" w:line="240" w:lineRule="auto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 w:rsidRPr="001828C3">
        <w:rPr>
          <w:rFonts w:ascii="Times New Roman" w:hAnsi="Times New Roman"/>
          <w:sz w:val="28"/>
          <w:szCs w:val="28"/>
          <w:lang w:val="uk-UA"/>
        </w:rPr>
        <w:t>ОЗО «Новоархангельський ЗЗСО І-І</w:t>
      </w:r>
      <w:r>
        <w:rPr>
          <w:rFonts w:ascii="Times New Roman" w:hAnsi="Times New Roman"/>
          <w:sz w:val="28"/>
          <w:szCs w:val="28"/>
          <w:lang w:val="uk-UA"/>
        </w:rPr>
        <w:t>ІІ ст.» просить Вас на черговій</w:t>
      </w:r>
      <w:r w:rsidRPr="001828C3">
        <w:rPr>
          <w:rFonts w:ascii="Times New Roman" w:hAnsi="Times New Roman"/>
          <w:sz w:val="28"/>
          <w:szCs w:val="28"/>
          <w:lang w:val="uk-UA"/>
        </w:rPr>
        <w:t xml:space="preserve"> сесії розглянути питання щодо надання дозволу на списання з балансу опалювальних котлів,</w:t>
      </w:r>
      <w:r w:rsidRPr="001828C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марки «НИИ</w:t>
      </w:r>
      <w:r w:rsidRPr="001828C3">
        <w:rPr>
          <w:rFonts w:ascii="Times New Roman" w:hAnsi="Times New Roman"/>
          <w:sz w:val="28"/>
          <w:szCs w:val="28"/>
          <w:lang w:val="uk-UA"/>
        </w:rPr>
        <w:t xml:space="preserve">СТУ – 5», </w:t>
      </w:r>
      <w:r w:rsidRPr="001828C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рік введення в експлуатацію – 1992,</w:t>
      </w:r>
      <w:r w:rsidRPr="001828C3">
        <w:rPr>
          <w:rFonts w:ascii="Times New Roman" w:hAnsi="Times New Roman"/>
          <w:sz w:val="28"/>
          <w:szCs w:val="28"/>
          <w:lang w:val="uk-UA"/>
        </w:rPr>
        <w:t xml:space="preserve"> в кількості два штуки, інвентарний номер – б/н., первісна вартість 15000,00 грн., залишкова варстість 0,00 грн., сума нарахованого зносу 100 % - 15000,00 грн., які є фізично зношеними та непридатними для подальшого використання і ремонту.</w:t>
      </w:r>
    </w:p>
    <w:p w:rsidR="000E4BA3" w:rsidRPr="001828C3" w:rsidRDefault="000E4BA3" w:rsidP="00B3213E">
      <w:pPr>
        <w:tabs>
          <w:tab w:val="left" w:pos="3960"/>
        </w:tabs>
        <w:spacing w:after="120" w:line="240" w:lineRule="auto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 w:rsidRPr="001828C3">
        <w:rPr>
          <w:rFonts w:ascii="Times New Roman" w:hAnsi="Times New Roman"/>
          <w:sz w:val="28"/>
          <w:szCs w:val="28"/>
          <w:lang w:val="uk-UA"/>
        </w:rPr>
        <w:t>А також просимо Вас на сесії надати дозвіл на виокремлення вартості даних котлів з первісної вартості будівлі школи , так як  їхня вартість входить у вартість приміщення.</w:t>
      </w:r>
    </w:p>
    <w:p w:rsidR="000E4BA3" w:rsidRPr="001828C3" w:rsidRDefault="000E4BA3" w:rsidP="00B3213E">
      <w:pPr>
        <w:tabs>
          <w:tab w:val="left" w:pos="3960"/>
        </w:tabs>
        <w:spacing w:after="120" w:line="240" w:lineRule="auto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 w:rsidRPr="001828C3">
        <w:rPr>
          <w:rFonts w:ascii="Times New Roman" w:hAnsi="Times New Roman"/>
          <w:sz w:val="28"/>
          <w:szCs w:val="28"/>
          <w:lang w:val="uk-UA"/>
        </w:rPr>
        <w:t>Додаток №1 – перелік обладнання, додаток №2 - ксерокопія Акту -дефектації  згідно договору № 545- М від 07.05.2021 року додаються.</w:t>
      </w:r>
    </w:p>
    <w:p w:rsidR="000E4BA3" w:rsidRPr="001828C3" w:rsidRDefault="000E4BA3" w:rsidP="00165280">
      <w:pPr>
        <w:tabs>
          <w:tab w:val="left" w:pos="3960"/>
        </w:tabs>
        <w:spacing w:after="120" w:line="240" w:lineRule="auto"/>
        <w:rPr>
          <w:rFonts w:ascii="Times New Roman" w:hAnsi="Times New Roman"/>
          <w:sz w:val="28"/>
          <w:szCs w:val="28"/>
          <w:lang w:val="uk-UA"/>
        </w:rPr>
      </w:pPr>
      <w:r w:rsidRPr="001828C3">
        <w:rPr>
          <w:rFonts w:ascii="Times New Roman" w:hAnsi="Times New Roman"/>
          <w:sz w:val="28"/>
          <w:szCs w:val="28"/>
          <w:lang w:val="uk-UA"/>
        </w:rPr>
        <w:t xml:space="preserve">   </w:t>
      </w:r>
    </w:p>
    <w:p w:rsidR="000E4BA3" w:rsidRPr="00F63689" w:rsidRDefault="000E4BA3" w:rsidP="002B7002">
      <w:pPr>
        <w:spacing w:after="12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F63689">
        <w:rPr>
          <w:rFonts w:ascii="Times New Roman" w:hAnsi="Times New Roman"/>
          <w:b/>
          <w:sz w:val="28"/>
          <w:szCs w:val="28"/>
          <w:lang w:val="uk-UA"/>
        </w:rPr>
        <w:t xml:space="preserve">Директор </w:t>
      </w:r>
    </w:p>
    <w:p w:rsidR="000E4BA3" w:rsidRPr="00F63689" w:rsidRDefault="000E4BA3" w:rsidP="002B7002">
      <w:pPr>
        <w:spacing w:after="12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F63689">
        <w:rPr>
          <w:rFonts w:ascii="Times New Roman" w:hAnsi="Times New Roman"/>
          <w:b/>
          <w:sz w:val="28"/>
          <w:szCs w:val="28"/>
          <w:lang w:val="uk-UA"/>
        </w:rPr>
        <w:t>ОЗО «Новоархангельський</w:t>
      </w:r>
    </w:p>
    <w:p w:rsidR="000E4BA3" w:rsidRPr="00F63689" w:rsidRDefault="000E4BA3" w:rsidP="002B7002">
      <w:pPr>
        <w:spacing w:after="12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F63689">
        <w:rPr>
          <w:rFonts w:ascii="Times New Roman" w:hAnsi="Times New Roman"/>
          <w:b/>
          <w:sz w:val="28"/>
          <w:szCs w:val="28"/>
          <w:lang w:val="uk-UA"/>
        </w:rPr>
        <w:t xml:space="preserve">ЗЗСО </w:t>
      </w:r>
      <w:r w:rsidRPr="00F63689">
        <w:rPr>
          <w:rFonts w:ascii="Times New Roman" w:hAnsi="Times New Roman"/>
          <w:b/>
          <w:sz w:val="28"/>
          <w:szCs w:val="28"/>
          <w:lang w:val="en-US"/>
        </w:rPr>
        <w:t>I</w:t>
      </w:r>
      <w:r w:rsidRPr="00165280">
        <w:rPr>
          <w:rFonts w:ascii="Times New Roman" w:hAnsi="Times New Roman"/>
          <w:b/>
          <w:sz w:val="28"/>
          <w:szCs w:val="28"/>
          <w:lang w:val="uk-UA"/>
        </w:rPr>
        <w:t>-</w:t>
      </w:r>
      <w:r w:rsidRPr="00F63689">
        <w:rPr>
          <w:rFonts w:ascii="Times New Roman" w:hAnsi="Times New Roman"/>
          <w:b/>
          <w:sz w:val="28"/>
          <w:szCs w:val="28"/>
          <w:lang w:val="en-US"/>
        </w:rPr>
        <w:t>III</w:t>
      </w:r>
      <w:r w:rsidRPr="00165280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F63689">
        <w:rPr>
          <w:rFonts w:ascii="Times New Roman" w:hAnsi="Times New Roman"/>
          <w:b/>
          <w:sz w:val="28"/>
          <w:szCs w:val="28"/>
          <w:lang w:val="uk-UA"/>
        </w:rPr>
        <w:t>ступенів»                                                           Тетяна ГОНЧАР</w:t>
      </w:r>
    </w:p>
    <w:sectPr w:rsidR="000E4BA3" w:rsidRPr="00F63689" w:rsidSect="00B27D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B7002"/>
    <w:rsid w:val="000059FA"/>
    <w:rsid w:val="000110FA"/>
    <w:rsid w:val="00017EB2"/>
    <w:rsid w:val="00076C29"/>
    <w:rsid w:val="00083BBF"/>
    <w:rsid w:val="000A4018"/>
    <w:rsid w:val="000E4BA3"/>
    <w:rsid w:val="0011746A"/>
    <w:rsid w:val="00120D34"/>
    <w:rsid w:val="00120E74"/>
    <w:rsid w:val="0015381F"/>
    <w:rsid w:val="00165280"/>
    <w:rsid w:val="001828C3"/>
    <w:rsid w:val="001E2B47"/>
    <w:rsid w:val="00205CDE"/>
    <w:rsid w:val="002904BB"/>
    <w:rsid w:val="002A35AD"/>
    <w:rsid w:val="002B7002"/>
    <w:rsid w:val="00342C44"/>
    <w:rsid w:val="0038720E"/>
    <w:rsid w:val="003B0BED"/>
    <w:rsid w:val="003B3A61"/>
    <w:rsid w:val="003F4B5B"/>
    <w:rsid w:val="0041067D"/>
    <w:rsid w:val="004314D7"/>
    <w:rsid w:val="00441E2E"/>
    <w:rsid w:val="00483F24"/>
    <w:rsid w:val="00493E6E"/>
    <w:rsid w:val="00496B65"/>
    <w:rsid w:val="004A04A7"/>
    <w:rsid w:val="004F02CE"/>
    <w:rsid w:val="004F6DF2"/>
    <w:rsid w:val="005519F0"/>
    <w:rsid w:val="005E429A"/>
    <w:rsid w:val="006A3FF0"/>
    <w:rsid w:val="006C5800"/>
    <w:rsid w:val="00714C0C"/>
    <w:rsid w:val="00724590"/>
    <w:rsid w:val="00731813"/>
    <w:rsid w:val="00756AFD"/>
    <w:rsid w:val="007C2B5A"/>
    <w:rsid w:val="007F7F7B"/>
    <w:rsid w:val="00800CEE"/>
    <w:rsid w:val="00812018"/>
    <w:rsid w:val="00892D1B"/>
    <w:rsid w:val="00966D09"/>
    <w:rsid w:val="009A14BD"/>
    <w:rsid w:val="00A07E36"/>
    <w:rsid w:val="00A55B7F"/>
    <w:rsid w:val="00A72678"/>
    <w:rsid w:val="00B27D25"/>
    <w:rsid w:val="00B3213E"/>
    <w:rsid w:val="00B920CB"/>
    <w:rsid w:val="00BF6AF6"/>
    <w:rsid w:val="00C0062B"/>
    <w:rsid w:val="00C0514A"/>
    <w:rsid w:val="00C119B6"/>
    <w:rsid w:val="00C56688"/>
    <w:rsid w:val="00CC5A80"/>
    <w:rsid w:val="00D81320"/>
    <w:rsid w:val="00D917E2"/>
    <w:rsid w:val="00DA151B"/>
    <w:rsid w:val="00DB56E7"/>
    <w:rsid w:val="00DC0CB2"/>
    <w:rsid w:val="00E32337"/>
    <w:rsid w:val="00E70461"/>
    <w:rsid w:val="00E865EE"/>
    <w:rsid w:val="00E96392"/>
    <w:rsid w:val="00EA0CAE"/>
    <w:rsid w:val="00ED57E0"/>
    <w:rsid w:val="00EE5A16"/>
    <w:rsid w:val="00F63689"/>
    <w:rsid w:val="00F71CD3"/>
    <w:rsid w:val="00F74BF6"/>
    <w:rsid w:val="00F9472B"/>
    <w:rsid w:val="00FA4860"/>
    <w:rsid w:val="00FC02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7002"/>
    <w:pPr>
      <w:spacing w:after="200" w:line="276" w:lineRule="auto"/>
    </w:pPr>
    <w:rPr>
      <w:rFonts w:eastAsia="Times New Roman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2B7002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2B70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B7002"/>
    <w:rPr>
      <w:rFonts w:ascii="Tahoma" w:hAnsi="Tahoma" w:cs="Tahoma"/>
      <w:sz w:val="16"/>
      <w:szCs w:val="16"/>
      <w:lang w:eastAsia="ru-RU"/>
    </w:rPr>
  </w:style>
  <w:style w:type="table" w:styleId="TableGrid">
    <w:name w:val="Table Grid"/>
    <w:basedOn w:val="TableNormal"/>
    <w:uiPriority w:val="99"/>
    <w:locked/>
    <w:rsid w:val="00F63689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4315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novoarh2_skh@ukr.net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1</Pages>
  <Words>1119</Words>
  <Characters>638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 Windows</dc:creator>
  <cp:keywords/>
  <dc:description/>
  <cp:lastModifiedBy>igor1992_style@ukr.net</cp:lastModifiedBy>
  <cp:revision>2</cp:revision>
  <cp:lastPrinted>2021-05-07T07:55:00Z</cp:lastPrinted>
  <dcterms:created xsi:type="dcterms:W3CDTF">2021-05-07T07:57:00Z</dcterms:created>
  <dcterms:modified xsi:type="dcterms:W3CDTF">2021-05-07T07:57:00Z</dcterms:modified>
</cp:coreProperties>
</file>