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DF" w:rsidRPr="00ED3960" w:rsidRDefault="00580ADF" w:rsidP="00F55E9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ED396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Додаток № 1</w:t>
      </w:r>
    </w:p>
    <w:p w:rsidR="00580ADF" w:rsidRDefault="00580ADF" w:rsidP="00F55E9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80ADF" w:rsidRDefault="00580ADF" w:rsidP="00F55E9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80ADF" w:rsidRPr="00D329E1" w:rsidRDefault="00580ADF" w:rsidP="00F55E9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80ADF" w:rsidRPr="00ED3960" w:rsidRDefault="00580ADF" w:rsidP="00ED396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D396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Перелік обладнання:</w:t>
      </w:r>
    </w:p>
    <w:tbl>
      <w:tblPr>
        <w:tblpPr w:leftFromText="180" w:rightFromText="180" w:vertAnchor="text" w:tblpX="-743" w:tblpY="1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3"/>
        <w:gridCol w:w="2805"/>
        <w:gridCol w:w="1531"/>
        <w:gridCol w:w="1529"/>
        <w:gridCol w:w="1980"/>
        <w:gridCol w:w="1800"/>
      </w:tblGrid>
      <w:tr w:rsidR="00580ADF" w:rsidRPr="00ED3960" w:rsidTr="00ED3960">
        <w:tc>
          <w:tcPr>
            <w:tcW w:w="543" w:type="dxa"/>
            <w:vAlign w:val="center"/>
          </w:tcPr>
          <w:p w:rsidR="00580ADF" w:rsidRPr="00ED3960" w:rsidRDefault="00580ADF" w:rsidP="00ED3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  <w:r w:rsidRPr="00ED39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2805" w:type="dxa"/>
            <w:vAlign w:val="center"/>
          </w:tcPr>
          <w:p w:rsidR="00580ADF" w:rsidRPr="00ED3960" w:rsidRDefault="00580ADF" w:rsidP="00ED3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D39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  <w:t>Назва основних засобів</w:t>
            </w:r>
          </w:p>
        </w:tc>
        <w:tc>
          <w:tcPr>
            <w:tcW w:w="1531" w:type="dxa"/>
            <w:vAlign w:val="center"/>
          </w:tcPr>
          <w:p w:rsidR="00580ADF" w:rsidRPr="00ED3960" w:rsidRDefault="00580ADF" w:rsidP="00ED3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D39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  <w:t>Кількість</w:t>
            </w:r>
          </w:p>
        </w:tc>
        <w:tc>
          <w:tcPr>
            <w:tcW w:w="1529" w:type="dxa"/>
            <w:vAlign w:val="center"/>
          </w:tcPr>
          <w:p w:rsidR="00580ADF" w:rsidRPr="00ED3960" w:rsidRDefault="00580ADF" w:rsidP="00ED3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D39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  <w:t>Рік випуску</w:t>
            </w:r>
          </w:p>
        </w:tc>
        <w:tc>
          <w:tcPr>
            <w:tcW w:w="1980" w:type="dxa"/>
            <w:vAlign w:val="center"/>
          </w:tcPr>
          <w:p w:rsidR="00580ADF" w:rsidRPr="00ED3960" w:rsidRDefault="00580ADF" w:rsidP="00ED3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  <w:r w:rsidRPr="00ED39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  <w:t>Інвентарний</w:t>
            </w:r>
          </w:p>
          <w:p w:rsidR="00580ADF" w:rsidRPr="00ED3960" w:rsidRDefault="00580ADF" w:rsidP="00ED3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D39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  <w:t>номер</w:t>
            </w:r>
          </w:p>
        </w:tc>
        <w:tc>
          <w:tcPr>
            <w:tcW w:w="1800" w:type="dxa"/>
            <w:vAlign w:val="center"/>
          </w:tcPr>
          <w:p w:rsidR="00580ADF" w:rsidRPr="00ED3960" w:rsidRDefault="00580ADF" w:rsidP="00ED3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ED3960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Первісна вартість, грн</w:t>
            </w:r>
          </w:p>
        </w:tc>
      </w:tr>
      <w:tr w:rsidR="00580ADF" w:rsidRPr="00ED3960" w:rsidTr="00ED3960">
        <w:trPr>
          <w:trHeight w:val="469"/>
        </w:trPr>
        <w:tc>
          <w:tcPr>
            <w:tcW w:w="543" w:type="dxa"/>
            <w:vAlign w:val="center"/>
          </w:tcPr>
          <w:p w:rsidR="00580ADF" w:rsidRPr="00ED3960" w:rsidRDefault="00580ADF" w:rsidP="00ED39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805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39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Котел НИИСТУ- 5</w:t>
            </w:r>
          </w:p>
        </w:tc>
        <w:tc>
          <w:tcPr>
            <w:tcW w:w="1531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D39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шт.</w:t>
            </w:r>
          </w:p>
        </w:tc>
        <w:tc>
          <w:tcPr>
            <w:tcW w:w="1529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1992</w:t>
            </w:r>
          </w:p>
        </w:tc>
        <w:tc>
          <w:tcPr>
            <w:tcW w:w="198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б/н</w:t>
            </w:r>
          </w:p>
        </w:tc>
        <w:tc>
          <w:tcPr>
            <w:tcW w:w="180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15000,00</w:t>
            </w:r>
          </w:p>
        </w:tc>
      </w:tr>
      <w:tr w:rsidR="00580ADF" w:rsidRPr="00ED3960" w:rsidTr="00ED3960">
        <w:trPr>
          <w:trHeight w:val="469"/>
        </w:trPr>
        <w:tc>
          <w:tcPr>
            <w:tcW w:w="543" w:type="dxa"/>
            <w:vAlign w:val="center"/>
          </w:tcPr>
          <w:p w:rsidR="00580ADF" w:rsidRPr="00ED3960" w:rsidRDefault="00580ADF" w:rsidP="00ED39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805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ADF" w:rsidRPr="00ED3960" w:rsidTr="00ED3960">
        <w:trPr>
          <w:trHeight w:val="469"/>
        </w:trPr>
        <w:tc>
          <w:tcPr>
            <w:tcW w:w="543" w:type="dxa"/>
            <w:vAlign w:val="center"/>
          </w:tcPr>
          <w:p w:rsidR="00580ADF" w:rsidRPr="00ED3960" w:rsidRDefault="00580ADF" w:rsidP="00ED39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805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ADF" w:rsidRPr="00ED3960" w:rsidTr="00ED3960">
        <w:trPr>
          <w:trHeight w:val="469"/>
        </w:trPr>
        <w:tc>
          <w:tcPr>
            <w:tcW w:w="543" w:type="dxa"/>
            <w:vAlign w:val="center"/>
          </w:tcPr>
          <w:p w:rsidR="00580ADF" w:rsidRPr="00ED3960" w:rsidRDefault="00580ADF" w:rsidP="00ED39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805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ADF" w:rsidRPr="00ED3960" w:rsidTr="00ED3960">
        <w:trPr>
          <w:trHeight w:val="469"/>
        </w:trPr>
        <w:tc>
          <w:tcPr>
            <w:tcW w:w="543" w:type="dxa"/>
            <w:vAlign w:val="center"/>
          </w:tcPr>
          <w:p w:rsidR="00580ADF" w:rsidRPr="00ED3960" w:rsidRDefault="00580ADF" w:rsidP="00ED39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2805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80ADF" w:rsidRPr="00ED3960" w:rsidRDefault="00580ADF" w:rsidP="00ED39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80ADF" w:rsidRDefault="00580ADF" w:rsidP="00F55E9E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80ADF" w:rsidRDefault="00580ADF" w:rsidP="00F55E9E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80ADF" w:rsidRPr="00ED3960" w:rsidRDefault="00580ADF" w:rsidP="00ED3960">
      <w:pPr>
        <w:spacing w:line="240" w:lineRule="auto"/>
        <w:ind w:left="-360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396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Директор</w:t>
      </w:r>
    </w:p>
    <w:p w:rsidR="00580ADF" w:rsidRPr="00ED3960" w:rsidRDefault="00580ADF" w:rsidP="00ED3960">
      <w:pPr>
        <w:spacing w:line="240" w:lineRule="auto"/>
        <w:ind w:left="-360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39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ОЗО «Новоархангельський </w:t>
      </w:r>
    </w:p>
    <w:p w:rsidR="00580ADF" w:rsidRPr="00ED3960" w:rsidRDefault="00580ADF" w:rsidP="00ED3960">
      <w:pPr>
        <w:tabs>
          <w:tab w:val="left" w:pos="7680"/>
        </w:tabs>
        <w:spacing w:line="240" w:lineRule="auto"/>
        <w:ind w:left="-360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3960">
        <w:rPr>
          <w:rFonts w:ascii="Times New Roman" w:hAnsi="Times New Roman" w:cs="Times New Roman"/>
          <w:b/>
          <w:bCs/>
          <w:sz w:val="28"/>
          <w:szCs w:val="28"/>
          <w:lang w:val="uk-UA"/>
        </w:rPr>
        <w:t>ЗЗСО І-ІІІ ст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упенів</w:t>
      </w:r>
      <w:r w:rsidRPr="00ED3960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Тетяна ГОНЧАР</w:t>
      </w:r>
    </w:p>
    <w:sectPr w:rsidR="00580ADF" w:rsidRPr="00ED3960" w:rsidSect="00843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D0AC2"/>
    <w:multiLevelType w:val="hybridMultilevel"/>
    <w:tmpl w:val="23467A60"/>
    <w:lvl w:ilvl="0" w:tplc="C81EA9B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E315D7"/>
    <w:multiLevelType w:val="hybridMultilevel"/>
    <w:tmpl w:val="23467A60"/>
    <w:lvl w:ilvl="0" w:tplc="C81EA9B2">
      <w:start w:val="1"/>
      <w:numFmt w:val="decimal"/>
      <w:lvlText w:val="%1."/>
      <w:lvlJc w:val="right"/>
      <w:pPr>
        <w:ind w:left="6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E53"/>
    <w:rsid w:val="000D34F8"/>
    <w:rsid w:val="0013042E"/>
    <w:rsid w:val="00131776"/>
    <w:rsid w:val="0014704A"/>
    <w:rsid w:val="002C6856"/>
    <w:rsid w:val="002E60F5"/>
    <w:rsid w:val="003004F3"/>
    <w:rsid w:val="00383B42"/>
    <w:rsid w:val="003A3403"/>
    <w:rsid w:val="0045656D"/>
    <w:rsid w:val="00484FE8"/>
    <w:rsid w:val="004E7EDC"/>
    <w:rsid w:val="00560306"/>
    <w:rsid w:val="00561E53"/>
    <w:rsid w:val="00580ADF"/>
    <w:rsid w:val="00585B84"/>
    <w:rsid w:val="00843833"/>
    <w:rsid w:val="008A7DC2"/>
    <w:rsid w:val="00915648"/>
    <w:rsid w:val="009F6CC9"/>
    <w:rsid w:val="00A11583"/>
    <w:rsid w:val="00A12B32"/>
    <w:rsid w:val="00AB5D2B"/>
    <w:rsid w:val="00AE68CB"/>
    <w:rsid w:val="00B061DE"/>
    <w:rsid w:val="00C93024"/>
    <w:rsid w:val="00D329E1"/>
    <w:rsid w:val="00D335CF"/>
    <w:rsid w:val="00D92F8D"/>
    <w:rsid w:val="00DC7F11"/>
    <w:rsid w:val="00ED3960"/>
    <w:rsid w:val="00F237EA"/>
    <w:rsid w:val="00F55E9E"/>
    <w:rsid w:val="00F72CEE"/>
    <w:rsid w:val="00F8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9E"/>
    <w:pPr>
      <w:spacing w:after="200" w:line="276" w:lineRule="auto"/>
    </w:pPr>
    <w:rPr>
      <w:rFonts w:eastAsia="Times New Roman" w:cs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5E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10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211</Words>
  <Characters>121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</dc:title>
  <dc:subject/>
  <dc:creator>RePack by Diakov</dc:creator>
  <cp:keywords/>
  <dc:description/>
  <cp:lastModifiedBy>igor1992_style@ukr.net</cp:lastModifiedBy>
  <cp:revision>2</cp:revision>
  <cp:lastPrinted>2021-05-07T07:54:00Z</cp:lastPrinted>
  <dcterms:created xsi:type="dcterms:W3CDTF">2021-05-07T07:54:00Z</dcterms:created>
  <dcterms:modified xsi:type="dcterms:W3CDTF">2021-05-07T07:54:00Z</dcterms:modified>
</cp:coreProperties>
</file>