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C0C" w:rsidRDefault="00645C0C" w:rsidP="001E75A2">
      <w:pPr>
        <w:jc w:val="center"/>
        <w:rPr>
          <w:sz w:val="28"/>
          <w:szCs w:val="28"/>
        </w:rPr>
      </w:pPr>
      <w:r w:rsidRPr="00602BE3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p w:rsidR="00645C0C" w:rsidRDefault="00645C0C" w:rsidP="001E75A2">
      <w:pPr>
        <w:jc w:val="both"/>
        <w:rPr>
          <w:sz w:val="10"/>
          <w:szCs w:val="10"/>
        </w:rPr>
      </w:pPr>
    </w:p>
    <w:tbl>
      <w:tblPr>
        <w:tblW w:w="0" w:type="auto"/>
        <w:tblLook w:val="00A0"/>
      </w:tblPr>
      <w:tblGrid>
        <w:gridCol w:w="9854"/>
      </w:tblGrid>
      <w:tr w:rsidR="00645C0C" w:rsidTr="00887672">
        <w:tc>
          <w:tcPr>
            <w:tcW w:w="9854" w:type="dxa"/>
          </w:tcPr>
          <w:p w:rsidR="00645C0C" w:rsidRDefault="00645C0C" w:rsidP="00887672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СЬОМА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СЕСІЯ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</w:p>
        </w:tc>
      </w:tr>
      <w:tr w:rsidR="00645C0C" w:rsidTr="00887672">
        <w:tc>
          <w:tcPr>
            <w:tcW w:w="9854" w:type="dxa"/>
          </w:tcPr>
          <w:p w:rsidR="00645C0C" w:rsidRDefault="00645C0C" w:rsidP="00887672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 w:hint="eastAsia"/>
                <w:b/>
                <w:sz w:val="28"/>
                <w:szCs w:val="28"/>
              </w:rPr>
              <w:t>ВОСЬМОГО</w:t>
            </w:r>
            <w:r>
              <w:rPr>
                <w:rFonts w:ascii="AcademyCTT" w:hAnsi="AcademyCTT"/>
                <w:b/>
                <w:sz w:val="28"/>
                <w:szCs w:val="28"/>
              </w:rPr>
              <w:t xml:space="preserve"> </w:t>
            </w:r>
            <w:r>
              <w:rPr>
                <w:rFonts w:ascii="AcademyCTT" w:hAnsi="AcademyCTT" w:hint="eastAsia"/>
                <w:b/>
                <w:sz w:val="28"/>
                <w:szCs w:val="28"/>
              </w:rPr>
              <w:t>СКЛИКАННЯ</w:t>
            </w:r>
          </w:p>
        </w:tc>
      </w:tr>
    </w:tbl>
    <w:p w:rsidR="00645C0C" w:rsidRPr="002D5CF7" w:rsidRDefault="00645C0C" w:rsidP="001E75A2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 w:hint="eastAsia"/>
          <w:b/>
          <w:sz w:val="28"/>
          <w:szCs w:val="28"/>
        </w:rPr>
        <w:t>Р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І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Ш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Е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Н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Н</w:t>
      </w:r>
      <w:r w:rsidRPr="002D5CF7">
        <w:rPr>
          <w:rFonts w:ascii="AcademyCTT" w:hAnsi="AcademyCTT"/>
          <w:b/>
          <w:sz w:val="28"/>
          <w:szCs w:val="28"/>
        </w:rPr>
        <w:t xml:space="preserve"> </w:t>
      </w:r>
      <w:r w:rsidRPr="002D5CF7">
        <w:rPr>
          <w:rFonts w:ascii="AcademyCTT" w:hAnsi="AcademyCTT" w:hint="eastAsia"/>
          <w:b/>
          <w:sz w:val="28"/>
          <w:szCs w:val="28"/>
        </w:rPr>
        <w:t>Я</w:t>
      </w:r>
    </w:p>
    <w:p w:rsidR="00645C0C" w:rsidRDefault="00645C0C" w:rsidP="001E75A2">
      <w:pPr>
        <w:jc w:val="both"/>
        <w:rPr>
          <w:sz w:val="28"/>
          <w:szCs w:val="28"/>
        </w:rPr>
      </w:pPr>
    </w:p>
    <w:p w:rsidR="00645C0C" w:rsidRPr="001E75A2" w:rsidRDefault="00645C0C" w:rsidP="001E75A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«10» червня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</w:t>
      </w:r>
      <w:r>
        <w:rPr>
          <w:sz w:val="28"/>
          <w:szCs w:val="28"/>
          <w:lang w:val="ru-RU"/>
        </w:rPr>
        <w:t>14</w:t>
      </w:r>
    </w:p>
    <w:p w:rsidR="00645C0C" w:rsidRDefault="00645C0C" w:rsidP="001E75A2">
      <w:pPr>
        <w:jc w:val="both"/>
        <w:rPr>
          <w:sz w:val="28"/>
          <w:szCs w:val="28"/>
        </w:rPr>
      </w:pPr>
    </w:p>
    <w:p w:rsidR="00645C0C" w:rsidRDefault="00645C0C" w:rsidP="001E75A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645C0C" w:rsidRPr="001E75A2" w:rsidRDefault="00645C0C" w:rsidP="00B30756">
      <w:pPr>
        <w:rPr>
          <w:lang w:val="ru-RU"/>
        </w:rPr>
      </w:pPr>
    </w:p>
    <w:p w:rsidR="00645C0C" w:rsidRPr="00B30756" w:rsidRDefault="00645C0C" w:rsidP="00B30756">
      <w:pPr>
        <w:rPr>
          <w:b/>
          <w:sz w:val="24"/>
          <w:szCs w:val="24"/>
        </w:rPr>
      </w:pPr>
      <w:r w:rsidRPr="00B30756">
        <w:rPr>
          <w:b/>
          <w:sz w:val="24"/>
          <w:szCs w:val="24"/>
        </w:rPr>
        <w:t xml:space="preserve">Про визначення переліку </w:t>
      </w:r>
    </w:p>
    <w:p w:rsidR="00645C0C" w:rsidRPr="00B30756" w:rsidRDefault="00645C0C" w:rsidP="00B30756">
      <w:pPr>
        <w:rPr>
          <w:b/>
          <w:sz w:val="24"/>
          <w:szCs w:val="24"/>
        </w:rPr>
      </w:pPr>
      <w:r w:rsidRPr="00B30756">
        <w:rPr>
          <w:b/>
          <w:sz w:val="24"/>
          <w:szCs w:val="24"/>
        </w:rPr>
        <w:t>земельних ділянок для продажу</w:t>
      </w:r>
    </w:p>
    <w:p w:rsidR="00645C0C" w:rsidRDefault="00645C0C" w:rsidP="00A54AC3">
      <w:pPr>
        <w:rPr>
          <w:b/>
          <w:sz w:val="24"/>
          <w:szCs w:val="24"/>
        </w:rPr>
      </w:pPr>
      <w:r w:rsidRPr="00B30756">
        <w:rPr>
          <w:b/>
          <w:sz w:val="24"/>
          <w:szCs w:val="24"/>
        </w:rPr>
        <w:t xml:space="preserve">прав на них на земельних торгах    </w:t>
      </w:r>
    </w:p>
    <w:p w:rsidR="00645C0C" w:rsidRDefault="00645C0C" w:rsidP="00A54AC3">
      <w:pPr>
        <w:rPr>
          <w:b/>
          <w:sz w:val="24"/>
          <w:szCs w:val="24"/>
        </w:rPr>
      </w:pPr>
    </w:p>
    <w:p w:rsidR="00645C0C" w:rsidRPr="00A54AC3" w:rsidRDefault="00645C0C" w:rsidP="00A54AC3">
      <w:pPr>
        <w:rPr>
          <w:b/>
          <w:sz w:val="24"/>
          <w:szCs w:val="24"/>
        </w:rPr>
      </w:pPr>
      <w:r w:rsidRPr="00B30756">
        <w:rPr>
          <w:b/>
          <w:sz w:val="24"/>
          <w:szCs w:val="24"/>
        </w:rPr>
        <w:t xml:space="preserve">      </w:t>
      </w:r>
      <w:r>
        <w:t xml:space="preserve">                                                                                                   </w:t>
      </w:r>
    </w:p>
    <w:p w:rsidR="00645C0C" w:rsidRDefault="00645C0C" w:rsidP="00A54AC3">
      <w:pPr>
        <w:tabs>
          <w:tab w:val="left" w:pos="1080"/>
        </w:tabs>
        <w:overflowPunct w:val="0"/>
        <w:adjustRightInd w:val="0"/>
        <w:jc w:val="both"/>
        <w:textAlignment w:val="baseline"/>
        <w:rPr>
          <w:color w:val="000000"/>
        </w:rPr>
      </w:pPr>
      <w:r>
        <w:t xml:space="preserve">            Керуючись статтею 26 Закону про місцеве самоврядування в Україні ст. 12, 93, 122, 125-139, Земельного Кодексу України, Законом України «Про оренду землі»</w:t>
      </w:r>
      <w:r w:rsidRPr="001E75A2">
        <w:t>,</w:t>
      </w:r>
      <w:r>
        <w:t xml:space="preserve"> з метою впровадження відкритих економічних методів  регулювання земельних відносин, розвитку інфраструктури первинного ринку землі, стимулювання ефективного землекористування на засадах ринкової економіки, залучення інвестиці</w:t>
      </w:r>
      <w:r w:rsidRPr="001E75A2">
        <w:t>й</w:t>
      </w:r>
      <w:r>
        <w:t xml:space="preserve"> для виконання програм соціально - економічного розвитку селищної ради та  враховуючи пропозиції й рекомендації</w:t>
      </w:r>
      <w:r>
        <w:rPr>
          <w:color w:val="000000"/>
        </w:rPr>
        <w:t xml:space="preserve"> постійної комісії з питань аграрної політики та земельних відносин селищна рада</w:t>
      </w:r>
    </w:p>
    <w:p w:rsidR="00645C0C" w:rsidRPr="00A54AC3" w:rsidRDefault="00645C0C" w:rsidP="00A54AC3">
      <w:pPr>
        <w:tabs>
          <w:tab w:val="left" w:pos="1080"/>
        </w:tabs>
        <w:overflowPunct w:val="0"/>
        <w:adjustRightInd w:val="0"/>
        <w:jc w:val="both"/>
        <w:textAlignment w:val="baseline"/>
        <w:rPr>
          <w:color w:val="000000"/>
        </w:rPr>
      </w:pPr>
    </w:p>
    <w:p w:rsidR="00645C0C" w:rsidRDefault="00645C0C" w:rsidP="00A54AC3">
      <w:pPr>
        <w:rPr>
          <w:b/>
        </w:rPr>
      </w:pPr>
      <w:r>
        <w:rPr>
          <w:b/>
        </w:rPr>
        <w:t>ВИРІШИЛА:</w:t>
      </w:r>
    </w:p>
    <w:p w:rsidR="00645C0C" w:rsidRPr="00A54AC3" w:rsidRDefault="00645C0C" w:rsidP="00A54AC3">
      <w:pPr>
        <w:rPr>
          <w:b/>
        </w:rPr>
      </w:pPr>
    </w:p>
    <w:p w:rsidR="00645C0C" w:rsidRDefault="00645C0C" w:rsidP="00A54AC3">
      <w:pPr>
        <w:widowControl/>
        <w:numPr>
          <w:ilvl w:val="0"/>
          <w:numId w:val="20"/>
        </w:numPr>
        <w:autoSpaceDE/>
        <w:jc w:val="both"/>
        <w:rPr>
          <w:color w:val="C00000"/>
        </w:rPr>
      </w:pPr>
      <w:r>
        <w:t>Включити до переліку земельні  ділянки комунальної власності для продажу прав на них на земельних торгах  (аукціоні) згідно з додатком.</w:t>
      </w:r>
      <w:r>
        <w:rPr>
          <w:color w:val="C00000"/>
        </w:rPr>
        <w:t xml:space="preserve"> </w:t>
      </w:r>
    </w:p>
    <w:p w:rsidR="00645C0C" w:rsidRPr="00A54AC3" w:rsidRDefault="00645C0C" w:rsidP="00A54AC3">
      <w:pPr>
        <w:widowControl/>
        <w:autoSpaceDE/>
        <w:ind w:left="720"/>
        <w:jc w:val="both"/>
        <w:rPr>
          <w:color w:val="C00000"/>
        </w:rPr>
      </w:pPr>
    </w:p>
    <w:p w:rsidR="00645C0C" w:rsidRDefault="00645C0C" w:rsidP="001E75A2">
      <w:pPr>
        <w:widowControl/>
        <w:numPr>
          <w:ilvl w:val="0"/>
          <w:numId w:val="20"/>
        </w:numPr>
        <w:autoSpaceDE/>
        <w:jc w:val="both"/>
        <w:rPr>
          <w:rFonts w:ascii="Calibri" w:hAnsi="Calibri"/>
          <w:color w:val="FF0000"/>
        </w:rPr>
      </w:pPr>
      <w:r w:rsidRPr="00A54AC3">
        <w:t>Контроль за виконанням даного рішення покласти  на постійну комісію</w:t>
      </w:r>
      <w:r>
        <w:rPr>
          <w:color w:val="FF0000"/>
        </w:rPr>
        <w:t xml:space="preserve"> </w:t>
      </w:r>
      <w:r>
        <w:rPr>
          <w:color w:val="000000"/>
        </w:rPr>
        <w:t xml:space="preserve"> з питань аграрної політики та земельних відносин</w:t>
      </w:r>
      <w:r>
        <w:rPr>
          <w:color w:val="FF0000"/>
        </w:rPr>
        <w:t xml:space="preserve">. </w:t>
      </w:r>
    </w:p>
    <w:p w:rsidR="00645C0C" w:rsidRDefault="00645C0C" w:rsidP="00A54AC3">
      <w:pPr>
        <w:pStyle w:val="ListParagraph"/>
        <w:rPr>
          <w:color w:val="FF0000"/>
        </w:rPr>
      </w:pPr>
    </w:p>
    <w:p w:rsidR="00645C0C" w:rsidRDefault="00645C0C" w:rsidP="00A54AC3">
      <w:pPr>
        <w:jc w:val="both"/>
      </w:pPr>
    </w:p>
    <w:p w:rsidR="00645C0C" w:rsidRPr="00CB4411" w:rsidRDefault="00645C0C" w:rsidP="00A54AC3">
      <w:pPr>
        <w:rPr>
          <w:color w:val="000000"/>
        </w:rPr>
      </w:pPr>
      <w:r>
        <w:rPr>
          <w:b/>
        </w:rPr>
        <w:t xml:space="preserve">         </w:t>
      </w:r>
    </w:p>
    <w:p w:rsidR="00645C0C" w:rsidRPr="00F8246F" w:rsidRDefault="00645C0C" w:rsidP="001E75A2">
      <w:pPr>
        <w:jc w:val="center"/>
        <w:rPr>
          <w:b/>
        </w:rPr>
      </w:pPr>
      <w:r w:rsidRPr="00CB4411">
        <w:rPr>
          <w:b/>
        </w:rPr>
        <w:t xml:space="preserve">Селищний голова                                                  </w:t>
      </w:r>
      <w:r>
        <w:rPr>
          <w:b/>
        </w:rPr>
        <w:t xml:space="preserve">                  Сергій ЦОБЕНКО</w:t>
      </w:r>
    </w:p>
    <w:p w:rsidR="00645C0C" w:rsidRPr="005F18C0" w:rsidRDefault="00645C0C" w:rsidP="00B30756">
      <w:pPr>
        <w:ind w:firstLine="709"/>
        <w:jc w:val="both"/>
      </w:pPr>
    </w:p>
    <w:p w:rsidR="00645C0C" w:rsidRPr="005F18C0" w:rsidRDefault="00645C0C" w:rsidP="00B30756">
      <w:pPr>
        <w:ind w:firstLine="709"/>
        <w:jc w:val="both"/>
      </w:pPr>
    </w:p>
    <w:p w:rsidR="00645C0C" w:rsidRDefault="00645C0C" w:rsidP="00B30756">
      <w:pPr>
        <w:jc w:val="both"/>
      </w:pPr>
    </w:p>
    <w:p w:rsidR="00645C0C" w:rsidRDefault="00645C0C" w:rsidP="00B30756">
      <w:pPr>
        <w:jc w:val="both"/>
      </w:pPr>
    </w:p>
    <w:p w:rsidR="00645C0C" w:rsidRDefault="00645C0C" w:rsidP="00B30756">
      <w:pPr>
        <w:jc w:val="both"/>
      </w:pPr>
    </w:p>
    <w:p w:rsidR="00645C0C" w:rsidRDefault="00645C0C" w:rsidP="00B30756">
      <w:pPr>
        <w:jc w:val="both"/>
      </w:pPr>
    </w:p>
    <w:p w:rsidR="00645C0C" w:rsidRDefault="00645C0C" w:rsidP="00B30756">
      <w:pPr>
        <w:jc w:val="both"/>
      </w:pPr>
    </w:p>
    <w:p w:rsidR="00645C0C" w:rsidRDefault="00645C0C" w:rsidP="00B30756">
      <w:pPr>
        <w:jc w:val="both"/>
      </w:pPr>
    </w:p>
    <w:p w:rsidR="00645C0C" w:rsidRDefault="00645C0C" w:rsidP="00B30756">
      <w:pPr>
        <w:jc w:val="both"/>
      </w:pPr>
    </w:p>
    <w:p w:rsidR="00645C0C" w:rsidRPr="005F18C0" w:rsidRDefault="00645C0C" w:rsidP="00B30756">
      <w:pPr>
        <w:ind w:firstLine="709"/>
        <w:jc w:val="both"/>
      </w:pPr>
    </w:p>
    <w:p w:rsidR="00645C0C" w:rsidRDefault="00645C0C" w:rsidP="00B30756">
      <w:pPr>
        <w:ind w:firstLine="709"/>
        <w:jc w:val="both"/>
        <w:sectPr w:rsidR="00645C0C" w:rsidSect="00A54AC3">
          <w:headerReference w:type="default" r:id="rId8"/>
          <w:pgSz w:w="11910" w:h="16840"/>
          <w:pgMar w:top="1134" w:right="1701" w:bottom="1134" w:left="567" w:header="714" w:footer="0" w:gutter="0"/>
          <w:cols w:space="720"/>
          <w:docGrid w:linePitch="299"/>
        </w:sectPr>
      </w:pPr>
    </w:p>
    <w:p w:rsidR="00645C0C" w:rsidRDefault="00645C0C" w:rsidP="001E75A2">
      <w:pPr>
        <w:ind w:firstLine="709"/>
        <w:jc w:val="right"/>
        <w:rPr>
          <w:lang w:val="ru-RU"/>
        </w:rPr>
      </w:pPr>
      <w:r>
        <w:t xml:space="preserve">                                                                                                                                                                                  </w:t>
      </w:r>
    </w:p>
    <w:p w:rsidR="00645C0C" w:rsidRPr="006F59A5" w:rsidRDefault="00645C0C" w:rsidP="006F59A5">
      <w:pPr>
        <w:pStyle w:val="BodyText"/>
        <w:contextualSpacing/>
        <w:jc w:val="center"/>
        <w:rPr>
          <w:sz w:val="24"/>
          <w:szCs w:val="24"/>
        </w:rPr>
      </w:pPr>
      <w:r>
        <w:rPr>
          <w:lang w:val="ru-RU"/>
        </w:rPr>
        <w:t xml:space="preserve">                                                                                                                                 </w:t>
      </w:r>
      <w:r w:rsidRPr="006F59A5">
        <w:rPr>
          <w:sz w:val="24"/>
          <w:szCs w:val="24"/>
        </w:rPr>
        <w:t>Додаток</w:t>
      </w:r>
    </w:p>
    <w:p w:rsidR="00645C0C" w:rsidRPr="006F59A5" w:rsidRDefault="00645C0C" w:rsidP="001E75A2">
      <w:pPr>
        <w:pStyle w:val="BodyText"/>
        <w:contextualSpacing/>
        <w:jc w:val="right"/>
        <w:rPr>
          <w:sz w:val="24"/>
          <w:szCs w:val="24"/>
        </w:rPr>
      </w:pPr>
      <w:r w:rsidRPr="006F59A5">
        <w:rPr>
          <w:sz w:val="24"/>
          <w:szCs w:val="24"/>
        </w:rPr>
        <w:t xml:space="preserve">                                                                              до рішення Голованівської</w:t>
      </w:r>
    </w:p>
    <w:p w:rsidR="00645C0C" w:rsidRPr="006F59A5" w:rsidRDefault="00645C0C" w:rsidP="006F59A5">
      <w:pPr>
        <w:pStyle w:val="BodyText"/>
        <w:contextualSpacing/>
        <w:jc w:val="center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</w:t>
      </w:r>
      <w:r w:rsidRPr="006F59A5">
        <w:rPr>
          <w:sz w:val="24"/>
          <w:szCs w:val="24"/>
        </w:rPr>
        <w:t>селищної  ради</w:t>
      </w:r>
    </w:p>
    <w:p w:rsidR="00645C0C" w:rsidRPr="006F59A5" w:rsidRDefault="00645C0C" w:rsidP="006F59A5">
      <w:pPr>
        <w:pStyle w:val="BodyText"/>
        <w:contextualSpacing/>
        <w:jc w:val="center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від «</w:t>
      </w:r>
      <w:r>
        <w:rPr>
          <w:sz w:val="24"/>
          <w:szCs w:val="24"/>
          <w:lang w:val="ru-RU"/>
        </w:rPr>
        <w:t>10</w:t>
      </w:r>
      <w:r w:rsidRPr="006F59A5">
        <w:rPr>
          <w:sz w:val="24"/>
          <w:szCs w:val="24"/>
        </w:rPr>
        <w:t xml:space="preserve">» </w:t>
      </w:r>
      <w:r>
        <w:rPr>
          <w:sz w:val="24"/>
          <w:szCs w:val="24"/>
          <w:lang w:val="ru-RU"/>
        </w:rPr>
        <w:t>червня</w:t>
      </w:r>
      <w:r w:rsidRPr="006F59A5">
        <w:rPr>
          <w:sz w:val="24"/>
          <w:szCs w:val="24"/>
        </w:rPr>
        <w:t xml:space="preserve"> 2021року</w:t>
      </w:r>
    </w:p>
    <w:p w:rsidR="00645C0C" w:rsidRPr="006F59A5" w:rsidRDefault="00645C0C" w:rsidP="006F59A5">
      <w:pPr>
        <w:pStyle w:val="BodyText"/>
        <w:contextualSpacing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  <w:lang w:val="ru-RU"/>
        </w:rPr>
        <w:t>214</w:t>
      </w:r>
    </w:p>
    <w:p w:rsidR="00645C0C" w:rsidRDefault="00645C0C" w:rsidP="001E75A2">
      <w:pPr>
        <w:ind w:firstLine="709"/>
        <w:jc w:val="center"/>
      </w:pPr>
    </w:p>
    <w:p w:rsidR="00645C0C" w:rsidRPr="001623A6" w:rsidRDefault="00645C0C" w:rsidP="00A54AC3">
      <w:pPr>
        <w:ind w:firstLine="709"/>
        <w:jc w:val="center"/>
        <w:rPr>
          <w:b/>
          <w:bCs/>
        </w:rPr>
      </w:pPr>
      <w:r w:rsidRPr="001623A6">
        <w:rPr>
          <w:b/>
          <w:bCs/>
        </w:rPr>
        <w:t>Перелік</w:t>
      </w:r>
    </w:p>
    <w:p w:rsidR="00645C0C" w:rsidRPr="001E75A2" w:rsidRDefault="00645C0C" w:rsidP="006A3BCA">
      <w:pPr>
        <w:ind w:left="720"/>
        <w:jc w:val="center"/>
        <w:rPr>
          <w:b/>
          <w:sz w:val="24"/>
          <w:szCs w:val="24"/>
        </w:rPr>
      </w:pPr>
      <w:r>
        <w:rPr>
          <w:b/>
          <w:bCs/>
        </w:rPr>
        <w:t>земельних ділянок</w:t>
      </w:r>
      <w:r>
        <w:rPr>
          <w:b/>
          <w:bCs/>
          <w:lang w:val="ru-RU"/>
        </w:rPr>
        <w:t xml:space="preserve"> для</w:t>
      </w:r>
      <w:r w:rsidRPr="001E75A2">
        <w:rPr>
          <w:b/>
          <w:sz w:val="24"/>
          <w:szCs w:val="24"/>
        </w:rPr>
        <w:t xml:space="preserve"> продажу прав</w:t>
      </w:r>
      <w:r>
        <w:rPr>
          <w:b/>
          <w:sz w:val="24"/>
          <w:szCs w:val="24"/>
          <w:lang w:val="ru-RU"/>
        </w:rPr>
        <w:t>а оренди</w:t>
      </w:r>
      <w:r w:rsidRPr="001E75A2">
        <w:rPr>
          <w:b/>
          <w:sz w:val="24"/>
          <w:szCs w:val="24"/>
        </w:rPr>
        <w:t xml:space="preserve"> на них на земельних торгах  (аукціоні)</w:t>
      </w:r>
    </w:p>
    <w:p w:rsidR="00645C0C" w:rsidRPr="001E75A2" w:rsidRDefault="00645C0C" w:rsidP="001E75A2">
      <w:pPr>
        <w:ind w:left="720"/>
        <w:jc w:val="center"/>
        <w:rPr>
          <w:b/>
          <w:sz w:val="24"/>
          <w:szCs w:val="24"/>
        </w:rPr>
      </w:pPr>
    </w:p>
    <w:p w:rsidR="00645C0C" w:rsidRPr="00BC39BE" w:rsidRDefault="00645C0C" w:rsidP="00B30756">
      <w:pPr>
        <w:jc w:val="center"/>
        <w:rPr>
          <w:b/>
          <w:bCs/>
          <w:sz w:val="20"/>
          <w:szCs w:val="20"/>
        </w:rPr>
      </w:pPr>
    </w:p>
    <w:tbl>
      <w:tblPr>
        <w:tblW w:w="15024" w:type="dxa"/>
        <w:tblInd w:w="-885" w:type="dxa"/>
        <w:tblLayout w:type="fixed"/>
        <w:tblLook w:val="0000"/>
      </w:tblPr>
      <w:tblGrid>
        <w:gridCol w:w="567"/>
        <w:gridCol w:w="2835"/>
        <w:gridCol w:w="2835"/>
        <w:gridCol w:w="3402"/>
        <w:gridCol w:w="2835"/>
        <w:gridCol w:w="1275"/>
        <w:gridCol w:w="1275"/>
      </w:tblGrid>
      <w:tr w:rsidR="00645C0C" w:rsidRPr="00BC39BE" w:rsidTr="008A1524">
        <w:trPr>
          <w:trHeight w:val="9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 xml:space="preserve">№ з/п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0F29FF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Місце розташування земельної ділянки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 xml:space="preserve">Кадастровий номер земельної ділянки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>Категорія земель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>Цільове призначення</w:t>
            </w:r>
          </w:p>
          <w:p w:rsidR="00645C0C" w:rsidRPr="00BC39BE" w:rsidRDefault="00645C0C" w:rsidP="008A1524">
            <w:pPr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>(вид використання)</w:t>
            </w:r>
          </w:p>
          <w:p w:rsidR="00645C0C" w:rsidRPr="00BC39BE" w:rsidRDefault="00645C0C" w:rsidP="008A1524">
            <w:pPr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>земельної ділянки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BC39BE">
              <w:rPr>
                <w:b/>
                <w:sz w:val="20"/>
                <w:szCs w:val="20"/>
              </w:rPr>
              <w:t>Умови продажу</w:t>
            </w:r>
          </w:p>
        </w:tc>
      </w:tr>
      <w:tr w:rsidR="00645C0C" w:rsidRPr="00BC39BE" w:rsidTr="008A1524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sz w:val="20"/>
                <w:szCs w:val="20"/>
              </w:rPr>
            </w:pPr>
            <w:r w:rsidRPr="00BC39BE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BC39BE" w:rsidRDefault="00645C0C" w:rsidP="008A15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sz w:val="20"/>
                <w:szCs w:val="20"/>
              </w:rPr>
            </w:pPr>
            <w:r w:rsidRPr="00BC39BE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sz w:val="20"/>
                <w:szCs w:val="20"/>
              </w:rPr>
            </w:pPr>
            <w:r w:rsidRPr="00BC39BE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sz w:val="20"/>
                <w:szCs w:val="20"/>
              </w:rPr>
            </w:pPr>
            <w:r w:rsidRPr="00BC39BE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45C0C" w:rsidRPr="00BC39BE" w:rsidTr="008A1524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0F29FF" w:rsidRDefault="00645C0C" w:rsidP="00B30756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в межах с. Ясне Голованівський район, Кіровоградська область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B30756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 w:rsidRPr="00BC39BE"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3521480800:52:000:0017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1E75A2" w:rsidRDefault="00645C0C" w:rsidP="00B30756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 w:rsidRPr="001E75A2"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водного фонду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Default="00645C0C" w:rsidP="00B30756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Strong"/>
                <w:rFonts w:cs="Times New Roman CYR"/>
                <w:color w:val="000000"/>
                <w:sz w:val="20"/>
                <w:szCs w:val="20"/>
              </w:rPr>
              <w:t xml:space="preserve">КВЦПЗ </w:t>
            </w:r>
            <w:r w:rsidRPr="00BC39BE">
              <w:rPr>
                <w:rStyle w:val="Strong"/>
                <w:rFonts w:cs="Times New Roman CYR"/>
                <w:color w:val="000000"/>
                <w:sz w:val="20"/>
                <w:szCs w:val="20"/>
              </w:rPr>
              <w:t xml:space="preserve">10.07 </w:t>
            </w:r>
          </w:p>
          <w:p w:rsidR="00645C0C" w:rsidRPr="00BC39BE" w:rsidRDefault="00645C0C" w:rsidP="00B30756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 w:rsidRPr="00BC39BE">
              <w:rPr>
                <w:rStyle w:val="Strong"/>
                <w:rFonts w:cs="Times New Roman CYR"/>
                <w:color w:val="000000"/>
                <w:sz w:val="20"/>
                <w:szCs w:val="20"/>
              </w:rPr>
              <w:t>(для рибогосподарських потреб)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290123" w:rsidRDefault="00645C0C" w:rsidP="00B30756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F29FF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uk-UA"/>
              </w:rPr>
              <w:t>,3700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BC39BE" w:rsidRDefault="00645C0C" w:rsidP="00B30756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C39BE"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  <w:tr w:rsidR="00645C0C" w:rsidRPr="00BC39BE" w:rsidTr="008A1524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BC39BE" w:rsidRDefault="00645C0C" w:rsidP="00B30756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в межах</w:t>
            </w:r>
            <w:r>
              <w:rPr>
                <w:rFonts w:cs="Times New Roman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 с.Грузьке Голованівський район, Кіровоградська область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B30756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 w:rsidRPr="00BC39BE"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3521480800:51:000:0074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1E75A2" w:rsidRDefault="00645C0C" w:rsidP="00B30756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 w:rsidRPr="001E75A2"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водного фонду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Default="00645C0C" w:rsidP="008A1524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Strong"/>
                <w:rFonts w:cs="Times New Roman CYR"/>
                <w:color w:val="000000"/>
                <w:sz w:val="20"/>
                <w:szCs w:val="20"/>
              </w:rPr>
              <w:t xml:space="preserve">КВЦПЗ  </w:t>
            </w:r>
            <w:r w:rsidRPr="00BC39BE">
              <w:rPr>
                <w:rStyle w:val="Strong"/>
                <w:rFonts w:cs="Times New Roman CYR"/>
                <w:color w:val="000000"/>
                <w:sz w:val="20"/>
                <w:szCs w:val="20"/>
              </w:rPr>
              <w:t>10.07</w:t>
            </w:r>
          </w:p>
          <w:p w:rsidR="00645C0C" w:rsidRPr="00BC39BE" w:rsidRDefault="00645C0C" w:rsidP="008A1524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 w:rsidRPr="00BC39BE">
              <w:rPr>
                <w:rStyle w:val="Strong"/>
                <w:rFonts w:cs="Times New Roman CYR"/>
                <w:color w:val="000000"/>
                <w:sz w:val="20"/>
                <w:szCs w:val="20"/>
              </w:rPr>
              <w:t xml:space="preserve"> (для рибогосподарських потреб)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1,2398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BC39BE" w:rsidRDefault="00645C0C" w:rsidP="008A1524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C39BE"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  <w:tr w:rsidR="00645C0C" w:rsidRPr="00BC39BE" w:rsidTr="008A1524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BC39BE" w:rsidRDefault="00645C0C" w:rsidP="00B30756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в межах</w:t>
            </w:r>
            <w:r>
              <w:rPr>
                <w:rFonts w:cs="Times New Roman CYR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 xml:space="preserve"> с.Грузьке Голованівський район, Кіровоградська область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B30756">
            <w:pPr>
              <w:tabs>
                <w:tab w:val="left" w:pos="1058"/>
                <w:tab w:val="left" w:pos="1974"/>
                <w:tab w:val="left" w:pos="2890"/>
                <w:tab w:val="left" w:pos="3806"/>
                <w:tab w:val="left" w:pos="4722"/>
                <w:tab w:val="left" w:pos="5638"/>
                <w:tab w:val="left" w:pos="6554"/>
                <w:tab w:val="left" w:pos="7470"/>
                <w:tab w:val="left" w:pos="8386"/>
                <w:tab w:val="left" w:pos="9302"/>
                <w:tab w:val="left" w:pos="10218"/>
                <w:tab w:val="left" w:pos="11134"/>
                <w:tab w:val="left" w:pos="12050"/>
                <w:tab w:val="left" w:pos="12966"/>
                <w:tab w:val="left" w:pos="13882"/>
                <w:tab w:val="left" w:pos="14798"/>
              </w:tabs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 w:rsidRPr="00BC39BE"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3521480800:51:000:0076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1E75A2" w:rsidRDefault="00645C0C" w:rsidP="00B30756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 w:rsidRPr="001E75A2"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водного фонду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Default="00645C0C" w:rsidP="008A1524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Strong"/>
                <w:rFonts w:cs="Times New Roman CYR"/>
                <w:color w:val="000000"/>
                <w:sz w:val="20"/>
                <w:szCs w:val="20"/>
              </w:rPr>
              <w:t xml:space="preserve">КВЦПЗ  </w:t>
            </w:r>
            <w:r w:rsidRPr="00BC39BE">
              <w:rPr>
                <w:rStyle w:val="Strong"/>
                <w:rFonts w:cs="Times New Roman CYR"/>
                <w:color w:val="000000"/>
                <w:sz w:val="20"/>
                <w:szCs w:val="20"/>
              </w:rPr>
              <w:t xml:space="preserve">10.07 </w:t>
            </w:r>
          </w:p>
          <w:p w:rsidR="00645C0C" w:rsidRPr="00BC39BE" w:rsidRDefault="00645C0C" w:rsidP="008A1524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 w:rsidRPr="00BC39BE">
              <w:rPr>
                <w:rStyle w:val="Strong"/>
                <w:rFonts w:cs="Times New Roman CYR"/>
                <w:color w:val="000000"/>
                <w:sz w:val="20"/>
                <w:szCs w:val="20"/>
              </w:rPr>
              <w:t>(для рибогосподарських потреб)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2,9809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BC39BE" w:rsidRDefault="00645C0C" w:rsidP="008A1524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C39BE"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  <w:tr w:rsidR="00645C0C" w:rsidRPr="00BC39BE" w:rsidTr="008A1524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Default="00645C0C" w:rsidP="00B30756">
            <w:pPr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в межах</w:t>
            </w:r>
          </w:p>
          <w:p w:rsidR="00645C0C" w:rsidRPr="000F29FF" w:rsidRDefault="00645C0C" w:rsidP="00B30756">
            <w:pPr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смт Голованівськ, Голованівський район, Кіровоградська область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5C0C" w:rsidRPr="00BC39BE" w:rsidRDefault="00645C0C" w:rsidP="00B30756">
            <w:pPr>
              <w:jc w:val="center"/>
              <w:rPr>
                <w:sz w:val="20"/>
                <w:szCs w:val="20"/>
              </w:rPr>
            </w:pPr>
            <w:r w:rsidRPr="00BC39BE"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3521455100:53:000:002</w:t>
            </w: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1E75A2" w:rsidRDefault="00645C0C" w:rsidP="00B30756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 w:rsidRPr="001E75A2"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сільськогосподарського призначення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Default="00645C0C" w:rsidP="008A1524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Strong"/>
                <w:rFonts w:cs="Times New Roman CYR"/>
                <w:color w:val="000000"/>
                <w:sz w:val="20"/>
                <w:szCs w:val="20"/>
              </w:rPr>
              <w:t>КВЦПЗ  01.01</w:t>
            </w:r>
          </w:p>
          <w:p w:rsidR="00645C0C" w:rsidRPr="00BC39BE" w:rsidRDefault="00645C0C" w:rsidP="008A1524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 w:rsidRPr="00BC39BE">
              <w:rPr>
                <w:rStyle w:val="Strong"/>
                <w:rFonts w:cs="Times New Roman CYR"/>
                <w:color w:val="000000"/>
                <w:sz w:val="20"/>
                <w:szCs w:val="20"/>
              </w:rPr>
              <w:t>(для ведення товарного сільськогосподарського виробництва)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12,7659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BC39BE" w:rsidRDefault="00645C0C" w:rsidP="008A1524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C39BE"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  <w:tr w:rsidR="00645C0C" w:rsidRPr="00BC39BE" w:rsidTr="008A1524">
        <w:trPr>
          <w:trHeight w:val="2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BC39B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Default="00645C0C" w:rsidP="00B30756">
            <w:pPr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в межах</w:t>
            </w:r>
          </w:p>
          <w:p w:rsidR="00645C0C" w:rsidRDefault="00645C0C" w:rsidP="00B30756">
            <w:pPr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смтГолованівськ,</w:t>
            </w:r>
          </w:p>
          <w:p w:rsidR="00645C0C" w:rsidRPr="00BC39BE" w:rsidRDefault="00645C0C" w:rsidP="00B30756">
            <w:pPr>
              <w:rPr>
                <w:rFonts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Голованівський район Кіровоградськобласть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5C0C" w:rsidRPr="00BC39BE" w:rsidRDefault="00645C0C" w:rsidP="00B30756">
            <w:pPr>
              <w:jc w:val="center"/>
              <w:rPr>
                <w:sz w:val="20"/>
                <w:szCs w:val="20"/>
              </w:rPr>
            </w:pPr>
            <w:r w:rsidRPr="00BC39BE">
              <w:rPr>
                <w:rFonts w:cs="Times New Roman CYR"/>
                <w:b/>
                <w:bCs/>
                <w:color w:val="000000"/>
                <w:sz w:val="20"/>
                <w:szCs w:val="20"/>
              </w:rPr>
              <w:t>3521455100:53:000:0030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1E75A2" w:rsidRDefault="00645C0C" w:rsidP="00B30756">
            <w:pPr>
              <w:snapToGrid w:val="0"/>
              <w:spacing w:before="60" w:after="60" w:line="315" w:lineRule="atLeast"/>
              <w:jc w:val="center"/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</w:pPr>
            <w:r w:rsidRPr="001E75A2">
              <w:rPr>
                <w:rFonts w:cs="Times New Roman CYR"/>
                <w:b/>
                <w:bCs/>
                <w:sz w:val="20"/>
                <w:szCs w:val="20"/>
                <w:shd w:val="clear" w:color="auto" w:fill="FFFFFF"/>
              </w:rPr>
              <w:t>землі сільськогосподарського призначення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Default="00645C0C" w:rsidP="008A1524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>
              <w:rPr>
                <w:rStyle w:val="Strong"/>
                <w:rFonts w:cs="Times New Roman CYR"/>
                <w:color w:val="000000"/>
                <w:sz w:val="20"/>
                <w:szCs w:val="20"/>
              </w:rPr>
              <w:t>КВЦПЗ  01.01</w:t>
            </w:r>
          </w:p>
          <w:p w:rsidR="00645C0C" w:rsidRPr="00BC39BE" w:rsidRDefault="00645C0C" w:rsidP="008A1524">
            <w:pPr>
              <w:snapToGrid w:val="0"/>
              <w:jc w:val="center"/>
              <w:rPr>
                <w:rStyle w:val="Strong"/>
                <w:rFonts w:cs="Times New Roman CYR"/>
                <w:color w:val="000000"/>
                <w:sz w:val="20"/>
                <w:szCs w:val="20"/>
              </w:rPr>
            </w:pPr>
            <w:r w:rsidRPr="00BC39BE">
              <w:rPr>
                <w:rStyle w:val="Strong"/>
                <w:rFonts w:cs="Times New Roman CYR"/>
                <w:color w:val="000000"/>
                <w:sz w:val="20"/>
                <w:szCs w:val="20"/>
              </w:rPr>
              <w:t>(для ведення товарного сільськогосподарського виробництва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5C0C" w:rsidRPr="00BC39BE" w:rsidRDefault="00645C0C" w:rsidP="008A1524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1,6368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5C0C" w:rsidRPr="00BC39BE" w:rsidRDefault="00645C0C" w:rsidP="008A1524">
            <w:pPr>
              <w:pStyle w:val="a"/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C39BE">
              <w:rPr>
                <w:b/>
                <w:bCs/>
                <w:sz w:val="20"/>
                <w:szCs w:val="20"/>
                <w:lang w:val="uk-UA"/>
              </w:rPr>
              <w:t>Продаж права оренди</w:t>
            </w:r>
          </w:p>
        </w:tc>
      </w:tr>
    </w:tbl>
    <w:p w:rsidR="00645C0C" w:rsidRPr="007B5147" w:rsidRDefault="00645C0C" w:rsidP="00A54AC3">
      <w:pPr>
        <w:tabs>
          <w:tab w:val="left" w:pos="1807"/>
        </w:tabs>
        <w:jc w:val="both"/>
      </w:pPr>
    </w:p>
    <w:sectPr w:rsidR="00645C0C" w:rsidRPr="007B5147" w:rsidSect="001F026E">
      <w:pgSz w:w="16840" w:h="11910" w:orient="landscape"/>
      <w:pgMar w:top="567" w:right="1134" w:bottom="1701" w:left="1134" w:header="714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C0C" w:rsidRDefault="00645C0C" w:rsidP="007C576D">
      <w:r>
        <w:separator/>
      </w:r>
    </w:p>
  </w:endnote>
  <w:endnote w:type="continuationSeparator" w:id="1">
    <w:p w:rsidR="00645C0C" w:rsidRDefault="00645C0C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C0C" w:rsidRDefault="00645C0C" w:rsidP="007C576D">
      <w:r>
        <w:separator/>
      </w:r>
    </w:p>
  </w:footnote>
  <w:footnote w:type="continuationSeparator" w:id="1">
    <w:p w:rsidR="00645C0C" w:rsidRDefault="00645C0C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C0C" w:rsidRDefault="00645C0C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style="mso-next-textbox:#_x0000_s2049" inset="0,0,0,0">
            <w:txbxContent>
              <w:p w:rsidR="00645C0C" w:rsidRPr="00A54AC3" w:rsidRDefault="00645C0C" w:rsidP="00A54AC3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07FF7E53"/>
    <w:multiLevelType w:val="multilevel"/>
    <w:tmpl w:val="2C8AF052"/>
    <w:lvl w:ilvl="0">
      <w:start w:val="1"/>
      <w:numFmt w:val="decimal"/>
      <w:lvlText w:val="%1."/>
      <w:lvlJc w:val="left"/>
      <w:pPr>
        <w:ind w:left="106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">
    <w:nsid w:val="0B2D7C83"/>
    <w:multiLevelType w:val="hybridMultilevel"/>
    <w:tmpl w:val="FA74F8FE"/>
    <w:lvl w:ilvl="0" w:tplc="E8409B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4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5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7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8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9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10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11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2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4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5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6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7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8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9"/>
  </w:num>
  <w:num w:numId="5">
    <w:abstractNumId w:val="3"/>
  </w:num>
  <w:num w:numId="6">
    <w:abstractNumId w:val="16"/>
  </w:num>
  <w:num w:numId="7">
    <w:abstractNumId w:val="15"/>
  </w:num>
  <w:num w:numId="8">
    <w:abstractNumId w:val="12"/>
  </w:num>
  <w:num w:numId="9">
    <w:abstractNumId w:val="14"/>
  </w:num>
  <w:num w:numId="10">
    <w:abstractNumId w:val="4"/>
  </w:num>
  <w:num w:numId="11">
    <w:abstractNumId w:val="10"/>
  </w:num>
  <w:num w:numId="12">
    <w:abstractNumId w:val="8"/>
  </w:num>
  <w:num w:numId="13">
    <w:abstractNumId w:val="17"/>
  </w:num>
  <w:num w:numId="14">
    <w:abstractNumId w:val="13"/>
  </w:num>
  <w:num w:numId="15">
    <w:abstractNumId w:val="18"/>
  </w:num>
  <w:num w:numId="16">
    <w:abstractNumId w:val="11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0F29FF"/>
    <w:rsid w:val="001623A6"/>
    <w:rsid w:val="001774EC"/>
    <w:rsid w:val="001C67A3"/>
    <w:rsid w:val="001D71B8"/>
    <w:rsid w:val="001E75A2"/>
    <w:rsid w:val="001F026E"/>
    <w:rsid w:val="00290123"/>
    <w:rsid w:val="002A7072"/>
    <w:rsid w:val="002D5CF7"/>
    <w:rsid w:val="002D79F7"/>
    <w:rsid w:val="002F2D92"/>
    <w:rsid w:val="00317E3A"/>
    <w:rsid w:val="00414E21"/>
    <w:rsid w:val="00441D19"/>
    <w:rsid w:val="0044236D"/>
    <w:rsid w:val="0046182C"/>
    <w:rsid w:val="004A29B0"/>
    <w:rsid w:val="004B6478"/>
    <w:rsid w:val="0055339B"/>
    <w:rsid w:val="005B6F1D"/>
    <w:rsid w:val="005F18C0"/>
    <w:rsid w:val="00602BE3"/>
    <w:rsid w:val="00607FAA"/>
    <w:rsid w:val="006206E8"/>
    <w:rsid w:val="00645C0C"/>
    <w:rsid w:val="006A3BCA"/>
    <w:rsid w:val="006B1CBB"/>
    <w:rsid w:val="006F1959"/>
    <w:rsid w:val="006F59A5"/>
    <w:rsid w:val="00725271"/>
    <w:rsid w:val="00786056"/>
    <w:rsid w:val="007A7A31"/>
    <w:rsid w:val="007B5147"/>
    <w:rsid w:val="007C576D"/>
    <w:rsid w:val="007D1F67"/>
    <w:rsid w:val="007E48D5"/>
    <w:rsid w:val="0080390F"/>
    <w:rsid w:val="00807AB3"/>
    <w:rsid w:val="00887672"/>
    <w:rsid w:val="008A1524"/>
    <w:rsid w:val="00921CF5"/>
    <w:rsid w:val="00922A0A"/>
    <w:rsid w:val="00997B18"/>
    <w:rsid w:val="009C3631"/>
    <w:rsid w:val="009D731D"/>
    <w:rsid w:val="009E0D57"/>
    <w:rsid w:val="00A54AC3"/>
    <w:rsid w:val="00A901D7"/>
    <w:rsid w:val="00A97741"/>
    <w:rsid w:val="00AC3488"/>
    <w:rsid w:val="00AF7D49"/>
    <w:rsid w:val="00B02E43"/>
    <w:rsid w:val="00B14C7D"/>
    <w:rsid w:val="00B30756"/>
    <w:rsid w:val="00B45521"/>
    <w:rsid w:val="00B6788C"/>
    <w:rsid w:val="00B7648A"/>
    <w:rsid w:val="00BC39BE"/>
    <w:rsid w:val="00C174AC"/>
    <w:rsid w:val="00C436C8"/>
    <w:rsid w:val="00C47B09"/>
    <w:rsid w:val="00C740F5"/>
    <w:rsid w:val="00CB4411"/>
    <w:rsid w:val="00CD354E"/>
    <w:rsid w:val="00CD638B"/>
    <w:rsid w:val="00D67167"/>
    <w:rsid w:val="00DB5FC4"/>
    <w:rsid w:val="00DB741E"/>
    <w:rsid w:val="00DF730C"/>
    <w:rsid w:val="00DF734F"/>
    <w:rsid w:val="00E115DE"/>
    <w:rsid w:val="00E838C5"/>
    <w:rsid w:val="00E96090"/>
    <w:rsid w:val="00F151AA"/>
    <w:rsid w:val="00F265BA"/>
    <w:rsid w:val="00F8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semiHidden/>
    <w:rsid w:val="00DB5F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FC4"/>
    <w:rPr>
      <w:rFonts w:ascii="Tahoma" w:hAnsi="Tahoma" w:cs="Tahoma"/>
      <w:sz w:val="16"/>
      <w:szCs w:val="16"/>
      <w:lang w:eastAsia="en-US"/>
    </w:rPr>
  </w:style>
  <w:style w:type="paragraph" w:customStyle="1" w:styleId="1">
    <w:name w:val="Абзац списка1"/>
    <w:basedOn w:val="Normal"/>
    <w:uiPriority w:val="99"/>
    <w:rsid w:val="00DB5FC4"/>
    <w:pPr>
      <w:widowControl/>
      <w:autoSpaceDE/>
      <w:autoSpaceDN/>
      <w:ind w:left="720"/>
      <w:contextualSpacing/>
    </w:pPr>
    <w:rPr>
      <w:rFonts w:eastAsia="Calibri"/>
      <w:sz w:val="28"/>
      <w:szCs w:val="24"/>
      <w:lang w:val="ru-RU" w:eastAsia="ru-RU"/>
    </w:rPr>
  </w:style>
  <w:style w:type="paragraph" w:styleId="BodyText2">
    <w:name w:val="Body Text 2"/>
    <w:basedOn w:val="Normal"/>
    <w:link w:val="BodyText2Char"/>
    <w:uiPriority w:val="99"/>
    <w:rsid w:val="00B30756"/>
    <w:pPr>
      <w:widowControl/>
      <w:autoSpaceDE/>
      <w:autoSpaceDN/>
      <w:spacing w:after="120" w:line="480" w:lineRule="auto"/>
    </w:pPr>
    <w:rPr>
      <w:sz w:val="24"/>
      <w:szCs w:val="24"/>
      <w:lang w:val="ru-RU"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30756"/>
    <w:rPr>
      <w:rFonts w:ascii="Times New Roman" w:hAnsi="Times New Roman" w:cs="Times New Roman"/>
      <w:sz w:val="24"/>
      <w:szCs w:val="24"/>
      <w:lang w:val="ru-RU" w:eastAsia="ru-RU"/>
    </w:rPr>
  </w:style>
  <w:style w:type="character" w:styleId="Strong">
    <w:name w:val="Strong"/>
    <w:basedOn w:val="DefaultParagraphFont"/>
    <w:uiPriority w:val="99"/>
    <w:qFormat/>
    <w:locked/>
    <w:rsid w:val="00B30756"/>
    <w:rPr>
      <w:rFonts w:cs="Times New Roman"/>
      <w:b/>
      <w:bCs/>
    </w:rPr>
  </w:style>
  <w:style w:type="paragraph" w:customStyle="1" w:styleId="a">
    <w:name w:val="Содержимое таблицы"/>
    <w:basedOn w:val="Normal"/>
    <w:uiPriority w:val="99"/>
    <w:rsid w:val="00B30756"/>
    <w:pPr>
      <w:widowControl/>
      <w:suppressLineNumbers/>
      <w:suppressAutoHyphens/>
      <w:autoSpaceDE/>
      <w:autoSpaceDN/>
    </w:pPr>
    <w:rPr>
      <w:sz w:val="24"/>
      <w:szCs w:val="24"/>
      <w:lang w:val="ru-RU" w:eastAsia="ar-SA"/>
    </w:rPr>
  </w:style>
  <w:style w:type="paragraph" w:styleId="Header">
    <w:name w:val="header"/>
    <w:basedOn w:val="Normal"/>
    <w:link w:val="HeaderChar"/>
    <w:uiPriority w:val="99"/>
    <w:semiHidden/>
    <w:rsid w:val="00A54AC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54AC3"/>
    <w:rPr>
      <w:rFonts w:ascii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A54AC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54AC3"/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4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2276</Words>
  <Characters>1298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5</cp:revision>
  <dcterms:created xsi:type="dcterms:W3CDTF">2021-06-20T16:06:00Z</dcterms:created>
  <dcterms:modified xsi:type="dcterms:W3CDTF">2021-06-20T16:20:00Z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