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B5" w:rsidRDefault="001407B5" w:rsidP="005E6E4E">
      <w:pPr>
        <w:jc w:val="center"/>
        <w:rPr>
          <w:rFonts w:ascii="Times New Roman" w:hAnsi="Times New Roman"/>
          <w:sz w:val="28"/>
          <w:szCs w:val="28"/>
        </w:rPr>
      </w:pPr>
      <w:r w:rsidRPr="008004F3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4" o:title=""/>
          </v:shape>
        </w:pict>
      </w:r>
    </w:p>
    <w:p w:rsidR="001407B5" w:rsidRDefault="001407B5" w:rsidP="005E6E4E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1407B5" w:rsidRPr="008004F3" w:rsidTr="005E6E4E">
        <w:tc>
          <w:tcPr>
            <w:tcW w:w="9854" w:type="dxa"/>
          </w:tcPr>
          <w:p w:rsidR="001407B5" w:rsidRPr="008004F3" w:rsidRDefault="001407B5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8004F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1407B5" w:rsidRPr="008004F3" w:rsidTr="005E6E4E">
        <w:tc>
          <w:tcPr>
            <w:tcW w:w="9854" w:type="dxa"/>
          </w:tcPr>
          <w:p w:rsidR="001407B5" w:rsidRPr="008004F3" w:rsidRDefault="001407B5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004F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:rsidR="001407B5" w:rsidRDefault="001407B5" w:rsidP="005E6E4E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>Р І Ш Е Н Н Я</w:t>
      </w:r>
    </w:p>
    <w:p w:rsidR="001407B5" w:rsidRDefault="001407B5" w:rsidP="005E6E4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«21» грудня  2021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 xml:space="preserve"> 489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07B5" w:rsidRDefault="001407B5" w:rsidP="005E6E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 Голованівськ</w:t>
      </w:r>
    </w:p>
    <w:p w:rsidR="001407B5" w:rsidRDefault="001407B5" w:rsidP="00DA7C8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1407B5" w:rsidRDefault="001407B5" w:rsidP="00DA7C8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1407B5" w:rsidRDefault="001407B5" w:rsidP="00DA7C82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b/>
          <w:sz w:val="28"/>
          <w:szCs w:val="28"/>
        </w:rPr>
        <w:t>ілянки</w:t>
      </w:r>
    </w:p>
    <w:p w:rsidR="001407B5" w:rsidRDefault="001407B5" w:rsidP="00DA7C82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Копієвському Василю Миколайовичу</w:t>
      </w:r>
    </w:p>
    <w:p w:rsidR="001407B5" w:rsidRDefault="001407B5" w:rsidP="00DA7C82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1407B5" w:rsidRDefault="001407B5" w:rsidP="00DA7C82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1407B5" w:rsidRPr="00F47420" w:rsidRDefault="001407B5" w:rsidP="00DA7C8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742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407B5" w:rsidRDefault="001407B5" w:rsidP="00DA7C82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F47420">
        <w:rPr>
          <w:rFonts w:ascii="Times New Roman" w:hAnsi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</w:t>
      </w:r>
      <w:r w:rsidRPr="00F47420">
        <w:rPr>
          <w:rFonts w:ascii="Times New Roman" w:hAnsi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420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420">
        <w:rPr>
          <w:rFonts w:ascii="Times New Roman" w:hAnsi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420">
        <w:rPr>
          <w:rFonts w:ascii="Times New Roman" w:hAnsi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420">
        <w:rPr>
          <w:rFonts w:ascii="Times New Roman" w:hAnsi="Times New Roman"/>
          <w:sz w:val="28"/>
          <w:szCs w:val="28"/>
          <w:lang w:val="uk-UA"/>
        </w:rPr>
        <w:t>ділянки 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420">
        <w:rPr>
          <w:rFonts w:ascii="Times New Roman" w:hAnsi="Times New Roman"/>
          <w:sz w:val="28"/>
          <w:szCs w:val="28"/>
          <w:lang w:val="uk-UA"/>
        </w:rPr>
        <w:t xml:space="preserve">площею – </w:t>
      </w:r>
      <w:r>
        <w:rPr>
          <w:rFonts w:ascii="Times New Roman" w:hAnsi="Times New Roman"/>
          <w:sz w:val="28"/>
          <w:szCs w:val="28"/>
          <w:lang w:val="uk-UA"/>
        </w:rPr>
        <w:t>0,1175</w:t>
      </w:r>
      <w:r w:rsidRPr="00F47420">
        <w:rPr>
          <w:rFonts w:ascii="Times New Roman" w:hAnsi="Times New Roman"/>
          <w:sz w:val="28"/>
          <w:szCs w:val="28"/>
          <w:lang w:val="uk-UA"/>
        </w:rPr>
        <w:t>га гр.</w:t>
      </w:r>
      <w:r>
        <w:rPr>
          <w:rFonts w:ascii="Times New Roman" w:hAnsi="Times New Roman"/>
          <w:sz w:val="28"/>
          <w:szCs w:val="28"/>
          <w:lang w:val="uk-UA"/>
        </w:rPr>
        <w:t xml:space="preserve"> Копієвському Василю Миколайовичу</w:t>
      </w:r>
      <w:r>
        <w:rPr>
          <w:rFonts w:ascii="Times New Roman" w:hAnsi="Times New Roman"/>
          <w:sz w:val="28"/>
          <w:szCs w:val="28"/>
        </w:rPr>
        <w:t xml:space="preserve"> у власність для 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особистого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господарства (код КВЦПЗ 01.05) за адресою: Кіровоградська область, Голованівський  район, Голованівська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селищна рада,в межах с.</w:t>
      </w:r>
      <w:r>
        <w:rPr>
          <w:rFonts w:ascii="Times New Roman" w:hAnsi="Times New Roman"/>
          <w:sz w:val="28"/>
          <w:szCs w:val="28"/>
          <w:lang w:val="uk-UA"/>
        </w:rPr>
        <w:t xml:space="preserve"> Грузьке, вул. Молодіжна.</w:t>
      </w:r>
    </w:p>
    <w:p w:rsidR="001407B5" w:rsidRDefault="001407B5" w:rsidP="00DA7C8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– </w:t>
      </w:r>
      <w:smartTag w:uri="urn:schemas-microsoft-com:office:smarttags" w:element="metricconverter">
        <w:smartTagPr>
          <w:attr w:name="ProductID" w:val="0,1175 га"/>
        </w:smartTagPr>
        <w:r>
          <w:rPr>
            <w:rFonts w:ascii="Times New Roman" w:hAnsi="Times New Roman"/>
            <w:sz w:val="28"/>
            <w:szCs w:val="28"/>
          </w:rPr>
          <w:t>0,1175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рілля (згідно КВЗУ 001.01.)  - </w:t>
      </w:r>
      <w:smartTag w:uri="urn:schemas-microsoft-com:office:smarttags" w:element="metricconverter">
        <w:smartTagPr>
          <w:attr w:name="ProductID" w:val="0,1175 га"/>
        </w:smartTagPr>
        <w:r>
          <w:rPr>
            <w:rFonts w:ascii="Times New Roman" w:hAnsi="Times New Roman"/>
            <w:sz w:val="28"/>
            <w:szCs w:val="28"/>
            <w:lang w:val="uk-UA"/>
          </w:rPr>
          <w:t>0,1175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гр. Копієвському Василю Миколайовичу   для індивідуального садівництва (код КВЦПЗ 01.05),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Грузьке, вул. Молодіжна (кадастровий номер земельної ділянки 3521480800:51:000:0155).</w:t>
      </w:r>
    </w:p>
    <w:p w:rsidR="001407B5" w:rsidRDefault="001407B5" w:rsidP="00DA7C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Копієвському Василю Миколайовичу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1407B5" w:rsidRDefault="001407B5" w:rsidP="00DA7C82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1407B5" w:rsidRDefault="001407B5" w:rsidP="000A1551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Селищний голова                                                            Сергій ЦОБЕНКО</w:t>
      </w:r>
    </w:p>
    <w:sectPr w:rsidR="001407B5" w:rsidSect="00BF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A6B"/>
    <w:rsid w:val="000A1551"/>
    <w:rsid w:val="000F3A6B"/>
    <w:rsid w:val="001407B5"/>
    <w:rsid w:val="002275B1"/>
    <w:rsid w:val="005E6E4E"/>
    <w:rsid w:val="006A0379"/>
    <w:rsid w:val="008004F3"/>
    <w:rsid w:val="00BF4274"/>
    <w:rsid w:val="00DA7C82"/>
    <w:rsid w:val="00DC1CCC"/>
    <w:rsid w:val="00F4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79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1094</Words>
  <Characters>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10</cp:revision>
  <dcterms:created xsi:type="dcterms:W3CDTF">2021-12-16T08:50:00Z</dcterms:created>
  <dcterms:modified xsi:type="dcterms:W3CDTF">2021-12-27T16:43:00Z</dcterms:modified>
</cp:coreProperties>
</file>