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5B" w:rsidRDefault="005A4C5B" w:rsidP="00C2564B">
      <w:pPr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Hlk89864561"/>
      <w:r w:rsidRPr="00C2564B"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 XIV сесії VIII cкликання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порядку денного за основу (74 питання).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C351B4">
        <w:trPr>
          <w:trHeight w:val="227"/>
        </w:trPr>
        <w:tc>
          <w:tcPr>
            <w:tcW w:w="534" w:type="dxa"/>
          </w:tcPr>
          <w:p w:rsidR="005A4C5B" w:rsidRPr="006C5A61" w:rsidRDefault="005A4C5B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70013C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70013C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70013C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70013C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70013C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70013C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3D130F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6940E8">
      <w:pPr>
        <w:ind w:left="22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включення до порядку денного питання:</w:t>
      </w:r>
    </w:p>
    <w:p w:rsidR="005A4C5B" w:rsidRDefault="005A4C5B" w:rsidP="006940E8">
      <w:pPr>
        <w:pStyle w:val="ListParagraph"/>
        <w:spacing w:line="256" w:lineRule="auto"/>
        <w:ind w:left="0" w:right="-1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скасування рішення 13 сесії </w:t>
      </w:r>
      <w:r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ІІІ  скликання  Голованівської селищної ради від 30.11.2021 року № 420, та про  відмову у затвердженні проєкту землеустрою та наданні у власність земельної ділянки гр. Кравченко Юлії Вікторівні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Результатиголосування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67928">
      <w:pPr>
        <w:rPr>
          <w:rFonts w:ascii="Times New Roman" w:hAnsi="Times New Roman"/>
          <w:sz w:val="20"/>
          <w:szCs w:val="20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0"/>
          <w:szCs w:val="20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0"/>
          <w:szCs w:val="20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0"/>
          <w:szCs w:val="20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0"/>
          <w:szCs w:val="20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0"/>
          <w:szCs w:val="20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  <w:r w:rsidRPr="0033147A">
        <w:rPr>
          <w:rFonts w:ascii="Times New Roman" w:hAnsi="Times New Roman"/>
          <w:sz w:val="28"/>
          <w:szCs w:val="28"/>
          <w:lang w:val="uk-UA"/>
        </w:rPr>
        <w:t>Про виключення з порядку денного питань :</w:t>
      </w:r>
    </w:p>
    <w:p w:rsidR="005A4C5B" w:rsidRPr="003D130F" w:rsidRDefault="005A4C5B" w:rsidP="003D130F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/>
          <w:sz w:val="20"/>
          <w:szCs w:val="20"/>
          <w:lang w:eastAsia="ru-RU"/>
        </w:rPr>
      </w:pPr>
      <w:bookmarkStart w:id="1" w:name="_Hlk90646004"/>
      <w:r w:rsidRPr="003D130F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 xml:space="preserve">Про затвердження організаційної структури Комунального некомерційного підприємства «Голованівська центральна районна лікарня» Голованівської селищної ради у новій редакції. </w:t>
      </w:r>
      <w:r w:rsidRPr="003D130F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uk-UA" w:eastAsia="ru-RU"/>
        </w:rPr>
        <w:t>(Через зміни у вимогах НСЗУ до умов контрактування).</w:t>
      </w:r>
    </w:p>
    <w:p w:rsidR="005A4C5B" w:rsidRPr="003D130F" w:rsidRDefault="005A4C5B" w:rsidP="003D130F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/>
          <w:sz w:val="20"/>
          <w:szCs w:val="20"/>
          <w:lang w:eastAsia="ru-RU"/>
        </w:rPr>
      </w:pPr>
      <w:r w:rsidRPr="003D130F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>Про надання дозволу на розроблення проєкту землеустрою щодо відведення у власність земельної ділянки гр. Поплавській Тетяні Олександрівні.</w:t>
      </w:r>
      <w:r w:rsidRPr="003D130F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(Через те, що на дануділянку подана ще одна заява – учасникабойовихдій).</w:t>
      </w:r>
    </w:p>
    <w:p w:rsidR="005A4C5B" w:rsidRPr="003D130F" w:rsidRDefault="005A4C5B" w:rsidP="003D130F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/>
          <w:iCs/>
          <w:sz w:val="20"/>
          <w:szCs w:val="20"/>
          <w:lang w:eastAsia="ru-RU"/>
        </w:rPr>
      </w:pPr>
      <w:r w:rsidRPr="003D130F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 xml:space="preserve">Про надання дозволу на розроблення проєкту землеустрою щодо відведення у власність земельної ділянки гр. Кардаш Вадиму Вадимовичу. </w:t>
      </w:r>
      <w:r w:rsidRPr="003D130F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eastAsia="ru-RU"/>
        </w:rPr>
        <w:t>(Через те, що на дануділянку подана ще одна заява – учасникабойовихдій).</w:t>
      </w:r>
    </w:p>
    <w:p w:rsidR="005A4C5B" w:rsidRPr="003D130F" w:rsidRDefault="005A4C5B" w:rsidP="003D130F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/>
          <w:iCs/>
          <w:sz w:val="20"/>
          <w:szCs w:val="20"/>
          <w:lang w:eastAsia="ru-RU"/>
        </w:rPr>
      </w:pPr>
      <w:r w:rsidRPr="003D130F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 xml:space="preserve">Про надання дозволу на розроблення проєкту землеустрою щодо відведення у власність земельної ділянки гр. Франчуку Богдану Миколайовичу. </w:t>
      </w:r>
      <w:r w:rsidRPr="003D130F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eastAsia="ru-RU"/>
        </w:rPr>
        <w:t>(Членами земельноїкомісії внесена рекомендаціянадатиземельнуділянку в оренду).</w:t>
      </w:r>
    </w:p>
    <w:p w:rsidR="005A4C5B" w:rsidRPr="003D130F" w:rsidRDefault="005A4C5B" w:rsidP="003D130F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/>
          <w:sz w:val="20"/>
          <w:szCs w:val="20"/>
          <w:lang w:eastAsia="ru-RU"/>
        </w:rPr>
      </w:pPr>
      <w:r w:rsidRPr="003D130F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>Про надання дозволу на розроблення проєкту землеустрою щодо відведення у власність земельної ділянки гр. Свид Назару Петровичу.</w:t>
      </w:r>
      <w:r w:rsidRPr="003D130F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(Є заяваСвида Н.П. про відмову, крім того дана земльнадіялнканалежить до деградованих).</w:t>
      </w:r>
    </w:p>
    <w:p w:rsidR="005A4C5B" w:rsidRPr="003D130F" w:rsidRDefault="005A4C5B" w:rsidP="003D130F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/>
          <w:iCs/>
          <w:sz w:val="20"/>
          <w:szCs w:val="20"/>
          <w:lang w:eastAsia="ru-RU"/>
        </w:rPr>
      </w:pPr>
      <w:r w:rsidRPr="003D130F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>Про надання у власність земельної ділянки гр. Кирилюку Петру Семеновичу.</w:t>
      </w:r>
      <w:r w:rsidRPr="003D130F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(Членами земельноїкомісії внесена рекомендаціянадатиземельнуділянку в оренду).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5793"/>
        <w:gridCol w:w="2615"/>
      </w:tblGrid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3D130F">
            <w:pPr>
              <w:pStyle w:val="ListParagraph"/>
              <w:spacing w:after="0" w:line="240" w:lineRule="auto"/>
              <w:ind w:left="0"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793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648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93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Pr="00AF40B7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порядку денного в цілому (69 питань).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EF455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Pr="00AF40B7" w:rsidRDefault="005A4C5B" w:rsidP="00767928">
      <w:pPr>
        <w:rPr>
          <w:rFonts w:ascii="Times New Roman" w:hAnsi="Times New Roman"/>
          <w:sz w:val="28"/>
          <w:szCs w:val="28"/>
          <w:lang w:val="uk-UA"/>
        </w:rPr>
      </w:pPr>
    </w:p>
    <w:p w:rsidR="005A4C5B" w:rsidRPr="0070013C" w:rsidRDefault="005A4C5B" w:rsidP="001B3E08">
      <w:pPr>
        <w:pStyle w:val="ListParagraph"/>
        <w:numPr>
          <w:ilvl w:val="0"/>
          <w:numId w:val="2"/>
        </w:num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3E0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бюджет Голованівської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1B3E0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селищної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1B3E0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територіальної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1B3E0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громади на 2022 рік</w:t>
      </w:r>
      <w:r w:rsidRPr="001B3E08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51"/>
        <w:gridCol w:w="5805"/>
        <w:gridCol w:w="2615"/>
      </w:tblGrid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0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3D130F">
        <w:trPr>
          <w:trHeight w:val="227"/>
        </w:trPr>
        <w:tc>
          <w:tcPr>
            <w:tcW w:w="1151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80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0013C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1B3E08" w:rsidRDefault="005A4C5B" w:rsidP="0070013C">
      <w:pPr>
        <w:pStyle w:val="ListParagraph"/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BE50A1" w:rsidRDefault="005A4C5B" w:rsidP="00BE50A1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2.</w:t>
      </w:r>
      <w:r w:rsidRPr="00BE50A1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внесення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BE50A1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змін до рішення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BE50A1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сесії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BE50A1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 22.12.2020 року № 47 «Про селищний бюджет Голованівської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BE50A1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селищної ради на 2021 рік</w:t>
      </w:r>
      <w:r w:rsidRPr="00BE50A1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» (</w:t>
      </w:r>
      <w:r w:rsidRPr="00BE50A1">
        <w:rPr>
          <w:rFonts w:ascii="Times New Roman" w:hAnsi="Times New Roman"/>
          <w:sz w:val="28"/>
          <w:szCs w:val="28"/>
          <w:lang w:val="uk-UA"/>
        </w:rPr>
        <w:t>з урахуванням запропонованих змін).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EF4559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pStyle w:val="ListParagraph"/>
        <w:numPr>
          <w:ilvl w:val="0"/>
          <w:numId w:val="5"/>
        </w:num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47C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оприбуткування та безоплатну передачу майна, нематеріальних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9E47C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активів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Pr="009E47C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обладнання та матеріалів</w:t>
      </w:r>
      <w:r w:rsidRPr="009E47CF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цільової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соціальної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Програми «Дитяче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харчування» Голованівської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селищної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ради на 2021-2025 роки» в новій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редакції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3D130F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AF40B7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Програми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розвитку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архівної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справи та фінансової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підтримки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Об’єднаного Трудового архіву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селищних, сільських рад Голованівського району на 2022 рік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Програми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фінансової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підтримки Голованівського ККП на 2022-2024 роки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Програми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будівництва, ремонту та утримання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вулично-дорожньої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мережі та підвищення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безпеки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дорожнього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руху на території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селищної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ради на 2022-2024 рок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Програми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охорони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навколишнього природн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ого середовища на території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селищної ради на 2022-2024 роки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(з урахуванням пропозицій, запропонованих депутатами)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Програми благоустрою населених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пунктів та забезпечення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водопровідно-каналізаційного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господарства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селищної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ради на 2022-2025 роки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40B7">
        <w:rPr>
          <w:rFonts w:ascii="Times New Roman" w:hAnsi="Times New Roman"/>
          <w:sz w:val="28"/>
          <w:szCs w:val="28"/>
          <w:lang w:val="uk-UA" w:eastAsia="ru-RU"/>
        </w:rPr>
        <w:t>Пр</w:t>
      </w:r>
      <w:hyperlink r:id="rId5" w:tgtFrame="_blank" w:history="1">
        <w:r w:rsidRPr="00FB2917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>о затвердження</w:t>
        </w:r>
        <w:r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 xml:space="preserve"> </w:t>
        </w:r>
        <w:r w:rsidRPr="00FB2917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>проєкту</w:t>
        </w:r>
        <w:r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 xml:space="preserve"> </w:t>
        </w:r>
        <w:r w:rsidRPr="00FB2917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>землеустрою та надання у власність</w:t>
        </w:r>
        <w:r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 xml:space="preserve"> </w:t>
        </w:r>
        <w:r w:rsidRPr="00FB2917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>земельної</w:t>
        </w:r>
        <w:r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 xml:space="preserve"> </w:t>
        </w:r>
        <w:r w:rsidRPr="00FB2917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>ділянки гр. Юхименко Валентині</w:t>
        </w:r>
        <w:r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 xml:space="preserve"> </w:t>
        </w:r>
        <w:r w:rsidRPr="00FB2917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>Іванівні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0013C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Томинець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Олені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Йосипівні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0013C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Осіпову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Миколі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Олексійовичу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Pr="00FB2917" w:rsidRDefault="005A4C5B" w:rsidP="0070013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C351B4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Крекотнюк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Людмилі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Миколаївні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C351B4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Костенко Тетяні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Михайлівні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Pr="00FB291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Копієвському Василю Миколайовичу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Pr="00FB291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Шевчуку Івану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Йосиповичу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Pr="00FB291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Желєзнякову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Анатолію Миколайовичу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437D09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Дяченко Наталії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Дмитрівні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П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Осадчуку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Ігорю Петровичу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437D09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437D09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проекту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ділянки гр. Вареник Ганні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Іванівні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Pr="00437D09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437D09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Безталанній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Наталії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Якимівні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437D09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FB291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Чалюку Артему Михайловичу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437D09" w:rsidRDefault="005A4C5B" w:rsidP="00437D09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437D09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Бартко Михайлу Юрійовичу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Говорун Марії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Марківні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BE50A1">
        <w:trPr>
          <w:trHeight w:val="227"/>
        </w:trPr>
        <w:tc>
          <w:tcPr>
            <w:tcW w:w="534" w:type="dxa"/>
          </w:tcPr>
          <w:p w:rsidR="005A4C5B" w:rsidRPr="006C5A61" w:rsidRDefault="005A4C5B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BE50A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Піщанському Василю Петровичу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3D130F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FB291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Кишларь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Людмилі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Олександрівні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3D130F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Патлачуку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Валерію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Володимировичу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</w:p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Непотенку Борису Пилиповичу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</w:p>
    <w:p w:rsidR="005A4C5B" w:rsidRPr="00437D09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FB291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3D130F" w:rsidRDefault="005A4C5B" w:rsidP="003D130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Поплавському Роману Броніславовичу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437D09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FB2917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9E47C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Волковій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Світлані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Станіславівні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437D09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437D09" w:rsidRDefault="005A4C5B" w:rsidP="009E47CF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437D09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проекту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відведення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ділянки гр. Дудник Світлані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37D09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Миколаївні</w:t>
      </w:r>
    </w:p>
    <w:p w:rsidR="005A4C5B" w:rsidRPr="00437D09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3D130F" w:rsidRDefault="005A4C5B" w:rsidP="003D130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Квачовій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Любові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Герасимівні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A4C5B" w:rsidRPr="000D5195" w:rsidRDefault="005A4C5B" w:rsidP="006D6D99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3D130F" w:rsidRDefault="005A4C5B" w:rsidP="003D130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Вонсовичу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Ігорю Миколайовичу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3D130F" w:rsidRDefault="005A4C5B" w:rsidP="003D130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Захаренку Вадиму Володимировичу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43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3D130F" w:rsidRDefault="005A4C5B" w:rsidP="003D130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Петрову Ігорю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Сергійовичу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Брижатюк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Олена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Анатолій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Кучмій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Сергій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Напханюк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Світлана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Новіков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Піщик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Тетяна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Романщак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Наталія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Рибак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Сторожук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Віталій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Чушкін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Олексій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Чушкіна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Надія</w:t>
            </w:r>
            <w:r w:rsidRPr="003D13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130F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3D130F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0F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3D130F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3D130F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</w:t>
      </w:r>
      <w:r w:rsidRPr="003D130F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3D130F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проекту </w:t>
      </w:r>
      <w:r w:rsidRPr="003D130F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3D130F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3D130F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відведення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3D130F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3D130F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ділянки гр. Гончарук Людмилі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3D130F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Миколаївні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Pr="003D130F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3D130F" w:rsidRDefault="005A4C5B" w:rsidP="001266C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Опалюку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Володимиру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Анатолійовичу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оренду гр. Корнєйко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Інні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Миколаївні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оренду гр. СкрипарТетяні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Миколаївні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оренду гр. Скрипару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Івану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Матвійовичу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оренду гр. Корнєйко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Євгенію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Вікторовичу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оренду гр. Пташнік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Наталії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Олексіївні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оренду гр. Пташніку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Геннадію Миколайовичу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505016">
        <w:trPr>
          <w:trHeight w:val="227"/>
        </w:trPr>
        <w:tc>
          <w:tcPr>
            <w:tcW w:w="534" w:type="dxa"/>
          </w:tcPr>
          <w:p w:rsidR="005A4C5B" w:rsidRPr="006C5A61" w:rsidRDefault="005A4C5B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50501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оренду гр. Рябову ВолодимируІвановичу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оренду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терміном на 10 років гр. Левуцькому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Сергію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Леонідовичу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3D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 Про припинення права постійного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користування земельною ділянкою та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її у власність гр. Загородній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Ларисі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Валеріївні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припинення права постійного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користування земельною ділянкою та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її у власність гр. Опаневич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Наталії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Володимирівні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припинення права постійного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користування земельною ділянкою та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її у власність гр. Загородній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Валентині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Володимирівні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припинення права постійного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користування земельною ділянкою та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її у власність гр. Шамра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ю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ОлександруВасильовичу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F9758C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їділянки в оренду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терміном на 49 років ТОВ АФ «Надія»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(З урахуванням рекомендацій постійної комісії щодо в</w:t>
      </w:r>
      <w:r w:rsidRPr="007D5021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станов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лення</w:t>
      </w:r>
      <w:r w:rsidRPr="007D5021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в п.3  ставк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Pr="007D5021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орендної плати в розмірі 12 %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)</w:t>
      </w:r>
      <w:r w:rsidRPr="007D5021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Pr="00AF40B7" w:rsidRDefault="005A4C5B" w:rsidP="00F9758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5A4C5B" w:rsidRPr="007D5021" w:rsidRDefault="005A4C5B" w:rsidP="00F9758C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оренду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терміном на 10 років гр. Шляховому Вячеславу Вікторовичу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 (З урахуванням рекомендацій постійної комісії щодо в</w:t>
      </w:r>
      <w:r w:rsidRPr="007D5021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станов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лення </w:t>
      </w:r>
      <w:r w:rsidRPr="007D5021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 п.3  ставк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Pr="007D5021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орендної плати в розмірі 8 %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)</w:t>
      </w:r>
      <w:r w:rsidRPr="007D5021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Pr="00F9758C" w:rsidRDefault="005A4C5B" w:rsidP="00F9758C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Pr="002E66E3" w:rsidRDefault="005A4C5B" w:rsidP="00F9758C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внесення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змін до рішення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сесії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селищної ради від 17.08.2021 року № 271 «Про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виготовлення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технічної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документації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із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поділу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комунальної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власності»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внесення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змін до рішення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сесії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селищної ради від 16.09.2021 року № 298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«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та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її в постійне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користування «ДП Голованівське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лісове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господарство»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внесення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змін до рішення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сесії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селищної ради від 22.10.2021 року № 337 «Про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технічної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документації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поділу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та надання у власність»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 в оренду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терміном на 5 років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зміною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цільового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призначення гр. Гошуляк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Галині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Олександрівні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 (З урахув</w:t>
      </w:r>
      <w:bookmarkStart w:id="2" w:name="_GoBack"/>
      <w:bookmarkEnd w:id="2"/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анням запропонованих змін щодо терміну оренди (з 5 на 7 років)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615"/>
      </w:tblGrid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6646C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61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Арутюнян Дарині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Тарасівні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гр.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Леленку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Олександру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Анатолійович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гр. Ісакову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Олександру Григоровичу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включення до переліку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ділянку для продажу права оренди на земельних торгах (аукціоні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)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проведення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земельнихторгів та затвердження умов продажу права оренди на земельну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,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яка підлягає продажу на земельних торгах у форміаукціону на території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селищної ради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постійне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користування ДП «Голованівське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лісове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господарство»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D6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7D5021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технічної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документації та надання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F40B7" w:rsidRDefault="005A4C5B" w:rsidP="007D5021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A633D4" w:rsidRDefault="005A4C5B" w:rsidP="00333C6D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в оренду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терміном на 49 років гр. Душок Сергію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Анатолійовичу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(З урахуванням пропозицій щодо в</w:t>
      </w:r>
      <w:r w:rsidRPr="00A633D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станов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лення</w:t>
      </w:r>
      <w:r w:rsidRPr="00A633D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в п.3  ставк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Pr="00A633D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орендної плати в розмірі 8 %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)</w:t>
      </w:r>
      <w:r w:rsidRPr="00A633D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БрижатюкОленаВасилівна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ГрушецькийАнатолійГеоргійович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КучмійЮрій Борисович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ЛісовськийСергійОлександрович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ОленаВіталіївна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НапханюкСвітланаОлексіївна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НовіковСергійАлійович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ПіщикТетянаВолодимирівна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РоманщакНаталіяВасилівна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РибакІгор Федорович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СторожукВіталійОлексійович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ЧушкінОлексійІванович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ЧушкінаНадіяВасилівна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A633D4">
        <w:trPr>
          <w:trHeight w:val="227"/>
        </w:trPr>
        <w:tc>
          <w:tcPr>
            <w:tcW w:w="534" w:type="dxa"/>
          </w:tcPr>
          <w:p w:rsidR="005A4C5B" w:rsidRPr="006C5A61" w:rsidRDefault="005A4C5B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A633D4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333C6D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333C6D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333C6D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333C6D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333C6D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333C6D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333C6D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Default="005A4C5B" w:rsidP="00333C6D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Pr="00F9758C" w:rsidRDefault="005A4C5B" w:rsidP="00333C6D">
      <w:pPr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5A4C5B" w:rsidRPr="00333C6D" w:rsidRDefault="005A4C5B" w:rsidP="00333C6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A4C5B" w:rsidRPr="003661FD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затвердження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зміни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цільового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призначення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3661FD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внесення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змін до договорів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оренди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3661FD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зміною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цільового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призначення гр. Бевзу Василю Сергійовичу</w:t>
      </w:r>
      <w:r w:rsidRPr="00AF40B7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FB2917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3661FD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91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проєкту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відведення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ділянки у власність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зміною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цільового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призначення гр. Зайцю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Олександру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Васильовичу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8E398D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3661FD" w:rsidRDefault="005A4C5B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98D">
        <w:rPr>
          <w:rFonts w:ascii="Times New Roman" w:hAnsi="Times New Roman"/>
          <w:sz w:val="28"/>
          <w:szCs w:val="28"/>
          <w:bdr w:val="none" w:sz="0" w:space="0" w:color="auto" w:frame="1"/>
        </w:rPr>
        <w:t>Про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</w:rPr>
        <w:t>дозволу на розроблення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</w:rPr>
        <w:t>технічної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</w:rPr>
        <w:t>документації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</w:rPr>
        <w:t>із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</w:rPr>
        <w:t>землеустрою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</w:rPr>
        <w:t>щодо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</w:rPr>
        <w:t>інвентаризації та встановлення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</w:rPr>
        <w:t>відновлення меж земельної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</w:rPr>
        <w:t>ділянки в натурі (на місцевості)</w:t>
      </w:r>
      <w:r w:rsidRPr="008E398D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3661FD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Default="005A4C5B" w:rsidP="009E47CF">
      <w:pPr>
        <w:pStyle w:val="ListParagraph"/>
        <w:numPr>
          <w:ilvl w:val="0"/>
          <w:numId w:val="5"/>
        </w:numPr>
        <w:spacing w:line="256" w:lineRule="auto"/>
        <w:ind w:left="0" w:right="-1" w:firstLine="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скасування рішення 13 сесії </w:t>
      </w:r>
      <w:r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ІІІ  скликання  Голованівської селищної ради від 30.11.2021 року № 420, та про  відмову у затвердженні проєкту землеустрою та наданні у власність земельної ділянки гр. Кравченко Юлії Вікторівні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Цобенко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Брижатюк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Кучмій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Кругла ТетянаДмитрівна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Напханюк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СергійАлійович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Піщик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Романщак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Туз СергійВіталійович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Чушкіна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A61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A4C5B" w:rsidRPr="006C5A61" w:rsidTr="00D919DC">
        <w:trPr>
          <w:trHeight w:val="227"/>
        </w:trPr>
        <w:tc>
          <w:tcPr>
            <w:tcW w:w="534" w:type="dxa"/>
          </w:tcPr>
          <w:p w:rsidR="005A4C5B" w:rsidRPr="006C5A61" w:rsidRDefault="005A4C5B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A4C5B" w:rsidRPr="006C5A61" w:rsidRDefault="005A4C5B" w:rsidP="00B30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A61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A4C5B" w:rsidRPr="006C5A61" w:rsidRDefault="005A4C5B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A61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A4C5B" w:rsidRPr="00AD0AED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5A4C5B" w:rsidRPr="00EF4559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5A4C5B" w:rsidRPr="003C1AE5" w:rsidRDefault="005A4C5B" w:rsidP="0033147A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5A4C5B" w:rsidRPr="00AF40B7" w:rsidRDefault="005A4C5B" w:rsidP="00941820">
      <w:pPr>
        <w:spacing w:after="0" w:line="240" w:lineRule="auto"/>
        <w:ind w:left="225" w:right="22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C5B" w:rsidRPr="00B56090" w:rsidRDefault="005A4C5B" w:rsidP="00B56090">
      <w:pPr>
        <w:pStyle w:val="ListParagraph"/>
        <w:rPr>
          <w:rFonts w:ascii="Times New Roman" w:hAnsi="Times New Roman"/>
          <w:sz w:val="28"/>
          <w:szCs w:val="28"/>
          <w:lang w:val="uk-UA"/>
        </w:rPr>
      </w:pPr>
    </w:p>
    <w:sectPr w:rsidR="005A4C5B" w:rsidRPr="00B56090" w:rsidSect="00715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0610"/>
    <w:multiLevelType w:val="hybridMultilevel"/>
    <w:tmpl w:val="F95E1806"/>
    <w:lvl w:ilvl="0" w:tplc="609A5F5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4E1705"/>
    <w:multiLevelType w:val="multilevel"/>
    <w:tmpl w:val="AAD2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8B5024"/>
    <w:multiLevelType w:val="hybridMultilevel"/>
    <w:tmpl w:val="4956C67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D152A6"/>
    <w:multiLevelType w:val="hybridMultilevel"/>
    <w:tmpl w:val="F95E1806"/>
    <w:lvl w:ilvl="0" w:tplc="609A5F5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F8B"/>
    <w:rsid w:val="000D5195"/>
    <w:rsid w:val="00106F8B"/>
    <w:rsid w:val="001113C5"/>
    <w:rsid w:val="001266CC"/>
    <w:rsid w:val="001B3E08"/>
    <w:rsid w:val="00203A2D"/>
    <w:rsid w:val="0025525D"/>
    <w:rsid w:val="002E66E3"/>
    <w:rsid w:val="003152B7"/>
    <w:rsid w:val="00324225"/>
    <w:rsid w:val="0033147A"/>
    <w:rsid w:val="00333C6D"/>
    <w:rsid w:val="003661FD"/>
    <w:rsid w:val="003C0096"/>
    <w:rsid w:val="003C1AE5"/>
    <w:rsid w:val="003D130F"/>
    <w:rsid w:val="00437D09"/>
    <w:rsid w:val="00476D38"/>
    <w:rsid w:val="00497DCC"/>
    <w:rsid w:val="004D190D"/>
    <w:rsid w:val="00505016"/>
    <w:rsid w:val="005401ED"/>
    <w:rsid w:val="005A4C5B"/>
    <w:rsid w:val="006137A0"/>
    <w:rsid w:val="006940E8"/>
    <w:rsid w:val="006C5A61"/>
    <w:rsid w:val="006D6D99"/>
    <w:rsid w:val="0070013C"/>
    <w:rsid w:val="00715729"/>
    <w:rsid w:val="00767928"/>
    <w:rsid w:val="007B3FCF"/>
    <w:rsid w:val="007D5021"/>
    <w:rsid w:val="00823BF3"/>
    <w:rsid w:val="008C2278"/>
    <w:rsid w:val="008E398D"/>
    <w:rsid w:val="00941820"/>
    <w:rsid w:val="009E47CF"/>
    <w:rsid w:val="00A633D4"/>
    <w:rsid w:val="00AC1656"/>
    <w:rsid w:val="00AD0AED"/>
    <w:rsid w:val="00AF40B7"/>
    <w:rsid w:val="00B30E6D"/>
    <w:rsid w:val="00B56090"/>
    <w:rsid w:val="00BE50A1"/>
    <w:rsid w:val="00C2564B"/>
    <w:rsid w:val="00C351B4"/>
    <w:rsid w:val="00C42131"/>
    <w:rsid w:val="00D301A1"/>
    <w:rsid w:val="00D6646C"/>
    <w:rsid w:val="00D919DC"/>
    <w:rsid w:val="00E7461D"/>
    <w:rsid w:val="00ED7F07"/>
    <w:rsid w:val="00EE1B63"/>
    <w:rsid w:val="00EF4559"/>
    <w:rsid w:val="00F07467"/>
    <w:rsid w:val="00F64ACD"/>
    <w:rsid w:val="00F9758C"/>
    <w:rsid w:val="00FB2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B7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60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24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42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6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da.info/upload/users_files/04366654/docs/69f6d7ebdf2f9ad1fe04b00d4b17609d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73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денний XIVсесії</dc:title>
  <dc:subject/>
  <dc:creator>Пользователь Windows</dc:creator>
  <cp:keywords/>
  <dc:description/>
  <cp:lastModifiedBy>Альона і Вадім</cp:lastModifiedBy>
  <cp:revision>2</cp:revision>
  <cp:lastPrinted>2021-12-21T06:32:00Z</cp:lastPrinted>
  <dcterms:created xsi:type="dcterms:W3CDTF">2022-01-01T14:35:00Z</dcterms:created>
  <dcterms:modified xsi:type="dcterms:W3CDTF">2022-01-01T14:35:00Z</dcterms:modified>
</cp:coreProperties>
</file>