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95" w:rsidRDefault="00AB2295" w:rsidP="00FB314C">
      <w:pPr>
        <w:jc w:val="center"/>
        <w:rPr>
          <w:sz w:val="28"/>
          <w:szCs w:val="28"/>
          <w:lang w:val="ru-RU"/>
        </w:rPr>
      </w:pPr>
      <w:r w:rsidRPr="00CC6EF8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tbl>
      <w:tblPr>
        <w:tblW w:w="0" w:type="auto"/>
        <w:tblLook w:val="00A0"/>
      </w:tblPr>
      <w:tblGrid>
        <w:gridCol w:w="9571"/>
      </w:tblGrid>
      <w:tr w:rsidR="00AB2295" w:rsidTr="00FB314C">
        <w:tc>
          <w:tcPr>
            <w:tcW w:w="9854" w:type="dxa"/>
          </w:tcPr>
          <w:p w:rsidR="00AB2295" w:rsidRDefault="00AB2295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AB2295" w:rsidTr="00FB314C">
        <w:tc>
          <w:tcPr>
            <w:tcW w:w="9854" w:type="dxa"/>
          </w:tcPr>
          <w:p w:rsidR="00AB2295" w:rsidRDefault="00AB2295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B2295" w:rsidRDefault="00AB2295" w:rsidP="00FB31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AB2295" w:rsidRPr="00707782" w:rsidRDefault="00AB2295" w:rsidP="00FB314C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>
        <w:rPr>
          <w:sz w:val="28"/>
          <w:szCs w:val="28"/>
          <w:lang w:val="ru-RU"/>
        </w:rPr>
        <w:t>529</w:t>
      </w:r>
    </w:p>
    <w:p w:rsidR="00AB2295" w:rsidRDefault="00AB2295" w:rsidP="00FB314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AB2295" w:rsidRDefault="00AB2295" w:rsidP="00FB314C">
      <w:pPr>
        <w:jc w:val="center"/>
        <w:rPr>
          <w:sz w:val="28"/>
          <w:szCs w:val="28"/>
        </w:rPr>
      </w:pPr>
    </w:p>
    <w:p w:rsidR="00AB2295" w:rsidRDefault="00AB2295" w:rsidP="0029323F">
      <w:pPr>
        <w:shd w:val="clear" w:color="auto" w:fill="FFFFFF"/>
        <w:rPr>
          <w:b/>
          <w:sz w:val="28"/>
          <w:szCs w:val="28"/>
          <w:lang w:val="ru-RU" w:eastAsia="ru-RU"/>
        </w:rPr>
      </w:pPr>
      <w:bookmarkStart w:id="0" w:name="_GoBack"/>
      <w:r>
        <w:rPr>
          <w:b/>
          <w:sz w:val="28"/>
          <w:szCs w:val="28"/>
          <w:lang w:val="ru-RU" w:eastAsia="ru-RU"/>
        </w:rPr>
        <w:t>Про надання дозволу на розроблення</w:t>
      </w:r>
    </w:p>
    <w:p w:rsidR="00AB2295" w:rsidRDefault="00AB2295" w:rsidP="0029323F">
      <w:pPr>
        <w:shd w:val="clear" w:color="auto" w:fill="FFFFFF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Про</w:t>
      </w:r>
      <w:r>
        <w:rPr>
          <w:b/>
          <w:sz w:val="28"/>
          <w:szCs w:val="28"/>
          <w:lang w:eastAsia="ru-RU"/>
        </w:rPr>
        <w:t>є</w:t>
      </w:r>
      <w:r>
        <w:rPr>
          <w:b/>
          <w:sz w:val="28"/>
          <w:szCs w:val="28"/>
          <w:lang w:val="ru-RU" w:eastAsia="ru-RU"/>
        </w:rPr>
        <w:t>кту землеустрою щодо відведення</w:t>
      </w:r>
    </w:p>
    <w:p w:rsidR="00AB2295" w:rsidRDefault="00AB2295" w:rsidP="0029323F">
      <w:pPr>
        <w:shd w:val="clear" w:color="auto" w:fill="FFFFFF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земельної в орендутерміном на 7 років зі зміною</w:t>
      </w:r>
    </w:p>
    <w:p w:rsidR="00AB2295" w:rsidRDefault="00AB2295" w:rsidP="0029323F">
      <w:pPr>
        <w:shd w:val="clear" w:color="auto" w:fill="FFFFFF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цільового призначення гр. Гошуляк</w:t>
      </w:r>
    </w:p>
    <w:p w:rsidR="00AB2295" w:rsidRDefault="00AB2295" w:rsidP="0029323F">
      <w:pPr>
        <w:shd w:val="clear" w:color="auto" w:fill="FFFFFF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Галині Олександрівні</w:t>
      </w:r>
    </w:p>
    <w:bookmarkEnd w:id="0"/>
    <w:p w:rsidR="00AB2295" w:rsidRDefault="00AB2295" w:rsidP="0029323F">
      <w:pPr>
        <w:shd w:val="clear" w:color="auto" w:fill="FFFFFF"/>
        <w:rPr>
          <w:b/>
          <w:color w:val="333333"/>
          <w:sz w:val="28"/>
          <w:szCs w:val="28"/>
          <w:lang w:val="ru-RU" w:eastAsia="ru-RU"/>
        </w:rPr>
      </w:pPr>
      <w:r>
        <w:rPr>
          <w:b/>
          <w:color w:val="333333"/>
          <w:sz w:val="28"/>
          <w:szCs w:val="28"/>
          <w:lang w:val="ru-RU" w:eastAsia="ru-RU"/>
        </w:rPr>
        <w:t> </w:t>
      </w:r>
    </w:p>
    <w:p w:rsidR="00AB2295" w:rsidRDefault="00AB2295" w:rsidP="0029323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Керуючись п. 34 ст. 26 Закону України «Про місцеве самоврядування в Україні, ст.ст. 12, 19, 20 Земельного кодексу України, розглянувши заяву громадянки Гошуляк Галини Олександрівни   щодо можливості надання дозволу на розробку проєкту землеустрою в оренду зі зміною цільового призначення земельної ділянки»,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відповідно до рекомендацій постійної комісії з питань аграрної політики та земельних відносин селищна рада</w:t>
      </w:r>
    </w:p>
    <w:p w:rsidR="00AB2295" w:rsidRDefault="00AB2295" w:rsidP="0029323F">
      <w:pPr>
        <w:adjustRightInd w:val="0"/>
        <w:jc w:val="both"/>
        <w:rPr>
          <w:sz w:val="28"/>
          <w:szCs w:val="28"/>
        </w:rPr>
      </w:pPr>
    </w:p>
    <w:p w:rsidR="00AB2295" w:rsidRDefault="00AB2295" w:rsidP="0029323F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AB2295" w:rsidRDefault="00AB2295" w:rsidP="0029323F">
      <w:pPr>
        <w:tabs>
          <w:tab w:val="left" w:pos="567"/>
        </w:tabs>
        <w:rPr>
          <w:b/>
          <w:sz w:val="28"/>
          <w:szCs w:val="28"/>
        </w:rPr>
      </w:pPr>
    </w:p>
    <w:p w:rsidR="00AB2295" w:rsidRDefault="00AB2295" w:rsidP="0029323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1.Надати гр. Гошуляк Галині Олександрівні  дозвіл на розроблення проєкту землеустрою щодо відведення земельної ділянки  в оренду терміном на 7 років зі зміною цільового призначення, з «для ведення особистого селянського господарства»  (код КВЦПЗ 01.03)  на «для городництва» (Код КВЦПЗ 01.07.), загальною площею - </w:t>
      </w:r>
      <w:smartTag w:uri="urn:schemas-microsoft-com:office:smarttags" w:element="metricconverter">
        <w:smartTagPr>
          <w:attr w:name="ProductID" w:val="0,2500 га"/>
        </w:smartTagPr>
        <w:r>
          <w:rPr>
            <w:color w:val="000000"/>
            <w:sz w:val="28"/>
            <w:szCs w:val="28"/>
            <w:lang w:val="uk-UA"/>
          </w:rPr>
          <w:t>0,2500 га</w:t>
        </w:r>
      </w:smartTag>
      <w:r>
        <w:rPr>
          <w:color w:val="000000"/>
          <w:sz w:val="28"/>
          <w:szCs w:val="28"/>
          <w:lang w:val="uk-UA"/>
        </w:rPr>
        <w:t xml:space="preserve"> (кадастровий номер земельної ділянки 3521481300:52:000:0123), розташованої на території Голованівської селищної ради Голованівського району Кіровоградської області, за межами селище Ємилівка.</w:t>
      </w:r>
    </w:p>
    <w:p w:rsidR="00AB2295" w:rsidRDefault="00AB2295" w:rsidP="0029323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>
        <w:rPr>
          <w:color w:val="000000"/>
          <w:sz w:val="28"/>
          <w:szCs w:val="28"/>
          <w:lang w:val="uk-UA"/>
        </w:rPr>
        <w:t xml:space="preserve">.Гр.  Гошуляк Галині Олександрівні   виготовити проєкт землеустрою зі зміни цільового призначення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земельної ділянки в організаціях, які мають відповідні дозволи (ліцензії) на виконання цих робіт.</w:t>
      </w:r>
    </w:p>
    <w:p w:rsidR="00AB2295" w:rsidRDefault="00AB2295" w:rsidP="002932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3.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8"/>
          <w:szCs w:val="28"/>
        </w:rPr>
        <w:t>.</w:t>
      </w:r>
    </w:p>
    <w:p w:rsidR="00AB2295" w:rsidRDefault="00AB2295" w:rsidP="0029323F">
      <w:pPr>
        <w:jc w:val="both"/>
        <w:rPr>
          <w:sz w:val="28"/>
          <w:szCs w:val="28"/>
        </w:rPr>
      </w:pPr>
    </w:p>
    <w:p w:rsidR="00AB2295" w:rsidRDefault="00AB2295" w:rsidP="0029323F">
      <w:pPr>
        <w:rPr>
          <w:rFonts w:ascii="Calibri" w:hAnsi="Calibri"/>
        </w:rPr>
      </w:pPr>
      <w:r>
        <w:rPr>
          <w:b/>
          <w:sz w:val="28"/>
          <w:szCs w:val="28"/>
        </w:rPr>
        <w:t>Селищний голова                                                      Сергій ЦОБЕНКО</w:t>
      </w:r>
    </w:p>
    <w:p w:rsidR="00AB2295" w:rsidRDefault="00AB2295"/>
    <w:sectPr w:rsidR="00AB2295" w:rsidSect="00211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65C"/>
    <w:rsid w:val="00211743"/>
    <w:rsid w:val="0029323F"/>
    <w:rsid w:val="00450FD5"/>
    <w:rsid w:val="00707782"/>
    <w:rsid w:val="00802C0C"/>
    <w:rsid w:val="00906CD3"/>
    <w:rsid w:val="00AB2295"/>
    <w:rsid w:val="00CA265C"/>
    <w:rsid w:val="00CC6EF8"/>
    <w:rsid w:val="00FB3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locked="1" w:semiHidden="0" w:uiPriority="0" w:unhideWhenUsed="0"/>
    <w:lsdException w:name="Table Web 1" w:locked="1" w:semiHidden="0" w:uiPriority="0" w:unhideWhenUsed="0"/>
    <w:lsdException w:name="Table Web 2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14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9323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1080</Words>
  <Characters>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2</cp:revision>
  <dcterms:created xsi:type="dcterms:W3CDTF">2022-01-01T13:41:00Z</dcterms:created>
  <dcterms:modified xsi:type="dcterms:W3CDTF">2022-01-01T13:41:00Z</dcterms:modified>
</cp:coreProperties>
</file>