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2D" w:rsidRDefault="0029542D" w:rsidP="004338D3">
      <w:pPr>
        <w:jc w:val="both"/>
      </w:pPr>
    </w:p>
    <w:p w:rsidR="0029542D" w:rsidRDefault="0029542D" w:rsidP="004338D3"/>
    <w:p w:rsidR="0029542D" w:rsidRDefault="0029542D" w:rsidP="00DB37F2">
      <w:pPr>
        <w:jc w:val="both"/>
        <w:rPr>
          <w:sz w:val="28"/>
          <w:szCs w:val="28"/>
        </w:rPr>
      </w:pPr>
      <w:r w:rsidRPr="00E30547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08pt;visibility:visible">
            <v:imagedata r:id="rId4" o:title=""/>
          </v:shape>
        </w:pict>
      </w:r>
    </w:p>
    <w:p w:rsidR="0029542D" w:rsidRDefault="0029542D" w:rsidP="00DB37F2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29542D" w:rsidTr="00522434">
        <w:tc>
          <w:tcPr>
            <w:tcW w:w="9854" w:type="dxa"/>
          </w:tcPr>
          <w:p w:rsidR="0029542D" w:rsidRDefault="0029542D" w:rsidP="00522434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29542D" w:rsidTr="00522434">
        <w:tc>
          <w:tcPr>
            <w:tcW w:w="9854" w:type="dxa"/>
          </w:tcPr>
          <w:p w:rsidR="0029542D" w:rsidRDefault="0029542D" w:rsidP="0052243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29542D" w:rsidRDefault="0029542D" w:rsidP="00DB37F2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29542D" w:rsidRDefault="0029542D" w:rsidP="00DB37F2">
      <w:pPr>
        <w:jc w:val="both"/>
        <w:rPr>
          <w:sz w:val="28"/>
          <w:szCs w:val="28"/>
        </w:rPr>
      </w:pPr>
    </w:p>
    <w:p w:rsidR="0029542D" w:rsidRDefault="0029542D" w:rsidP="00DB3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29542D" w:rsidRDefault="0029542D" w:rsidP="00DB37F2">
      <w:pPr>
        <w:jc w:val="both"/>
        <w:rPr>
          <w:sz w:val="28"/>
          <w:szCs w:val="28"/>
        </w:rPr>
      </w:pPr>
    </w:p>
    <w:p w:rsidR="0029542D" w:rsidRDefault="0029542D" w:rsidP="00DB37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29542D" w:rsidRDefault="0029542D" w:rsidP="004338D3">
      <w:pPr>
        <w:jc w:val="center"/>
        <w:rPr>
          <w:sz w:val="28"/>
          <w:szCs w:val="28"/>
        </w:rPr>
      </w:pPr>
    </w:p>
    <w:p w:rsidR="0029542D" w:rsidRDefault="0029542D" w:rsidP="00DB37F2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Фенюшиній</w:t>
      </w:r>
    </w:p>
    <w:p w:rsidR="0029542D" w:rsidRDefault="0029542D" w:rsidP="00DB37F2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Світлані Юріївні</w:t>
      </w:r>
    </w:p>
    <w:p w:rsidR="0029542D" w:rsidRDefault="0029542D" w:rsidP="00DB37F2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29542D" w:rsidRDefault="0029542D" w:rsidP="00DB37F2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:rsidR="0029542D" w:rsidRDefault="0029542D" w:rsidP="00DB37F2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29542D" w:rsidRDefault="0029542D" w:rsidP="00DB37F2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29542D" w:rsidRDefault="0029542D" w:rsidP="00DB37F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29542D" w:rsidRDefault="0029542D" w:rsidP="00DB37F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Фенюшиній Світлані Юріївні на розроблення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200 га"/>
        </w:smartTagPr>
        <w:r>
          <w:rPr>
            <w:sz w:val="28"/>
            <w:szCs w:val="28"/>
            <w:lang w:eastAsia="ru-RU"/>
          </w:rPr>
          <w:t>0,5200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0,5200 га"/>
        </w:smartTagPr>
        <w:r>
          <w:rPr>
            <w:sz w:val="28"/>
            <w:szCs w:val="28"/>
            <w:lang w:eastAsia="ru-RU"/>
          </w:rPr>
          <w:t>0,5200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Надеждівка.</w:t>
      </w:r>
    </w:p>
    <w:p w:rsidR="0029542D" w:rsidRDefault="0029542D" w:rsidP="00DB37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2.Гр.</w:t>
      </w:r>
      <w:r>
        <w:rPr>
          <w:sz w:val="28"/>
          <w:szCs w:val="28"/>
          <w:lang w:eastAsia="ru-RU"/>
        </w:rPr>
        <w:t xml:space="preserve">Фенюшиній Світлані Юріївні </w:t>
      </w:r>
      <w:bookmarkStart w:id="0" w:name="_GoBack"/>
      <w:bookmarkEnd w:id="0"/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29542D" w:rsidRDefault="0029542D" w:rsidP="00DB37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29542D" w:rsidRDefault="0029542D" w:rsidP="00DB37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29542D" w:rsidRDefault="0029542D" w:rsidP="004338D3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29542D" w:rsidSect="00E36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ADA"/>
    <w:rsid w:val="0029542D"/>
    <w:rsid w:val="004026E0"/>
    <w:rsid w:val="004338D3"/>
    <w:rsid w:val="00522434"/>
    <w:rsid w:val="006E7ADA"/>
    <w:rsid w:val="00C126D2"/>
    <w:rsid w:val="00DB37F2"/>
    <w:rsid w:val="00E30547"/>
    <w:rsid w:val="00E3620A"/>
    <w:rsid w:val="00E52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8D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338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8D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8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957</Words>
  <Characters>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2</cp:revision>
  <cp:lastPrinted>2022-02-11T09:00:00Z</cp:lastPrinted>
  <dcterms:created xsi:type="dcterms:W3CDTF">2022-02-11T09:35:00Z</dcterms:created>
  <dcterms:modified xsi:type="dcterms:W3CDTF">2022-02-11T09:35:00Z</dcterms:modified>
</cp:coreProperties>
</file>