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5C" w:rsidRDefault="00626A5C" w:rsidP="005D4E02">
      <w:pPr>
        <w:jc w:val="both"/>
        <w:rPr>
          <w:sz w:val="28"/>
          <w:szCs w:val="28"/>
        </w:rPr>
      </w:pPr>
      <w:r w:rsidRPr="00045439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626A5C" w:rsidRDefault="00626A5C" w:rsidP="005D4E02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626A5C" w:rsidTr="00155CBA">
        <w:tc>
          <w:tcPr>
            <w:tcW w:w="9854" w:type="dxa"/>
          </w:tcPr>
          <w:p w:rsidR="00626A5C" w:rsidRDefault="00626A5C" w:rsidP="00155CBA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626A5C" w:rsidTr="00155CBA">
        <w:tc>
          <w:tcPr>
            <w:tcW w:w="9854" w:type="dxa"/>
          </w:tcPr>
          <w:p w:rsidR="00626A5C" w:rsidRDefault="00626A5C" w:rsidP="00155CB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626A5C" w:rsidRDefault="00626A5C" w:rsidP="005D4E02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626A5C" w:rsidRDefault="00626A5C" w:rsidP="005D4E02">
      <w:pPr>
        <w:jc w:val="both"/>
        <w:rPr>
          <w:sz w:val="28"/>
          <w:szCs w:val="28"/>
        </w:rPr>
      </w:pPr>
    </w:p>
    <w:p w:rsidR="00626A5C" w:rsidRDefault="00626A5C" w:rsidP="005D4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626A5C" w:rsidRDefault="00626A5C" w:rsidP="005D4E02">
      <w:pPr>
        <w:jc w:val="both"/>
        <w:rPr>
          <w:sz w:val="28"/>
          <w:szCs w:val="28"/>
        </w:rPr>
      </w:pPr>
    </w:p>
    <w:p w:rsidR="00626A5C" w:rsidRDefault="00626A5C" w:rsidP="005D4E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626A5C" w:rsidRPr="002F43FB" w:rsidRDefault="00626A5C" w:rsidP="00B5567E">
      <w:pPr>
        <w:tabs>
          <w:tab w:val="left" w:pos="567"/>
          <w:tab w:val="left" w:pos="851"/>
        </w:tabs>
        <w:adjustRightInd w:val="0"/>
        <w:jc w:val="both"/>
        <w:rPr>
          <w:b/>
          <w:sz w:val="28"/>
          <w:szCs w:val="28"/>
        </w:rPr>
      </w:pPr>
    </w:p>
    <w:p w:rsidR="00626A5C" w:rsidRPr="002F43FB" w:rsidRDefault="00626A5C" w:rsidP="005D4E0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 w:rsidRPr="002F43FB">
        <w:rPr>
          <w:b/>
          <w:sz w:val="28"/>
          <w:szCs w:val="28"/>
        </w:rPr>
        <w:t xml:space="preserve">Про надання дозволу на розроблення технічної  документації із землеустрою щодо встановлення (відновлення) меж земельної ділянки в натурі (на місцевості) </w:t>
      </w:r>
    </w:p>
    <w:p w:rsidR="00626A5C" w:rsidRPr="002F43FB" w:rsidRDefault="00626A5C" w:rsidP="005D4E02">
      <w:pPr>
        <w:tabs>
          <w:tab w:val="left" w:pos="567"/>
          <w:tab w:val="left" w:pos="851"/>
        </w:tabs>
        <w:adjustRightInd w:val="0"/>
        <w:ind w:right="4678"/>
        <w:rPr>
          <w:sz w:val="28"/>
          <w:szCs w:val="28"/>
        </w:rPr>
      </w:pPr>
    </w:p>
    <w:p w:rsidR="00626A5C" w:rsidRPr="002F43FB" w:rsidRDefault="00626A5C" w:rsidP="005D4E0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:rsidR="00626A5C" w:rsidRPr="002F43FB" w:rsidRDefault="00626A5C" w:rsidP="005D4E02">
      <w:pPr>
        <w:adjustRightInd w:val="0"/>
        <w:jc w:val="both"/>
        <w:rPr>
          <w:sz w:val="28"/>
          <w:szCs w:val="28"/>
        </w:rPr>
      </w:pPr>
      <w:r w:rsidRPr="002F43FB">
        <w:rPr>
          <w:sz w:val="28"/>
          <w:szCs w:val="28"/>
        </w:rPr>
        <w:t>Відповідно п. 34 ст. 26 Закону України “Про місцеве самоврядування в Україні”,  ст. 12 Земельного кодексу України, ст. 55 Закону України «Про землеустрій», рекомендацій</w:t>
      </w:r>
      <w:r w:rsidRPr="002F43FB"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Pr="002F43FB">
        <w:rPr>
          <w:sz w:val="28"/>
          <w:szCs w:val="28"/>
        </w:rPr>
        <w:t>селищна рада</w:t>
      </w:r>
    </w:p>
    <w:p w:rsidR="00626A5C" w:rsidRPr="002F43FB" w:rsidRDefault="00626A5C" w:rsidP="005D4E02">
      <w:pPr>
        <w:adjustRightInd w:val="0"/>
        <w:jc w:val="both"/>
        <w:rPr>
          <w:sz w:val="28"/>
          <w:szCs w:val="28"/>
        </w:rPr>
      </w:pPr>
    </w:p>
    <w:p w:rsidR="00626A5C" w:rsidRPr="002F43FB" w:rsidRDefault="00626A5C" w:rsidP="005D4E02">
      <w:pPr>
        <w:tabs>
          <w:tab w:val="left" w:pos="567"/>
        </w:tabs>
        <w:rPr>
          <w:b/>
          <w:sz w:val="28"/>
          <w:szCs w:val="28"/>
        </w:rPr>
      </w:pPr>
      <w:r w:rsidRPr="002F43FB">
        <w:rPr>
          <w:b/>
          <w:sz w:val="28"/>
          <w:szCs w:val="28"/>
        </w:rPr>
        <w:t>ВИРІШИЛА:</w:t>
      </w:r>
    </w:p>
    <w:p w:rsidR="00626A5C" w:rsidRPr="002F43FB" w:rsidRDefault="00626A5C" w:rsidP="005D4E02">
      <w:pPr>
        <w:rPr>
          <w:sz w:val="28"/>
          <w:szCs w:val="28"/>
          <w:lang w:val="ru-RU"/>
        </w:rPr>
      </w:pPr>
    </w:p>
    <w:p w:rsidR="00626A5C" w:rsidRPr="002F43FB" w:rsidRDefault="00626A5C" w:rsidP="005D4E02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  <w:r w:rsidRPr="002F43FB">
        <w:rPr>
          <w:sz w:val="28"/>
          <w:szCs w:val="28"/>
          <w:lang w:val="ru-RU"/>
        </w:rPr>
        <w:t>1.</w:t>
      </w:r>
      <w:r w:rsidRPr="002F43FB">
        <w:rPr>
          <w:sz w:val="28"/>
          <w:szCs w:val="28"/>
        </w:rPr>
        <w:t xml:space="preserve">Надати дозвіл  на розроблення технічної документації із землеустрою щодо встановлення (відновлення) меж земельної ділянки в натурі (на місцевості)    для   ведення особистого селянського господарства  (код КВЦПЗ 01.03)  загальною площею  </w:t>
      </w:r>
      <w:smartTag w:uri="urn:schemas-microsoft-com:office:smarttags" w:element="metricconverter">
        <w:smartTagPr>
          <w:attr w:name="productid" w:val="1,000 га"/>
        </w:smartTagPr>
        <w:r w:rsidRPr="002F43FB">
          <w:rPr>
            <w:sz w:val="28"/>
            <w:szCs w:val="28"/>
          </w:rPr>
          <w:t>1,000 га</w:t>
        </w:r>
      </w:smartTag>
      <w:r w:rsidRPr="002F43FB">
        <w:rPr>
          <w:sz w:val="28"/>
          <w:szCs w:val="28"/>
        </w:rPr>
        <w:t>, кадастровий номер земельної ділянки 3521480500:02:000:5065, за адресою: Кіровоградська область, Голованівський район, Голованівська селищна рада, за межами с. Вербове.</w:t>
      </w:r>
    </w:p>
    <w:p w:rsidR="00626A5C" w:rsidRPr="002F43FB" w:rsidRDefault="00626A5C" w:rsidP="005D4E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2F43FB">
        <w:rPr>
          <w:sz w:val="28"/>
          <w:szCs w:val="28"/>
        </w:rPr>
        <w:tab/>
      </w:r>
    </w:p>
    <w:p w:rsidR="00626A5C" w:rsidRPr="002F43FB" w:rsidRDefault="00626A5C" w:rsidP="005D4E02">
      <w:pPr>
        <w:jc w:val="both"/>
        <w:rPr>
          <w:color w:val="000000"/>
          <w:sz w:val="28"/>
          <w:szCs w:val="28"/>
          <w:lang w:eastAsia="ru-RU"/>
        </w:rPr>
      </w:pPr>
      <w:r w:rsidRPr="002F43FB">
        <w:rPr>
          <w:sz w:val="28"/>
          <w:szCs w:val="28"/>
        </w:rPr>
        <w:t>2.</w:t>
      </w:r>
      <w:r w:rsidRPr="002F43FB"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:rsidR="00626A5C" w:rsidRPr="002F43FB" w:rsidRDefault="00626A5C" w:rsidP="00B5567E">
      <w:pPr>
        <w:jc w:val="both"/>
        <w:rPr>
          <w:color w:val="000000"/>
          <w:sz w:val="28"/>
          <w:szCs w:val="28"/>
          <w:lang w:eastAsia="ru-RU"/>
        </w:rPr>
      </w:pPr>
    </w:p>
    <w:p w:rsidR="00626A5C" w:rsidRPr="002F43FB" w:rsidRDefault="00626A5C" w:rsidP="00B5567E">
      <w:pPr>
        <w:jc w:val="both"/>
        <w:rPr>
          <w:color w:val="000000"/>
          <w:sz w:val="28"/>
          <w:szCs w:val="28"/>
          <w:lang w:eastAsia="ru-RU"/>
        </w:rPr>
      </w:pPr>
    </w:p>
    <w:p w:rsidR="00626A5C" w:rsidRPr="002F43FB" w:rsidRDefault="00626A5C" w:rsidP="00B5567E">
      <w:pPr>
        <w:jc w:val="both"/>
        <w:rPr>
          <w:color w:val="000000"/>
          <w:sz w:val="28"/>
          <w:szCs w:val="28"/>
          <w:lang w:eastAsia="ru-RU"/>
        </w:rPr>
      </w:pPr>
    </w:p>
    <w:p w:rsidR="00626A5C" w:rsidRPr="002F43FB" w:rsidRDefault="00626A5C" w:rsidP="00B5567E">
      <w:pPr>
        <w:tabs>
          <w:tab w:val="left" w:pos="567"/>
          <w:tab w:val="left" w:pos="851"/>
        </w:tabs>
        <w:adjustRightInd w:val="0"/>
        <w:rPr>
          <w:sz w:val="28"/>
          <w:szCs w:val="28"/>
        </w:rPr>
      </w:pPr>
      <w:r w:rsidRPr="002F43FB">
        <w:rPr>
          <w:b/>
          <w:sz w:val="28"/>
          <w:szCs w:val="28"/>
        </w:rPr>
        <w:t xml:space="preserve">   Селищний голова                                                            Сергій ЦОБЕНКО</w:t>
      </w:r>
    </w:p>
    <w:p w:rsidR="00626A5C" w:rsidRDefault="00626A5C" w:rsidP="00B5567E"/>
    <w:p w:rsidR="00626A5C" w:rsidRDefault="00626A5C" w:rsidP="00B5567E"/>
    <w:p w:rsidR="00626A5C" w:rsidRDefault="00626A5C"/>
    <w:sectPr w:rsidR="00626A5C" w:rsidSect="00051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1937"/>
    <w:rsid w:val="00045439"/>
    <w:rsid w:val="0005191B"/>
    <w:rsid w:val="000C3485"/>
    <w:rsid w:val="00103586"/>
    <w:rsid w:val="00155CBA"/>
    <w:rsid w:val="002B5726"/>
    <w:rsid w:val="002F43FB"/>
    <w:rsid w:val="00517714"/>
    <w:rsid w:val="00590978"/>
    <w:rsid w:val="005D4E02"/>
    <w:rsid w:val="006161DD"/>
    <w:rsid w:val="00626A5C"/>
    <w:rsid w:val="00792D6E"/>
    <w:rsid w:val="00845AA9"/>
    <w:rsid w:val="008919C7"/>
    <w:rsid w:val="0098275A"/>
    <w:rsid w:val="00994356"/>
    <w:rsid w:val="00AE1937"/>
    <w:rsid w:val="00B5567E"/>
    <w:rsid w:val="00D6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67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99"/>
    <w:qFormat/>
    <w:rsid w:val="00B5567E"/>
    <w:rPr>
      <w:rFonts w:ascii="Times New Roman" w:hAnsi="Times New Roman"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780</Words>
  <Characters>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dcterms:created xsi:type="dcterms:W3CDTF">2022-02-10T14:55:00Z</dcterms:created>
  <dcterms:modified xsi:type="dcterms:W3CDTF">2022-02-14T17:47:00Z</dcterms:modified>
</cp:coreProperties>
</file>