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B4A" w:rsidRDefault="00FC6B4A" w:rsidP="00B75B6B">
      <w:pPr>
        <w:jc w:val="both"/>
      </w:pPr>
    </w:p>
    <w:p w:rsidR="00FC6B4A" w:rsidRDefault="00FC6B4A" w:rsidP="00B75B6B"/>
    <w:p w:rsidR="00FC6B4A" w:rsidRDefault="00FC6B4A" w:rsidP="00B75B6B">
      <w:pPr>
        <w:jc w:val="both"/>
        <w:rPr>
          <w:sz w:val="28"/>
          <w:szCs w:val="28"/>
        </w:rPr>
      </w:pPr>
      <w:r w:rsidRPr="000A0C0B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C6B4A" w:rsidRDefault="00FC6B4A" w:rsidP="00B75B6B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C6B4A" w:rsidTr="00B75B6B">
        <w:tc>
          <w:tcPr>
            <w:tcW w:w="9854" w:type="dxa"/>
          </w:tcPr>
          <w:p w:rsidR="00FC6B4A" w:rsidRDefault="00FC6B4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FC6B4A" w:rsidTr="00B75B6B">
        <w:tc>
          <w:tcPr>
            <w:tcW w:w="9854" w:type="dxa"/>
          </w:tcPr>
          <w:p w:rsidR="00FC6B4A" w:rsidRDefault="00FC6B4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FC6B4A" w:rsidRDefault="00FC6B4A" w:rsidP="00B75B6B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FC6B4A" w:rsidRDefault="00FC6B4A" w:rsidP="00B75B6B">
      <w:pPr>
        <w:jc w:val="both"/>
        <w:rPr>
          <w:sz w:val="28"/>
          <w:szCs w:val="28"/>
        </w:rPr>
      </w:pPr>
    </w:p>
    <w:p w:rsidR="00FC6B4A" w:rsidRDefault="00FC6B4A" w:rsidP="00B75B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FC6B4A" w:rsidRDefault="00FC6B4A" w:rsidP="00B75B6B">
      <w:pPr>
        <w:jc w:val="both"/>
        <w:rPr>
          <w:sz w:val="28"/>
          <w:szCs w:val="28"/>
        </w:rPr>
      </w:pPr>
    </w:p>
    <w:p w:rsidR="00FC6B4A" w:rsidRDefault="00FC6B4A" w:rsidP="00B75B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FC6B4A" w:rsidRDefault="00FC6B4A" w:rsidP="00B75B6B">
      <w:pPr>
        <w:jc w:val="center"/>
        <w:rPr>
          <w:sz w:val="28"/>
          <w:szCs w:val="28"/>
        </w:rPr>
      </w:pPr>
    </w:p>
    <w:p w:rsidR="00FC6B4A" w:rsidRDefault="00FC6B4A" w:rsidP="00B75B6B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Проданчук</w:t>
      </w:r>
    </w:p>
    <w:p w:rsidR="00FC6B4A" w:rsidRDefault="00FC6B4A" w:rsidP="00B75B6B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Дар’ї Володимирівні</w:t>
      </w:r>
    </w:p>
    <w:p w:rsidR="00FC6B4A" w:rsidRDefault="00FC6B4A" w:rsidP="00B75B6B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FC6B4A" w:rsidRDefault="00FC6B4A" w:rsidP="00B75B6B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FC6B4A" w:rsidRDefault="00FC6B4A" w:rsidP="00B75B6B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FC6B4A" w:rsidRDefault="00FC6B4A" w:rsidP="00B75B6B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FC6B4A" w:rsidRDefault="00FC6B4A" w:rsidP="00B75B6B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FC6B4A" w:rsidRDefault="00FC6B4A" w:rsidP="00B75B6B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Проданчук Дар’ї Володимирівні на розроблення проєкту землеустрою щодо відведення земельної ділянки орієнтовною площею  </w:t>
      </w:r>
      <w:smartTag w:uri="urn:schemas-microsoft-com:office:smarttags" w:element="metricconverter">
        <w:smartTagPr>
          <w:attr w:name="ProductID" w:val="1,0000 га"/>
        </w:smartTagPr>
        <w:r>
          <w:rPr>
            <w:sz w:val="28"/>
            <w:szCs w:val="28"/>
            <w:lang w:eastAsia="ru-RU"/>
          </w:rPr>
          <w:t>1,0000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1,0000 га"/>
        </w:smartTagPr>
        <w:r>
          <w:rPr>
            <w:sz w:val="28"/>
            <w:szCs w:val="28"/>
            <w:lang w:eastAsia="ru-RU"/>
          </w:rPr>
          <w:t>1,0000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за межами  с. Свірневе.</w:t>
      </w:r>
    </w:p>
    <w:p w:rsidR="00FC6B4A" w:rsidRDefault="00FC6B4A" w:rsidP="00B75B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2.Гр.</w:t>
      </w:r>
      <w:r>
        <w:rPr>
          <w:sz w:val="28"/>
          <w:szCs w:val="28"/>
          <w:lang w:eastAsia="ru-RU"/>
        </w:rPr>
        <w:t xml:space="preserve"> Проданчук Дар’ї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Володимирівні </w:t>
      </w:r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FC6B4A" w:rsidRDefault="00FC6B4A" w:rsidP="00B75B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FC6B4A" w:rsidRDefault="00FC6B4A" w:rsidP="00B75B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FC6B4A" w:rsidRDefault="00FC6B4A" w:rsidP="00B75B6B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FC6B4A" w:rsidSect="00BD5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412"/>
    <w:rsid w:val="000A0C0B"/>
    <w:rsid w:val="001B11DF"/>
    <w:rsid w:val="00230136"/>
    <w:rsid w:val="003D78D2"/>
    <w:rsid w:val="0049006C"/>
    <w:rsid w:val="004E37D7"/>
    <w:rsid w:val="00634CBF"/>
    <w:rsid w:val="006831F0"/>
    <w:rsid w:val="00783893"/>
    <w:rsid w:val="007D4B46"/>
    <w:rsid w:val="00B75B6B"/>
    <w:rsid w:val="00BD58A1"/>
    <w:rsid w:val="00C11802"/>
    <w:rsid w:val="00C1396E"/>
    <w:rsid w:val="00DE3D96"/>
    <w:rsid w:val="00EE0688"/>
    <w:rsid w:val="00EF354C"/>
    <w:rsid w:val="00F64412"/>
    <w:rsid w:val="00FC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6B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966</Words>
  <Characters>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2022-02-10T14:46:00Z</dcterms:created>
  <dcterms:modified xsi:type="dcterms:W3CDTF">2022-02-14T17:12:00Z</dcterms:modified>
</cp:coreProperties>
</file>