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B50" w:rsidRDefault="000B0B50" w:rsidP="005B10D1">
      <w:pPr>
        <w:jc w:val="both"/>
      </w:pPr>
    </w:p>
    <w:p w:rsidR="000B0B50" w:rsidRDefault="000B0B50" w:rsidP="005B10D1"/>
    <w:p w:rsidR="000B0B50" w:rsidRDefault="000B0B50" w:rsidP="002F39C5">
      <w:pPr>
        <w:jc w:val="both"/>
        <w:rPr>
          <w:sz w:val="28"/>
          <w:szCs w:val="28"/>
        </w:rPr>
      </w:pPr>
      <w:r w:rsidRPr="00E30547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08pt;visibility:visible">
            <v:imagedata r:id="rId4" o:title=""/>
          </v:shape>
        </w:pict>
      </w:r>
    </w:p>
    <w:p w:rsidR="000B0B50" w:rsidRDefault="000B0B50" w:rsidP="002F39C5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0B0B50" w:rsidTr="00522434">
        <w:tc>
          <w:tcPr>
            <w:tcW w:w="9854" w:type="dxa"/>
          </w:tcPr>
          <w:p w:rsidR="000B0B50" w:rsidRDefault="000B0B50" w:rsidP="00522434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0B0B50" w:rsidTr="00522434">
        <w:tc>
          <w:tcPr>
            <w:tcW w:w="9854" w:type="dxa"/>
          </w:tcPr>
          <w:p w:rsidR="000B0B50" w:rsidRDefault="000B0B50" w:rsidP="0052243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0B0B50" w:rsidRDefault="000B0B50" w:rsidP="002F39C5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0B0B50" w:rsidRDefault="000B0B50" w:rsidP="002F39C5">
      <w:pPr>
        <w:jc w:val="both"/>
        <w:rPr>
          <w:sz w:val="28"/>
          <w:szCs w:val="28"/>
        </w:rPr>
      </w:pPr>
    </w:p>
    <w:p w:rsidR="000B0B50" w:rsidRDefault="000B0B50" w:rsidP="002F3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0B0B50" w:rsidRDefault="000B0B50" w:rsidP="002F39C5">
      <w:pPr>
        <w:jc w:val="both"/>
        <w:rPr>
          <w:sz w:val="28"/>
          <w:szCs w:val="28"/>
        </w:rPr>
      </w:pPr>
    </w:p>
    <w:p w:rsidR="000B0B50" w:rsidRDefault="000B0B50" w:rsidP="002F39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0B0B50" w:rsidRDefault="000B0B50" w:rsidP="005B10D1">
      <w:pPr>
        <w:jc w:val="center"/>
        <w:rPr>
          <w:sz w:val="28"/>
          <w:szCs w:val="28"/>
        </w:rPr>
      </w:pPr>
    </w:p>
    <w:p w:rsidR="000B0B50" w:rsidRDefault="000B0B50" w:rsidP="002F39C5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Фенюшиній</w:t>
      </w:r>
    </w:p>
    <w:p w:rsidR="000B0B50" w:rsidRDefault="000B0B50" w:rsidP="002F39C5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Тетяні Богданівні</w:t>
      </w:r>
    </w:p>
    <w:p w:rsidR="000B0B50" w:rsidRDefault="000B0B50" w:rsidP="002F39C5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0B0B50" w:rsidRDefault="000B0B50" w:rsidP="002F39C5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України, рекомендацій постійної комісії з питань аграрної політики та земельних відносин селищна рада</w:t>
      </w:r>
    </w:p>
    <w:p w:rsidR="000B0B50" w:rsidRDefault="000B0B50" w:rsidP="002F39C5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0B0B50" w:rsidRDefault="000B0B50" w:rsidP="002F39C5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0B0B50" w:rsidRDefault="000B0B50" w:rsidP="002F39C5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0B0B50" w:rsidRDefault="000B0B50" w:rsidP="002F39C5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Фенюшиній  Тетяні Богданівні на розроблення проєкту землеустрою щодо відведення земельної ділянки орієнтовною площею 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eastAsia="ru-RU"/>
          </w:rPr>
          <w:t>0,8000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0,8000 га"/>
        </w:smartTagPr>
        <w:r>
          <w:rPr>
            <w:sz w:val="28"/>
            <w:szCs w:val="28"/>
            <w:lang w:eastAsia="ru-RU"/>
          </w:rPr>
          <w:t>0,8000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в межах с. Надеждівка.</w:t>
      </w:r>
    </w:p>
    <w:p w:rsidR="000B0B50" w:rsidRDefault="000B0B50" w:rsidP="002F39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2.Гр.</w:t>
      </w:r>
      <w:r>
        <w:rPr>
          <w:sz w:val="28"/>
          <w:szCs w:val="28"/>
          <w:lang w:eastAsia="ru-RU"/>
        </w:rPr>
        <w:t xml:space="preserve">Фенюшиній Тетяні Богданівні </w:t>
      </w:r>
      <w:bookmarkStart w:id="0" w:name="_GoBack"/>
      <w:bookmarkEnd w:id="0"/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0B0B50" w:rsidRDefault="000B0B50" w:rsidP="002F39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0B0B50" w:rsidRDefault="000B0B50" w:rsidP="002F39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0B0B50" w:rsidRDefault="000B0B50" w:rsidP="005B10D1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0B0B50" w:rsidSect="009F2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E51"/>
    <w:rsid w:val="000B0B50"/>
    <w:rsid w:val="001A1D44"/>
    <w:rsid w:val="002F39C5"/>
    <w:rsid w:val="00522434"/>
    <w:rsid w:val="005B10D1"/>
    <w:rsid w:val="006155F2"/>
    <w:rsid w:val="009F25A9"/>
    <w:rsid w:val="00CF3179"/>
    <w:rsid w:val="00E23E51"/>
    <w:rsid w:val="00E30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0D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0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0D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961</Words>
  <Characters>548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2</cp:revision>
  <cp:lastPrinted>2022-02-11T09:03:00Z</cp:lastPrinted>
  <dcterms:created xsi:type="dcterms:W3CDTF">2022-02-11T09:36:00Z</dcterms:created>
  <dcterms:modified xsi:type="dcterms:W3CDTF">2022-02-11T09:36:00Z</dcterms:modified>
</cp:coreProperties>
</file>