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A" w:rsidRDefault="006F21FA" w:rsidP="009A4568">
      <w:pPr>
        <w:rPr>
          <w:sz w:val="28"/>
          <w:szCs w:val="28"/>
        </w:rPr>
      </w:pPr>
    </w:p>
    <w:p w:rsidR="006F21FA" w:rsidRDefault="006F21FA" w:rsidP="009A4568">
      <w:pPr>
        <w:jc w:val="center"/>
        <w:rPr>
          <w:sz w:val="28"/>
          <w:szCs w:val="28"/>
        </w:rPr>
      </w:pPr>
      <w:r w:rsidRPr="008D3B67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6F21FA" w:rsidRDefault="006F21FA" w:rsidP="009A4568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6F21FA" w:rsidTr="00E812E5">
        <w:tc>
          <w:tcPr>
            <w:tcW w:w="9854" w:type="dxa"/>
          </w:tcPr>
          <w:p w:rsidR="006F21FA" w:rsidRDefault="006F21FA" w:rsidP="00E812E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F21FA" w:rsidTr="00E812E5">
        <w:tc>
          <w:tcPr>
            <w:tcW w:w="9854" w:type="dxa"/>
          </w:tcPr>
          <w:p w:rsidR="006F21FA" w:rsidRDefault="006F21FA" w:rsidP="00E812E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6F21FA" w:rsidRDefault="006F21FA" w:rsidP="009A4568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 w:hint="eastAsia"/>
          <w:b/>
          <w:sz w:val="28"/>
          <w:szCs w:val="28"/>
        </w:rPr>
        <w:t>Р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І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Ш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Е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Н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Н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Я</w:t>
      </w:r>
    </w:p>
    <w:p w:rsidR="006F21FA" w:rsidRDefault="006F21FA" w:rsidP="009A4568">
      <w:pPr>
        <w:jc w:val="both"/>
        <w:rPr>
          <w:sz w:val="28"/>
          <w:szCs w:val="28"/>
        </w:rPr>
      </w:pPr>
    </w:p>
    <w:p w:rsidR="006F21FA" w:rsidRDefault="006F21FA" w:rsidP="009A456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438</w:t>
      </w:r>
      <w:bookmarkStart w:id="0" w:name="_GoBack"/>
      <w:bookmarkEnd w:id="0"/>
    </w:p>
    <w:p w:rsidR="006F21FA" w:rsidRDefault="006F21FA" w:rsidP="009A4568">
      <w:pPr>
        <w:jc w:val="both"/>
        <w:rPr>
          <w:sz w:val="28"/>
          <w:szCs w:val="28"/>
        </w:rPr>
      </w:pPr>
    </w:p>
    <w:p w:rsidR="006F21FA" w:rsidRDefault="006F21FA" w:rsidP="009A45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:rsidR="006F21FA" w:rsidRDefault="006F21FA" w:rsidP="009A4568">
      <w:pPr>
        <w:rPr>
          <w:sz w:val="28"/>
          <w:szCs w:val="28"/>
        </w:rPr>
      </w:pPr>
    </w:p>
    <w:p w:rsidR="006F21FA" w:rsidRDefault="006F21FA" w:rsidP="0091738E">
      <w:pPr>
        <w:rPr>
          <w:sz w:val="28"/>
          <w:szCs w:val="28"/>
        </w:rPr>
      </w:pPr>
    </w:p>
    <w:p w:rsidR="006F21FA" w:rsidRPr="006276C4" w:rsidRDefault="006F21FA" w:rsidP="0091738E">
      <w:pPr>
        <w:widowControl/>
        <w:tabs>
          <w:tab w:val="left" w:pos="0"/>
        </w:tabs>
        <w:autoSpaceDE/>
        <w:adjustRightInd w:val="0"/>
        <w:ind w:right="4678"/>
        <w:rPr>
          <w:b/>
          <w:color w:val="000000"/>
          <w:sz w:val="28"/>
          <w:szCs w:val="28"/>
          <w:lang w:eastAsia="ru-RU"/>
        </w:rPr>
      </w:pPr>
      <w:r w:rsidRPr="00D86907"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</w:t>
      </w:r>
      <w:r>
        <w:rPr>
          <w:b/>
          <w:color w:val="000000"/>
          <w:sz w:val="28"/>
          <w:szCs w:val="28"/>
          <w:lang w:eastAsia="ru-RU"/>
        </w:rPr>
        <w:t xml:space="preserve">рою щодо відведення у власність </w:t>
      </w:r>
      <w:r w:rsidRPr="00D86907">
        <w:rPr>
          <w:b/>
          <w:color w:val="000000"/>
          <w:sz w:val="28"/>
          <w:szCs w:val="28"/>
          <w:lang w:eastAsia="ru-RU"/>
        </w:rPr>
        <w:t>земельної ділянки гр.</w:t>
      </w:r>
      <w:r w:rsidRPr="006276C4">
        <w:rPr>
          <w:b/>
          <w:sz w:val="28"/>
          <w:szCs w:val="28"/>
          <w:lang w:eastAsia="ru-RU"/>
        </w:rPr>
        <w:t>Варенику Петру Олексійович</w:t>
      </w:r>
      <w:r>
        <w:rPr>
          <w:b/>
          <w:sz w:val="28"/>
          <w:szCs w:val="28"/>
          <w:lang w:eastAsia="ru-RU"/>
        </w:rPr>
        <w:t>у</w:t>
      </w:r>
    </w:p>
    <w:p w:rsidR="006F21FA" w:rsidRPr="00D86907" w:rsidRDefault="006F21FA" w:rsidP="0091738E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6F21FA" w:rsidRPr="007066D9" w:rsidRDefault="006F21FA" w:rsidP="0091738E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 w:rsidRPr="00D86907">
        <w:rPr>
          <w:color w:val="000000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ст.ст. 12, 116, 118, 121, 125 </w:t>
      </w:r>
      <w:r w:rsidRPr="007066D9">
        <w:rPr>
          <w:color w:val="000000"/>
          <w:sz w:val="28"/>
          <w:szCs w:val="28"/>
          <w:lang w:eastAsia="ru-RU"/>
        </w:rPr>
        <w:t>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6F21FA" w:rsidRDefault="006F21FA" w:rsidP="0091738E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 w:rsidRPr="0086549E">
        <w:rPr>
          <w:b/>
          <w:color w:val="000000"/>
          <w:sz w:val="28"/>
          <w:szCs w:val="28"/>
          <w:lang w:eastAsia="ru-RU"/>
        </w:rPr>
        <w:t>ВИРІШИЛА:</w:t>
      </w:r>
    </w:p>
    <w:p w:rsidR="006F21FA" w:rsidRPr="00284C02" w:rsidRDefault="006F21FA" w:rsidP="0091738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FF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 w:rsidRPr="00687A2E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Дати дозвіл гр. Варенику Петру Олексійовичу</w:t>
      </w:r>
      <w:r w:rsidRPr="00687A2E">
        <w:rPr>
          <w:sz w:val="28"/>
          <w:szCs w:val="28"/>
          <w:lang w:eastAsia="ru-RU"/>
        </w:rPr>
        <w:t xml:space="preserve"> на розроблення проєкту землеустрою щодо відведення земельної</w:t>
      </w:r>
      <w:r>
        <w:rPr>
          <w:sz w:val="28"/>
          <w:szCs w:val="28"/>
          <w:lang w:eastAsia="ru-RU"/>
        </w:rPr>
        <w:t xml:space="preserve"> ділянки орієнтовною площею –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  <w:lang w:eastAsia="ru-RU"/>
          </w:rPr>
          <w:t>0,4000</w:t>
        </w:r>
        <w:r w:rsidRPr="00687A2E">
          <w:rPr>
            <w:sz w:val="28"/>
            <w:szCs w:val="28"/>
            <w:lang w:eastAsia="ru-RU"/>
          </w:rPr>
          <w:t xml:space="preserve">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рілля( згідно КВЗУ 001.01) –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  <w:lang w:eastAsia="ru-RU"/>
          </w:rPr>
          <w:t>0,4000 га</w:t>
        </w:r>
      </w:smartTag>
      <w:r>
        <w:rPr>
          <w:sz w:val="28"/>
          <w:szCs w:val="28"/>
          <w:lang w:eastAsia="ru-RU"/>
        </w:rPr>
        <w:t xml:space="preserve">, </w:t>
      </w:r>
      <w:r w:rsidRPr="00687A2E">
        <w:rPr>
          <w:sz w:val="28"/>
          <w:szCs w:val="28"/>
          <w:lang w:eastAsia="ru-RU"/>
        </w:rPr>
        <w:t>для ведення особистого селянського господарства (код КВЦПЗ 01.03) із</w:t>
      </w:r>
      <w:r>
        <w:rPr>
          <w:sz w:val="28"/>
          <w:szCs w:val="28"/>
          <w:lang w:eastAsia="ru-RU"/>
        </w:rPr>
        <w:t xml:space="preserve"> земель запасу </w:t>
      </w:r>
      <w:r w:rsidRPr="00687A2E">
        <w:rPr>
          <w:sz w:val="28"/>
          <w:szCs w:val="28"/>
          <w:lang w:eastAsia="ru-RU"/>
        </w:rPr>
        <w:t xml:space="preserve"> сільськогосподарського призначення комунальної вл</w:t>
      </w:r>
      <w:r>
        <w:rPr>
          <w:sz w:val="28"/>
          <w:szCs w:val="28"/>
          <w:lang w:eastAsia="ru-RU"/>
        </w:rPr>
        <w:t>асності,</w:t>
      </w:r>
      <w:r w:rsidRPr="00687A2E">
        <w:rPr>
          <w:sz w:val="28"/>
          <w:szCs w:val="28"/>
          <w:lang w:eastAsia="ru-RU"/>
        </w:rPr>
        <w:t xml:space="preserve"> за адресою: Кіровоградська область, Голованівський район, Голо</w:t>
      </w:r>
      <w:r>
        <w:rPr>
          <w:sz w:val="28"/>
          <w:szCs w:val="28"/>
          <w:lang w:eastAsia="ru-RU"/>
        </w:rPr>
        <w:t>ванівська селищна рада  в межах с. Клинове, вул. Центральна, 119.</w:t>
      </w:r>
    </w:p>
    <w:p w:rsidR="006F21FA" w:rsidRPr="00284C02" w:rsidRDefault="006F21FA" w:rsidP="0091738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2. </w:t>
      </w:r>
      <w:r>
        <w:rPr>
          <w:color w:val="000000"/>
          <w:sz w:val="28"/>
          <w:szCs w:val="28"/>
        </w:rPr>
        <w:t xml:space="preserve">Гр. </w:t>
      </w:r>
      <w:r>
        <w:rPr>
          <w:sz w:val="28"/>
          <w:szCs w:val="28"/>
          <w:lang w:eastAsia="ru-RU"/>
        </w:rPr>
        <w:t xml:space="preserve">Варенику Петру Олексійовичу </w:t>
      </w:r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6F21FA" w:rsidRDefault="006F21FA" w:rsidP="0091738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6F21FA" w:rsidRDefault="006F21FA" w:rsidP="0091738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6F21FA" w:rsidRDefault="006F21FA" w:rsidP="0091738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6F21FA" w:rsidRDefault="006F21FA" w:rsidP="00D01E97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6F21FA" w:rsidSect="001F3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1DF"/>
    <w:rsid w:val="001F315D"/>
    <w:rsid w:val="00284C02"/>
    <w:rsid w:val="005441DF"/>
    <w:rsid w:val="006276C4"/>
    <w:rsid w:val="00687A2E"/>
    <w:rsid w:val="006F21FA"/>
    <w:rsid w:val="007066D9"/>
    <w:rsid w:val="007D2E3A"/>
    <w:rsid w:val="0086549E"/>
    <w:rsid w:val="008D3B67"/>
    <w:rsid w:val="0091738E"/>
    <w:rsid w:val="009A4568"/>
    <w:rsid w:val="00A816F9"/>
    <w:rsid w:val="00B36F85"/>
    <w:rsid w:val="00D01E97"/>
    <w:rsid w:val="00D86907"/>
    <w:rsid w:val="00E8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56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1014</Words>
  <Characters>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dcterms:created xsi:type="dcterms:W3CDTF">2021-12-04T18:21:00Z</dcterms:created>
  <dcterms:modified xsi:type="dcterms:W3CDTF">2021-12-04T18:21:00Z</dcterms:modified>
</cp:coreProperties>
</file>