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BFF" w:rsidRPr="004965BB" w:rsidRDefault="00581BFF" w:rsidP="0008509C">
      <w:pPr>
        <w:jc w:val="center"/>
      </w:pPr>
      <w:r w:rsidRPr="004965BB">
        <w:t xml:space="preserve">    </w:t>
      </w:r>
    </w:p>
    <w:p w:rsidR="00581BFF" w:rsidRPr="004965BB" w:rsidRDefault="00581BFF" w:rsidP="0008509C">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ГОЛОВАНІВСЬКА СЕЛИЩНА РАДА</w:t>
      </w:r>
    </w:p>
    <w:p w:rsidR="00581BFF" w:rsidRPr="004965BB" w:rsidRDefault="00581BFF" w:rsidP="0008509C">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Голованівського району</w:t>
      </w:r>
    </w:p>
    <w:p w:rsidR="00581BFF" w:rsidRPr="004965BB" w:rsidRDefault="00581BFF" w:rsidP="0008509C">
      <w:pPr>
        <w:pStyle w:val="Heading4"/>
        <w:pBdr>
          <w:top w:val="thinThickThinMediumGap" w:sz="24" w:space="1" w:color="auto"/>
          <w:left w:val="thinThickThinMediumGap" w:sz="24" w:space="4" w:color="auto"/>
          <w:bottom w:val="thinThickThinMediumGap" w:sz="24" w:space="1" w:color="auto"/>
          <w:right w:val="thinThickThinMediumGap" w:sz="24" w:space="4" w:color="auto"/>
        </w:pBd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4965BB">
        <w:rPr>
          <w:b/>
          <w:sz w:val="28"/>
          <w:szCs w:val="28"/>
        </w:rPr>
        <w:t>Протокол</w:t>
      </w: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rPr>
          <w:bCs/>
          <w:sz w:val="28"/>
          <w:szCs w:val="28"/>
        </w:rPr>
      </w:pPr>
    </w:p>
    <w:p w:rsidR="00581BFF" w:rsidRPr="0008509C" w:rsidRDefault="00581BFF" w:rsidP="0008509C">
      <w:pPr>
        <w:pStyle w:val="Heading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sidRPr="0008509C">
        <w:rPr>
          <w:rFonts w:ascii="Times New Roman" w:hAnsi="Times New Roman" w:cs="Times New Roman"/>
          <w:sz w:val="28"/>
          <w:szCs w:val="28"/>
        </w:rPr>
        <w:t>Четвертої сесії восьмого скликання</w:t>
      </w:r>
    </w:p>
    <w:p w:rsidR="00581BFF" w:rsidRPr="0008509C"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08509C">
        <w:rPr>
          <w:sz w:val="28"/>
          <w:szCs w:val="28"/>
        </w:rPr>
        <w:t>депутатів Голованівської селищної ради</w:t>
      </w: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4965BB">
        <w:rPr>
          <w:sz w:val="28"/>
          <w:szCs w:val="28"/>
        </w:rPr>
        <w:t xml:space="preserve">від </w:t>
      </w:r>
      <w:r>
        <w:rPr>
          <w:sz w:val="28"/>
          <w:szCs w:val="28"/>
        </w:rPr>
        <w:t>15 січ</w:t>
      </w:r>
      <w:r w:rsidRPr="004965BB">
        <w:rPr>
          <w:sz w:val="28"/>
          <w:szCs w:val="28"/>
        </w:rPr>
        <w:t>ня</w:t>
      </w:r>
      <w:r>
        <w:rPr>
          <w:sz w:val="28"/>
          <w:szCs w:val="28"/>
        </w:rPr>
        <w:t xml:space="preserve">  2021</w:t>
      </w:r>
      <w:r w:rsidRPr="004965BB">
        <w:rPr>
          <w:sz w:val="28"/>
          <w:szCs w:val="28"/>
        </w:rPr>
        <w:t xml:space="preserve"> року</w:t>
      </w: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81BFF" w:rsidRPr="004965BB" w:rsidRDefault="00581BF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Pr>
          <w:sz w:val="28"/>
          <w:szCs w:val="28"/>
        </w:rPr>
        <w:t>смт. Голованівськ</w:t>
      </w:r>
    </w:p>
    <w:p w:rsidR="00581BFF" w:rsidRPr="004965BB" w:rsidRDefault="00581BFF" w:rsidP="0008509C">
      <w:pPr>
        <w:ind w:right="-2"/>
        <w:jc w:val="center"/>
      </w:pPr>
    </w:p>
    <w:p w:rsidR="00581BFF" w:rsidRPr="004965BB" w:rsidRDefault="00581BFF" w:rsidP="0008509C">
      <w:pPr>
        <w:ind w:right="-2"/>
        <w:jc w:val="center"/>
      </w:pPr>
      <w:r w:rsidRPr="004965BB">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260137" r:id="rId6"/>
        </w:object>
      </w:r>
    </w:p>
    <w:p w:rsidR="00581BFF" w:rsidRPr="0008509C" w:rsidRDefault="00581BFF" w:rsidP="0008509C">
      <w:pPr>
        <w:jc w:val="center"/>
        <w:rPr>
          <w:b/>
          <w:sz w:val="24"/>
          <w:szCs w:val="24"/>
        </w:rPr>
      </w:pPr>
    </w:p>
    <w:p w:rsidR="00581BFF" w:rsidRPr="0008509C" w:rsidRDefault="00581BFF" w:rsidP="0008509C">
      <w:pPr>
        <w:pStyle w:val="Heading4"/>
        <w:jc w:val="center"/>
        <w:rPr>
          <w:b w:val="0"/>
          <w:bCs w:val="0"/>
          <w:iCs/>
          <w:sz w:val="24"/>
          <w:szCs w:val="24"/>
        </w:rPr>
      </w:pPr>
      <w:r w:rsidRPr="0008509C">
        <w:rPr>
          <w:bCs w:val="0"/>
          <w:iCs/>
          <w:sz w:val="24"/>
          <w:szCs w:val="24"/>
        </w:rPr>
        <w:t>ГОЛОВАНІВСЬКА СЕЛИЩНА РАДА</w:t>
      </w:r>
    </w:p>
    <w:p w:rsidR="00581BFF" w:rsidRPr="0008509C" w:rsidRDefault="00581BFF" w:rsidP="0008509C">
      <w:pPr>
        <w:jc w:val="center"/>
        <w:rPr>
          <w:sz w:val="24"/>
          <w:szCs w:val="24"/>
        </w:rPr>
      </w:pPr>
    </w:p>
    <w:p w:rsidR="00581BFF" w:rsidRPr="0008509C" w:rsidRDefault="00581BFF" w:rsidP="0008509C">
      <w:pPr>
        <w:jc w:val="center"/>
        <w:rPr>
          <w:b/>
          <w:sz w:val="24"/>
          <w:szCs w:val="24"/>
        </w:rPr>
      </w:pPr>
      <w:r w:rsidRPr="0008509C">
        <w:rPr>
          <w:b/>
          <w:sz w:val="24"/>
          <w:szCs w:val="24"/>
        </w:rPr>
        <w:t>Голованівського району                        Кіровоградської області</w:t>
      </w:r>
    </w:p>
    <w:p w:rsidR="00581BFF" w:rsidRPr="0008509C" w:rsidRDefault="00581BFF" w:rsidP="0008509C">
      <w:pPr>
        <w:pStyle w:val="Heading5"/>
        <w:jc w:val="center"/>
        <w:rPr>
          <w:i w:val="0"/>
          <w:sz w:val="24"/>
          <w:szCs w:val="24"/>
        </w:rPr>
      </w:pPr>
    </w:p>
    <w:p w:rsidR="00581BFF" w:rsidRPr="0008509C" w:rsidRDefault="00581BFF" w:rsidP="0008509C">
      <w:pPr>
        <w:pStyle w:val="Heading5"/>
        <w:jc w:val="center"/>
        <w:rPr>
          <w:i w:val="0"/>
          <w:sz w:val="24"/>
          <w:szCs w:val="24"/>
        </w:rPr>
      </w:pPr>
      <w:r w:rsidRPr="0008509C">
        <w:rPr>
          <w:i w:val="0"/>
        </w:rPr>
        <w:t>ПРОТОКОЛ</w:t>
      </w:r>
    </w:p>
    <w:p w:rsidR="00581BFF" w:rsidRPr="0008509C" w:rsidRDefault="00581BFF" w:rsidP="0008509C">
      <w:pPr>
        <w:pStyle w:val="Heading5"/>
        <w:jc w:val="center"/>
        <w:rPr>
          <w:i w:val="0"/>
          <w:sz w:val="24"/>
          <w:szCs w:val="24"/>
        </w:rPr>
      </w:pPr>
      <w:r w:rsidRPr="0008509C">
        <w:rPr>
          <w:i w:val="0"/>
          <w:sz w:val="24"/>
          <w:szCs w:val="24"/>
        </w:rPr>
        <w:t>четвертої сесії Голованівської селищної ради</w:t>
      </w:r>
    </w:p>
    <w:p w:rsidR="00581BFF" w:rsidRPr="0008509C" w:rsidRDefault="00581BFF" w:rsidP="0008509C">
      <w:pPr>
        <w:jc w:val="center"/>
        <w:rPr>
          <w:sz w:val="24"/>
          <w:szCs w:val="24"/>
        </w:rPr>
      </w:pPr>
    </w:p>
    <w:p w:rsidR="00581BFF" w:rsidRPr="0008509C" w:rsidRDefault="00581BFF" w:rsidP="0008509C">
      <w:pPr>
        <w:pStyle w:val="Heading6"/>
        <w:jc w:val="center"/>
        <w:rPr>
          <w:b w:val="0"/>
          <w:sz w:val="24"/>
          <w:szCs w:val="24"/>
        </w:rPr>
      </w:pPr>
      <w:r w:rsidRPr="0008509C">
        <w:rPr>
          <w:b w:val="0"/>
          <w:sz w:val="24"/>
          <w:szCs w:val="24"/>
        </w:rPr>
        <w:t>Восьмого скликання</w:t>
      </w:r>
    </w:p>
    <w:p w:rsidR="00581BFF" w:rsidRPr="0008509C" w:rsidRDefault="00581BFF" w:rsidP="0008509C">
      <w:pPr>
        <w:jc w:val="center"/>
        <w:rPr>
          <w:sz w:val="24"/>
          <w:szCs w:val="24"/>
        </w:rPr>
      </w:pPr>
    </w:p>
    <w:p w:rsidR="00581BFF" w:rsidRPr="0008509C" w:rsidRDefault="00581BFF" w:rsidP="0008509C">
      <w:pPr>
        <w:jc w:val="center"/>
        <w:rPr>
          <w:b/>
          <w:sz w:val="24"/>
          <w:szCs w:val="24"/>
        </w:rPr>
      </w:pPr>
      <w:r w:rsidRPr="0008509C">
        <w:rPr>
          <w:b/>
          <w:sz w:val="24"/>
          <w:szCs w:val="24"/>
        </w:rPr>
        <w:t xml:space="preserve">від 15 січня 2021 року         </w:t>
      </w:r>
      <w:r w:rsidRPr="0008509C">
        <w:rPr>
          <w:b/>
          <w:sz w:val="24"/>
          <w:szCs w:val="24"/>
        </w:rPr>
        <w:tab/>
      </w:r>
      <w:r w:rsidRPr="0008509C">
        <w:rPr>
          <w:b/>
          <w:sz w:val="24"/>
          <w:szCs w:val="24"/>
        </w:rPr>
        <w:tab/>
      </w:r>
      <w:r w:rsidRPr="0008509C">
        <w:rPr>
          <w:b/>
          <w:sz w:val="24"/>
          <w:szCs w:val="24"/>
        </w:rPr>
        <w:tab/>
      </w:r>
      <w:r w:rsidRPr="0008509C">
        <w:rPr>
          <w:b/>
          <w:sz w:val="24"/>
          <w:szCs w:val="24"/>
        </w:rPr>
        <w:tab/>
        <w:t xml:space="preserve">    смт Голованівськ</w:t>
      </w:r>
    </w:p>
    <w:p w:rsidR="00581BFF" w:rsidRDefault="00581BFF">
      <w:pPr>
        <w:pStyle w:val="BodyText"/>
        <w:spacing w:before="226"/>
        <w:ind w:right="113" w:firstLine="720"/>
        <w:jc w:val="left"/>
      </w:pPr>
    </w:p>
    <w:p w:rsidR="00581BFF" w:rsidRPr="0008509C" w:rsidRDefault="00581BFF" w:rsidP="0008509C">
      <w:pPr>
        <w:pStyle w:val="BodyText"/>
        <w:ind w:firstLine="708"/>
      </w:pPr>
      <w:r w:rsidRPr="0008509C">
        <w:t>Четверту сесію восьмого скликання Голованівської селищної ради відкриває  селищний голова Цобенко Сергій  Олександрович.</w:t>
      </w:r>
    </w:p>
    <w:p w:rsidR="00581BFF" w:rsidRDefault="00581BFF">
      <w:pPr>
        <w:pStyle w:val="Heading1"/>
        <w:spacing w:before="157"/>
        <w:jc w:val="left"/>
        <w:rPr>
          <w:b w:val="0"/>
        </w:rPr>
      </w:pPr>
      <w:r>
        <w:t>Голова районної ради</w:t>
      </w:r>
      <w:r>
        <w:rPr>
          <w:b w:val="0"/>
        </w:rPr>
        <w:t>:</w:t>
      </w:r>
    </w:p>
    <w:p w:rsidR="00581BFF" w:rsidRPr="005A5546" w:rsidRDefault="00581BFF" w:rsidP="0008509C">
      <w:pPr>
        <w:ind w:firstLine="708"/>
        <w:jc w:val="both"/>
        <w:rPr>
          <w:bCs/>
          <w:sz w:val="28"/>
          <w:szCs w:val="28"/>
        </w:rPr>
      </w:pPr>
      <w:r w:rsidRPr="005A5546">
        <w:rPr>
          <w:bCs/>
          <w:sz w:val="28"/>
          <w:szCs w:val="28"/>
        </w:rPr>
        <w:t>Добрий день, шановні депутати, запрошені!</w:t>
      </w:r>
      <w:r w:rsidRPr="005A5546">
        <w:rPr>
          <w:bCs/>
          <w:sz w:val="28"/>
          <w:szCs w:val="28"/>
        </w:rPr>
        <w:tab/>
      </w:r>
    </w:p>
    <w:p w:rsidR="00581BFF" w:rsidRPr="005A5546" w:rsidRDefault="00581BFF" w:rsidP="0008509C">
      <w:pPr>
        <w:jc w:val="both"/>
        <w:rPr>
          <w:bCs/>
          <w:sz w:val="28"/>
          <w:szCs w:val="28"/>
        </w:rPr>
      </w:pPr>
      <w:r w:rsidRPr="005A5546">
        <w:rPr>
          <w:iCs/>
          <w:sz w:val="28"/>
          <w:szCs w:val="28"/>
        </w:rPr>
        <w:t xml:space="preserve">На </w:t>
      </w:r>
      <w:r>
        <w:rPr>
          <w:iCs/>
          <w:sz w:val="28"/>
          <w:szCs w:val="28"/>
        </w:rPr>
        <w:t>чергову четверту сесію селищної ради восьмого скликання з 26</w:t>
      </w:r>
      <w:r w:rsidRPr="005A5546">
        <w:rPr>
          <w:iCs/>
          <w:sz w:val="28"/>
          <w:szCs w:val="28"/>
        </w:rPr>
        <w:t xml:space="preserve"> депутатів </w:t>
      </w:r>
      <w:r>
        <w:rPr>
          <w:bCs/>
          <w:sz w:val="28"/>
          <w:szCs w:val="28"/>
        </w:rPr>
        <w:t>прибуло 23 депутати</w:t>
      </w:r>
      <w:r w:rsidRPr="005A5546">
        <w:rPr>
          <w:bCs/>
          <w:sz w:val="28"/>
          <w:szCs w:val="28"/>
        </w:rPr>
        <w:t xml:space="preserve">. </w:t>
      </w:r>
    </w:p>
    <w:p w:rsidR="00581BFF" w:rsidRPr="00C15905" w:rsidRDefault="00581BFF" w:rsidP="0008509C">
      <w:pPr>
        <w:jc w:val="both"/>
        <w:rPr>
          <w:b/>
          <w:iCs/>
          <w:sz w:val="16"/>
          <w:szCs w:val="16"/>
        </w:rPr>
      </w:pPr>
      <w:r w:rsidRPr="005A5546">
        <w:rPr>
          <w:iCs/>
          <w:sz w:val="28"/>
          <w:szCs w:val="28"/>
        </w:rPr>
        <w:t>Кворум, необхідний для проведення сесії, є.</w:t>
      </w:r>
    </w:p>
    <w:p w:rsidR="00581BFF" w:rsidRPr="005A5546" w:rsidRDefault="00581BFF" w:rsidP="0008509C">
      <w:pPr>
        <w:jc w:val="both"/>
        <w:rPr>
          <w:b/>
          <w:bCs/>
          <w:sz w:val="28"/>
          <w:szCs w:val="28"/>
        </w:rPr>
      </w:pPr>
      <w:r>
        <w:rPr>
          <w:iCs/>
          <w:sz w:val="28"/>
          <w:szCs w:val="28"/>
        </w:rPr>
        <w:t>Четверту сесію селищної</w:t>
      </w:r>
      <w:r w:rsidRPr="005A5546">
        <w:rPr>
          <w:iCs/>
          <w:sz w:val="28"/>
          <w:szCs w:val="28"/>
        </w:rPr>
        <w:t xml:space="preserve"> ради </w:t>
      </w:r>
      <w:r>
        <w:rPr>
          <w:iCs/>
          <w:sz w:val="28"/>
          <w:szCs w:val="28"/>
        </w:rPr>
        <w:t>вось</w:t>
      </w:r>
      <w:r w:rsidRPr="005A5546">
        <w:rPr>
          <w:iCs/>
          <w:sz w:val="28"/>
          <w:szCs w:val="28"/>
        </w:rPr>
        <w:t>мого скликання оголошую відкритою.</w:t>
      </w:r>
    </w:p>
    <w:p w:rsidR="00581BFF" w:rsidRDefault="00581BFF">
      <w:pPr>
        <w:pStyle w:val="BodyText"/>
        <w:spacing w:before="158"/>
        <w:ind w:right="106"/>
      </w:pPr>
    </w:p>
    <w:p w:rsidR="00581BFF" w:rsidRDefault="00581BFF" w:rsidP="00A61995">
      <w:pPr>
        <w:rPr>
          <w:iCs/>
          <w:sz w:val="28"/>
          <w:szCs w:val="28"/>
        </w:rPr>
      </w:pPr>
      <w:r w:rsidRPr="005A5546">
        <w:rPr>
          <w:iCs/>
          <w:sz w:val="28"/>
          <w:szCs w:val="28"/>
        </w:rPr>
        <w:t>У роботі сесії беруть участь: начальники відділів т</w:t>
      </w:r>
      <w:r>
        <w:rPr>
          <w:iCs/>
          <w:sz w:val="28"/>
          <w:szCs w:val="28"/>
        </w:rPr>
        <w:t>а управлінь Голованівської селищної ради</w:t>
      </w:r>
      <w:r w:rsidRPr="005A5546">
        <w:rPr>
          <w:iCs/>
          <w:sz w:val="28"/>
          <w:szCs w:val="28"/>
        </w:rPr>
        <w:t>, керівники установ</w:t>
      </w:r>
      <w:r>
        <w:rPr>
          <w:iCs/>
          <w:sz w:val="28"/>
          <w:szCs w:val="28"/>
        </w:rPr>
        <w:t xml:space="preserve"> та організацій району, представники політичних партій, громадських організацій, заступник голови Голованівської районної ради Грабова Н.В.</w:t>
      </w:r>
    </w:p>
    <w:p w:rsidR="00581BFF" w:rsidRDefault="00581BFF" w:rsidP="00A61995">
      <w:pPr>
        <w:rPr>
          <w:iCs/>
          <w:sz w:val="28"/>
          <w:szCs w:val="28"/>
        </w:rPr>
      </w:pPr>
    </w:p>
    <w:p w:rsidR="00581BFF" w:rsidRDefault="00581BFF" w:rsidP="00A61995">
      <w:pPr>
        <w:rPr>
          <w:iCs/>
          <w:sz w:val="28"/>
          <w:szCs w:val="28"/>
        </w:rPr>
      </w:pPr>
    </w:p>
    <w:p w:rsidR="00581BFF" w:rsidRDefault="00581BFF" w:rsidP="00A61995">
      <w:pPr>
        <w:rPr>
          <w:bCs/>
          <w:sz w:val="28"/>
          <w:szCs w:val="28"/>
        </w:rPr>
      </w:pPr>
      <w:r>
        <w:rPr>
          <w:bCs/>
          <w:sz w:val="28"/>
          <w:szCs w:val="28"/>
        </w:rPr>
        <w:t>Розпочнемо роботу сесії.</w:t>
      </w:r>
    </w:p>
    <w:p w:rsidR="00581BFF" w:rsidRDefault="00581BFF">
      <w:pPr>
        <w:pStyle w:val="BodyText"/>
        <w:spacing w:before="162"/>
        <w:ind w:left="830" w:firstLine="0"/>
        <w:jc w:val="left"/>
      </w:pPr>
      <w:r>
        <w:t>Шановні депутати!</w:t>
      </w:r>
    </w:p>
    <w:p w:rsidR="00581BFF" w:rsidRDefault="00581BFF">
      <w:pPr>
        <w:pStyle w:val="BodyText"/>
        <w:spacing w:before="162"/>
        <w:ind w:left="830" w:firstLine="0"/>
        <w:jc w:val="left"/>
        <w:rPr>
          <w:bCs/>
        </w:rPr>
      </w:pPr>
      <w:r>
        <w:rPr>
          <w:bCs/>
        </w:rPr>
        <w:t>Н</w:t>
      </w:r>
      <w:r w:rsidRPr="0079572C">
        <w:rPr>
          <w:bCs/>
        </w:rPr>
        <w:t xml:space="preserve">а </w:t>
      </w:r>
      <w:r>
        <w:rPr>
          <w:bCs/>
        </w:rPr>
        <w:t>четвертій сесії селищної</w:t>
      </w:r>
      <w:r w:rsidRPr="0079572C">
        <w:rPr>
          <w:bCs/>
        </w:rPr>
        <w:t xml:space="preserve"> ради пропонується розглянути </w:t>
      </w:r>
      <w:r w:rsidRPr="00A61995">
        <w:rPr>
          <w:bCs/>
        </w:rPr>
        <w:t>35 питань</w:t>
      </w:r>
      <w:r>
        <w:rPr>
          <w:bCs/>
        </w:rPr>
        <w:t>.</w:t>
      </w:r>
    </w:p>
    <w:p w:rsidR="00581BFF" w:rsidRDefault="00581BFF">
      <w:pPr>
        <w:pStyle w:val="BodyText"/>
        <w:spacing w:before="162"/>
        <w:ind w:left="830" w:firstLine="0"/>
        <w:jc w:val="left"/>
      </w:pPr>
    </w:p>
    <w:p w:rsidR="00581BFF" w:rsidRDefault="00581BFF" w:rsidP="00A61995">
      <w:pPr>
        <w:ind w:firstLine="770"/>
        <w:jc w:val="both"/>
        <w:rPr>
          <w:sz w:val="28"/>
          <w:szCs w:val="28"/>
        </w:rPr>
      </w:pPr>
      <w:r>
        <w:rPr>
          <w:sz w:val="28"/>
          <w:szCs w:val="28"/>
        </w:rPr>
        <w:t xml:space="preserve">1. </w:t>
      </w:r>
      <w:r w:rsidRPr="00592300">
        <w:rPr>
          <w:sz w:val="28"/>
          <w:szCs w:val="28"/>
        </w:rPr>
        <w:t>Про  затвердження Програми економічного і соціального  розвитку Голованівської селищної ради на 2021 рік.</w:t>
      </w:r>
    </w:p>
    <w:p w:rsidR="00581BFF" w:rsidRDefault="00581BFF" w:rsidP="00A61995">
      <w:pPr>
        <w:jc w:val="both"/>
        <w:rPr>
          <w:sz w:val="28"/>
          <w:szCs w:val="28"/>
        </w:rPr>
      </w:pPr>
    </w:p>
    <w:p w:rsidR="00581BFF" w:rsidRDefault="00581BFF" w:rsidP="00A61995">
      <w:pPr>
        <w:pStyle w:val="NoSpacing"/>
        <w:jc w:val="both"/>
        <w:rPr>
          <w:rFonts w:ascii="Times New Roman" w:hAnsi="Times New Roman"/>
          <w:sz w:val="28"/>
          <w:szCs w:val="28"/>
        </w:rPr>
      </w:pPr>
      <w:r>
        <w:rPr>
          <w:rFonts w:ascii="Times New Roman" w:hAnsi="Times New Roman"/>
          <w:sz w:val="28"/>
          <w:szCs w:val="28"/>
        </w:rPr>
        <w:tab/>
        <w:t xml:space="preserve">2. </w:t>
      </w:r>
      <w:r w:rsidRPr="00380D9F">
        <w:rPr>
          <w:rFonts w:ascii="Times New Roman" w:hAnsi="Times New Roman"/>
          <w:sz w:val="28"/>
          <w:szCs w:val="28"/>
        </w:rPr>
        <w:t xml:space="preserve">Про затвердження цільової </w:t>
      </w:r>
      <w:r>
        <w:rPr>
          <w:rFonts w:ascii="Times New Roman" w:hAnsi="Times New Roman"/>
          <w:sz w:val="28"/>
          <w:szCs w:val="28"/>
        </w:rPr>
        <w:t>програми "Доступна медицина"</w:t>
      </w:r>
      <w:r w:rsidRPr="00380D9F">
        <w:rPr>
          <w:rFonts w:ascii="Times New Roman" w:hAnsi="Times New Roman"/>
          <w:sz w:val="28"/>
          <w:szCs w:val="28"/>
        </w:rPr>
        <w:t xml:space="preserve"> на 2021-2025 роки</w:t>
      </w:r>
      <w:r>
        <w:rPr>
          <w:rFonts w:ascii="Times New Roman" w:hAnsi="Times New Roman"/>
          <w:sz w:val="28"/>
          <w:szCs w:val="28"/>
        </w:rPr>
        <w:t>.</w:t>
      </w:r>
    </w:p>
    <w:p w:rsidR="00581BFF" w:rsidRDefault="00581BFF" w:rsidP="00A61995">
      <w:pPr>
        <w:pStyle w:val="NoSpacing"/>
        <w:jc w:val="both"/>
        <w:rPr>
          <w:rFonts w:ascii="Times New Roman" w:hAnsi="Times New Roman"/>
          <w:sz w:val="28"/>
          <w:szCs w:val="28"/>
          <w:lang w:eastAsia="ru-RU"/>
        </w:rPr>
      </w:pPr>
    </w:p>
    <w:p w:rsidR="00581BFF" w:rsidRDefault="00581BFF" w:rsidP="00A61995">
      <w:pPr>
        <w:jc w:val="both"/>
        <w:rPr>
          <w:sz w:val="28"/>
          <w:szCs w:val="28"/>
        </w:rPr>
      </w:pPr>
      <w:r>
        <w:rPr>
          <w:sz w:val="28"/>
          <w:szCs w:val="28"/>
        </w:rPr>
        <w:tab/>
        <w:t xml:space="preserve">3. </w:t>
      </w:r>
      <w:r w:rsidRPr="00592300">
        <w:rPr>
          <w:sz w:val="28"/>
          <w:szCs w:val="28"/>
        </w:rPr>
        <w:t>Про затвердження</w:t>
      </w:r>
      <w:r>
        <w:rPr>
          <w:sz w:val="28"/>
          <w:szCs w:val="28"/>
        </w:rPr>
        <w:t xml:space="preserve"> Програми "</w:t>
      </w:r>
      <w:r w:rsidRPr="00592300">
        <w:rPr>
          <w:sz w:val="28"/>
          <w:szCs w:val="28"/>
        </w:rPr>
        <w:t>Розвитку та фінансової</w:t>
      </w:r>
      <w:r>
        <w:rPr>
          <w:sz w:val="28"/>
          <w:szCs w:val="28"/>
        </w:rPr>
        <w:t xml:space="preserve"> </w:t>
      </w:r>
      <w:r w:rsidRPr="00592300">
        <w:rPr>
          <w:sz w:val="28"/>
          <w:szCs w:val="28"/>
        </w:rPr>
        <w:t>підтримки</w:t>
      </w:r>
      <w:r>
        <w:rPr>
          <w:sz w:val="28"/>
          <w:szCs w:val="28"/>
        </w:rPr>
        <w:t xml:space="preserve"> Комунального некомерційного підприємства  "</w:t>
      </w:r>
      <w:r w:rsidRPr="00592300">
        <w:rPr>
          <w:sz w:val="28"/>
          <w:szCs w:val="28"/>
        </w:rPr>
        <w:t>Голованів</w:t>
      </w:r>
      <w:r>
        <w:rPr>
          <w:sz w:val="28"/>
          <w:szCs w:val="28"/>
        </w:rPr>
        <w:t>ська центральна района лікарня" на  2021-2023 роки"</w:t>
      </w:r>
      <w:r w:rsidRPr="00592300">
        <w:rPr>
          <w:sz w:val="28"/>
          <w:szCs w:val="28"/>
        </w:rPr>
        <w:t>.</w:t>
      </w:r>
    </w:p>
    <w:p w:rsidR="00581BFF" w:rsidRDefault="00581BFF" w:rsidP="00A61995">
      <w:pPr>
        <w:jc w:val="both"/>
        <w:rPr>
          <w:sz w:val="28"/>
          <w:szCs w:val="28"/>
        </w:rPr>
      </w:pPr>
    </w:p>
    <w:p w:rsidR="00581BFF" w:rsidRPr="00D06560" w:rsidRDefault="00581BFF" w:rsidP="00A61995">
      <w:pPr>
        <w:ind w:right="-2"/>
        <w:jc w:val="both"/>
        <w:rPr>
          <w:sz w:val="28"/>
          <w:szCs w:val="28"/>
        </w:rPr>
      </w:pPr>
      <w:r>
        <w:rPr>
          <w:sz w:val="28"/>
          <w:szCs w:val="28"/>
        </w:rPr>
        <w:tab/>
        <w:t xml:space="preserve">4. </w:t>
      </w:r>
      <w:r w:rsidRPr="00592300">
        <w:rPr>
          <w:sz w:val="28"/>
          <w:szCs w:val="28"/>
        </w:rPr>
        <w:t xml:space="preserve">Про внесення </w:t>
      </w:r>
      <w:r>
        <w:rPr>
          <w:sz w:val="28"/>
          <w:szCs w:val="28"/>
        </w:rPr>
        <w:t xml:space="preserve">змін до рішення сесії від 22 грудня </w:t>
      </w:r>
      <w:r w:rsidRPr="00592300">
        <w:rPr>
          <w:sz w:val="28"/>
          <w:szCs w:val="28"/>
        </w:rPr>
        <w:t>2020 року № 47</w:t>
      </w:r>
      <w:r>
        <w:rPr>
          <w:sz w:val="28"/>
          <w:szCs w:val="28"/>
        </w:rPr>
        <w:t xml:space="preserve"> "</w:t>
      </w:r>
      <w:r w:rsidRPr="00592300">
        <w:rPr>
          <w:sz w:val="28"/>
          <w:szCs w:val="28"/>
        </w:rPr>
        <w:t>Про селищний бюджет Голованівської</w:t>
      </w:r>
      <w:r>
        <w:rPr>
          <w:sz w:val="28"/>
          <w:szCs w:val="28"/>
        </w:rPr>
        <w:t xml:space="preserve"> селищної ради на 2021 рік".</w:t>
      </w:r>
    </w:p>
    <w:p w:rsidR="00581BFF" w:rsidRDefault="00581BFF" w:rsidP="00A61995">
      <w:pPr>
        <w:pStyle w:val="NoSpacing"/>
        <w:jc w:val="both"/>
        <w:rPr>
          <w:rFonts w:ascii="Times New Roman" w:hAnsi="Times New Roman"/>
          <w:sz w:val="28"/>
          <w:szCs w:val="28"/>
        </w:rPr>
      </w:pPr>
    </w:p>
    <w:p w:rsidR="00581BFF" w:rsidRDefault="00581BFF" w:rsidP="00A61995">
      <w:pPr>
        <w:pStyle w:val="NoSpacing"/>
        <w:jc w:val="both"/>
        <w:rPr>
          <w:rFonts w:ascii="Times New Roman" w:hAnsi="Times New Roman"/>
          <w:sz w:val="28"/>
          <w:szCs w:val="28"/>
        </w:rPr>
      </w:pPr>
      <w:r>
        <w:rPr>
          <w:rFonts w:ascii="Times New Roman" w:hAnsi="Times New Roman"/>
          <w:sz w:val="28"/>
          <w:szCs w:val="28"/>
        </w:rPr>
        <w:tab/>
        <w:t xml:space="preserve">5. </w:t>
      </w:r>
      <w:r w:rsidRPr="00592300">
        <w:rPr>
          <w:rFonts w:ascii="Times New Roman" w:hAnsi="Times New Roman"/>
          <w:sz w:val="28"/>
          <w:szCs w:val="28"/>
        </w:rPr>
        <w:t>Про зміну засновника, перейменування та затвердже</w:t>
      </w:r>
      <w:r>
        <w:rPr>
          <w:rFonts w:ascii="Times New Roman" w:hAnsi="Times New Roman"/>
          <w:sz w:val="28"/>
          <w:szCs w:val="28"/>
        </w:rPr>
        <w:t xml:space="preserve">ння Статуту (у новій редакції) </w:t>
      </w:r>
      <w:r>
        <w:rPr>
          <w:rFonts w:ascii="Times New Roman" w:hAnsi="Times New Roman"/>
          <w:sz w:val="28"/>
          <w:szCs w:val="28"/>
          <w:lang w:val="ru-RU"/>
        </w:rPr>
        <w:t>К</w:t>
      </w:r>
      <w:r w:rsidRPr="00592300">
        <w:rPr>
          <w:rFonts w:ascii="Times New Roman" w:hAnsi="Times New Roman"/>
          <w:sz w:val="28"/>
          <w:szCs w:val="28"/>
        </w:rPr>
        <w:t>омунально</w:t>
      </w:r>
      <w:r>
        <w:rPr>
          <w:rFonts w:ascii="Times New Roman" w:hAnsi="Times New Roman"/>
          <w:sz w:val="28"/>
          <w:szCs w:val="28"/>
        </w:rPr>
        <w:t>го некомерційного підприємства "</w:t>
      </w:r>
      <w:r w:rsidRPr="00592300">
        <w:rPr>
          <w:rFonts w:ascii="Times New Roman" w:hAnsi="Times New Roman"/>
          <w:sz w:val="28"/>
          <w:szCs w:val="28"/>
        </w:rPr>
        <w:t>Голованівська</w:t>
      </w:r>
      <w:r>
        <w:rPr>
          <w:rFonts w:ascii="Times New Roman" w:hAnsi="Times New Roman"/>
          <w:sz w:val="28"/>
          <w:szCs w:val="28"/>
        </w:rPr>
        <w:t xml:space="preserve"> центральна районна лікарня"</w:t>
      </w:r>
      <w:r w:rsidRPr="00592300">
        <w:rPr>
          <w:rFonts w:ascii="Times New Roman" w:hAnsi="Times New Roman"/>
          <w:sz w:val="28"/>
          <w:szCs w:val="28"/>
        </w:rPr>
        <w:t xml:space="preserve"> Голованівської селищної ради</w:t>
      </w:r>
      <w:r>
        <w:rPr>
          <w:rFonts w:ascii="Times New Roman" w:hAnsi="Times New Roman"/>
          <w:sz w:val="28"/>
          <w:szCs w:val="28"/>
        </w:rPr>
        <w:t>.</w:t>
      </w:r>
    </w:p>
    <w:p w:rsidR="00581BFF" w:rsidRDefault="00581BFF" w:rsidP="00A61995">
      <w:pPr>
        <w:pStyle w:val="NoSpacing"/>
        <w:jc w:val="both"/>
        <w:rPr>
          <w:rFonts w:ascii="Times New Roman" w:hAnsi="Times New Roman"/>
          <w:sz w:val="28"/>
          <w:szCs w:val="28"/>
          <w:lang w:eastAsia="ru-RU"/>
        </w:rPr>
      </w:pPr>
    </w:p>
    <w:p w:rsidR="00581BFF" w:rsidRDefault="00581BFF" w:rsidP="00A61995">
      <w:pPr>
        <w:pStyle w:val="NoSpacing"/>
        <w:jc w:val="both"/>
        <w:rPr>
          <w:rFonts w:ascii="Times New Roman" w:hAnsi="Times New Roman"/>
          <w:sz w:val="28"/>
          <w:szCs w:val="28"/>
          <w:lang w:eastAsia="ru-RU"/>
        </w:rPr>
      </w:pPr>
      <w:r>
        <w:rPr>
          <w:rFonts w:ascii="Times New Roman" w:hAnsi="Times New Roman"/>
          <w:sz w:val="28"/>
          <w:szCs w:val="28"/>
          <w:lang w:eastAsia="ru-RU"/>
        </w:rPr>
        <w:tab/>
        <w:t>6. Про зміну засновника, перейменування та затвердження Статуту (у новій редакції) комунального некомерційного підприємства "Голованівський центр первинної медико-санітарної допомоги" Голованівської селищної ради.</w:t>
      </w:r>
    </w:p>
    <w:p w:rsidR="00581BFF" w:rsidRDefault="00581BFF" w:rsidP="00A61995">
      <w:pPr>
        <w:jc w:val="both"/>
        <w:rPr>
          <w:sz w:val="28"/>
          <w:szCs w:val="28"/>
        </w:rPr>
      </w:pPr>
    </w:p>
    <w:p w:rsidR="00581BFF" w:rsidRPr="00BD199B" w:rsidRDefault="00581BFF" w:rsidP="00A61995">
      <w:pPr>
        <w:jc w:val="both"/>
        <w:rPr>
          <w:sz w:val="28"/>
          <w:szCs w:val="28"/>
        </w:rPr>
      </w:pPr>
      <w:r>
        <w:rPr>
          <w:sz w:val="28"/>
          <w:szCs w:val="28"/>
        </w:rPr>
        <w:tab/>
        <w:t xml:space="preserve">7. </w:t>
      </w:r>
      <w:r w:rsidRPr="00592300">
        <w:rPr>
          <w:sz w:val="28"/>
          <w:szCs w:val="28"/>
        </w:rPr>
        <w:t>Про внесення змін до рішен</w:t>
      </w:r>
      <w:r>
        <w:rPr>
          <w:sz w:val="28"/>
          <w:szCs w:val="28"/>
        </w:rPr>
        <w:t>ня від 22 грудня 2020 року №29 "</w:t>
      </w:r>
      <w:r w:rsidRPr="00592300">
        <w:rPr>
          <w:sz w:val="28"/>
          <w:szCs w:val="28"/>
        </w:rPr>
        <w:t xml:space="preserve">Про створення Відділу освіти, молоді та спорту </w:t>
      </w:r>
      <w:r>
        <w:rPr>
          <w:sz w:val="28"/>
          <w:szCs w:val="28"/>
        </w:rPr>
        <w:t>Голованівської селищної ради"</w:t>
      </w:r>
      <w:r w:rsidRPr="00592300">
        <w:rPr>
          <w:sz w:val="28"/>
          <w:szCs w:val="28"/>
        </w:rPr>
        <w:t>.</w:t>
      </w:r>
    </w:p>
    <w:p w:rsidR="00581BFF" w:rsidRDefault="00581BFF" w:rsidP="00A61995">
      <w:pPr>
        <w:jc w:val="both"/>
        <w:rPr>
          <w:sz w:val="28"/>
          <w:szCs w:val="28"/>
        </w:rPr>
      </w:pPr>
    </w:p>
    <w:p w:rsidR="00581BFF" w:rsidRPr="00592300" w:rsidRDefault="00581BFF" w:rsidP="00A61995">
      <w:pPr>
        <w:jc w:val="both"/>
        <w:rPr>
          <w:sz w:val="28"/>
          <w:szCs w:val="28"/>
        </w:rPr>
      </w:pPr>
      <w:r>
        <w:rPr>
          <w:sz w:val="28"/>
          <w:szCs w:val="28"/>
        </w:rPr>
        <w:tab/>
        <w:t xml:space="preserve">8. </w:t>
      </w:r>
      <w:r w:rsidRPr="00592300">
        <w:rPr>
          <w:sz w:val="28"/>
          <w:szCs w:val="28"/>
        </w:rPr>
        <w:t>Про комунальну</w:t>
      </w:r>
      <w:r>
        <w:rPr>
          <w:sz w:val="28"/>
          <w:szCs w:val="28"/>
        </w:rPr>
        <w:t xml:space="preserve"> </w:t>
      </w:r>
      <w:r w:rsidRPr="00592300">
        <w:rPr>
          <w:sz w:val="28"/>
          <w:szCs w:val="28"/>
        </w:rPr>
        <w:t>установу</w:t>
      </w:r>
      <w:r>
        <w:rPr>
          <w:sz w:val="28"/>
          <w:szCs w:val="28"/>
        </w:rPr>
        <w:t xml:space="preserve"> "</w:t>
      </w:r>
      <w:r w:rsidRPr="00592300">
        <w:rPr>
          <w:sz w:val="28"/>
          <w:szCs w:val="28"/>
        </w:rPr>
        <w:t>Голованівський центр професійного</w:t>
      </w:r>
      <w:r>
        <w:rPr>
          <w:sz w:val="28"/>
          <w:szCs w:val="28"/>
        </w:rPr>
        <w:t xml:space="preserve"> </w:t>
      </w:r>
      <w:r w:rsidRPr="00592300">
        <w:rPr>
          <w:sz w:val="28"/>
          <w:szCs w:val="28"/>
        </w:rPr>
        <w:t>ро</w:t>
      </w:r>
      <w:r>
        <w:rPr>
          <w:sz w:val="28"/>
          <w:szCs w:val="28"/>
        </w:rPr>
        <w:t>звитку педагогічних працівників "</w:t>
      </w:r>
      <w:r w:rsidRPr="00592300">
        <w:rPr>
          <w:sz w:val="28"/>
          <w:szCs w:val="28"/>
        </w:rPr>
        <w:t>Голованівської</w:t>
      </w:r>
      <w:r>
        <w:rPr>
          <w:sz w:val="28"/>
          <w:szCs w:val="28"/>
        </w:rPr>
        <w:t xml:space="preserve"> </w:t>
      </w:r>
      <w:r w:rsidRPr="00592300">
        <w:rPr>
          <w:sz w:val="28"/>
          <w:szCs w:val="28"/>
        </w:rPr>
        <w:t>селищної ради.</w:t>
      </w:r>
    </w:p>
    <w:p w:rsidR="00581BFF" w:rsidRPr="00592300" w:rsidRDefault="00581BFF" w:rsidP="00A61995">
      <w:pPr>
        <w:tabs>
          <w:tab w:val="left" w:pos="7920"/>
        </w:tabs>
        <w:jc w:val="both"/>
        <w:rPr>
          <w:sz w:val="28"/>
          <w:szCs w:val="28"/>
        </w:rPr>
      </w:pPr>
    </w:p>
    <w:p w:rsidR="00581BFF" w:rsidRPr="00592300" w:rsidRDefault="00581BFF" w:rsidP="00A61995">
      <w:pPr>
        <w:ind w:right="-5"/>
        <w:jc w:val="both"/>
        <w:rPr>
          <w:sz w:val="28"/>
          <w:szCs w:val="28"/>
        </w:rPr>
      </w:pPr>
      <w:r>
        <w:rPr>
          <w:sz w:val="28"/>
          <w:szCs w:val="28"/>
        </w:rPr>
        <w:tab/>
        <w:t xml:space="preserve">9. </w:t>
      </w:r>
      <w:r w:rsidRPr="00592300">
        <w:rPr>
          <w:sz w:val="28"/>
          <w:szCs w:val="28"/>
        </w:rPr>
        <w:t>Про затвердження</w:t>
      </w:r>
      <w:r>
        <w:rPr>
          <w:sz w:val="28"/>
          <w:szCs w:val="28"/>
        </w:rPr>
        <w:t xml:space="preserve"> </w:t>
      </w:r>
      <w:r w:rsidRPr="00592300">
        <w:rPr>
          <w:sz w:val="28"/>
          <w:szCs w:val="28"/>
        </w:rPr>
        <w:t>Стратегії</w:t>
      </w:r>
      <w:r>
        <w:rPr>
          <w:sz w:val="28"/>
          <w:szCs w:val="28"/>
        </w:rPr>
        <w:t xml:space="preserve"> </w:t>
      </w:r>
      <w:r w:rsidRPr="00592300">
        <w:rPr>
          <w:sz w:val="28"/>
          <w:szCs w:val="28"/>
        </w:rPr>
        <w:t>розвитку</w:t>
      </w:r>
      <w:r>
        <w:rPr>
          <w:sz w:val="28"/>
          <w:szCs w:val="28"/>
        </w:rPr>
        <w:t xml:space="preserve"> </w:t>
      </w:r>
      <w:r w:rsidRPr="00592300">
        <w:rPr>
          <w:sz w:val="28"/>
          <w:szCs w:val="28"/>
        </w:rPr>
        <w:t xml:space="preserve">комунальної установи </w:t>
      </w:r>
      <w:r>
        <w:rPr>
          <w:sz w:val="28"/>
          <w:szCs w:val="28"/>
        </w:rPr>
        <w:t>"</w:t>
      </w:r>
      <w:r w:rsidRPr="00592300">
        <w:rPr>
          <w:sz w:val="28"/>
          <w:szCs w:val="28"/>
        </w:rPr>
        <w:t>Голованівський центр професійного</w:t>
      </w:r>
      <w:r>
        <w:rPr>
          <w:sz w:val="28"/>
          <w:szCs w:val="28"/>
        </w:rPr>
        <w:t xml:space="preserve"> </w:t>
      </w:r>
      <w:r w:rsidRPr="00592300">
        <w:rPr>
          <w:sz w:val="28"/>
          <w:szCs w:val="28"/>
        </w:rPr>
        <w:t>ро</w:t>
      </w:r>
      <w:r>
        <w:rPr>
          <w:sz w:val="28"/>
          <w:szCs w:val="28"/>
        </w:rPr>
        <w:t xml:space="preserve">звитку педагогічних працівників" </w:t>
      </w:r>
      <w:r w:rsidRPr="00592300">
        <w:rPr>
          <w:sz w:val="28"/>
          <w:szCs w:val="28"/>
        </w:rPr>
        <w:t>Голованівської</w:t>
      </w:r>
      <w:r>
        <w:rPr>
          <w:sz w:val="28"/>
          <w:szCs w:val="28"/>
        </w:rPr>
        <w:t xml:space="preserve"> </w:t>
      </w:r>
      <w:r w:rsidRPr="00592300">
        <w:rPr>
          <w:sz w:val="28"/>
          <w:szCs w:val="28"/>
        </w:rPr>
        <w:t>селищної ради</w:t>
      </w:r>
      <w:r>
        <w:rPr>
          <w:sz w:val="28"/>
          <w:szCs w:val="28"/>
        </w:rPr>
        <w:t>.</w:t>
      </w:r>
      <w:r w:rsidRPr="00592300">
        <w:rPr>
          <w:sz w:val="28"/>
          <w:szCs w:val="28"/>
        </w:rPr>
        <w:t xml:space="preserve"> </w:t>
      </w:r>
    </w:p>
    <w:p w:rsidR="00581BFF" w:rsidRPr="00592300" w:rsidRDefault="00581BFF" w:rsidP="00A61995">
      <w:pPr>
        <w:pStyle w:val="BodyText"/>
        <w:ind w:left="0"/>
        <w:rPr>
          <w:b/>
          <w:i/>
        </w:rPr>
      </w:pPr>
    </w:p>
    <w:p w:rsidR="00581BFF" w:rsidRPr="00592300" w:rsidRDefault="00581BFF" w:rsidP="00A61995">
      <w:pPr>
        <w:ind w:right="-5"/>
        <w:jc w:val="both"/>
        <w:rPr>
          <w:sz w:val="28"/>
          <w:szCs w:val="28"/>
        </w:rPr>
      </w:pPr>
      <w:r>
        <w:rPr>
          <w:sz w:val="28"/>
          <w:szCs w:val="28"/>
        </w:rPr>
        <w:tab/>
        <w:t>10.</w:t>
      </w:r>
      <w:r w:rsidRPr="00491728">
        <w:rPr>
          <w:sz w:val="28"/>
          <w:szCs w:val="28"/>
        </w:rPr>
        <w:t xml:space="preserve"> Про Голованівськ</w:t>
      </w:r>
      <w:r w:rsidRPr="00592300">
        <w:rPr>
          <w:sz w:val="28"/>
          <w:szCs w:val="28"/>
        </w:rPr>
        <w:t>ий</w:t>
      </w:r>
      <w:r>
        <w:rPr>
          <w:sz w:val="28"/>
          <w:szCs w:val="28"/>
        </w:rPr>
        <w:t xml:space="preserve"> </w:t>
      </w:r>
      <w:r w:rsidRPr="00491728">
        <w:rPr>
          <w:sz w:val="28"/>
          <w:szCs w:val="28"/>
        </w:rPr>
        <w:t>ліце</w:t>
      </w:r>
      <w:r w:rsidRPr="00592300">
        <w:rPr>
          <w:sz w:val="28"/>
          <w:szCs w:val="28"/>
        </w:rPr>
        <w:t>й</w:t>
      </w:r>
      <w:r>
        <w:rPr>
          <w:sz w:val="28"/>
          <w:szCs w:val="28"/>
        </w:rPr>
        <w:t xml:space="preserve"> </w:t>
      </w:r>
      <w:r w:rsidRPr="00491728">
        <w:rPr>
          <w:sz w:val="28"/>
          <w:szCs w:val="28"/>
        </w:rPr>
        <w:t>ім.Т.Г.Шевченка</w:t>
      </w:r>
      <w:r>
        <w:rPr>
          <w:sz w:val="28"/>
          <w:szCs w:val="28"/>
        </w:rPr>
        <w:t xml:space="preserve"> </w:t>
      </w:r>
      <w:r w:rsidRPr="00491728">
        <w:rPr>
          <w:sz w:val="28"/>
          <w:szCs w:val="28"/>
        </w:rPr>
        <w:t>Голованівської</w:t>
      </w:r>
      <w:r>
        <w:rPr>
          <w:sz w:val="28"/>
          <w:szCs w:val="28"/>
        </w:rPr>
        <w:t xml:space="preserve"> </w:t>
      </w:r>
      <w:r w:rsidRPr="00491728">
        <w:rPr>
          <w:sz w:val="28"/>
          <w:szCs w:val="28"/>
        </w:rPr>
        <w:t>селищної ради</w:t>
      </w:r>
      <w:r w:rsidRPr="00592300">
        <w:rPr>
          <w:sz w:val="28"/>
          <w:szCs w:val="28"/>
        </w:rPr>
        <w:t>.</w:t>
      </w:r>
    </w:p>
    <w:p w:rsidR="00581BFF" w:rsidRPr="00592300" w:rsidRDefault="00581BFF" w:rsidP="00A61995">
      <w:pPr>
        <w:ind w:right="-5"/>
        <w:rPr>
          <w:sz w:val="28"/>
          <w:szCs w:val="28"/>
        </w:rPr>
      </w:pPr>
    </w:p>
    <w:p w:rsidR="00581BFF" w:rsidRPr="00592300" w:rsidRDefault="00581BFF" w:rsidP="00A61995">
      <w:pPr>
        <w:ind w:right="-5"/>
        <w:jc w:val="both"/>
        <w:rPr>
          <w:sz w:val="28"/>
          <w:szCs w:val="28"/>
        </w:rPr>
      </w:pPr>
      <w:r>
        <w:rPr>
          <w:sz w:val="28"/>
          <w:szCs w:val="28"/>
        </w:rPr>
        <w:tab/>
        <w:t>11. Про затвердження С</w:t>
      </w:r>
      <w:r w:rsidRPr="00592300">
        <w:rPr>
          <w:sz w:val="28"/>
          <w:szCs w:val="28"/>
        </w:rPr>
        <w:t>татуту</w:t>
      </w:r>
      <w:r>
        <w:rPr>
          <w:sz w:val="28"/>
          <w:szCs w:val="28"/>
        </w:rPr>
        <w:t xml:space="preserve"> закладу дошкільної освіти "Малятко" </w:t>
      </w:r>
      <w:r w:rsidRPr="00592300">
        <w:rPr>
          <w:sz w:val="28"/>
          <w:szCs w:val="28"/>
        </w:rPr>
        <w:t>Голованівської</w:t>
      </w:r>
      <w:r>
        <w:rPr>
          <w:sz w:val="28"/>
          <w:szCs w:val="28"/>
        </w:rPr>
        <w:t xml:space="preserve">  </w:t>
      </w:r>
      <w:r w:rsidRPr="00592300">
        <w:rPr>
          <w:sz w:val="28"/>
          <w:szCs w:val="28"/>
        </w:rPr>
        <w:t>селищної ради.</w:t>
      </w:r>
    </w:p>
    <w:p w:rsidR="00581BFF" w:rsidRPr="00592300" w:rsidRDefault="00581BFF" w:rsidP="00A61995">
      <w:pPr>
        <w:ind w:right="-5"/>
        <w:jc w:val="both"/>
        <w:rPr>
          <w:sz w:val="28"/>
          <w:szCs w:val="28"/>
        </w:rPr>
      </w:pPr>
    </w:p>
    <w:p w:rsidR="00581BFF" w:rsidRPr="00592300" w:rsidRDefault="00581BFF" w:rsidP="00A61995">
      <w:pPr>
        <w:ind w:right="-5"/>
        <w:jc w:val="both"/>
        <w:rPr>
          <w:sz w:val="28"/>
          <w:szCs w:val="28"/>
        </w:rPr>
      </w:pPr>
      <w:r>
        <w:rPr>
          <w:sz w:val="28"/>
          <w:szCs w:val="28"/>
        </w:rPr>
        <w:tab/>
        <w:t xml:space="preserve">12. </w:t>
      </w:r>
      <w:r w:rsidRPr="00BD199B">
        <w:rPr>
          <w:sz w:val="28"/>
          <w:szCs w:val="28"/>
        </w:rPr>
        <w:t xml:space="preserve">Про затвердження </w:t>
      </w:r>
      <w:r>
        <w:rPr>
          <w:sz w:val="28"/>
          <w:szCs w:val="28"/>
        </w:rPr>
        <w:t>С</w:t>
      </w:r>
      <w:r w:rsidRPr="00BD199B">
        <w:rPr>
          <w:sz w:val="28"/>
          <w:szCs w:val="28"/>
        </w:rPr>
        <w:t xml:space="preserve">татуту </w:t>
      </w:r>
      <w:r w:rsidRPr="00592300">
        <w:rPr>
          <w:sz w:val="28"/>
          <w:szCs w:val="28"/>
        </w:rPr>
        <w:t>за</w:t>
      </w:r>
      <w:r>
        <w:rPr>
          <w:sz w:val="28"/>
          <w:szCs w:val="28"/>
        </w:rPr>
        <w:t>кладу дошкільної освіти "</w:t>
      </w:r>
      <w:r w:rsidRPr="00592300">
        <w:rPr>
          <w:sz w:val="28"/>
          <w:szCs w:val="28"/>
        </w:rPr>
        <w:t>Дзвіночок</w:t>
      </w:r>
      <w:r>
        <w:rPr>
          <w:sz w:val="28"/>
          <w:szCs w:val="28"/>
        </w:rPr>
        <w:t>"</w:t>
      </w:r>
      <w:r w:rsidRPr="00BD199B">
        <w:rPr>
          <w:sz w:val="28"/>
          <w:szCs w:val="28"/>
        </w:rPr>
        <w:t xml:space="preserve"> Голованівської селищної ради </w:t>
      </w:r>
      <w:r w:rsidRPr="00592300">
        <w:rPr>
          <w:sz w:val="28"/>
          <w:szCs w:val="28"/>
        </w:rPr>
        <w:t>.</w:t>
      </w:r>
    </w:p>
    <w:p w:rsidR="00581BFF" w:rsidRPr="00592300" w:rsidRDefault="00581BFF" w:rsidP="00A61995">
      <w:pPr>
        <w:ind w:right="-5"/>
        <w:jc w:val="both"/>
        <w:rPr>
          <w:sz w:val="28"/>
          <w:szCs w:val="28"/>
        </w:rPr>
      </w:pPr>
    </w:p>
    <w:p w:rsidR="00581BFF" w:rsidRPr="00592300" w:rsidRDefault="00581BFF" w:rsidP="00A61995">
      <w:pPr>
        <w:ind w:right="-5"/>
        <w:jc w:val="both"/>
        <w:rPr>
          <w:sz w:val="28"/>
          <w:szCs w:val="28"/>
        </w:rPr>
      </w:pPr>
      <w:r>
        <w:rPr>
          <w:sz w:val="28"/>
          <w:szCs w:val="28"/>
        </w:rPr>
        <w:tab/>
        <w:t>13. Про затвердження С</w:t>
      </w:r>
      <w:r w:rsidRPr="00592300">
        <w:rPr>
          <w:sz w:val="28"/>
          <w:szCs w:val="28"/>
        </w:rPr>
        <w:t>татуту</w:t>
      </w:r>
      <w:r>
        <w:rPr>
          <w:sz w:val="28"/>
          <w:szCs w:val="28"/>
        </w:rPr>
        <w:t xml:space="preserve"> закладу дошкільної освіти "Сонечко" </w:t>
      </w:r>
      <w:r w:rsidRPr="00592300">
        <w:rPr>
          <w:sz w:val="28"/>
          <w:szCs w:val="28"/>
        </w:rPr>
        <w:t>Голованівської</w:t>
      </w:r>
      <w:r>
        <w:rPr>
          <w:sz w:val="28"/>
          <w:szCs w:val="28"/>
        </w:rPr>
        <w:t xml:space="preserve"> </w:t>
      </w:r>
      <w:r w:rsidRPr="00592300">
        <w:rPr>
          <w:sz w:val="28"/>
          <w:szCs w:val="28"/>
        </w:rPr>
        <w:t>селищної ради.</w:t>
      </w:r>
    </w:p>
    <w:p w:rsidR="00581BFF" w:rsidRPr="00592300" w:rsidRDefault="00581BFF" w:rsidP="00A61995">
      <w:pPr>
        <w:ind w:right="-5"/>
        <w:jc w:val="both"/>
        <w:rPr>
          <w:sz w:val="28"/>
          <w:szCs w:val="28"/>
        </w:rPr>
      </w:pPr>
    </w:p>
    <w:p w:rsidR="00581BFF" w:rsidRPr="00592300" w:rsidRDefault="00581BFF" w:rsidP="00A61995">
      <w:pPr>
        <w:jc w:val="both"/>
        <w:rPr>
          <w:sz w:val="28"/>
          <w:szCs w:val="28"/>
        </w:rPr>
      </w:pPr>
      <w:r>
        <w:rPr>
          <w:sz w:val="28"/>
          <w:szCs w:val="28"/>
        </w:rPr>
        <w:tab/>
        <w:t xml:space="preserve">14. </w:t>
      </w:r>
      <w:r w:rsidRPr="00592300">
        <w:rPr>
          <w:sz w:val="28"/>
          <w:szCs w:val="28"/>
        </w:rPr>
        <w:t>Про затвердження Статуту</w:t>
      </w:r>
      <w:r>
        <w:rPr>
          <w:sz w:val="28"/>
          <w:szCs w:val="28"/>
        </w:rPr>
        <w:t xml:space="preserve"> </w:t>
      </w:r>
      <w:r w:rsidRPr="00592300">
        <w:rPr>
          <w:sz w:val="28"/>
          <w:szCs w:val="28"/>
        </w:rPr>
        <w:t>комунальної</w:t>
      </w:r>
      <w:r>
        <w:rPr>
          <w:sz w:val="28"/>
          <w:szCs w:val="28"/>
        </w:rPr>
        <w:t xml:space="preserve"> </w:t>
      </w:r>
      <w:r w:rsidRPr="00592300">
        <w:rPr>
          <w:sz w:val="28"/>
          <w:szCs w:val="28"/>
        </w:rPr>
        <w:t>установи</w:t>
      </w:r>
      <w:r>
        <w:rPr>
          <w:sz w:val="28"/>
          <w:szCs w:val="28"/>
        </w:rPr>
        <w:t xml:space="preserve"> "Інклюзивно-ресурсний центр" </w:t>
      </w:r>
      <w:r w:rsidRPr="00592300">
        <w:rPr>
          <w:sz w:val="28"/>
          <w:szCs w:val="28"/>
        </w:rPr>
        <w:t>Голованівської</w:t>
      </w:r>
      <w:r>
        <w:rPr>
          <w:sz w:val="28"/>
          <w:szCs w:val="28"/>
        </w:rPr>
        <w:t xml:space="preserve"> </w:t>
      </w:r>
      <w:r w:rsidRPr="00592300">
        <w:rPr>
          <w:sz w:val="28"/>
          <w:szCs w:val="28"/>
        </w:rPr>
        <w:t>селищної ради</w:t>
      </w:r>
      <w:r>
        <w:rPr>
          <w:sz w:val="28"/>
          <w:szCs w:val="28"/>
        </w:rPr>
        <w:t xml:space="preserve"> </w:t>
      </w:r>
      <w:r w:rsidRPr="00592300">
        <w:rPr>
          <w:sz w:val="28"/>
          <w:szCs w:val="28"/>
        </w:rPr>
        <w:t>Кіровоградської</w:t>
      </w:r>
      <w:r>
        <w:rPr>
          <w:sz w:val="28"/>
          <w:szCs w:val="28"/>
        </w:rPr>
        <w:t xml:space="preserve"> </w:t>
      </w:r>
      <w:r w:rsidRPr="00592300">
        <w:rPr>
          <w:sz w:val="28"/>
          <w:szCs w:val="28"/>
        </w:rPr>
        <w:t>області.</w:t>
      </w:r>
    </w:p>
    <w:p w:rsidR="00581BFF" w:rsidRPr="00592300" w:rsidRDefault="00581BFF" w:rsidP="00A61995">
      <w:pPr>
        <w:rPr>
          <w:sz w:val="28"/>
          <w:szCs w:val="28"/>
        </w:rPr>
      </w:pPr>
    </w:p>
    <w:p w:rsidR="00581BFF" w:rsidRDefault="00581BFF" w:rsidP="00A61995">
      <w:pPr>
        <w:spacing w:before="1"/>
        <w:ind w:right="-5"/>
        <w:jc w:val="both"/>
        <w:rPr>
          <w:b/>
          <w:sz w:val="28"/>
          <w:szCs w:val="28"/>
        </w:rPr>
      </w:pPr>
      <w:r>
        <w:rPr>
          <w:sz w:val="28"/>
          <w:szCs w:val="28"/>
        </w:rPr>
        <w:tab/>
        <w:t xml:space="preserve">15. </w:t>
      </w:r>
      <w:r w:rsidRPr="00491728">
        <w:rPr>
          <w:sz w:val="28"/>
          <w:szCs w:val="28"/>
        </w:rPr>
        <w:t>Про затвердження</w:t>
      </w:r>
      <w:r>
        <w:rPr>
          <w:sz w:val="28"/>
          <w:szCs w:val="28"/>
        </w:rPr>
        <w:t xml:space="preserve"> С</w:t>
      </w:r>
      <w:r w:rsidRPr="00491728">
        <w:rPr>
          <w:sz w:val="28"/>
          <w:szCs w:val="28"/>
        </w:rPr>
        <w:t>татуту</w:t>
      </w:r>
      <w:r>
        <w:rPr>
          <w:sz w:val="28"/>
          <w:szCs w:val="28"/>
        </w:rPr>
        <w:t xml:space="preserve"> </w:t>
      </w:r>
      <w:r w:rsidRPr="00491728">
        <w:rPr>
          <w:sz w:val="28"/>
          <w:szCs w:val="28"/>
        </w:rPr>
        <w:t>Голованівського</w:t>
      </w:r>
      <w:r>
        <w:rPr>
          <w:sz w:val="28"/>
          <w:szCs w:val="28"/>
        </w:rPr>
        <w:t xml:space="preserve"> </w:t>
      </w:r>
      <w:r w:rsidRPr="00491728">
        <w:rPr>
          <w:sz w:val="28"/>
          <w:szCs w:val="28"/>
        </w:rPr>
        <w:t>будинку</w:t>
      </w:r>
      <w:r>
        <w:rPr>
          <w:sz w:val="28"/>
          <w:szCs w:val="28"/>
        </w:rPr>
        <w:t xml:space="preserve"> </w:t>
      </w:r>
      <w:r w:rsidRPr="00491728">
        <w:rPr>
          <w:sz w:val="28"/>
          <w:szCs w:val="28"/>
        </w:rPr>
        <w:t>дитячої та юнацької</w:t>
      </w:r>
      <w:r>
        <w:rPr>
          <w:sz w:val="28"/>
          <w:szCs w:val="28"/>
        </w:rPr>
        <w:t xml:space="preserve"> </w:t>
      </w:r>
      <w:r w:rsidRPr="00491728">
        <w:rPr>
          <w:sz w:val="28"/>
          <w:szCs w:val="28"/>
        </w:rPr>
        <w:t>творчості</w:t>
      </w:r>
      <w:r>
        <w:rPr>
          <w:sz w:val="28"/>
          <w:szCs w:val="28"/>
        </w:rPr>
        <w:t xml:space="preserve"> </w:t>
      </w:r>
      <w:r w:rsidRPr="00491728">
        <w:rPr>
          <w:sz w:val="28"/>
          <w:szCs w:val="28"/>
        </w:rPr>
        <w:t>Голованівської</w:t>
      </w:r>
      <w:r>
        <w:rPr>
          <w:sz w:val="28"/>
          <w:szCs w:val="28"/>
        </w:rPr>
        <w:t xml:space="preserve"> </w:t>
      </w:r>
      <w:r w:rsidRPr="00491728">
        <w:rPr>
          <w:sz w:val="28"/>
          <w:szCs w:val="28"/>
        </w:rPr>
        <w:t>селищної ради</w:t>
      </w:r>
      <w:r w:rsidRPr="00592300">
        <w:rPr>
          <w:b/>
          <w:sz w:val="28"/>
          <w:szCs w:val="28"/>
        </w:rPr>
        <w:t>.</w:t>
      </w:r>
    </w:p>
    <w:p w:rsidR="00581BFF" w:rsidRDefault="00581BFF" w:rsidP="00A61995">
      <w:pPr>
        <w:spacing w:before="1"/>
        <w:ind w:right="-5"/>
        <w:jc w:val="both"/>
        <w:rPr>
          <w:b/>
          <w:sz w:val="28"/>
          <w:szCs w:val="28"/>
        </w:rPr>
      </w:pPr>
    </w:p>
    <w:p w:rsidR="00581BFF" w:rsidRDefault="00581BFF" w:rsidP="00A61995">
      <w:pPr>
        <w:spacing w:before="1"/>
        <w:ind w:right="-5"/>
        <w:rPr>
          <w:sz w:val="28"/>
          <w:szCs w:val="28"/>
        </w:rPr>
      </w:pPr>
      <w:r>
        <w:rPr>
          <w:b/>
          <w:sz w:val="28"/>
          <w:szCs w:val="28"/>
        </w:rPr>
        <w:tab/>
      </w:r>
      <w:r>
        <w:rPr>
          <w:sz w:val="28"/>
          <w:szCs w:val="28"/>
        </w:rPr>
        <w:t>16</w:t>
      </w:r>
      <w:r w:rsidRPr="00D06560">
        <w:rPr>
          <w:sz w:val="28"/>
          <w:szCs w:val="28"/>
        </w:rPr>
        <w:t>.</w:t>
      </w:r>
      <w:r>
        <w:rPr>
          <w:sz w:val="28"/>
          <w:szCs w:val="28"/>
        </w:rPr>
        <w:t xml:space="preserve">  </w:t>
      </w:r>
      <w:r w:rsidRPr="00592300">
        <w:rPr>
          <w:sz w:val="28"/>
          <w:szCs w:val="28"/>
        </w:rPr>
        <w:t>Про зміну засновника, перейменування та затвердження Статуту (у новій редакції) Голованівської комплексної дитячо-юнацької спортивної школи Голованівської селищної ради.</w:t>
      </w:r>
    </w:p>
    <w:p w:rsidR="00581BFF" w:rsidRDefault="00581BFF" w:rsidP="00A61995">
      <w:pPr>
        <w:spacing w:before="1"/>
        <w:ind w:right="-5"/>
        <w:rPr>
          <w:sz w:val="28"/>
          <w:szCs w:val="28"/>
        </w:rPr>
      </w:pPr>
    </w:p>
    <w:p w:rsidR="00581BFF" w:rsidRPr="00DE71BF" w:rsidRDefault="00581BFF" w:rsidP="00A61995">
      <w:pPr>
        <w:spacing w:before="1"/>
        <w:ind w:right="-5"/>
        <w:jc w:val="both"/>
        <w:rPr>
          <w:b/>
          <w:sz w:val="28"/>
          <w:szCs w:val="28"/>
        </w:rPr>
      </w:pPr>
      <w:r>
        <w:rPr>
          <w:sz w:val="28"/>
          <w:szCs w:val="28"/>
        </w:rPr>
        <w:tab/>
        <w:t xml:space="preserve">17. </w:t>
      </w:r>
      <w:r w:rsidRPr="00DE71BF">
        <w:rPr>
          <w:sz w:val="28"/>
          <w:szCs w:val="28"/>
        </w:rPr>
        <w:t>Про внесення змін до рішення Голованівської селищної ради</w:t>
      </w:r>
      <w:r>
        <w:rPr>
          <w:sz w:val="28"/>
          <w:szCs w:val="28"/>
        </w:rPr>
        <w:t xml:space="preserve"> </w:t>
      </w:r>
      <w:r w:rsidRPr="00DE71BF">
        <w:rPr>
          <w:sz w:val="28"/>
          <w:szCs w:val="28"/>
        </w:rPr>
        <w:t>від 22 грудня 2020 року №3</w:t>
      </w:r>
      <w:r>
        <w:rPr>
          <w:sz w:val="28"/>
          <w:szCs w:val="28"/>
        </w:rPr>
        <w:t>4 "</w:t>
      </w:r>
      <w:r w:rsidRPr="00DE71BF">
        <w:rPr>
          <w:sz w:val="28"/>
          <w:szCs w:val="28"/>
        </w:rPr>
        <w:t>Про створення  Відділу культури туризму та культурної спадщи</w:t>
      </w:r>
      <w:r>
        <w:rPr>
          <w:sz w:val="28"/>
          <w:szCs w:val="28"/>
        </w:rPr>
        <w:t>ни Голованівської селищної ради"</w:t>
      </w:r>
      <w:r w:rsidRPr="00DE71BF">
        <w:rPr>
          <w:sz w:val="28"/>
          <w:szCs w:val="28"/>
        </w:rPr>
        <w:t>.</w:t>
      </w:r>
    </w:p>
    <w:p w:rsidR="00581BFF" w:rsidRDefault="00581BFF" w:rsidP="00A61995">
      <w:pPr>
        <w:jc w:val="both"/>
        <w:rPr>
          <w:sz w:val="28"/>
          <w:szCs w:val="28"/>
        </w:rPr>
      </w:pPr>
    </w:p>
    <w:p w:rsidR="00581BFF" w:rsidRDefault="00581BFF" w:rsidP="00A61995">
      <w:pPr>
        <w:jc w:val="both"/>
        <w:rPr>
          <w:sz w:val="28"/>
          <w:szCs w:val="28"/>
        </w:rPr>
      </w:pPr>
      <w:r>
        <w:rPr>
          <w:sz w:val="28"/>
          <w:szCs w:val="28"/>
        </w:rPr>
        <w:tab/>
        <w:t>18.</w:t>
      </w:r>
      <w:r w:rsidRPr="00DE71BF">
        <w:rPr>
          <w:sz w:val="28"/>
          <w:szCs w:val="28"/>
        </w:rPr>
        <w:t>Про затвердження Порядку призначення на посаду керівників закладів культури комунальної форми власності за результатами конкурсного відбору</w:t>
      </w:r>
      <w:r>
        <w:rPr>
          <w:sz w:val="28"/>
          <w:szCs w:val="28"/>
        </w:rPr>
        <w:t>.</w:t>
      </w:r>
    </w:p>
    <w:p w:rsidR="00581BFF" w:rsidRDefault="00581BFF" w:rsidP="00A61995">
      <w:pPr>
        <w:jc w:val="both"/>
        <w:rPr>
          <w:sz w:val="28"/>
          <w:szCs w:val="28"/>
        </w:rPr>
      </w:pPr>
    </w:p>
    <w:p w:rsidR="00581BFF" w:rsidRDefault="00581BFF" w:rsidP="00A61995">
      <w:pPr>
        <w:jc w:val="both"/>
        <w:rPr>
          <w:sz w:val="28"/>
          <w:szCs w:val="28"/>
        </w:rPr>
      </w:pPr>
      <w:r>
        <w:rPr>
          <w:sz w:val="28"/>
          <w:szCs w:val="28"/>
        </w:rPr>
        <w:tab/>
        <w:t xml:space="preserve">19. </w:t>
      </w:r>
      <w:r w:rsidRPr="00DE71BF">
        <w:rPr>
          <w:sz w:val="28"/>
          <w:szCs w:val="28"/>
        </w:rPr>
        <w:t>Про зміну</w:t>
      </w:r>
      <w:r>
        <w:rPr>
          <w:sz w:val="28"/>
          <w:szCs w:val="28"/>
        </w:rPr>
        <w:t xml:space="preserve"> </w:t>
      </w:r>
      <w:r w:rsidRPr="00DE71BF">
        <w:rPr>
          <w:sz w:val="28"/>
          <w:szCs w:val="28"/>
        </w:rPr>
        <w:t>засновника, перейменування та затвердження Статуту (у новій</w:t>
      </w:r>
      <w:r>
        <w:rPr>
          <w:sz w:val="28"/>
          <w:szCs w:val="28"/>
        </w:rPr>
        <w:t xml:space="preserve"> </w:t>
      </w:r>
      <w:r w:rsidRPr="00DE71BF">
        <w:rPr>
          <w:sz w:val="28"/>
          <w:szCs w:val="28"/>
        </w:rPr>
        <w:t>редакції) комунального заклад</w:t>
      </w:r>
      <w:r>
        <w:rPr>
          <w:sz w:val="28"/>
          <w:szCs w:val="28"/>
        </w:rPr>
        <w:t>у "</w:t>
      </w:r>
      <w:r w:rsidRPr="00DE71BF">
        <w:rPr>
          <w:sz w:val="28"/>
          <w:szCs w:val="28"/>
        </w:rPr>
        <w:t>Центр ку</w:t>
      </w:r>
      <w:r>
        <w:rPr>
          <w:sz w:val="28"/>
          <w:szCs w:val="28"/>
        </w:rPr>
        <w:t xml:space="preserve">льтури та дозвілля" </w:t>
      </w:r>
      <w:r w:rsidRPr="00DE71BF">
        <w:rPr>
          <w:sz w:val="28"/>
          <w:szCs w:val="28"/>
        </w:rPr>
        <w:t>Голованівської</w:t>
      </w:r>
      <w:r>
        <w:rPr>
          <w:sz w:val="28"/>
          <w:szCs w:val="28"/>
        </w:rPr>
        <w:t xml:space="preserve">  </w:t>
      </w:r>
      <w:r w:rsidRPr="00DE71BF">
        <w:rPr>
          <w:sz w:val="28"/>
          <w:szCs w:val="28"/>
        </w:rPr>
        <w:t>селищної ради.</w:t>
      </w:r>
    </w:p>
    <w:p w:rsidR="00581BFF" w:rsidRDefault="00581BFF" w:rsidP="00A61995">
      <w:pPr>
        <w:jc w:val="both"/>
        <w:rPr>
          <w:sz w:val="28"/>
          <w:szCs w:val="28"/>
        </w:rPr>
      </w:pPr>
    </w:p>
    <w:p w:rsidR="00581BFF" w:rsidRDefault="00581BFF" w:rsidP="00A61995">
      <w:pPr>
        <w:contextualSpacing/>
        <w:jc w:val="both"/>
        <w:rPr>
          <w:sz w:val="28"/>
          <w:szCs w:val="28"/>
        </w:rPr>
      </w:pPr>
      <w:r>
        <w:rPr>
          <w:sz w:val="28"/>
          <w:szCs w:val="28"/>
        </w:rPr>
        <w:tab/>
        <w:t xml:space="preserve">20. </w:t>
      </w:r>
      <w:r w:rsidRPr="00DE71BF">
        <w:rPr>
          <w:sz w:val="28"/>
          <w:szCs w:val="28"/>
        </w:rPr>
        <w:t>Про зміну</w:t>
      </w:r>
      <w:r>
        <w:rPr>
          <w:sz w:val="28"/>
          <w:szCs w:val="28"/>
        </w:rPr>
        <w:t xml:space="preserve"> </w:t>
      </w:r>
      <w:r w:rsidRPr="00DE71BF">
        <w:rPr>
          <w:sz w:val="28"/>
          <w:szCs w:val="28"/>
        </w:rPr>
        <w:t>засновника, перейменування та затвердження Статуту (у новій</w:t>
      </w:r>
      <w:r>
        <w:rPr>
          <w:sz w:val="28"/>
          <w:szCs w:val="28"/>
        </w:rPr>
        <w:t xml:space="preserve"> </w:t>
      </w:r>
      <w:r w:rsidRPr="00DE71BF">
        <w:rPr>
          <w:sz w:val="28"/>
          <w:szCs w:val="28"/>
        </w:rPr>
        <w:t>редакції) комунального закладу</w:t>
      </w:r>
      <w:r>
        <w:rPr>
          <w:sz w:val="28"/>
          <w:szCs w:val="28"/>
        </w:rPr>
        <w:t xml:space="preserve"> "</w:t>
      </w:r>
      <w:r w:rsidRPr="00DE71BF">
        <w:rPr>
          <w:sz w:val="28"/>
          <w:szCs w:val="28"/>
        </w:rPr>
        <w:t>Бібліотека для дітей</w:t>
      </w:r>
      <w:r>
        <w:rPr>
          <w:sz w:val="28"/>
          <w:szCs w:val="28"/>
        </w:rPr>
        <w:t xml:space="preserve">" </w:t>
      </w:r>
      <w:r w:rsidRPr="00DE71BF">
        <w:rPr>
          <w:sz w:val="28"/>
          <w:szCs w:val="28"/>
        </w:rPr>
        <w:t>Голованівської селищної ради.</w:t>
      </w:r>
    </w:p>
    <w:p w:rsidR="00581BFF" w:rsidRDefault="00581BFF" w:rsidP="00A61995">
      <w:pPr>
        <w:contextualSpacing/>
        <w:jc w:val="both"/>
        <w:rPr>
          <w:sz w:val="28"/>
          <w:szCs w:val="28"/>
        </w:rPr>
      </w:pPr>
    </w:p>
    <w:p w:rsidR="00581BFF" w:rsidRDefault="00581BFF" w:rsidP="00A61995">
      <w:pPr>
        <w:jc w:val="both"/>
        <w:rPr>
          <w:sz w:val="28"/>
          <w:szCs w:val="28"/>
        </w:rPr>
      </w:pPr>
      <w:r>
        <w:rPr>
          <w:sz w:val="28"/>
          <w:szCs w:val="28"/>
        </w:rPr>
        <w:tab/>
        <w:t xml:space="preserve">21. </w:t>
      </w:r>
      <w:r w:rsidRPr="00D06560">
        <w:rPr>
          <w:sz w:val="28"/>
          <w:szCs w:val="28"/>
        </w:rPr>
        <w:t>Про зміну</w:t>
      </w:r>
      <w:r>
        <w:rPr>
          <w:sz w:val="28"/>
          <w:szCs w:val="28"/>
        </w:rPr>
        <w:t xml:space="preserve"> </w:t>
      </w:r>
      <w:r w:rsidRPr="00D06560">
        <w:rPr>
          <w:sz w:val="28"/>
          <w:szCs w:val="28"/>
        </w:rPr>
        <w:t>засновника, перейменування та затвердження Статуту (у новій</w:t>
      </w:r>
      <w:r>
        <w:rPr>
          <w:sz w:val="28"/>
          <w:szCs w:val="28"/>
        </w:rPr>
        <w:t xml:space="preserve"> </w:t>
      </w:r>
      <w:r w:rsidRPr="00D06560">
        <w:rPr>
          <w:sz w:val="28"/>
          <w:szCs w:val="28"/>
        </w:rPr>
        <w:t>редакції) комунального заклад</w:t>
      </w:r>
      <w:r>
        <w:rPr>
          <w:sz w:val="28"/>
          <w:szCs w:val="28"/>
        </w:rPr>
        <w:t>у "</w:t>
      </w:r>
      <w:r w:rsidRPr="00D06560">
        <w:rPr>
          <w:sz w:val="28"/>
          <w:szCs w:val="28"/>
        </w:rPr>
        <w:t>Дитяча школа мистецтв</w:t>
      </w:r>
      <w:r>
        <w:rPr>
          <w:sz w:val="28"/>
          <w:szCs w:val="28"/>
        </w:rPr>
        <w:t xml:space="preserve">" </w:t>
      </w:r>
      <w:r w:rsidRPr="00D06560">
        <w:rPr>
          <w:sz w:val="28"/>
          <w:szCs w:val="28"/>
        </w:rPr>
        <w:t>Голованівської</w:t>
      </w:r>
      <w:r>
        <w:rPr>
          <w:sz w:val="28"/>
          <w:szCs w:val="28"/>
        </w:rPr>
        <w:t xml:space="preserve"> </w:t>
      </w:r>
      <w:r w:rsidRPr="00D06560">
        <w:rPr>
          <w:sz w:val="28"/>
          <w:szCs w:val="28"/>
        </w:rPr>
        <w:t>селищної ради.</w:t>
      </w:r>
    </w:p>
    <w:p w:rsidR="00581BFF" w:rsidRDefault="00581BFF" w:rsidP="00A61995">
      <w:pPr>
        <w:jc w:val="both"/>
        <w:rPr>
          <w:sz w:val="28"/>
          <w:szCs w:val="28"/>
        </w:rPr>
      </w:pPr>
    </w:p>
    <w:p w:rsidR="00581BFF" w:rsidRDefault="00581BFF" w:rsidP="00A61995">
      <w:pPr>
        <w:ind w:right="-2"/>
        <w:jc w:val="both"/>
        <w:rPr>
          <w:sz w:val="28"/>
          <w:szCs w:val="28"/>
        </w:rPr>
      </w:pPr>
      <w:r>
        <w:rPr>
          <w:sz w:val="28"/>
          <w:szCs w:val="28"/>
        </w:rPr>
        <w:tab/>
        <w:t xml:space="preserve">22. </w:t>
      </w:r>
      <w:r w:rsidRPr="00D06560">
        <w:rPr>
          <w:sz w:val="28"/>
          <w:szCs w:val="28"/>
        </w:rPr>
        <w:t>Про зміну засновника, перейменування та затвердження Статуту (у новій редакції) комунального заклад</w:t>
      </w:r>
      <w:r>
        <w:rPr>
          <w:sz w:val="28"/>
          <w:szCs w:val="28"/>
        </w:rPr>
        <w:t>у "</w:t>
      </w:r>
      <w:r w:rsidRPr="00D06560">
        <w:rPr>
          <w:sz w:val="28"/>
          <w:szCs w:val="28"/>
        </w:rPr>
        <w:t>Музей історії підпільної молод</w:t>
      </w:r>
      <w:r>
        <w:rPr>
          <w:sz w:val="28"/>
          <w:szCs w:val="28"/>
        </w:rPr>
        <w:t>іжної організації Спартак"</w:t>
      </w:r>
      <w:r w:rsidRPr="00D06560">
        <w:rPr>
          <w:sz w:val="28"/>
          <w:szCs w:val="28"/>
        </w:rPr>
        <w:t xml:space="preserve"> Голованівської селищної ради.</w:t>
      </w:r>
    </w:p>
    <w:p w:rsidR="00581BFF" w:rsidRDefault="00581BFF" w:rsidP="00A61995">
      <w:pPr>
        <w:ind w:right="-2"/>
        <w:jc w:val="both"/>
        <w:rPr>
          <w:sz w:val="28"/>
          <w:szCs w:val="28"/>
        </w:rPr>
      </w:pPr>
    </w:p>
    <w:p w:rsidR="00581BFF" w:rsidRPr="00592300" w:rsidRDefault="00581BFF" w:rsidP="00A61995">
      <w:pPr>
        <w:jc w:val="both"/>
        <w:rPr>
          <w:color w:val="000000"/>
          <w:sz w:val="28"/>
          <w:szCs w:val="28"/>
        </w:rPr>
      </w:pPr>
      <w:r>
        <w:rPr>
          <w:sz w:val="28"/>
          <w:szCs w:val="28"/>
        </w:rPr>
        <w:tab/>
        <w:t xml:space="preserve">23. </w:t>
      </w:r>
      <w:r w:rsidRPr="00D06560">
        <w:rPr>
          <w:sz w:val="28"/>
          <w:szCs w:val="28"/>
        </w:rPr>
        <w:t>Про зміну</w:t>
      </w:r>
      <w:r>
        <w:rPr>
          <w:sz w:val="28"/>
          <w:szCs w:val="28"/>
        </w:rPr>
        <w:t xml:space="preserve"> </w:t>
      </w:r>
      <w:r w:rsidRPr="00D06560">
        <w:rPr>
          <w:sz w:val="28"/>
          <w:szCs w:val="28"/>
        </w:rPr>
        <w:t>засновника, перейменування та затвердження Статуту (у новійредакції) комунального заклад</w:t>
      </w:r>
      <w:r>
        <w:rPr>
          <w:sz w:val="28"/>
          <w:szCs w:val="28"/>
        </w:rPr>
        <w:t xml:space="preserve">у "Музей історії" </w:t>
      </w:r>
      <w:r w:rsidRPr="00D06560">
        <w:rPr>
          <w:sz w:val="28"/>
          <w:szCs w:val="28"/>
        </w:rPr>
        <w:t>Голованівської</w:t>
      </w:r>
      <w:r>
        <w:rPr>
          <w:sz w:val="28"/>
          <w:szCs w:val="28"/>
        </w:rPr>
        <w:t xml:space="preserve"> </w:t>
      </w:r>
      <w:r w:rsidRPr="00D06560">
        <w:rPr>
          <w:sz w:val="28"/>
          <w:szCs w:val="28"/>
        </w:rPr>
        <w:t>селищної ради.</w:t>
      </w:r>
    </w:p>
    <w:p w:rsidR="00581BFF" w:rsidRDefault="00581BFF" w:rsidP="00A61995">
      <w:pPr>
        <w:ind w:right="-2"/>
        <w:jc w:val="both"/>
        <w:rPr>
          <w:sz w:val="28"/>
          <w:szCs w:val="28"/>
        </w:rPr>
      </w:pPr>
    </w:p>
    <w:p w:rsidR="00581BFF" w:rsidRPr="00D06560" w:rsidRDefault="00581BFF" w:rsidP="00A61995">
      <w:pPr>
        <w:ind w:right="-2"/>
        <w:jc w:val="both"/>
        <w:rPr>
          <w:sz w:val="28"/>
          <w:szCs w:val="28"/>
        </w:rPr>
      </w:pPr>
      <w:r>
        <w:rPr>
          <w:sz w:val="28"/>
          <w:szCs w:val="28"/>
        </w:rPr>
        <w:tab/>
        <w:t xml:space="preserve">24. </w:t>
      </w:r>
      <w:r w:rsidRPr="00D06560">
        <w:rPr>
          <w:sz w:val="28"/>
          <w:szCs w:val="28"/>
        </w:rPr>
        <w:t>Про зміну засновника, перейменування та затвердження Статуту (у новій редакції) комунального заклад</w:t>
      </w:r>
      <w:r>
        <w:rPr>
          <w:sz w:val="28"/>
          <w:szCs w:val="28"/>
        </w:rPr>
        <w:t>у "</w:t>
      </w:r>
      <w:r w:rsidRPr="00D06560">
        <w:rPr>
          <w:sz w:val="28"/>
          <w:szCs w:val="28"/>
        </w:rPr>
        <w:t xml:space="preserve">Бібліотека для дорослих </w:t>
      </w:r>
      <w:r>
        <w:rPr>
          <w:sz w:val="28"/>
          <w:szCs w:val="28"/>
        </w:rPr>
        <w:t xml:space="preserve">                             ім. С.В. Шеврякова"</w:t>
      </w:r>
      <w:r w:rsidRPr="00D06560">
        <w:rPr>
          <w:sz w:val="28"/>
          <w:szCs w:val="28"/>
        </w:rPr>
        <w:t xml:space="preserve"> Голованівської селищної ради.</w:t>
      </w:r>
    </w:p>
    <w:p w:rsidR="00581BFF" w:rsidRDefault="00581BFF" w:rsidP="00A61995">
      <w:pPr>
        <w:ind w:right="-2"/>
        <w:jc w:val="both"/>
        <w:rPr>
          <w:sz w:val="28"/>
          <w:szCs w:val="28"/>
        </w:rPr>
      </w:pPr>
    </w:p>
    <w:p w:rsidR="00581BFF" w:rsidRPr="00491728" w:rsidRDefault="00581BFF" w:rsidP="00A61995">
      <w:pPr>
        <w:jc w:val="both"/>
        <w:rPr>
          <w:sz w:val="28"/>
          <w:szCs w:val="28"/>
        </w:rPr>
      </w:pPr>
      <w:r>
        <w:rPr>
          <w:sz w:val="28"/>
          <w:szCs w:val="28"/>
        </w:rPr>
        <w:tab/>
        <w:t xml:space="preserve">25. </w:t>
      </w:r>
      <w:r w:rsidRPr="00491728">
        <w:rPr>
          <w:sz w:val="28"/>
          <w:szCs w:val="28"/>
        </w:rPr>
        <w:t>Про затвердження</w:t>
      </w:r>
      <w:r>
        <w:rPr>
          <w:sz w:val="28"/>
          <w:szCs w:val="28"/>
        </w:rPr>
        <w:t xml:space="preserve"> </w:t>
      </w:r>
      <w:r w:rsidRPr="00491728">
        <w:rPr>
          <w:sz w:val="28"/>
          <w:szCs w:val="28"/>
        </w:rPr>
        <w:t>Положення  про старосту.</w:t>
      </w:r>
    </w:p>
    <w:p w:rsidR="00581BFF" w:rsidRPr="00491728" w:rsidRDefault="00581BFF" w:rsidP="00A61995">
      <w:pPr>
        <w:jc w:val="both"/>
        <w:rPr>
          <w:sz w:val="28"/>
          <w:szCs w:val="28"/>
        </w:rPr>
      </w:pPr>
    </w:p>
    <w:p w:rsidR="00581BFF" w:rsidRPr="00592300" w:rsidRDefault="00581BFF" w:rsidP="00A61995">
      <w:pPr>
        <w:pStyle w:val="NoSpacing"/>
        <w:jc w:val="both"/>
        <w:rPr>
          <w:rFonts w:ascii="Times New Roman" w:hAnsi="Times New Roman"/>
          <w:sz w:val="28"/>
          <w:szCs w:val="28"/>
        </w:rPr>
      </w:pPr>
      <w:r>
        <w:rPr>
          <w:rFonts w:ascii="Times New Roman" w:hAnsi="Times New Roman"/>
          <w:sz w:val="28"/>
          <w:szCs w:val="28"/>
        </w:rPr>
        <w:tab/>
        <w:t xml:space="preserve">26. </w:t>
      </w:r>
      <w:r w:rsidRPr="00592300">
        <w:rPr>
          <w:rFonts w:ascii="Times New Roman" w:hAnsi="Times New Roman"/>
          <w:sz w:val="28"/>
          <w:szCs w:val="28"/>
        </w:rPr>
        <w:t>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p>
    <w:p w:rsidR="00581BFF" w:rsidRDefault="00581BFF" w:rsidP="00A61995">
      <w:pPr>
        <w:jc w:val="both"/>
        <w:rPr>
          <w:sz w:val="28"/>
          <w:szCs w:val="28"/>
        </w:rPr>
      </w:pPr>
    </w:p>
    <w:p w:rsidR="00581BFF" w:rsidRDefault="00581BFF" w:rsidP="00A61995">
      <w:pPr>
        <w:pStyle w:val="Default"/>
        <w:jc w:val="both"/>
        <w:rPr>
          <w:color w:val="auto"/>
          <w:sz w:val="28"/>
          <w:szCs w:val="28"/>
          <w:lang w:val="uk-UA"/>
        </w:rPr>
      </w:pPr>
      <w:r>
        <w:rPr>
          <w:sz w:val="28"/>
          <w:szCs w:val="28"/>
          <w:lang w:val="uk-UA"/>
        </w:rPr>
        <w:tab/>
      </w:r>
      <w:r>
        <w:rPr>
          <w:color w:val="auto"/>
          <w:sz w:val="28"/>
          <w:szCs w:val="28"/>
          <w:lang w:val="uk-UA"/>
        </w:rPr>
        <w:t>27</w:t>
      </w:r>
      <w:r w:rsidRPr="00592300">
        <w:rPr>
          <w:color w:val="auto"/>
          <w:sz w:val="28"/>
          <w:szCs w:val="28"/>
          <w:lang w:val="uk-UA"/>
        </w:rPr>
        <w:t xml:space="preserve">. </w:t>
      </w:r>
      <w:r w:rsidRPr="00592300">
        <w:rPr>
          <w:color w:val="auto"/>
          <w:sz w:val="28"/>
          <w:szCs w:val="28"/>
        </w:rPr>
        <w:t>Про затвердження Порядку використання</w:t>
      </w:r>
      <w:r>
        <w:rPr>
          <w:color w:val="auto"/>
          <w:sz w:val="28"/>
          <w:szCs w:val="28"/>
          <w:lang w:val="uk-UA"/>
        </w:rPr>
        <w:t xml:space="preserve"> </w:t>
      </w:r>
      <w:r w:rsidRPr="00592300">
        <w:rPr>
          <w:color w:val="auto"/>
          <w:sz w:val="28"/>
          <w:szCs w:val="28"/>
          <w:lang w:val="uk-UA"/>
        </w:rPr>
        <w:t xml:space="preserve">посадовими особами </w:t>
      </w:r>
      <w:r w:rsidRPr="00592300">
        <w:rPr>
          <w:color w:val="auto"/>
          <w:sz w:val="28"/>
          <w:szCs w:val="28"/>
        </w:rPr>
        <w:t>Г</w:t>
      </w:r>
      <w:r w:rsidRPr="00592300">
        <w:rPr>
          <w:color w:val="auto"/>
          <w:sz w:val="28"/>
          <w:szCs w:val="28"/>
          <w:lang w:val="uk-UA"/>
        </w:rPr>
        <w:t>олованівськ</w:t>
      </w:r>
      <w:r w:rsidRPr="00592300">
        <w:rPr>
          <w:color w:val="auto"/>
          <w:sz w:val="28"/>
          <w:szCs w:val="28"/>
        </w:rPr>
        <w:t>ої</w:t>
      </w:r>
      <w:r>
        <w:rPr>
          <w:color w:val="auto"/>
          <w:sz w:val="28"/>
          <w:szCs w:val="28"/>
          <w:lang w:val="uk-UA"/>
        </w:rPr>
        <w:t xml:space="preserve"> </w:t>
      </w:r>
      <w:r w:rsidRPr="00592300">
        <w:rPr>
          <w:color w:val="auto"/>
          <w:sz w:val="28"/>
          <w:szCs w:val="28"/>
        </w:rPr>
        <w:t>селищної ради власних</w:t>
      </w:r>
      <w:r>
        <w:rPr>
          <w:color w:val="auto"/>
          <w:sz w:val="28"/>
          <w:szCs w:val="28"/>
          <w:lang w:val="uk-UA"/>
        </w:rPr>
        <w:t xml:space="preserve"> </w:t>
      </w:r>
      <w:r w:rsidRPr="00592300">
        <w:rPr>
          <w:color w:val="auto"/>
          <w:sz w:val="28"/>
          <w:szCs w:val="28"/>
        </w:rPr>
        <w:t>автомобілів у службових</w:t>
      </w:r>
      <w:r>
        <w:rPr>
          <w:color w:val="auto"/>
          <w:sz w:val="28"/>
          <w:szCs w:val="28"/>
        </w:rPr>
        <w:t xml:space="preserve"> </w:t>
      </w:r>
      <w:r w:rsidRPr="00592300">
        <w:rPr>
          <w:color w:val="auto"/>
          <w:sz w:val="28"/>
          <w:szCs w:val="28"/>
        </w:rPr>
        <w:t>цілях</w:t>
      </w:r>
      <w:r w:rsidRPr="00592300">
        <w:rPr>
          <w:color w:val="auto"/>
          <w:sz w:val="28"/>
          <w:szCs w:val="28"/>
          <w:lang w:val="uk-UA"/>
        </w:rPr>
        <w:t>.</w:t>
      </w:r>
    </w:p>
    <w:p w:rsidR="00581BFF" w:rsidRDefault="00581BFF" w:rsidP="00A61995">
      <w:pPr>
        <w:pStyle w:val="NoSpacing"/>
        <w:jc w:val="both"/>
        <w:rPr>
          <w:rFonts w:ascii="Times New Roman" w:hAnsi="Times New Roman"/>
          <w:sz w:val="28"/>
          <w:szCs w:val="28"/>
        </w:rPr>
      </w:pPr>
    </w:p>
    <w:p w:rsidR="00581BFF" w:rsidRDefault="00581BFF" w:rsidP="00A61995">
      <w:pPr>
        <w:pStyle w:val="NoSpacing"/>
        <w:jc w:val="both"/>
        <w:rPr>
          <w:rFonts w:ascii="Times New Roman" w:hAnsi="Times New Roman"/>
          <w:iCs/>
          <w:sz w:val="28"/>
          <w:szCs w:val="28"/>
        </w:rPr>
      </w:pPr>
      <w:r>
        <w:rPr>
          <w:rFonts w:ascii="Times New Roman" w:hAnsi="Times New Roman"/>
          <w:iCs/>
          <w:sz w:val="28"/>
          <w:szCs w:val="28"/>
        </w:rPr>
        <w:tab/>
        <w:t xml:space="preserve">28. </w:t>
      </w:r>
      <w:r w:rsidRPr="00592300">
        <w:rPr>
          <w:rFonts w:ascii="Times New Roman" w:hAnsi="Times New Roman"/>
          <w:iCs/>
          <w:sz w:val="28"/>
          <w:szCs w:val="28"/>
        </w:rPr>
        <w:t xml:space="preserve">Про затвердження  переліку об’єктів для проведення громадських робіт  на території селищної ради в тому числі для відбування порушниками громадських робіт, як адміністративного стягнення та засудженими </w:t>
      </w:r>
      <w:r>
        <w:rPr>
          <w:rFonts w:ascii="Times New Roman" w:hAnsi="Times New Roman"/>
          <w:iCs/>
          <w:sz w:val="28"/>
          <w:szCs w:val="28"/>
        </w:rPr>
        <w:t>до кримінальних покарань на 202</w:t>
      </w:r>
      <w:r>
        <w:rPr>
          <w:rFonts w:ascii="Times New Roman" w:hAnsi="Times New Roman"/>
          <w:iCs/>
          <w:sz w:val="28"/>
          <w:szCs w:val="28"/>
          <w:lang w:val="ru-RU"/>
        </w:rPr>
        <w:t>1</w:t>
      </w:r>
      <w:r w:rsidRPr="00592300">
        <w:rPr>
          <w:rFonts w:ascii="Times New Roman" w:hAnsi="Times New Roman"/>
          <w:iCs/>
          <w:sz w:val="28"/>
          <w:szCs w:val="28"/>
        </w:rPr>
        <w:t xml:space="preserve"> рік.</w:t>
      </w:r>
    </w:p>
    <w:p w:rsidR="00581BFF" w:rsidRDefault="00581BFF" w:rsidP="00A61995">
      <w:pPr>
        <w:pStyle w:val="NoSpacing"/>
        <w:jc w:val="both"/>
        <w:rPr>
          <w:rFonts w:ascii="Times New Roman" w:hAnsi="Times New Roman"/>
          <w:iCs/>
          <w:sz w:val="28"/>
          <w:szCs w:val="28"/>
        </w:rPr>
      </w:pPr>
    </w:p>
    <w:p w:rsidR="00581BFF" w:rsidRPr="00F77E71" w:rsidRDefault="00581BFF" w:rsidP="00A61995">
      <w:pPr>
        <w:pStyle w:val="NoSpacing"/>
        <w:jc w:val="both"/>
        <w:rPr>
          <w:rFonts w:ascii="Times New Roman" w:hAnsi="Times New Roman"/>
          <w:iCs/>
          <w:sz w:val="28"/>
          <w:szCs w:val="28"/>
        </w:rPr>
      </w:pPr>
      <w:r>
        <w:rPr>
          <w:rFonts w:ascii="Times New Roman" w:hAnsi="Times New Roman"/>
          <w:iCs/>
          <w:sz w:val="28"/>
          <w:szCs w:val="28"/>
        </w:rPr>
        <w:tab/>
        <w:t xml:space="preserve">29. </w:t>
      </w:r>
      <w:r w:rsidRPr="00592300">
        <w:rPr>
          <w:rFonts w:ascii="Times New Roman" w:hAnsi="Times New Roman"/>
          <w:iCs/>
          <w:sz w:val="28"/>
          <w:szCs w:val="28"/>
        </w:rPr>
        <w:t>Про затвердження  видів суспільно корисних робіт для порушників</w:t>
      </w:r>
      <w:r>
        <w:rPr>
          <w:rFonts w:ascii="Times New Roman" w:hAnsi="Times New Roman"/>
          <w:iCs/>
          <w:sz w:val="28"/>
          <w:szCs w:val="28"/>
        </w:rPr>
        <w:t>,</w:t>
      </w:r>
      <w:r w:rsidRPr="00592300">
        <w:rPr>
          <w:rFonts w:ascii="Times New Roman" w:hAnsi="Times New Roman"/>
          <w:iCs/>
          <w:sz w:val="28"/>
          <w:szCs w:val="28"/>
        </w:rPr>
        <w:t xml:space="preserve">  на яких судом накладено адміністративне стягнення у вигляді оплачувальних суспільно корисних робіт.</w:t>
      </w:r>
    </w:p>
    <w:p w:rsidR="00581BFF" w:rsidRDefault="00581BFF" w:rsidP="00A61995">
      <w:pPr>
        <w:pStyle w:val="NoSpacing"/>
        <w:jc w:val="both"/>
        <w:rPr>
          <w:rFonts w:ascii="Times New Roman" w:hAnsi="Times New Roman"/>
          <w:sz w:val="28"/>
          <w:szCs w:val="28"/>
        </w:rPr>
      </w:pPr>
    </w:p>
    <w:p w:rsidR="00581BFF" w:rsidRPr="00A61995" w:rsidRDefault="00581BFF" w:rsidP="00A61995">
      <w:pPr>
        <w:ind w:right="-2" w:firstLine="770"/>
        <w:rPr>
          <w:sz w:val="28"/>
          <w:szCs w:val="28"/>
        </w:rPr>
      </w:pPr>
      <w:r w:rsidRPr="008A47F4">
        <w:rPr>
          <w:sz w:val="28"/>
          <w:szCs w:val="28"/>
        </w:rPr>
        <w:t>30</w:t>
      </w:r>
      <w:r w:rsidRPr="00A61995">
        <w:rPr>
          <w:sz w:val="28"/>
          <w:szCs w:val="28"/>
        </w:rPr>
        <w:t>. 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w:t>
      </w:r>
    </w:p>
    <w:p w:rsidR="00581BFF" w:rsidRPr="008A47F4" w:rsidRDefault="00581BFF" w:rsidP="00A61995">
      <w:pPr>
        <w:tabs>
          <w:tab w:val="left" w:pos="0"/>
        </w:tabs>
        <w:adjustRightInd w:val="0"/>
        <w:ind w:right="-5"/>
        <w:rPr>
          <w:sz w:val="28"/>
          <w:szCs w:val="28"/>
        </w:rPr>
      </w:pPr>
    </w:p>
    <w:p w:rsidR="00581BFF" w:rsidRPr="00604B15" w:rsidRDefault="00581BFF" w:rsidP="00A61995">
      <w:pPr>
        <w:tabs>
          <w:tab w:val="left" w:pos="0"/>
        </w:tabs>
        <w:adjustRightInd w:val="0"/>
        <w:ind w:right="-5" w:firstLine="770"/>
        <w:rPr>
          <w:sz w:val="28"/>
          <w:szCs w:val="28"/>
        </w:rPr>
      </w:pPr>
      <w:r w:rsidRPr="00604B15">
        <w:rPr>
          <w:sz w:val="28"/>
          <w:szCs w:val="28"/>
        </w:rPr>
        <w:t>31</w:t>
      </w:r>
      <w:r>
        <w:rPr>
          <w:sz w:val="28"/>
          <w:szCs w:val="28"/>
        </w:rPr>
        <w:t xml:space="preserve">.  </w:t>
      </w:r>
      <w:r w:rsidRPr="00604B15">
        <w:rPr>
          <w:sz w:val="28"/>
          <w:szCs w:val="28"/>
        </w:rPr>
        <w:t xml:space="preserve">Про </w:t>
      </w:r>
      <w:r>
        <w:rPr>
          <w:sz w:val="28"/>
          <w:szCs w:val="28"/>
        </w:rPr>
        <w:t>надання дозволу на розробку проє</w:t>
      </w:r>
      <w:r w:rsidRPr="00604B15">
        <w:rPr>
          <w:sz w:val="28"/>
          <w:szCs w:val="28"/>
        </w:rPr>
        <w:t>кту землеустрою</w:t>
      </w:r>
    </w:p>
    <w:p w:rsidR="00581BFF" w:rsidRPr="00604B15" w:rsidRDefault="00581BFF" w:rsidP="00A61995">
      <w:pPr>
        <w:tabs>
          <w:tab w:val="left" w:pos="0"/>
        </w:tabs>
        <w:adjustRightInd w:val="0"/>
        <w:ind w:right="4678" w:firstLine="284"/>
        <w:rPr>
          <w:sz w:val="24"/>
          <w:szCs w:val="24"/>
        </w:rPr>
      </w:pPr>
    </w:p>
    <w:p w:rsidR="00581BFF" w:rsidRPr="00604B15" w:rsidRDefault="00581BFF" w:rsidP="00A61995">
      <w:pPr>
        <w:adjustRightInd w:val="0"/>
        <w:ind w:right="-5" w:firstLine="770"/>
        <w:jc w:val="both"/>
        <w:rPr>
          <w:sz w:val="28"/>
          <w:szCs w:val="28"/>
        </w:rPr>
      </w:pPr>
      <w:r>
        <w:rPr>
          <w:sz w:val="28"/>
          <w:szCs w:val="28"/>
        </w:rPr>
        <w:t xml:space="preserve">32. </w:t>
      </w:r>
      <w:r w:rsidRPr="00604B15">
        <w:rPr>
          <w:sz w:val="28"/>
          <w:szCs w:val="28"/>
        </w:rPr>
        <w:t>Про затвердження технічної документації  та надання у власність земельної ділянки</w:t>
      </w:r>
    </w:p>
    <w:p w:rsidR="00581BFF" w:rsidRPr="00604B15" w:rsidRDefault="00581BFF" w:rsidP="00A61995">
      <w:pPr>
        <w:tabs>
          <w:tab w:val="left" w:pos="0"/>
        </w:tabs>
        <w:adjustRightInd w:val="0"/>
        <w:ind w:right="4678" w:firstLine="770"/>
        <w:jc w:val="both"/>
        <w:rPr>
          <w:sz w:val="28"/>
          <w:szCs w:val="28"/>
          <w:shd w:val="clear" w:color="auto" w:fill="FFFFFF"/>
        </w:rPr>
      </w:pPr>
    </w:p>
    <w:p w:rsidR="00581BFF" w:rsidRPr="00604B15" w:rsidRDefault="00581BFF" w:rsidP="00A61995">
      <w:pPr>
        <w:tabs>
          <w:tab w:val="left" w:pos="0"/>
        </w:tabs>
        <w:adjustRightInd w:val="0"/>
        <w:ind w:right="-5" w:firstLine="770"/>
        <w:jc w:val="both"/>
        <w:rPr>
          <w:sz w:val="28"/>
          <w:szCs w:val="28"/>
        </w:rPr>
      </w:pPr>
      <w:r>
        <w:rPr>
          <w:sz w:val="28"/>
          <w:szCs w:val="28"/>
        </w:rPr>
        <w:t>33. Про затвердження проє</w:t>
      </w:r>
      <w:r w:rsidRPr="00604B15">
        <w:rPr>
          <w:sz w:val="28"/>
          <w:szCs w:val="28"/>
        </w:rPr>
        <w:t>кту землеустрою та надання у власність земельної ділянки</w:t>
      </w:r>
    </w:p>
    <w:p w:rsidR="00581BFF" w:rsidRPr="00604B15" w:rsidRDefault="00581BFF" w:rsidP="00A61995">
      <w:pPr>
        <w:tabs>
          <w:tab w:val="left" w:pos="0"/>
        </w:tabs>
        <w:adjustRightInd w:val="0"/>
        <w:ind w:right="4678" w:firstLine="770"/>
        <w:jc w:val="both"/>
        <w:rPr>
          <w:sz w:val="28"/>
          <w:szCs w:val="28"/>
          <w:shd w:val="clear" w:color="auto" w:fill="FFFFFF"/>
        </w:rPr>
      </w:pPr>
    </w:p>
    <w:p w:rsidR="00581BFF" w:rsidRPr="00604B15" w:rsidRDefault="00581BFF" w:rsidP="00A61995">
      <w:pPr>
        <w:tabs>
          <w:tab w:val="left" w:pos="567"/>
        </w:tabs>
        <w:ind w:firstLine="770"/>
        <w:jc w:val="both"/>
        <w:rPr>
          <w:iCs/>
          <w:sz w:val="28"/>
          <w:szCs w:val="28"/>
        </w:rPr>
      </w:pPr>
      <w:r w:rsidRPr="00604B15">
        <w:rPr>
          <w:sz w:val="28"/>
          <w:szCs w:val="28"/>
        </w:rPr>
        <w:t>3</w:t>
      </w:r>
      <w:r>
        <w:rPr>
          <w:sz w:val="28"/>
          <w:szCs w:val="28"/>
        </w:rPr>
        <w:t>4</w:t>
      </w:r>
      <w:r w:rsidRPr="00604B15">
        <w:rPr>
          <w:sz w:val="28"/>
          <w:szCs w:val="28"/>
        </w:rPr>
        <w:t>. Про надання у власність земельної ділянки</w:t>
      </w:r>
    </w:p>
    <w:p w:rsidR="00581BFF" w:rsidRPr="00604B15" w:rsidRDefault="00581BFF" w:rsidP="00A61995">
      <w:pPr>
        <w:tabs>
          <w:tab w:val="left" w:pos="0"/>
        </w:tabs>
        <w:adjustRightInd w:val="0"/>
        <w:ind w:right="4678" w:firstLine="770"/>
        <w:jc w:val="both"/>
        <w:rPr>
          <w:sz w:val="28"/>
          <w:szCs w:val="28"/>
          <w:shd w:val="clear" w:color="auto" w:fill="FFFFFF"/>
        </w:rPr>
      </w:pPr>
    </w:p>
    <w:p w:rsidR="00581BFF" w:rsidRPr="00604B15" w:rsidRDefault="00581BFF" w:rsidP="00A61995">
      <w:pPr>
        <w:pStyle w:val="1"/>
        <w:ind w:firstLine="770"/>
        <w:jc w:val="both"/>
        <w:rPr>
          <w:sz w:val="28"/>
          <w:szCs w:val="28"/>
          <w:lang w:val="uk-UA"/>
        </w:rPr>
      </w:pPr>
      <w:r>
        <w:rPr>
          <w:sz w:val="28"/>
          <w:szCs w:val="28"/>
          <w:lang w:val="uk-UA"/>
        </w:rPr>
        <w:t>35.</w:t>
      </w:r>
      <w:r w:rsidRPr="00604B15">
        <w:rPr>
          <w:sz w:val="28"/>
          <w:szCs w:val="28"/>
          <w:lang w:val="uk-UA"/>
        </w:rPr>
        <w:t xml:space="preserve"> Про розірвання договору оренди та послідуюче надання в оренду</w:t>
      </w:r>
    </w:p>
    <w:p w:rsidR="00581BFF" w:rsidRDefault="00581BFF" w:rsidP="00A61995">
      <w:pPr>
        <w:pStyle w:val="1"/>
        <w:jc w:val="both"/>
        <w:rPr>
          <w:sz w:val="28"/>
          <w:szCs w:val="28"/>
          <w:lang w:val="uk-UA"/>
        </w:rPr>
      </w:pPr>
      <w:r w:rsidRPr="00604B15">
        <w:rPr>
          <w:sz w:val="28"/>
          <w:szCs w:val="28"/>
          <w:lang w:val="uk-UA"/>
        </w:rPr>
        <w:t>земельної ділянки для розміщення та обслуговування комплексу будівель</w:t>
      </w:r>
      <w:r>
        <w:rPr>
          <w:sz w:val="28"/>
          <w:szCs w:val="28"/>
          <w:lang w:val="uk-UA"/>
        </w:rPr>
        <w:t>.</w:t>
      </w:r>
    </w:p>
    <w:p w:rsidR="00581BFF" w:rsidRPr="00604B15" w:rsidRDefault="00581BFF" w:rsidP="00A61995">
      <w:pPr>
        <w:pStyle w:val="1"/>
        <w:jc w:val="both"/>
        <w:rPr>
          <w:sz w:val="28"/>
          <w:szCs w:val="28"/>
          <w:lang w:val="uk-UA"/>
        </w:rPr>
      </w:pPr>
    </w:p>
    <w:p w:rsidR="00581BFF" w:rsidRDefault="00581BFF" w:rsidP="00ED61E6">
      <w:pPr>
        <w:rPr>
          <w:sz w:val="28"/>
          <w:szCs w:val="28"/>
        </w:rPr>
      </w:pPr>
      <w:r w:rsidRPr="00B202E2">
        <w:rPr>
          <w:sz w:val="28"/>
          <w:szCs w:val="28"/>
        </w:rPr>
        <w:t>Комплекти до</w:t>
      </w:r>
      <w:r>
        <w:rPr>
          <w:sz w:val="28"/>
          <w:szCs w:val="28"/>
        </w:rPr>
        <w:t>кументів роздані депутатам селищ</w:t>
      </w:r>
      <w:r w:rsidRPr="00B202E2">
        <w:rPr>
          <w:sz w:val="28"/>
          <w:szCs w:val="28"/>
        </w:rPr>
        <w:t>ної ради</w:t>
      </w:r>
      <w:r>
        <w:rPr>
          <w:sz w:val="28"/>
          <w:szCs w:val="28"/>
        </w:rPr>
        <w:t>.</w:t>
      </w:r>
      <w:r w:rsidRPr="00D24DC5">
        <w:rPr>
          <w:sz w:val="28"/>
          <w:szCs w:val="28"/>
        </w:rPr>
        <w:t xml:space="preserve"> </w:t>
      </w:r>
    </w:p>
    <w:p w:rsidR="00581BFF" w:rsidRPr="0079572C" w:rsidRDefault="00581BFF" w:rsidP="00ED61E6">
      <w:pPr>
        <w:rPr>
          <w:sz w:val="28"/>
          <w:szCs w:val="28"/>
        </w:rPr>
      </w:pPr>
      <w:r>
        <w:rPr>
          <w:iCs/>
          <w:sz w:val="28"/>
          <w:szCs w:val="28"/>
        </w:rPr>
        <w:t>П</w:t>
      </w:r>
      <w:r w:rsidRPr="00B202E2">
        <w:rPr>
          <w:iCs/>
          <w:sz w:val="28"/>
          <w:szCs w:val="28"/>
        </w:rPr>
        <w:t>итання</w:t>
      </w:r>
      <w:r w:rsidRPr="0079572C">
        <w:rPr>
          <w:iCs/>
          <w:sz w:val="28"/>
          <w:szCs w:val="28"/>
        </w:rPr>
        <w:t xml:space="preserve"> порядку денного сесії попере</w:t>
      </w:r>
      <w:r>
        <w:rPr>
          <w:iCs/>
          <w:sz w:val="28"/>
          <w:szCs w:val="28"/>
        </w:rPr>
        <w:t xml:space="preserve">дньо обговорені на засіданнях </w:t>
      </w:r>
      <w:r w:rsidRPr="00A37A5E">
        <w:rPr>
          <w:iCs/>
          <w:sz w:val="28"/>
          <w:szCs w:val="28"/>
        </w:rPr>
        <w:t>постійн</w:t>
      </w:r>
      <w:r>
        <w:rPr>
          <w:iCs/>
          <w:sz w:val="28"/>
          <w:szCs w:val="28"/>
        </w:rPr>
        <w:t>их</w:t>
      </w:r>
      <w:r w:rsidRPr="00A37A5E">
        <w:rPr>
          <w:iCs/>
          <w:sz w:val="28"/>
          <w:szCs w:val="28"/>
        </w:rPr>
        <w:t xml:space="preserve"> </w:t>
      </w:r>
      <w:r w:rsidRPr="00A37A5E">
        <w:rPr>
          <w:sz w:val="28"/>
          <w:szCs w:val="28"/>
        </w:rPr>
        <w:t>комісі</w:t>
      </w:r>
      <w:r>
        <w:rPr>
          <w:sz w:val="28"/>
          <w:szCs w:val="28"/>
        </w:rPr>
        <w:t>й селищної ради, н</w:t>
      </w:r>
      <w:r w:rsidRPr="0079572C">
        <w:rPr>
          <w:iCs/>
          <w:sz w:val="28"/>
          <w:szCs w:val="28"/>
        </w:rPr>
        <w:t>ими вони погоджені та рекомендовані для винесення на розгляд сесії.</w:t>
      </w:r>
      <w:r w:rsidRPr="0079572C">
        <w:rPr>
          <w:sz w:val="28"/>
          <w:szCs w:val="28"/>
        </w:rPr>
        <w:t xml:space="preserve"> </w:t>
      </w:r>
    </w:p>
    <w:p w:rsidR="00581BFF" w:rsidRDefault="00581BFF" w:rsidP="00ED61E6">
      <w:pPr>
        <w:rPr>
          <w:iCs/>
          <w:sz w:val="28"/>
          <w:szCs w:val="28"/>
        </w:rPr>
      </w:pPr>
      <w:r w:rsidRPr="0079572C">
        <w:rPr>
          <w:iCs/>
          <w:sz w:val="28"/>
          <w:szCs w:val="28"/>
        </w:rPr>
        <w:t>Пропонується запропонований перелік питань вкл</w:t>
      </w:r>
      <w:r>
        <w:rPr>
          <w:iCs/>
          <w:sz w:val="28"/>
          <w:szCs w:val="28"/>
        </w:rPr>
        <w:t>ючити до порядку денного сесії та</w:t>
      </w:r>
      <w:r w:rsidRPr="0079572C">
        <w:rPr>
          <w:iCs/>
          <w:sz w:val="28"/>
          <w:szCs w:val="28"/>
        </w:rPr>
        <w:t xml:space="preserve"> прийняти його за основу.</w:t>
      </w:r>
    </w:p>
    <w:p w:rsidR="00581BFF" w:rsidRPr="00ED61E6" w:rsidRDefault="00581BFF" w:rsidP="00ED61E6">
      <w:pPr>
        <w:rPr>
          <w:sz w:val="28"/>
          <w:szCs w:val="28"/>
        </w:rPr>
      </w:pPr>
      <w:r w:rsidRPr="00ED61E6">
        <w:rPr>
          <w:sz w:val="28"/>
          <w:szCs w:val="28"/>
        </w:rPr>
        <w:t>Чи є інші пропозиції?</w:t>
      </w:r>
    </w:p>
    <w:p w:rsidR="00581BFF" w:rsidRPr="00ED61E6" w:rsidRDefault="00581BFF" w:rsidP="00ED61E6">
      <w:pPr>
        <w:rPr>
          <w:sz w:val="28"/>
          <w:szCs w:val="28"/>
        </w:rPr>
      </w:pPr>
      <w:r w:rsidRPr="00ED61E6">
        <w:rPr>
          <w:sz w:val="28"/>
          <w:szCs w:val="28"/>
        </w:rPr>
        <w:t>Немає.</w:t>
      </w:r>
    </w:p>
    <w:p w:rsidR="00581BFF" w:rsidRPr="00ED61E6" w:rsidRDefault="00581BFF" w:rsidP="00ED61E6">
      <w:pPr>
        <w:rPr>
          <w:sz w:val="28"/>
          <w:szCs w:val="28"/>
        </w:rPr>
      </w:pPr>
    </w:p>
    <w:p w:rsidR="00581BFF" w:rsidRPr="00ED61E6" w:rsidRDefault="00581BFF" w:rsidP="00ED61E6">
      <w:pPr>
        <w:rPr>
          <w:sz w:val="28"/>
          <w:szCs w:val="28"/>
        </w:rPr>
      </w:pPr>
      <w:r w:rsidRPr="00ED61E6">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A5984">
        <w:tc>
          <w:tcPr>
            <w:tcW w:w="534" w:type="dxa"/>
          </w:tcPr>
          <w:p w:rsidR="00581BFF" w:rsidRPr="00ED61E6" w:rsidRDefault="00581BFF" w:rsidP="008A5984">
            <w:pPr>
              <w:ind w:right="-2"/>
              <w:jc w:val="center"/>
            </w:pPr>
            <w:r w:rsidRPr="00ED61E6">
              <w:t>№</w:t>
            </w:r>
          </w:p>
        </w:tc>
        <w:tc>
          <w:tcPr>
            <w:tcW w:w="6095" w:type="dxa"/>
          </w:tcPr>
          <w:p w:rsidR="00581BFF" w:rsidRPr="00ED61E6" w:rsidRDefault="00581BFF" w:rsidP="008A5984">
            <w:pPr>
              <w:ind w:right="-2"/>
              <w:jc w:val="center"/>
            </w:pPr>
            <w:r w:rsidRPr="00ED61E6">
              <w:t>ПІБ депутата</w:t>
            </w:r>
          </w:p>
        </w:tc>
        <w:tc>
          <w:tcPr>
            <w:tcW w:w="2551" w:type="dxa"/>
          </w:tcPr>
          <w:p w:rsidR="00581BFF" w:rsidRPr="00ED61E6" w:rsidRDefault="00581BFF" w:rsidP="008A5984">
            <w:pPr>
              <w:ind w:right="-2"/>
              <w:jc w:val="center"/>
            </w:pPr>
            <w:r w:rsidRPr="00ED61E6">
              <w:t>Результати голосування</w:t>
            </w:r>
          </w:p>
        </w:tc>
      </w:tr>
      <w:tr w:rsidR="00581BFF" w:rsidRPr="00ED61E6" w:rsidTr="008A5984">
        <w:tc>
          <w:tcPr>
            <w:tcW w:w="534" w:type="dxa"/>
          </w:tcPr>
          <w:p w:rsidR="00581BFF" w:rsidRPr="00ED61E6" w:rsidRDefault="00581BFF" w:rsidP="008A5984">
            <w:pPr>
              <w:ind w:right="-2"/>
              <w:jc w:val="center"/>
            </w:pPr>
            <w:r w:rsidRPr="00ED61E6">
              <w:t>1</w:t>
            </w:r>
          </w:p>
        </w:tc>
        <w:tc>
          <w:tcPr>
            <w:tcW w:w="6095" w:type="dxa"/>
          </w:tcPr>
          <w:p w:rsidR="00581BFF" w:rsidRPr="00ED61E6" w:rsidRDefault="00581BFF" w:rsidP="008A5984">
            <w:r w:rsidRPr="00ED61E6">
              <w:t>Цобенко Сергій Олександрович – селищний голова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w:t>
            </w:r>
          </w:p>
        </w:tc>
        <w:tc>
          <w:tcPr>
            <w:tcW w:w="6095" w:type="dxa"/>
          </w:tcPr>
          <w:p w:rsidR="00581BFF" w:rsidRPr="00ED61E6" w:rsidRDefault="00581BFF" w:rsidP="008A5984">
            <w:r w:rsidRPr="00ED61E6">
              <w:t>Брижатюк Олена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3</w:t>
            </w:r>
          </w:p>
        </w:tc>
        <w:tc>
          <w:tcPr>
            <w:tcW w:w="6095" w:type="dxa"/>
          </w:tcPr>
          <w:p w:rsidR="00581BFF" w:rsidRPr="00ED61E6" w:rsidRDefault="00581BFF" w:rsidP="008A5984">
            <w:r w:rsidRPr="00ED61E6">
              <w:t>Голімбієвська Тамара Павлівна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4</w:t>
            </w:r>
          </w:p>
        </w:tc>
        <w:tc>
          <w:tcPr>
            <w:tcW w:w="6095" w:type="dxa"/>
          </w:tcPr>
          <w:p w:rsidR="00581BFF" w:rsidRPr="00ED61E6" w:rsidRDefault="00581BFF" w:rsidP="008A5984">
            <w:r w:rsidRPr="00ED61E6">
              <w:t>Грушецький Анатолій Георгійович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5</w:t>
            </w:r>
          </w:p>
        </w:tc>
        <w:tc>
          <w:tcPr>
            <w:tcW w:w="6095" w:type="dxa"/>
          </w:tcPr>
          <w:p w:rsidR="00581BFF" w:rsidRPr="00ED61E6" w:rsidRDefault="00581BFF" w:rsidP="008A5984">
            <w:r w:rsidRPr="00ED61E6">
              <w:t>Дудар Василь Серафимович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6</w:t>
            </w:r>
          </w:p>
        </w:tc>
        <w:tc>
          <w:tcPr>
            <w:tcW w:w="6095" w:type="dxa"/>
          </w:tcPr>
          <w:p w:rsidR="00581BFF" w:rsidRPr="00ED61E6" w:rsidRDefault="00581BFF" w:rsidP="008A5984">
            <w:r w:rsidRPr="00ED61E6">
              <w:t>Захаренко Вадим Володимирович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7</w:t>
            </w:r>
          </w:p>
        </w:tc>
        <w:tc>
          <w:tcPr>
            <w:tcW w:w="6095" w:type="dxa"/>
          </w:tcPr>
          <w:p w:rsidR="00581BFF" w:rsidRPr="00ED61E6" w:rsidRDefault="00581BFF" w:rsidP="008A5984">
            <w:r w:rsidRPr="00ED61E6">
              <w:t>Кучмій Богдан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8</w:t>
            </w:r>
          </w:p>
        </w:tc>
        <w:tc>
          <w:tcPr>
            <w:tcW w:w="6095" w:type="dxa"/>
          </w:tcPr>
          <w:p w:rsidR="00581BFF" w:rsidRPr="00ED61E6" w:rsidRDefault="00581BFF" w:rsidP="008A5984">
            <w:r w:rsidRPr="00ED61E6">
              <w:t>Кучмій Юрій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9</w:t>
            </w:r>
          </w:p>
        </w:tc>
        <w:tc>
          <w:tcPr>
            <w:tcW w:w="6095" w:type="dxa"/>
          </w:tcPr>
          <w:p w:rsidR="00581BFF" w:rsidRPr="00ED61E6" w:rsidRDefault="00581BFF" w:rsidP="008A5984">
            <w:r w:rsidRPr="00ED61E6">
              <w:t>Кругла Тетяна Дмитрівна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10</w:t>
            </w:r>
          </w:p>
        </w:tc>
        <w:tc>
          <w:tcPr>
            <w:tcW w:w="6095" w:type="dxa"/>
          </w:tcPr>
          <w:p w:rsidR="00581BFF" w:rsidRPr="00ED61E6" w:rsidRDefault="00581BFF" w:rsidP="008A5984">
            <w:r w:rsidRPr="00ED61E6">
              <w:t>Лісовська Тамара Андріївна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11</w:t>
            </w:r>
          </w:p>
        </w:tc>
        <w:tc>
          <w:tcPr>
            <w:tcW w:w="6095" w:type="dxa"/>
          </w:tcPr>
          <w:p w:rsidR="00581BFF" w:rsidRPr="00ED61E6" w:rsidRDefault="00581BFF" w:rsidP="008A5984">
            <w:r w:rsidRPr="00ED61E6">
              <w:t>Лісовський  Сергій Олександрович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12</w:t>
            </w:r>
          </w:p>
        </w:tc>
        <w:tc>
          <w:tcPr>
            <w:tcW w:w="6095" w:type="dxa"/>
          </w:tcPr>
          <w:p w:rsidR="00581BFF" w:rsidRPr="00ED61E6" w:rsidRDefault="00581BFF" w:rsidP="008A5984">
            <w:r w:rsidRPr="00ED61E6">
              <w:t>Мирошниченко Олена Віталіївна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13</w:t>
            </w:r>
          </w:p>
        </w:tc>
        <w:tc>
          <w:tcPr>
            <w:tcW w:w="6095" w:type="dxa"/>
          </w:tcPr>
          <w:p w:rsidR="00581BFF" w:rsidRPr="00ED61E6" w:rsidRDefault="00581BFF" w:rsidP="008A5984">
            <w:r w:rsidRPr="00ED61E6">
              <w:t>Мостовик Сергій Віталійович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14</w:t>
            </w:r>
          </w:p>
        </w:tc>
        <w:tc>
          <w:tcPr>
            <w:tcW w:w="6095" w:type="dxa"/>
          </w:tcPr>
          <w:p w:rsidR="00581BFF" w:rsidRPr="00ED61E6" w:rsidRDefault="00581BFF" w:rsidP="008A5984">
            <w:r w:rsidRPr="00ED61E6">
              <w:t>Напханюк Ольга Іванівна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15</w:t>
            </w:r>
          </w:p>
        </w:tc>
        <w:tc>
          <w:tcPr>
            <w:tcW w:w="6095" w:type="dxa"/>
          </w:tcPr>
          <w:p w:rsidR="00581BFF" w:rsidRPr="00ED61E6" w:rsidRDefault="00581BFF" w:rsidP="008A5984">
            <w:r w:rsidRPr="00ED61E6">
              <w:t>Напханюк Світлана Олексіївна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16</w:t>
            </w:r>
          </w:p>
        </w:tc>
        <w:tc>
          <w:tcPr>
            <w:tcW w:w="6095" w:type="dxa"/>
          </w:tcPr>
          <w:p w:rsidR="00581BFF" w:rsidRPr="00ED61E6" w:rsidRDefault="00581BFF" w:rsidP="008A5984">
            <w:r w:rsidRPr="00ED61E6">
              <w:t>Новіков Сергій Алійович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17</w:t>
            </w:r>
          </w:p>
        </w:tc>
        <w:tc>
          <w:tcPr>
            <w:tcW w:w="6095" w:type="dxa"/>
          </w:tcPr>
          <w:p w:rsidR="00581BFF" w:rsidRPr="00ED61E6" w:rsidRDefault="00581BFF" w:rsidP="008A5984">
            <w:r w:rsidRPr="00ED61E6">
              <w:t>Піщик Тетяна Володимирівна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18</w:t>
            </w:r>
          </w:p>
        </w:tc>
        <w:tc>
          <w:tcPr>
            <w:tcW w:w="6095" w:type="dxa"/>
          </w:tcPr>
          <w:p w:rsidR="00581BFF" w:rsidRPr="00ED61E6" w:rsidRDefault="00581BFF" w:rsidP="008A5984">
            <w:r w:rsidRPr="00ED61E6">
              <w:t>Романщак Наталія Василівна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19</w:t>
            </w:r>
          </w:p>
        </w:tc>
        <w:tc>
          <w:tcPr>
            <w:tcW w:w="6095" w:type="dxa"/>
          </w:tcPr>
          <w:p w:rsidR="00581BFF" w:rsidRPr="00ED61E6" w:rsidRDefault="00581BFF" w:rsidP="008A5984">
            <w:r w:rsidRPr="00ED61E6">
              <w:t>Рибак Ігор Федорович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20</w:t>
            </w:r>
          </w:p>
        </w:tc>
        <w:tc>
          <w:tcPr>
            <w:tcW w:w="6095" w:type="dxa"/>
          </w:tcPr>
          <w:p w:rsidR="00581BFF" w:rsidRPr="00ED61E6" w:rsidRDefault="00581BFF" w:rsidP="008A5984">
            <w:r w:rsidRPr="00ED61E6">
              <w:t>Сачук Валентина Михайлівна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21</w:t>
            </w:r>
          </w:p>
        </w:tc>
        <w:tc>
          <w:tcPr>
            <w:tcW w:w="6095" w:type="dxa"/>
          </w:tcPr>
          <w:p w:rsidR="00581BFF" w:rsidRPr="00ED61E6" w:rsidRDefault="00581BFF" w:rsidP="008A5984">
            <w:r w:rsidRPr="00ED61E6">
              <w:t>Сторожук Віталій Олексійович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22</w:t>
            </w:r>
          </w:p>
        </w:tc>
        <w:tc>
          <w:tcPr>
            <w:tcW w:w="6095" w:type="dxa"/>
          </w:tcPr>
          <w:p w:rsidR="00581BFF" w:rsidRPr="00ED61E6" w:rsidRDefault="00581BFF" w:rsidP="008A5984">
            <w:r w:rsidRPr="00ED61E6">
              <w:t>Скрипар Василь Іванович</w:t>
            </w:r>
          </w:p>
        </w:tc>
        <w:tc>
          <w:tcPr>
            <w:tcW w:w="2551" w:type="dxa"/>
          </w:tcPr>
          <w:p w:rsidR="00581BFF" w:rsidRPr="00ED61E6" w:rsidRDefault="00581BFF" w:rsidP="008A5984">
            <w:pPr>
              <w:ind w:right="-2"/>
            </w:pPr>
            <w:r>
              <w:t>відсутній</w:t>
            </w:r>
          </w:p>
        </w:tc>
      </w:tr>
      <w:tr w:rsidR="00581BFF" w:rsidRPr="00ED61E6" w:rsidTr="008A5984">
        <w:tc>
          <w:tcPr>
            <w:tcW w:w="534" w:type="dxa"/>
          </w:tcPr>
          <w:p w:rsidR="00581BFF" w:rsidRPr="00ED61E6" w:rsidRDefault="00581BFF" w:rsidP="008A5984">
            <w:pPr>
              <w:ind w:right="-2"/>
              <w:jc w:val="center"/>
            </w:pPr>
            <w:r w:rsidRPr="00ED61E6">
              <w:t>23</w:t>
            </w:r>
          </w:p>
        </w:tc>
        <w:tc>
          <w:tcPr>
            <w:tcW w:w="6095" w:type="dxa"/>
          </w:tcPr>
          <w:p w:rsidR="00581BFF" w:rsidRPr="00ED61E6" w:rsidRDefault="00581BFF" w:rsidP="008A5984">
            <w:r w:rsidRPr="00ED61E6">
              <w:t>Сулима Ольга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24</w:t>
            </w:r>
          </w:p>
        </w:tc>
        <w:tc>
          <w:tcPr>
            <w:tcW w:w="6095" w:type="dxa"/>
          </w:tcPr>
          <w:p w:rsidR="00581BFF" w:rsidRPr="00ED61E6" w:rsidRDefault="00581BFF" w:rsidP="008A5984">
            <w:r w:rsidRPr="00ED61E6">
              <w:t>Туз Сергій Віталійович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25</w:t>
            </w:r>
          </w:p>
        </w:tc>
        <w:tc>
          <w:tcPr>
            <w:tcW w:w="6095" w:type="dxa"/>
          </w:tcPr>
          <w:p w:rsidR="00581BFF" w:rsidRPr="00ED61E6" w:rsidRDefault="00581BFF" w:rsidP="008A5984">
            <w:r w:rsidRPr="00ED61E6">
              <w:t>Чушкін Олексій Іванович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26</w:t>
            </w:r>
          </w:p>
        </w:tc>
        <w:tc>
          <w:tcPr>
            <w:tcW w:w="6095" w:type="dxa"/>
          </w:tcPr>
          <w:p w:rsidR="00581BFF" w:rsidRPr="00ED61E6" w:rsidRDefault="00581BFF" w:rsidP="008A5984">
            <w:r w:rsidRPr="00ED61E6">
              <w:t>Чушкіна Надія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27</w:t>
            </w:r>
          </w:p>
        </w:tc>
        <w:tc>
          <w:tcPr>
            <w:tcW w:w="6095" w:type="dxa"/>
          </w:tcPr>
          <w:p w:rsidR="00581BFF" w:rsidRPr="00ED61E6" w:rsidRDefault="00581BFF" w:rsidP="008A5984">
            <w:r w:rsidRPr="00ED61E6">
              <w:t>Ясінський Микола Володимирович</w:t>
            </w:r>
          </w:p>
        </w:tc>
        <w:tc>
          <w:tcPr>
            <w:tcW w:w="2551" w:type="dxa"/>
          </w:tcPr>
          <w:p w:rsidR="00581BFF" w:rsidRPr="00ED61E6" w:rsidRDefault="00581BFF" w:rsidP="008A5984">
            <w:pPr>
              <w:ind w:right="-2"/>
            </w:pPr>
            <w:r>
              <w:t>За</w:t>
            </w:r>
          </w:p>
        </w:tc>
      </w:tr>
    </w:tbl>
    <w:p w:rsidR="00581BFF" w:rsidRDefault="00581BFF" w:rsidP="00ED61E6">
      <w:r>
        <w:t>Усього проголосували</w:t>
      </w:r>
      <w:r w:rsidRPr="00ED61E6">
        <w:t>,  з них :</w:t>
      </w:r>
    </w:p>
    <w:p w:rsidR="00581BFF" w:rsidRDefault="00581BFF" w:rsidP="00ED61E6">
      <w:pPr>
        <w:spacing w:line="319" w:lineRule="exact"/>
        <w:ind w:left="840"/>
        <w:rPr>
          <w:i/>
          <w:sz w:val="28"/>
        </w:rPr>
      </w:pPr>
      <w:r>
        <w:rPr>
          <w:i/>
          <w:sz w:val="28"/>
        </w:rPr>
        <w:t xml:space="preserve"> «За» - 24 чол.</w:t>
      </w:r>
    </w:p>
    <w:p w:rsidR="00581BFF" w:rsidRDefault="00581BFF" w:rsidP="00ED61E6">
      <w:pPr>
        <w:spacing w:line="322" w:lineRule="exact"/>
        <w:ind w:left="840"/>
        <w:rPr>
          <w:i/>
          <w:sz w:val="28"/>
        </w:rPr>
      </w:pPr>
      <w:r>
        <w:rPr>
          <w:i/>
          <w:sz w:val="28"/>
        </w:rPr>
        <w:t>«Проти – немає.</w:t>
      </w:r>
    </w:p>
    <w:p w:rsidR="00581BFF" w:rsidRDefault="00581BFF" w:rsidP="00ED61E6">
      <w:pPr>
        <w:ind w:left="840"/>
        <w:rPr>
          <w:i/>
          <w:sz w:val="28"/>
        </w:rPr>
      </w:pPr>
      <w:r>
        <w:rPr>
          <w:i/>
          <w:sz w:val="28"/>
        </w:rPr>
        <w:t>«Утримались» - немає.</w:t>
      </w:r>
    </w:p>
    <w:p w:rsidR="00581BFF" w:rsidRDefault="00581BFF" w:rsidP="00ED61E6">
      <w:pPr>
        <w:pStyle w:val="BodyText"/>
        <w:ind w:right="112"/>
      </w:pPr>
    </w:p>
    <w:p w:rsidR="00581BFF" w:rsidRDefault="00581BFF">
      <w:pPr>
        <w:pStyle w:val="BodyText"/>
        <w:spacing w:before="3"/>
        <w:ind w:left="0" w:firstLine="0"/>
        <w:jc w:val="left"/>
      </w:pPr>
      <w:r w:rsidRPr="005B7918">
        <w:t>Прошу</w:t>
      </w:r>
      <w:r>
        <w:t xml:space="preserve"> додати у порядок денний тридцять шосте питання «Про прийняття майна Голованівського районного центру соціальних служб для сім </w:t>
      </w:r>
      <w:r>
        <w:rPr>
          <w:rFonts w:ascii="Arial" w:hAnsi="Arial" w:cs="Arial"/>
        </w:rPr>
        <w:t xml:space="preserve">҆ </w:t>
      </w:r>
      <w:r>
        <w:t xml:space="preserve">ї, дітей та молоді до комунальної власності Голованівської селищної ради». </w:t>
      </w:r>
    </w:p>
    <w:p w:rsidR="00581BFF" w:rsidRPr="00ED61E6" w:rsidRDefault="00581BFF" w:rsidP="00ED61E6">
      <w:pPr>
        <w:rPr>
          <w:sz w:val="28"/>
          <w:szCs w:val="28"/>
        </w:rPr>
      </w:pPr>
      <w:r w:rsidRPr="00ED61E6">
        <w:rPr>
          <w:sz w:val="28"/>
          <w:szCs w:val="28"/>
        </w:rPr>
        <w:t>Чи є інші пропозиції?</w:t>
      </w:r>
    </w:p>
    <w:p w:rsidR="00581BFF" w:rsidRPr="00ED61E6" w:rsidRDefault="00581BFF" w:rsidP="00ED61E6">
      <w:pPr>
        <w:rPr>
          <w:sz w:val="28"/>
          <w:szCs w:val="28"/>
        </w:rPr>
      </w:pPr>
      <w:r w:rsidRPr="00ED61E6">
        <w:rPr>
          <w:sz w:val="28"/>
          <w:szCs w:val="28"/>
        </w:rPr>
        <w:t>Немає.</w:t>
      </w:r>
    </w:p>
    <w:p w:rsidR="00581BFF" w:rsidRPr="00ED61E6" w:rsidRDefault="00581BFF" w:rsidP="00ED61E6">
      <w:pPr>
        <w:rPr>
          <w:sz w:val="28"/>
          <w:szCs w:val="28"/>
        </w:rPr>
      </w:pPr>
    </w:p>
    <w:p w:rsidR="00581BFF" w:rsidRPr="00ED61E6" w:rsidRDefault="00581BFF" w:rsidP="00ED61E6">
      <w:pPr>
        <w:rPr>
          <w:sz w:val="28"/>
          <w:szCs w:val="28"/>
        </w:rPr>
      </w:pPr>
      <w:r w:rsidRPr="00ED61E6">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A5984">
        <w:tc>
          <w:tcPr>
            <w:tcW w:w="534" w:type="dxa"/>
          </w:tcPr>
          <w:p w:rsidR="00581BFF" w:rsidRPr="00ED61E6" w:rsidRDefault="00581BFF" w:rsidP="008A5984">
            <w:pPr>
              <w:ind w:right="-2"/>
              <w:jc w:val="center"/>
            </w:pPr>
            <w:r w:rsidRPr="00ED61E6">
              <w:t>№</w:t>
            </w:r>
          </w:p>
        </w:tc>
        <w:tc>
          <w:tcPr>
            <w:tcW w:w="6095" w:type="dxa"/>
          </w:tcPr>
          <w:p w:rsidR="00581BFF" w:rsidRPr="00ED61E6" w:rsidRDefault="00581BFF" w:rsidP="008A5984">
            <w:pPr>
              <w:ind w:right="-2"/>
              <w:jc w:val="center"/>
            </w:pPr>
            <w:r w:rsidRPr="00ED61E6">
              <w:t>ПІБ депутата</w:t>
            </w:r>
          </w:p>
        </w:tc>
        <w:tc>
          <w:tcPr>
            <w:tcW w:w="2551" w:type="dxa"/>
          </w:tcPr>
          <w:p w:rsidR="00581BFF" w:rsidRPr="00ED61E6" w:rsidRDefault="00581BFF" w:rsidP="008A5984">
            <w:pPr>
              <w:ind w:right="-2"/>
              <w:jc w:val="center"/>
            </w:pPr>
            <w:r w:rsidRPr="00ED61E6">
              <w:t>Результати голосування</w:t>
            </w:r>
          </w:p>
        </w:tc>
      </w:tr>
      <w:tr w:rsidR="00581BFF" w:rsidRPr="00ED61E6" w:rsidTr="008A5984">
        <w:tc>
          <w:tcPr>
            <w:tcW w:w="534" w:type="dxa"/>
          </w:tcPr>
          <w:p w:rsidR="00581BFF" w:rsidRPr="00ED61E6" w:rsidRDefault="00581BFF" w:rsidP="008A5984">
            <w:pPr>
              <w:ind w:right="-2"/>
              <w:jc w:val="center"/>
            </w:pPr>
            <w:r w:rsidRPr="00ED61E6">
              <w:t>1</w:t>
            </w:r>
          </w:p>
        </w:tc>
        <w:tc>
          <w:tcPr>
            <w:tcW w:w="6095" w:type="dxa"/>
          </w:tcPr>
          <w:p w:rsidR="00581BFF" w:rsidRPr="00ED61E6" w:rsidRDefault="00581BFF" w:rsidP="008A5984">
            <w:r w:rsidRPr="00ED61E6">
              <w:t>Цобенко Сергій Олександрович – селищний голова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w:t>
            </w:r>
          </w:p>
        </w:tc>
        <w:tc>
          <w:tcPr>
            <w:tcW w:w="6095" w:type="dxa"/>
          </w:tcPr>
          <w:p w:rsidR="00581BFF" w:rsidRPr="00ED61E6" w:rsidRDefault="00581BFF" w:rsidP="008A5984">
            <w:r w:rsidRPr="00ED61E6">
              <w:t>Брижатюк Олена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3</w:t>
            </w:r>
          </w:p>
        </w:tc>
        <w:tc>
          <w:tcPr>
            <w:tcW w:w="6095" w:type="dxa"/>
          </w:tcPr>
          <w:p w:rsidR="00581BFF" w:rsidRPr="00ED61E6" w:rsidRDefault="00581BFF" w:rsidP="008A5984">
            <w:r w:rsidRPr="00ED61E6">
              <w:t>Голімбієвська Тамара Павлівна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4</w:t>
            </w:r>
          </w:p>
        </w:tc>
        <w:tc>
          <w:tcPr>
            <w:tcW w:w="6095" w:type="dxa"/>
          </w:tcPr>
          <w:p w:rsidR="00581BFF" w:rsidRPr="00ED61E6" w:rsidRDefault="00581BFF" w:rsidP="008A5984">
            <w:r w:rsidRPr="00ED61E6">
              <w:t>Грушецький Анатолій Георгійович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5</w:t>
            </w:r>
          </w:p>
        </w:tc>
        <w:tc>
          <w:tcPr>
            <w:tcW w:w="6095" w:type="dxa"/>
          </w:tcPr>
          <w:p w:rsidR="00581BFF" w:rsidRPr="00ED61E6" w:rsidRDefault="00581BFF" w:rsidP="008A5984">
            <w:r w:rsidRPr="00ED61E6">
              <w:t>Дудар Василь Серафимович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6</w:t>
            </w:r>
          </w:p>
        </w:tc>
        <w:tc>
          <w:tcPr>
            <w:tcW w:w="6095" w:type="dxa"/>
          </w:tcPr>
          <w:p w:rsidR="00581BFF" w:rsidRPr="00ED61E6" w:rsidRDefault="00581BFF" w:rsidP="008A5984">
            <w:r w:rsidRPr="00ED61E6">
              <w:t>Захаренко Вадим Володимирович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7</w:t>
            </w:r>
          </w:p>
        </w:tc>
        <w:tc>
          <w:tcPr>
            <w:tcW w:w="6095" w:type="dxa"/>
          </w:tcPr>
          <w:p w:rsidR="00581BFF" w:rsidRPr="00ED61E6" w:rsidRDefault="00581BFF" w:rsidP="008A5984">
            <w:r w:rsidRPr="00ED61E6">
              <w:t>Кучмій Богдан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8</w:t>
            </w:r>
          </w:p>
        </w:tc>
        <w:tc>
          <w:tcPr>
            <w:tcW w:w="6095" w:type="dxa"/>
          </w:tcPr>
          <w:p w:rsidR="00581BFF" w:rsidRPr="00ED61E6" w:rsidRDefault="00581BFF" w:rsidP="008A5984">
            <w:r w:rsidRPr="00ED61E6">
              <w:t>Кучмій Юрій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9</w:t>
            </w:r>
          </w:p>
        </w:tc>
        <w:tc>
          <w:tcPr>
            <w:tcW w:w="6095" w:type="dxa"/>
          </w:tcPr>
          <w:p w:rsidR="00581BFF" w:rsidRPr="00ED61E6" w:rsidRDefault="00581BFF" w:rsidP="008A5984">
            <w:r w:rsidRPr="00ED61E6">
              <w:t>Кругла Тетяна Дмитрівна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10</w:t>
            </w:r>
          </w:p>
        </w:tc>
        <w:tc>
          <w:tcPr>
            <w:tcW w:w="6095" w:type="dxa"/>
          </w:tcPr>
          <w:p w:rsidR="00581BFF" w:rsidRPr="00ED61E6" w:rsidRDefault="00581BFF" w:rsidP="008A5984">
            <w:r w:rsidRPr="00ED61E6">
              <w:t>Лісовська Тамара Андріївна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11</w:t>
            </w:r>
          </w:p>
        </w:tc>
        <w:tc>
          <w:tcPr>
            <w:tcW w:w="6095" w:type="dxa"/>
          </w:tcPr>
          <w:p w:rsidR="00581BFF" w:rsidRPr="00ED61E6" w:rsidRDefault="00581BFF" w:rsidP="008A5984">
            <w:r w:rsidRPr="00ED61E6">
              <w:t>Лісовський  Сергій Олександрович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12</w:t>
            </w:r>
          </w:p>
        </w:tc>
        <w:tc>
          <w:tcPr>
            <w:tcW w:w="6095" w:type="dxa"/>
          </w:tcPr>
          <w:p w:rsidR="00581BFF" w:rsidRPr="00ED61E6" w:rsidRDefault="00581BFF" w:rsidP="008A5984">
            <w:r w:rsidRPr="00ED61E6">
              <w:t>Мирошниченко Олена Віталіївна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13</w:t>
            </w:r>
          </w:p>
        </w:tc>
        <w:tc>
          <w:tcPr>
            <w:tcW w:w="6095" w:type="dxa"/>
          </w:tcPr>
          <w:p w:rsidR="00581BFF" w:rsidRPr="00ED61E6" w:rsidRDefault="00581BFF" w:rsidP="008A5984">
            <w:r w:rsidRPr="00ED61E6">
              <w:t>Мостовик Сергій Віталійович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14</w:t>
            </w:r>
          </w:p>
        </w:tc>
        <w:tc>
          <w:tcPr>
            <w:tcW w:w="6095" w:type="dxa"/>
          </w:tcPr>
          <w:p w:rsidR="00581BFF" w:rsidRPr="00ED61E6" w:rsidRDefault="00581BFF" w:rsidP="008A5984">
            <w:r w:rsidRPr="00ED61E6">
              <w:t>Напханюк Ольга Іванівна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15</w:t>
            </w:r>
          </w:p>
        </w:tc>
        <w:tc>
          <w:tcPr>
            <w:tcW w:w="6095" w:type="dxa"/>
          </w:tcPr>
          <w:p w:rsidR="00581BFF" w:rsidRPr="00ED61E6" w:rsidRDefault="00581BFF" w:rsidP="008A5984">
            <w:r w:rsidRPr="00ED61E6">
              <w:t>Напханюк Світлана Олексіївна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16</w:t>
            </w:r>
          </w:p>
        </w:tc>
        <w:tc>
          <w:tcPr>
            <w:tcW w:w="6095" w:type="dxa"/>
          </w:tcPr>
          <w:p w:rsidR="00581BFF" w:rsidRPr="00ED61E6" w:rsidRDefault="00581BFF" w:rsidP="008A5984">
            <w:r w:rsidRPr="00ED61E6">
              <w:t>Новіков Сергій Алійович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17</w:t>
            </w:r>
          </w:p>
        </w:tc>
        <w:tc>
          <w:tcPr>
            <w:tcW w:w="6095" w:type="dxa"/>
          </w:tcPr>
          <w:p w:rsidR="00581BFF" w:rsidRPr="00ED61E6" w:rsidRDefault="00581BFF" w:rsidP="008A5984">
            <w:r w:rsidRPr="00ED61E6">
              <w:t>Піщик Тетяна Володимирівна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18</w:t>
            </w:r>
          </w:p>
        </w:tc>
        <w:tc>
          <w:tcPr>
            <w:tcW w:w="6095" w:type="dxa"/>
          </w:tcPr>
          <w:p w:rsidR="00581BFF" w:rsidRPr="00ED61E6" w:rsidRDefault="00581BFF" w:rsidP="008A5984">
            <w:r w:rsidRPr="00ED61E6">
              <w:t>Романщак Наталія Василівна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19</w:t>
            </w:r>
          </w:p>
        </w:tc>
        <w:tc>
          <w:tcPr>
            <w:tcW w:w="6095" w:type="dxa"/>
          </w:tcPr>
          <w:p w:rsidR="00581BFF" w:rsidRPr="00ED61E6" w:rsidRDefault="00581BFF" w:rsidP="008A5984">
            <w:r w:rsidRPr="00ED61E6">
              <w:t>Рибак Ігор Федорович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20</w:t>
            </w:r>
          </w:p>
        </w:tc>
        <w:tc>
          <w:tcPr>
            <w:tcW w:w="6095" w:type="dxa"/>
          </w:tcPr>
          <w:p w:rsidR="00581BFF" w:rsidRPr="00ED61E6" w:rsidRDefault="00581BFF" w:rsidP="008A5984">
            <w:r w:rsidRPr="00ED61E6">
              <w:t>Сачук Валентина Михайлівна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21</w:t>
            </w:r>
          </w:p>
        </w:tc>
        <w:tc>
          <w:tcPr>
            <w:tcW w:w="6095" w:type="dxa"/>
          </w:tcPr>
          <w:p w:rsidR="00581BFF" w:rsidRPr="00ED61E6" w:rsidRDefault="00581BFF" w:rsidP="008A5984">
            <w:r w:rsidRPr="00ED61E6">
              <w:t>Сторожук Віталій Олексійович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22</w:t>
            </w:r>
          </w:p>
        </w:tc>
        <w:tc>
          <w:tcPr>
            <w:tcW w:w="6095" w:type="dxa"/>
          </w:tcPr>
          <w:p w:rsidR="00581BFF" w:rsidRPr="00ED61E6" w:rsidRDefault="00581BFF" w:rsidP="008A5984">
            <w:r w:rsidRPr="00ED61E6">
              <w:t>Скрипар Василь Іванович</w:t>
            </w:r>
          </w:p>
        </w:tc>
        <w:tc>
          <w:tcPr>
            <w:tcW w:w="2551" w:type="dxa"/>
          </w:tcPr>
          <w:p w:rsidR="00581BFF" w:rsidRPr="00ED61E6" w:rsidRDefault="00581BFF" w:rsidP="008A5984">
            <w:pPr>
              <w:ind w:right="-2"/>
            </w:pPr>
            <w:r>
              <w:t>відсутній</w:t>
            </w:r>
          </w:p>
        </w:tc>
      </w:tr>
      <w:tr w:rsidR="00581BFF" w:rsidRPr="00ED61E6" w:rsidTr="008A5984">
        <w:tc>
          <w:tcPr>
            <w:tcW w:w="534" w:type="dxa"/>
          </w:tcPr>
          <w:p w:rsidR="00581BFF" w:rsidRPr="00ED61E6" w:rsidRDefault="00581BFF" w:rsidP="008A5984">
            <w:pPr>
              <w:ind w:right="-2"/>
              <w:jc w:val="center"/>
            </w:pPr>
            <w:r w:rsidRPr="00ED61E6">
              <w:t>23</w:t>
            </w:r>
          </w:p>
        </w:tc>
        <w:tc>
          <w:tcPr>
            <w:tcW w:w="6095" w:type="dxa"/>
          </w:tcPr>
          <w:p w:rsidR="00581BFF" w:rsidRPr="00ED61E6" w:rsidRDefault="00581BFF" w:rsidP="008A5984">
            <w:r w:rsidRPr="00ED61E6">
              <w:t>Сулима Ольга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24</w:t>
            </w:r>
          </w:p>
        </w:tc>
        <w:tc>
          <w:tcPr>
            <w:tcW w:w="6095" w:type="dxa"/>
          </w:tcPr>
          <w:p w:rsidR="00581BFF" w:rsidRPr="00ED61E6" w:rsidRDefault="00581BFF" w:rsidP="008A5984">
            <w:r w:rsidRPr="00ED61E6">
              <w:t>Туз Сергій Віталійович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25</w:t>
            </w:r>
          </w:p>
        </w:tc>
        <w:tc>
          <w:tcPr>
            <w:tcW w:w="6095" w:type="dxa"/>
          </w:tcPr>
          <w:p w:rsidR="00581BFF" w:rsidRPr="00ED61E6" w:rsidRDefault="00581BFF" w:rsidP="008A5984">
            <w:r w:rsidRPr="00ED61E6">
              <w:t>Чушкін Олексій Іванович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26</w:t>
            </w:r>
          </w:p>
        </w:tc>
        <w:tc>
          <w:tcPr>
            <w:tcW w:w="6095" w:type="dxa"/>
          </w:tcPr>
          <w:p w:rsidR="00581BFF" w:rsidRPr="00ED61E6" w:rsidRDefault="00581BFF" w:rsidP="008A5984">
            <w:r w:rsidRPr="00ED61E6">
              <w:t>Чушкіна Надія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27</w:t>
            </w:r>
          </w:p>
        </w:tc>
        <w:tc>
          <w:tcPr>
            <w:tcW w:w="6095" w:type="dxa"/>
          </w:tcPr>
          <w:p w:rsidR="00581BFF" w:rsidRPr="00ED61E6" w:rsidRDefault="00581BFF" w:rsidP="008A5984">
            <w:r w:rsidRPr="00ED61E6">
              <w:t>Ясінський Микола Володимирович</w:t>
            </w:r>
          </w:p>
        </w:tc>
        <w:tc>
          <w:tcPr>
            <w:tcW w:w="2551" w:type="dxa"/>
          </w:tcPr>
          <w:p w:rsidR="00581BFF" w:rsidRPr="00ED61E6" w:rsidRDefault="00581BFF" w:rsidP="008A5984">
            <w:pPr>
              <w:ind w:right="-2"/>
            </w:pPr>
            <w:r>
              <w:t>За</w:t>
            </w:r>
          </w:p>
        </w:tc>
      </w:tr>
    </w:tbl>
    <w:p w:rsidR="00581BFF" w:rsidRDefault="00581BFF" w:rsidP="00ED61E6">
      <w:r>
        <w:t>Усього проголосували</w:t>
      </w:r>
      <w:r w:rsidRPr="00ED61E6">
        <w:t>,  з них :</w:t>
      </w:r>
    </w:p>
    <w:p w:rsidR="00581BFF" w:rsidRDefault="00581BFF" w:rsidP="00ED61E6">
      <w:pPr>
        <w:spacing w:line="319" w:lineRule="exact"/>
        <w:ind w:left="840"/>
        <w:rPr>
          <w:i/>
          <w:sz w:val="28"/>
        </w:rPr>
      </w:pPr>
      <w:r>
        <w:rPr>
          <w:i/>
          <w:sz w:val="28"/>
        </w:rPr>
        <w:t xml:space="preserve"> «За» - 24 чол.</w:t>
      </w:r>
    </w:p>
    <w:p w:rsidR="00581BFF" w:rsidRDefault="00581BFF" w:rsidP="00ED61E6">
      <w:pPr>
        <w:spacing w:line="322" w:lineRule="exact"/>
        <w:ind w:left="840"/>
        <w:rPr>
          <w:i/>
          <w:sz w:val="28"/>
        </w:rPr>
      </w:pPr>
      <w:r>
        <w:rPr>
          <w:i/>
          <w:sz w:val="28"/>
        </w:rPr>
        <w:t>«Проти – немає.</w:t>
      </w:r>
    </w:p>
    <w:p w:rsidR="00581BFF" w:rsidRDefault="00581BFF" w:rsidP="00ED61E6">
      <w:pPr>
        <w:ind w:left="840"/>
        <w:rPr>
          <w:i/>
          <w:sz w:val="28"/>
        </w:rPr>
      </w:pPr>
      <w:r>
        <w:rPr>
          <w:i/>
          <w:sz w:val="28"/>
        </w:rPr>
        <w:t>«Утримались» - немає.</w:t>
      </w:r>
    </w:p>
    <w:p w:rsidR="00581BFF" w:rsidRPr="005B7918" w:rsidRDefault="00581BFF">
      <w:pPr>
        <w:pStyle w:val="BodyText"/>
        <w:spacing w:before="3"/>
        <w:ind w:left="0" w:firstLine="0"/>
        <w:jc w:val="left"/>
      </w:pPr>
    </w:p>
    <w:p w:rsidR="00581BFF" w:rsidRDefault="00581BFF" w:rsidP="00ED61E6">
      <w:pPr>
        <w:spacing w:before="159" w:line="319" w:lineRule="exact"/>
        <w:ind w:left="830" w:hanging="720"/>
        <w:rPr>
          <w:b/>
          <w:sz w:val="28"/>
        </w:rPr>
      </w:pPr>
      <w:r>
        <w:rPr>
          <w:b/>
          <w:sz w:val="28"/>
        </w:rPr>
        <w:t>Голова селищної ради:</w:t>
      </w:r>
    </w:p>
    <w:p w:rsidR="00581BFF" w:rsidRDefault="00581BFF" w:rsidP="00ED61E6">
      <w:pPr>
        <w:pStyle w:val="BodyText"/>
        <w:spacing w:line="319" w:lineRule="exact"/>
        <w:ind w:left="830" w:hanging="720"/>
        <w:jc w:val="left"/>
      </w:pPr>
      <w:r>
        <w:t>Переходимо до розгляду першого питання порядку денного.</w:t>
      </w:r>
    </w:p>
    <w:p w:rsidR="00581BFF" w:rsidRPr="001D1725" w:rsidRDefault="00581BFF" w:rsidP="001E348F">
      <w:pPr>
        <w:pStyle w:val="Heading1"/>
        <w:spacing w:before="112" w:line="319" w:lineRule="exact"/>
        <w:ind w:left="-660"/>
        <w:rPr>
          <w:b w:val="0"/>
          <w:bCs w:val="0"/>
        </w:rPr>
      </w:pPr>
      <w:r>
        <w:t xml:space="preserve">     </w:t>
      </w:r>
      <w:r w:rsidRPr="001D1725">
        <w:rPr>
          <w:b w:val="0"/>
        </w:rPr>
        <w:t xml:space="preserve">Слово для інформації </w:t>
      </w:r>
      <w:r w:rsidRPr="001D1725">
        <w:t>"Про  затвердження Програми економічного і соціального  розвитку Голованівської селищної ради на 2021 рік"</w:t>
      </w:r>
      <w:r>
        <w:rPr>
          <w:b w:val="0"/>
        </w:rPr>
        <w:t xml:space="preserve">  </w:t>
      </w:r>
      <w:r w:rsidRPr="001D1725">
        <w:rPr>
          <w:b w:val="0"/>
          <w:bCs w:val="0"/>
        </w:rPr>
        <w:t xml:space="preserve">надається </w:t>
      </w:r>
      <w:r w:rsidRPr="001D1725">
        <w:rPr>
          <w:bCs w:val="0"/>
        </w:rPr>
        <w:t>Артвіх Ірині Олександрівні,</w:t>
      </w:r>
      <w:r w:rsidRPr="00F859D7">
        <w:rPr>
          <w:b w:val="0"/>
          <w:bCs w:val="0"/>
        </w:rPr>
        <w:t xml:space="preserve"> </w:t>
      </w:r>
      <w:r w:rsidRPr="001D1725">
        <w:rPr>
          <w:bCs w:val="0"/>
        </w:rPr>
        <w:t xml:space="preserve"> </w:t>
      </w:r>
      <w:r w:rsidRPr="001D1725">
        <w:rPr>
          <w:b w:val="0"/>
          <w:bCs w:val="0"/>
        </w:rPr>
        <w:t>начальнику відділу економіки, АПК та інвестицій, цивільного захисту, правопорядку, безпеки, боротьби з корупцією.</w:t>
      </w:r>
    </w:p>
    <w:p w:rsidR="00581BFF" w:rsidRDefault="00581BFF" w:rsidP="00F71018">
      <w:pPr>
        <w:pStyle w:val="Heading1"/>
        <w:spacing w:before="112" w:line="319" w:lineRule="exact"/>
        <w:ind w:left="-660"/>
        <w:jc w:val="left"/>
      </w:pPr>
      <w:r w:rsidRPr="006E1935">
        <w:rPr>
          <w:bCs w:val="0"/>
        </w:rPr>
        <w:t xml:space="preserve"> </w:t>
      </w:r>
      <w:r>
        <w:t>Виступаючий:</w:t>
      </w:r>
    </w:p>
    <w:p w:rsidR="00581BFF" w:rsidRPr="001D1725" w:rsidRDefault="00581BFF" w:rsidP="00F71018">
      <w:pPr>
        <w:pStyle w:val="Style30"/>
        <w:widowControl/>
        <w:spacing w:before="365"/>
        <w:ind w:right="528"/>
        <w:jc w:val="center"/>
        <w:rPr>
          <w:rFonts w:ascii="Times New Roman" w:hAnsi="Times New Roman"/>
          <w:b/>
          <w:bCs/>
          <w:color w:val="000000"/>
          <w:position w:val="3"/>
          <w:sz w:val="28"/>
          <w:szCs w:val="28"/>
        </w:rPr>
      </w:pPr>
      <w:r w:rsidRPr="001D1725">
        <w:rPr>
          <w:rStyle w:val="FontStyle94"/>
          <w:b w:val="0"/>
          <w:position w:val="3"/>
          <w:sz w:val="28"/>
          <w:szCs w:val="28"/>
        </w:rPr>
        <w:t>Шановні депутати та присутні!</w:t>
      </w:r>
    </w:p>
    <w:p w:rsidR="00581BFF" w:rsidRPr="00D5780D" w:rsidRDefault="00581BFF" w:rsidP="00D5780D">
      <w:pPr>
        <w:ind w:firstLine="567"/>
        <w:jc w:val="both"/>
        <w:rPr>
          <w:sz w:val="28"/>
          <w:szCs w:val="28"/>
        </w:rPr>
      </w:pPr>
      <w:r w:rsidRPr="00585C81">
        <w:rPr>
          <w:sz w:val="28"/>
          <w:szCs w:val="28"/>
        </w:rPr>
        <w:t>Програма  економічного  і  соціального  розвитку  Голованівської селищної ради  на  20</w:t>
      </w:r>
      <w:r w:rsidRPr="00585C81">
        <w:rPr>
          <w:sz w:val="28"/>
          <w:szCs w:val="28"/>
          <w:lang w:val="ru-RU"/>
        </w:rPr>
        <w:t>21</w:t>
      </w:r>
      <w:r w:rsidRPr="00585C81">
        <w:rPr>
          <w:sz w:val="28"/>
          <w:szCs w:val="28"/>
        </w:rPr>
        <w:t xml:space="preserve"> рік розроблена відповідно до завдань і положень, визначених законодавчими та нормативними документами. Методичною основою розроблення програми є Закон України «Про державне прогнозування та розроблення програм економічного і соціального розвитку України» </w:t>
      </w:r>
    </w:p>
    <w:p w:rsidR="00581BFF" w:rsidRPr="00585C81" w:rsidRDefault="00581BFF" w:rsidP="00D5780D">
      <w:pPr>
        <w:pStyle w:val="Style37"/>
        <w:widowControl/>
        <w:spacing w:line="240" w:lineRule="auto"/>
        <w:ind w:firstLine="567"/>
        <w:rPr>
          <w:rStyle w:val="FontStyle117"/>
          <w:sz w:val="28"/>
          <w:szCs w:val="28"/>
        </w:rPr>
      </w:pPr>
      <w:r w:rsidRPr="0003174A">
        <w:rPr>
          <w:rStyle w:val="FontStyle117"/>
          <w:sz w:val="28"/>
          <w:szCs w:val="28"/>
        </w:rPr>
        <w:t xml:space="preserve"> Програма визначає</w:t>
      </w:r>
      <w:r w:rsidRPr="00585C81">
        <w:rPr>
          <w:rStyle w:val="FontStyle117"/>
          <w:sz w:val="28"/>
          <w:szCs w:val="28"/>
        </w:rPr>
        <w:t xml:space="preserve"> основні цілі та завдання економічного і соціального розвитку  території  та основні напрями розвитку на  2021 рік. </w:t>
      </w:r>
    </w:p>
    <w:p w:rsidR="00581BFF" w:rsidRPr="00D5780D" w:rsidRDefault="00581BFF" w:rsidP="00D5780D">
      <w:pPr>
        <w:pStyle w:val="Style37"/>
        <w:widowControl/>
        <w:spacing w:line="240" w:lineRule="auto"/>
        <w:ind w:firstLine="567"/>
        <w:rPr>
          <w:rFonts w:ascii="Times New Roman" w:hAnsi="Times New Roman"/>
          <w:color w:val="000000"/>
          <w:sz w:val="28"/>
          <w:szCs w:val="28"/>
        </w:rPr>
      </w:pPr>
      <w:r w:rsidRPr="00585C81">
        <w:rPr>
          <w:rStyle w:val="FontStyle117"/>
          <w:sz w:val="28"/>
          <w:szCs w:val="28"/>
        </w:rPr>
        <w:t>Зміни і доповнення до Програми затверджуються сесією селищної ради. Звітування про виконання завдань Програми здійснюватиметься за підсумками півріччя та року.</w:t>
      </w:r>
    </w:p>
    <w:p w:rsidR="00581BFF" w:rsidRPr="00585C81" w:rsidRDefault="00581BFF" w:rsidP="00F71018">
      <w:pPr>
        <w:ind w:firstLine="567"/>
        <w:jc w:val="both"/>
        <w:rPr>
          <w:sz w:val="28"/>
          <w:szCs w:val="28"/>
        </w:rPr>
      </w:pPr>
      <w:r w:rsidRPr="0003174A">
        <w:rPr>
          <w:sz w:val="28"/>
          <w:szCs w:val="28"/>
        </w:rPr>
        <w:t xml:space="preserve">Метою </w:t>
      </w:r>
      <w:r w:rsidRPr="00585C81">
        <w:rPr>
          <w:sz w:val="28"/>
          <w:szCs w:val="28"/>
        </w:rPr>
        <w:t>економічного і соціального розвитку Голованівської селищної ради  на 2021 рік є підвищення інвестиційної привабливості території громади, поліпшення матеріального добробуту населення.</w:t>
      </w:r>
    </w:p>
    <w:p w:rsidR="00581BFF" w:rsidRPr="00585C81" w:rsidRDefault="00581BFF" w:rsidP="00F71018">
      <w:pPr>
        <w:ind w:firstLine="709"/>
        <w:jc w:val="both"/>
        <w:rPr>
          <w:color w:val="FF0000"/>
          <w:sz w:val="28"/>
          <w:szCs w:val="28"/>
        </w:rPr>
      </w:pPr>
      <w:r w:rsidRPr="00585C81">
        <w:rPr>
          <w:color w:val="FF0000"/>
          <w:sz w:val="28"/>
          <w:szCs w:val="28"/>
        </w:rPr>
        <w:t xml:space="preserve">  </w:t>
      </w:r>
    </w:p>
    <w:p w:rsidR="00581BFF" w:rsidRPr="0003174A" w:rsidRDefault="00581BFF" w:rsidP="00F71018">
      <w:pPr>
        <w:pStyle w:val="Style6"/>
        <w:widowControl/>
        <w:spacing w:line="240" w:lineRule="auto"/>
        <w:ind w:firstLine="567"/>
        <w:rPr>
          <w:rStyle w:val="FontStyle104"/>
          <w:b w:val="0"/>
          <w:sz w:val="28"/>
          <w:szCs w:val="28"/>
        </w:rPr>
      </w:pPr>
      <w:r w:rsidRPr="0003174A">
        <w:rPr>
          <w:rStyle w:val="FontStyle104"/>
          <w:b w:val="0"/>
          <w:sz w:val="28"/>
          <w:szCs w:val="28"/>
        </w:rPr>
        <w:t>Пріоритети економічного і соціального розвитку</w:t>
      </w:r>
    </w:p>
    <w:p w:rsidR="00581BFF" w:rsidRPr="00585C81" w:rsidRDefault="00581BFF" w:rsidP="00F71018">
      <w:pPr>
        <w:pStyle w:val="Style26"/>
        <w:widowControl/>
        <w:numPr>
          <w:ilvl w:val="0"/>
          <w:numId w:val="5"/>
        </w:numPr>
        <w:tabs>
          <w:tab w:val="left" w:pos="725"/>
        </w:tabs>
        <w:spacing w:line="240" w:lineRule="auto"/>
        <w:ind w:firstLine="709"/>
        <w:rPr>
          <w:rStyle w:val="FontStyle117"/>
          <w:sz w:val="28"/>
          <w:szCs w:val="28"/>
        </w:rPr>
      </w:pPr>
      <w:r w:rsidRPr="00585C81">
        <w:rPr>
          <w:rStyle w:val="FontStyle117"/>
          <w:sz w:val="28"/>
          <w:szCs w:val="28"/>
        </w:rPr>
        <w:t>подальше впровадження стратегічного планування та програмно-цільового бюджетування;</w:t>
      </w:r>
    </w:p>
    <w:p w:rsidR="00581BFF" w:rsidRPr="00585C81" w:rsidRDefault="00581BFF" w:rsidP="00F71018">
      <w:pPr>
        <w:pStyle w:val="Style26"/>
        <w:widowControl/>
        <w:numPr>
          <w:ilvl w:val="0"/>
          <w:numId w:val="5"/>
        </w:numPr>
        <w:tabs>
          <w:tab w:val="left" w:pos="725"/>
          <w:tab w:val="left" w:pos="2966"/>
          <w:tab w:val="left" w:pos="5333"/>
        </w:tabs>
        <w:spacing w:line="240" w:lineRule="auto"/>
        <w:ind w:firstLine="709"/>
        <w:rPr>
          <w:rStyle w:val="FontStyle117"/>
          <w:sz w:val="28"/>
          <w:szCs w:val="28"/>
        </w:rPr>
      </w:pPr>
      <w:r w:rsidRPr="00585C81">
        <w:rPr>
          <w:rStyle w:val="FontStyle117"/>
          <w:sz w:val="28"/>
          <w:szCs w:val="28"/>
        </w:rPr>
        <w:t>реалізація пріоритетних інвестиційних проектів;</w:t>
      </w:r>
    </w:p>
    <w:p w:rsidR="00581BFF" w:rsidRPr="00585C81" w:rsidRDefault="00581BFF" w:rsidP="00F71018">
      <w:pPr>
        <w:pStyle w:val="Style26"/>
        <w:widowControl/>
        <w:numPr>
          <w:ilvl w:val="0"/>
          <w:numId w:val="5"/>
        </w:numPr>
        <w:tabs>
          <w:tab w:val="left" w:pos="725"/>
        </w:tabs>
        <w:spacing w:line="240" w:lineRule="auto"/>
        <w:ind w:firstLine="709"/>
        <w:rPr>
          <w:rStyle w:val="FontStyle117"/>
          <w:sz w:val="28"/>
          <w:szCs w:val="28"/>
        </w:rPr>
      </w:pPr>
      <w:r w:rsidRPr="00585C81">
        <w:rPr>
          <w:rStyle w:val="FontStyle117"/>
          <w:sz w:val="28"/>
          <w:szCs w:val="28"/>
        </w:rPr>
        <w:t>створення сприятливих умов для розвитку підприємництва;</w:t>
      </w:r>
    </w:p>
    <w:p w:rsidR="00581BFF" w:rsidRPr="00585C81" w:rsidRDefault="00581BFF" w:rsidP="00F71018">
      <w:pPr>
        <w:pStyle w:val="Style26"/>
        <w:widowControl/>
        <w:tabs>
          <w:tab w:val="left" w:pos="725"/>
        </w:tabs>
        <w:spacing w:line="240" w:lineRule="auto"/>
        <w:ind w:firstLine="709"/>
        <w:rPr>
          <w:rStyle w:val="FontStyle117"/>
          <w:sz w:val="28"/>
          <w:szCs w:val="28"/>
        </w:rPr>
      </w:pPr>
      <w:r w:rsidRPr="00585C81">
        <w:rPr>
          <w:rStyle w:val="FontStyle117"/>
          <w:sz w:val="28"/>
          <w:szCs w:val="28"/>
        </w:rPr>
        <w:t xml:space="preserve">-    залучення в економіку   інвестицій,  </w:t>
      </w:r>
    </w:p>
    <w:p w:rsidR="00581BFF" w:rsidRPr="00585C81" w:rsidRDefault="00581BFF" w:rsidP="00F71018">
      <w:pPr>
        <w:pStyle w:val="Style48"/>
        <w:widowControl/>
        <w:numPr>
          <w:ilvl w:val="0"/>
          <w:numId w:val="3"/>
        </w:numPr>
        <w:tabs>
          <w:tab w:val="left" w:pos="360"/>
        </w:tabs>
        <w:spacing w:line="240" w:lineRule="auto"/>
        <w:ind w:firstLine="709"/>
        <w:jc w:val="both"/>
        <w:rPr>
          <w:rStyle w:val="FontStyle117"/>
          <w:sz w:val="28"/>
          <w:szCs w:val="28"/>
        </w:rPr>
      </w:pPr>
      <w:r w:rsidRPr="00585C81">
        <w:rPr>
          <w:rStyle w:val="FontStyle117"/>
          <w:sz w:val="28"/>
          <w:szCs w:val="28"/>
        </w:rPr>
        <w:t>розвиток соціальної інфраструктури, впровадження енергозберігаючих технологій та раціональне використання енергоресурсів;</w:t>
      </w:r>
    </w:p>
    <w:p w:rsidR="00581BFF" w:rsidRPr="00585C81" w:rsidRDefault="00581BFF" w:rsidP="00F71018">
      <w:pPr>
        <w:pStyle w:val="Style48"/>
        <w:widowControl/>
        <w:numPr>
          <w:ilvl w:val="0"/>
          <w:numId w:val="3"/>
        </w:numPr>
        <w:tabs>
          <w:tab w:val="left" w:pos="360"/>
        </w:tabs>
        <w:spacing w:line="240" w:lineRule="auto"/>
        <w:ind w:firstLine="709"/>
        <w:jc w:val="both"/>
        <w:rPr>
          <w:rStyle w:val="FontStyle117"/>
          <w:sz w:val="28"/>
          <w:szCs w:val="28"/>
        </w:rPr>
      </w:pPr>
      <w:r w:rsidRPr="00585C81">
        <w:rPr>
          <w:rStyle w:val="FontStyle117"/>
          <w:sz w:val="28"/>
          <w:szCs w:val="28"/>
        </w:rPr>
        <w:t>забезпечення наповнюваності бюджету, проведення раціональної та ефективної бюджетної політики, дотримання фінансової дисципліни, підвищення результативності бюджетних видатків;</w:t>
      </w:r>
    </w:p>
    <w:p w:rsidR="00581BFF" w:rsidRPr="00585C81" w:rsidRDefault="00581BFF" w:rsidP="00F71018">
      <w:pPr>
        <w:pStyle w:val="Style48"/>
        <w:widowControl/>
        <w:numPr>
          <w:ilvl w:val="0"/>
          <w:numId w:val="3"/>
        </w:numPr>
        <w:tabs>
          <w:tab w:val="left" w:pos="360"/>
        </w:tabs>
        <w:spacing w:line="240" w:lineRule="auto"/>
        <w:ind w:firstLine="709"/>
        <w:jc w:val="both"/>
        <w:rPr>
          <w:rStyle w:val="FontStyle117"/>
          <w:sz w:val="28"/>
          <w:szCs w:val="28"/>
        </w:rPr>
      </w:pPr>
      <w:r w:rsidRPr="00585C81">
        <w:rPr>
          <w:rStyle w:val="FontStyle117"/>
          <w:sz w:val="28"/>
          <w:szCs w:val="28"/>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стабільності соціального захисту громадян, розвитку туристичного сектору, фізкультури і спорту;</w:t>
      </w:r>
    </w:p>
    <w:p w:rsidR="00581BFF" w:rsidRPr="00585C81" w:rsidRDefault="00581BFF" w:rsidP="00F71018">
      <w:pPr>
        <w:pStyle w:val="Style48"/>
        <w:widowControl/>
        <w:numPr>
          <w:ilvl w:val="0"/>
          <w:numId w:val="3"/>
        </w:numPr>
        <w:tabs>
          <w:tab w:val="left" w:pos="360"/>
          <w:tab w:val="left" w:pos="1134"/>
        </w:tabs>
        <w:spacing w:line="240" w:lineRule="auto"/>
        <w:ind w:firstLine="709"/>
        <w:jc w:val="both"/>
        <w:rPr>
          <w:rStyle w:val="FontStyle117"/>
          <w:sz w:val="28"/>
          <w:szCs w:val="28"/>
        </w:rPr>
      </w:pPr>
      <w:bookmarkStart w:id="0" w:name="bookmark4"/>
      <w:bookmarkEnd w:id="0"/>
      <w:r w:rsidRPr="00585C81">
        <w:rPr>
          <w:rStyle w:val="FontStyle117"/>
          <w:sz w:val="28"/>
          <w:szCs w:val="28"/>
        </w:rPr>
        <w:t>створення комфортного для проживання середовища.</w:t>
      </w:r>
    </w:p>
    <w:p w:rsidR="00581BFF" w:rsidRPr="00585C81" w:rsidRDefault="00581BFF" w:rsidP="00F71018">
      <w:pPr>
        <w:pStyle w:val="Style48"/>
        <w:widowControl/>
        <w:tabs>
          <w:tab w:val="left" w:pos="360"/>
        </w:tabs>
        <w:spacing w:line="240" w:lineRule="auto"/>
        <w:ind w:firstLine="0"/>
        <w:jc w:val="both"/>
        <w:rPr>
          <w:rStyle w:val="FontStyle117"/>
          <w:color w:val="FF0000"/>
          <w:sz w:val="28"/>
          <w:szCs w:val="28"/>
        </w:rPr>
      </w:pPr>
    </w:p>
    <w:p w:rsidR="00581BFF" w:rsidRPr="00585C81" w:rsidRDefault="00581BFF" w:rsidP="00F71018">
      <w:pPr>
        <w:pStyle w:val="Style25"/>
        <w:widowControl/>
        <w:jc w:val="both"/>
        <w:rPr>
          <w:rFonts w:ascii="Times New Roman" w:hAnsi="Times New Roman"/>
          <w:sz w:val="28"/>
          <w:szCs w:val="28"/>
        </w:rPr>
      </w:pPr>
      <w:r w:rsidRPr="00585C81">
        <w:rPr>
          <w:rStyle w:val="FontStyle117"/>
          <w:color w:val="FF0000"/>
          <w:sz w:val="28"/>
          <w:szCs w:val="28"/>
        </w:rPr>
        <w:t xml:space="preserve">           </w:t>
      </w:r>
      <w:r w:rsidRPr="00585C81">
        <w:rPr>
          <w:rStyle w:val="FontStyle117"/>
          <w:sz w:val="28"/>
          <w:szCs w:val="28"/>
        </w:rPr>
        <w:t>Відповідно до законодавства надано оголошення, з</w:t>
      </w:r>
      <w:r w:rsidRPr="00585C81">
        <w:rPr>
          <w:rFonts w:ascii="Times New Roman" w:hAnsi="Times New Roman"/>
          <w:sz w:val="28"/>
          <w:szCs w:val="28"/>
        </w:rPr>
        <w:t>аяву про визначення обсягу стратегічної екологічної оцінки проєкту Програми економічного і соціального розвитку Голованівської селищної ради на 2021 рік та розміщено на офіційному веб-сайті.</w:t>
      </w:r>
    </w:p>
    <w:p w:rsidR="00581BFF" w:rsidRPr="00585C81" w:rsidRDefault="00581BFF" w:rsidP="00F71018">
      <w:pPr>
        <w:pStyle w:val="Style25"/>
        <w:widowControl/>
        <w:jc w:val="both"/>
        <w:rPr>
          <w:rFonts w:ascii="Times New Roman" w:hAnsi="Times New Roman"/>
          <w:sz w:val="28"/>
          <w:szCs w:val="28"/>
        </w:rPr>
      </w:pPr>
    </w:p>
    <w:p w:rsidR="00581BFF" w:rsidRPr="0003174A" w:rsidRDefault="00581BFF" w:rsidP="00F71018">
      <w:pPr>
        <w:pStyle w:val="Style56"/>
        <w:widowControl/>
        <w:spacing w:line="240" w:lineRule="auto"/>
        <w:ind w:firstLine="0"/>
        <w:jc w:val="both"/>
        <w:rPr>
          <w:rStyle w:val="FontStyle116"/>
          <w:b w:val="0"/>
          <w:sz w:val="28"/>
          <w:szCs w:val="28"/>
          <w:u w:val="single"/>
        </w:rPr>
      </w:pPr>
      <w:r w:rsidRPr="0003174A">
        <w:rPr>
          <w:rStyle w:val="FontStyle116"/>
          <w:b w:val="0"/>
          <w:sz w:val="28"/>
          <w:szCs w:val="28"/>
          <w:u w:val="single"/>
        </w:rPr>
        <w:t>Бюджетна та податкова політика</w:t>
      </w:r>
    </w:p>
    <w:p w:rsidR="00581BFF" w:rsidRPr="0003174A" w:rsidRDefault="00581BFF" w:rsidP="00F71018">
      <w:pPr>
        <w:pStyle w:val="Style5"/>
        <w:widowControl/>
        <w:spacing w:line="240" w:lineRule="auto"/>
        <w:ind w:firstLine="709"/>
        <w:jc w:val="both"/>
        <w:rPr>
          <w:rStyle w:val="FontStyle104"/>
          <w:b w:val="0"/>
          <w:bCs w:val="0"/>
          <w:sz w:val="28"/>
          <w:szCs w:val="28"/>
        </w:rPr>
      </w:pPr>
      <w:r w:rsidRPr="0003174A">
        <w:rPr>
          <w:rStyle w:val="FontStyle104"/>
          <w:b w:val="0"/>
          <w:bCs w:val="0"/>
          <w:sz w:val="28"/>
          <w:szCs w:val="28"/>
        </w:rPr>
        <w:t>Очікувані результати у 2021 році:</w:t>
      </w:r>
    </w:p>
    <w:p w:rsidR="00581BFF" w:rsidRPr="00585C81" w:rsidRDefault="00581BFF" w:rsidP="00F71018">
      <w:pPr>
        <w:pStyle w:val="Style26"/>
        <w:widowControl/>
        <w:numPr>
          <w:ilvl w:val="0"/>
          <w:numId w:val="4"/>
        </w:numPr>
        <w:tabs>
          <w:tab w:val="left" w:pos="720"/>
        </w:tabs>
        <w:spacing w:line="240" w:lineRule="auto"/>
        <w:ind w:firstLine="709"/>
        <w:rPr>
          <w:rStyle w:val="FontStyle117"/>
          <w:sz w:val="28"/>
          <w:szCs w:val="28"/>
        </w:rPr>
      </w:pPr>
      <w:r w:rsidRPr="00585C81">
        <w:rPr>
          <w:rStyle w:val="FontStyle117"/>
          <w:sz w:val="28"/>
          <w:szCs w:val="28"/>
        </w:rPr>
        <w:t xml:space="preserve">збільшення надходжень до бюджету, </w:t>
      </w:r>
    </w:p>
    <w:p w:rsidR="00581BFF" w:rsidRPr="00585C81" w:rsidRDefault="00581BFF" w:rsidP="00F71018">
      <w:pPr>
        <w:pStyle w:val="Style26"/>
        <w:widowControl/>
        <w:numPr>
          <w:ilvl w:val="0"/>
          <w:numId w:val="4"/>
        </w:numPr>
        <w:tabs>
          <w:tab w:val="left" w:pos="720"/>
        </w:tabs>
        <w:spacing w:line="240" w:lineRule="auto"/>
        <w:ind w:firstLine="709"/>
        <w:rPr>
          <w:rStyle w:val="FontStyle117"/>
          <w:b/>
          <w:bCs/>
          <w:sz w:val="28"/>
          <w:szCs w:val="28"/>
          <w:u w:val="single"/>
        </w:rPr>
      </w:pPr>
      <w:bookmarkStart w:id="1" w:name="bookmark6"/>
      <w:bookmarkEnd w:id="1"/>
      <w:r w:rsidRPr="00585C81">
        <w:rPr>
          <w:rStyle w:val="FontStyle117"/>
          <w:sz w:val="28"/>
          <w:szCs w:val="28"/>
        </w:rPr>
        <w:t>спрямування видатків бюджету на утримання та розвиток соціальної  сфери.</w:t>
      </w:r>
    </w:p>
    <w:p w:rsidR="00581BFF" w:rsidRPr="00585C81" w:rsidRDefault="00581BFF" w:rsidP="00F71018">
      <w:pPr>
        <w:pStyle w:val="Style26"/>
        <w:widowControl/>
        <w:tabs>
          <w:tab w:val="left" w:pos="720"/>
        </w:tabs>
        <w:spacing w:line="240" w:lineRule="auto"/>
        <w:ind w:left="709" w:firstLine="0"/>
        <w:rPr>
          <w:rStyle w:val="FontStyle116"/>
          <w:color w:val="FF0000"/>
          <w:sz w:val="28"/>
          <w:szCs w:val="28"/>
          <w:u w:val="single"/>
        </w:rPr>
      </w:pPr>
    </w:p>
    <w:p w:rsidR="00581BFF" w:rsidRPr="0003174A" w:rsidRDefault="00581BFF" w:rsidP="00D5780D">
      <w:pPr>
        <w:pStyle w:val="Style47"/>
        <w:widowControl/>
        <w:jc w:val="both"/>
        <w:rPr>
          <w:rStyle w:val="FontStyle104"/>
          <w:b w:val="0"/>
          <w:sz w:val="28"/>
          <w:szCs w:val="28"/>
          <w:u w:val="single"/>
        </w:rPr>
      </w:pPr>
      <w:r w:rsidRPr="0003174A">
        <w:rPr>
          <w:rStyle w:val="FontStyle116"/>
          <w:b w:val="0"/>
          <w:sz w:val="28"/>
          <w:szCs w:val="28"/>
          <w:u w:val="single"/>
        </w:rPr>
        <w:t>Інвестиційна політика</w:t>
      </w:r>
      <w:r w:rsidRPr="0003174A">
        <w:rPr>
          <w:rStyle w:val="FontStyle104"/>
          <w:b w:val="0"/>
          <w:color w:val="FF0000"/>
          <w:sz w:val="28"/>
          <w:szCs w:val="28"/>
        </w:rPr>
        <w:t xml:space="preserve">                                                                                                                                                                                                                                                                                                                                                                                                                              </w:t>
      </w:r>
    </w:p>
    <w:p w:rsidR="00581BFF" w:rsidRPr="0003174A" w:rsidRDefault="00581BFF" w:rsidP="00F71018">
      <w:pPr>
        <w:pStyle w:val="Style5"/>
        <w:widowControl/>
        <w:spacing w:line="240" w:lineRule="auto"/>
        <w:ind w:firstLine="709"/>
        <w:jc w:val="both"/>
        <w:rPr>
          <w:rStyle w:val="FontStyle104"/>
          <w:b w:val="0"/>
          <w:sz w:val="28"/>
          <w:szCs w:val="28"/>
        </w:rPr>
      </w:pPr>
      <w:r w:rsidRPr="0003174A">
        <w:rPr>
          <w:rStyle w:val="FontStyle104"/>
          <w:b w:val="0"/>
          <w:sz w:val="28"/>
          <w:szCs w:val="28"/>
        </w:rPr>
        <w:t>Цілі та завдання на 2021 рік:</w:t>
      </w:r>
    </w:p>
    <w:p w:rsidR="00581BFF" w:rsidRPr="00585C81" w:rsidRDefault="00581BFF" w:rsidP="00F71018">
      <w:pPr>
        <w:pStyle w:val="Style10"/>
        <w:widowControl/>
        <w:spacing w:line="240" w:lineRule="auto"/>
        <w:ind w:firstLine="709"/>
        <w:rPr>
          <w:rStyle w:val="FontStyle117"/>
          <w:sz w:val="28"/>
          <w:szCs w:val="28"/>
        </w:rPr>
      </w:pPr>
      <w:r w:rsidRPr="00585C81">
        <w:rPr>
          <w:rStyle w:val="FontStyle117"/>
          <w:sz w:val="28"/>
          <w:szCs w:val="28"/>
        </w:rPr>
        <w:t>створення сприятливих умов для реалізації інвестиційних проектів по об'єктах промислового призначення;</w:t>
      </w:r>
    </w:p>
    <w:p w:rsidR="00581BFF" w:rsidRPr="00585C81" w:rsidRDefault="00581BFF" w:rsidP="00F71018">
      <w:pPr>
        <w:pStyle w:val="Style26"/>
        <w:widowControl/>
        <w:numPr>
          <w:ilvl w:val="0"/>
          <w:numId w:val="6"/>
        </w:numPr>
        <w:tabs>
          <w:tab w:val="left" w:pos="710"/>
        </w:tabs>
        <w:spacing w:line="240" w:lineRule="auto"/>
        <w:ind w:firstLine="709"/>
        <w:rPr>
          <w:rStyle w:val="FontStyle117"/>
          <w:sz w:val="28"/>
          <w:szCs w:val="28"/>
        </w:rPr>
      </w:pPr>
      <w:r w:rsidRPr="00585C81">
        <w:rPr>
          <w:rStyle w:val="FontStyle117"/>
          <w:sz w:val="28"/>
          <w:szCs w:val="28"/>
        </w:rPr>
        <w:t>залучення інвестицій в розбудову соціальної інфраструктури громади;</w:t>
      </w:r>
    </w:p>
    <w:p w:rsidR="00581BFF" w:rsidRPr="00585C81" w:rsidRDefault="00581BFF" w:rsidP="00F71018">
      <w:pPr>
        <w:pStyle w:val="Style26"/>
        <w:widowControl/>
        <w:numPr>
          <w:ilvl w:val="0"/>
          <w:numId w:val="6"/>
        </w:numPr>
        <w:tabs>
          <w:tab w:val="left" w:pos="710"/>
        </w:tabs>
        <w:spacing w:line="240" w:lineRule="auto"/>
        <w:ind w:firstLine="709"/>
        <w:rPr>
          <w:rStyle w:val="FontStyle117"/>
          <w:sz w:val="28"/>
          <w:szCs w:val="28"/>
        </w:rPr>
      </w:pPr>
      <w:r w:rsidRPr="00585C81">
        <w:rPr>
          <w:rStyle w:val="FontStyle117"/>
          <w:sz w:val="28"/>
          <w:szCs w:val="28"/>
        </w:rPr>
        <w:t>формування сучасної забудови територій новоствореної  селищної ради;</w:t>
      </w:r>
    </w:p>
    <w:p w:rsidR="00581BFF" w:rsidRPr="00585C81" w:rsidRDefault="00581BFF" w:rsidP="00F71018">
      <w:pPr>
        <w:pStyle w:val="Style26"/>
        <w:widowControl/>
        <w:numPr>
          <w:ilvl w:val="0"/>
          <w:numId w:val="6"/>
        </w:numPr>
        <w:tabs>
          <w:tab w:val="left" w:pos="710"/>
        </w:tabs>
        <w:spacing w:line="240" w:lineRule="auto"/>
        <w:ind w:firstLine="709"/>
        <w:rPr>
          <w:rStyle w:val="FontStyle117"/>
          <w:sz w:val="28"/>
          <w:szCs w:val="28"/>
        </w:rPr>
      </w:pPr>
      <w:r w:rsidRPr="00585C81">
        <w:rPr>
          <w:rStyle w:val="FontStyle117"/>
          <w:sz w:val="28"/>
          <w:szCs w:val="28"/>
        </w:rPr>
        <w:t>залучення інвестицій в створення нових та утримання існуючих об'єктів благоустрою.</w:t>
      </w:r>
    </w:p>
    <w:p w:rsidR="00581BFF" w:rsidRPr="00585C81" w:rsidRDefault="00581BFF" w:rsidP="00F71018">
      <w:pPr>
        <w:jc w:val="both"/>
        <w:rPr>
          <w:color w:val="FF0000"/>
          <w:sz w:val="28"/>
          <w:szCs w:val="28"/>
          <w:lang w:val="ru-RU"/>
        </w:rPr>
      </w:pPr>
      <w:r w:rsidRPr="00585C81">
        <w:rPr>
          <w:sz w:val="28"/>
          <w:szCs w:val="28"/>
        </w:rPr>
        <w:tab/>
        <w:t xml:space="preserve">           </w:t>
      </w:r>
    </w:p>
    <w:p w:rsidR="00581BFF" w:rsidRPr="00585C81" w:rsidRDefault="00581BFF" w:rsidP="00F71018">
      <w:pPr>
        <w:jc w:val="both"/>
        <w:rPr>
          <w:sz w:val="28"/>
          <w:szCs w:val="28"/>
        </w:rPr>
      </w:pPr>
      <w:r w:rsidRPr="00585C81">
        <w:rPr>
          <w:sz w:val="28"/>
          <w:szCs w:val="28"/>
        </w:rPr>
        <w:t xml:space="preserve">     Заплановано у 2021 році освоїти інвестиції  (провести реконструкцію, будівництва):</w:t>
      </w:r>
    </w:p>
    <w:p w:rsidR="00581BFF" w:rsidRPr="00585C81" w:rsidRDefault="00581BFF" w:rsidP="00F71018">
      <w:pPr>
        <w:jc w:val="both"/>
        <w:rPr>
          <w:sz w:val="28"/>
          <w:szCs w:val="28"/>
        </w:rPr>
      </w:pPr>
      <w:r w:rsidRPr="00585C81">
        <w:rPr>
          <w:sz w:val="28"/>
          <w:szCs w:val="28"/>
        </w:rPr>
        <w:t>капітальний ремонт даху Будинку дитячої та юнац</w:t>
      </w:r>
      <w:r>
        <w:rPr>
          <w:sz w:val="28"/>
          <w:szCs w:val="28"/>
        </w:rPr>
        <w:t>ької творчості  смтГолованівськ</w:t>
      </w:r>
      <w:r w:rsidRPr="00585C81">
        <w:rPr>
          <w:sz w:val="28"/>
          <w:szCs w:val="28"/>
        </w:rPr>
        <w:t>, модернізація системи опалення їдальні Голованівського ліцею, будівництво водопровідної мережі на території населеного пункту селища Ємилівка, будівництво вуличного водопроводу по вул.</w:t>
      </w:r>
      <w:r>
        <w:rPr>
          <w:sz w:val="28"/>
          <w:szCs w:val="28"/>
        </w:rPr>
        <w:t xml:space="preserve"> </w:t>
      </w:r>
      <w:r w:rsidRPr="00585C81">
        <w:rPr>
          <w:sz w:val="28"/>
          <w:szCs w:val="28"/>
        </w:rPr>
        <w:t>І.Франка смт</w:t>
      </w:r>
      <w:r>
        <w:rPr>
          <w:sz w:val="28"/>
          <w:szCs w:val="28"/>
        </w:rPr>
        <w:t>. Голованівськ</w:t>
      </w:r>
      <w:r w:rsidRPr="00585C81">
        <w:rPr>
          <w:sz w:val="28"/>
          <w:szCs w:val="28"/>
        </w:rPr>
        <w:t>, капітальний ремонт дороги по вулиці Соборній від №54 до №72 в смт</w:t>
      </w:r>
      <w:r>
        <w:rPr>
          <w:sz w:val="28"/>
          <w:szCs w:val="28"/>
        </w:rPr>
        <w:t>. Голованівськ</w:t>
      </w:r>
      <w:r w:rsidRPr="00585C81">
        <w:rPr>
          <w:sz w:val="28"/>
          <w:szCs w:val="28"/>
        </w:rPr>
        <w:t>, нове будівництво біологічних очисних споруд господарсько-побутових стічних вод по вул. Пушкіна в смт</w:t>
      </w:r>
      <w:r>
        <w:rPr>
          <w:sz w:val="28"/>
          <w:szCs w:val="28"/>
        </w:rPr>
        <w:t>. Голованівськ</w:t>
      </w:r>
      <w:r w:rsidRPr="00585C81">
        <w:rPr>
          <w:sz w:val="28"/>
          <w:szCs w:val="28"/>
        </w:rPr>
        <w:t>, будівництво автобусної зупинки по вул.</w:t>
      </w:r>
      <w:r>
        <w:rPr>
          <w:sz w:val="28"/>
          <w:szCs w:val="28"/>
        </w:rPr>
        <w:t xml:space="preserve"> </w:t>
      </w:r>
      <w:r w:rsidRPr="00585C81">
        <w:rPr>
          <w:sz w:val="28"/>
          <w:szCs w:val="28"/>
        </w:rPr>
        <w:t>Урожайна в смт</w:t>
      </w:r>
      <w:r>
        <w:rPr>
          <w:sz w:val="28"/>
          <w:szCs w:val="28"/>
        </w:rPr>
        <w:t xml:space="preserve">. </w:t>
      </w:r>
      <w:r w:rsidRPr="00585C81">
        <w:rPr>
          <w:sz w:val="28"/>
          <w:szCs w:val="28"/>
        </w:rPr>
        <w:t xml:space="preserve">Голованівськ, будівництво громадської </w:t>
      </w:r>
      <w:r>
        <w:rPr>
          <w:sz w:val="28"/>
          <w:szCs w:val="28"/>
        </w:rPr>
        <w:t xml:space="preserve">вбиральні по вул. Ринкова в смт. </w:t>
      </w:r>
      <w:r w:rsidRPr="00585C81">
        <w:rPr>
          <w:sz w:val="28"/>
          <w:szCs w:val="28"/>
        </w:rPr>
        <w:t>Голованівськ, відновлення елементів благоустрою</w:t>
      </w:r>
      <w:r>
        <w:rPr>
          <w:sz w:val="28"/>
          <w:szCs w:val="28"/>
        </w:rPr>
        <w:t xml:space="preserve"> –</w:t>
      </w:r>
      <w:r w:rsidRPr="00585C81">
        <w:rPr>
          <w:sz w:val="28"/>
          <w:szCs w:val="28"/>
        </w:rPr>
        <w:t xml:space="preserve"> капітальний</w:t>
      </w:r>
      <w:r>
        <w:rPr>
          <w:sz w:val="28"/>
          <w:szCs w:val="28"/>
        </w:rPr>
        <w:t xml:space="preserve"> </w:t>
      </w:r>
      <w:r w:rsidRPr="00585C81">
        <w:rPr>
          <w:sz w:val="28"/>
          <w:szCs w:val="28"/>
        </w:rPr>
        <w:t xml:space="preserve"> ремонт ділянки тротуару та майданчика для паркування автомобілів по вул.</w:t>
      </w:r>
      <w:r>
        <w:rPr>
          <w:sz w:val="28"/>
          <w:szCs w:val="28"/>
        </w:rPr>
        <w:t xml:space="preserve"> </w:t>
      </w:r>
      <w:r w:rsidRPr="00585C81">
        <w:rPr>
          <w:sz w:val="28"/>
          <w:szCs w:val="28"/>
        </w:rPr>
        <w:t>Пушкіна в смт</w:t>
      </w:r>
      <w:r>
        <w:rPr>
          <w:sz w:val="28"/>
          <w:szCs w:val="28"/>
        </w:rPr>
        <w:t xml:space="preserve">. </w:t>
      </w:r>
      <w:r w:rsidRPr="00585C81">
        <w:rPr>
          <w:sz w:val="28"/>
          <w:szCs w:val="28"/>
        </w:rPr>
        <w:t>Голованівськ, будівництво дошкільного навчального закладу на 120 місць по вул.Пушкіна  смт</w:t>
      </w:r>
      <w:r>
        <w:rPr>
          <w:sz w:val="28"/>
          <w:szCs w:val="28"/>
        </w:rPr>
        <w:t>.</w:t>
      </w:r>
      <w:r w:rsidRPr="00585C81">
        <w:rPr>
          <w:sz w:val="28"/>
          <w:szCs w:val="28"/>
        </w:rPr>
        <w:t xml:space="preserve"> Голованівськ капітальний ремонт фасаду інфекційного корпусу Голованівської ЦРЛ по вул.</w:t>
      </w:r>
      <w:r>
        <w:rPr>
          <w:sz w:val="28"/>
          <w:szCs w:val="28"/>
        </w:rPr>
        <w:t xml:space="preserve"> </w:t>
      </w:r>
      <w:r w:rsidRPr="00585C81">
        <w:rPr>
          <w:sz w:val="28"/>
          <w:szCs w:val="28"/>
        </w:rPr>
        <w:t>Не</w:t>
      </w:r>
      <w:r>
        <w:rPr>
          <w:sz w:val="28"/>
          <w:szCs w:val="28"/>
        </w:rPr>
        <w:t>залежності, 2</w:t>
      </w:r>
      <w:r w:rsidRPr="00585C81">
        <w:rPr>
          <w:sz w:val="28"/>
          <w:szCs w:val="28"/>
        </w:rPr>
        <w:t>, капітальний ремонт головного корпусу входу комунально</w:t>
      </w:r>
      <w:bookmarkStart w:id="2" w:name="_GoBack"/>
      <w:bookmarkEnd w:id="2"/>
      <w:r w:rsidRPr="00585C81">
        <w:rPr>
          <w:sz w:val="28"/>
          <w:szCs w:val="28"/>
        </w:rPr>
        <w:t xml:space="preserve">го закладу «Голованівський районний будинок культури» по </w:t>
      </w:r>
      <w:r>
        <w:rPr>
          <w:sz w:val="28"/>
          <w:szCs w:val="28"/>
        </w:rPr>
        <w:t>вул..</w:t>
      </w:r>
      <w:r w:rsidRPr="00585C81">
        <w:rPr>
          <w:sz w:val="28"/>
          <w:szCs w:val="28"/>
        </w:rPr>
        <w:t xml:space="preserve"> Суворова,3  в смт</w:t>
      </w:r>
      <w:r>
        <w:rPr>
          <w:sz w:val="28"/>
          <w:szCs w:val="28"/>
        </w:rPr>
        <w:t xml:space="preserve">. </w:t>
      </w:r>
      <w:r w:rsidRPr="00585C81">
        <w:rPr>
          <w:sz w:val="28"/>
          <w:szCs w:val="28"/>
        </w:rPr>
        <w:t>Голованівськ</w:t>
      </w:r>
      <w:r>
        <w:rPr>
          <w:sz w:val="28"/>
          <w:szCs w:val="28"/>
        </w:rPr>
        <w:t>, б</w:t>
      </w:r>
      <w:r w:rsidRPr="00585C81">
        <w:rPr>
          <w:sz w:val="28"/>
          <w:szCs w:val="28"/>
        </w:rPr>
        <w:t>удівництво водопровідної мережі на території населеного пункту селища Ємилівка</w:t>
      </w:r>
      <w:r>
        <w:rPr>
          <w:sz w:val="28"/>
          <w:szCs w:val="28"/>
        </w:rPr>
        <w:t>, б</w:t>
      </w:r>
      <w:r w:rsidRPr="00585C81">
        <w:rPr>
          <w:sz w:val="28"/>
          <w:szCs w:val="28"/>
        </w:rPr>
        <w:t>удівництво спортивно-ігрового майданчика по вул. Соборна в смт</w:t>
      </w:r>
      <w:r>
        <w:rPr>
          <w:sz w:val="28"/>
          <w:szCs w:val="28"/>
        </w:rPr>
        <w:t>. Голованівськ, о</w:t>
      </w:r>
      <w:r w:rsidRPr="00585C81">
        <w:rPr>
          <w:sz w:val="28"/>
          <w:szCs w:val="28"/>
        </w:rPr>
        <w:t>бладнання медичного кисню в терапевтичному</w:t>
      </w:r>
      <w:r>
        <w:rPr>
          <w:sz w:val="28"/>
          <w:szCs w:val="28"/>
        </w:rPr>
        <w:t>,</w:t>
      </w:r>
      <w:r w:rsidRPr="00585C81">
        <w:rPr>
          <w:sz w:val="28"/>
          <w:szCs w:val="28"/>
        </w:rPr>
        <w:t xml:space="preserve"> хірургічному</w:t>
      </w:r>
      <w:r>
        <w:rPr>
          <w:sz w:val="28"/>
          <w:szCs w:val="28"/>
        </w:rPr>
        <w:t>, інфекційному</w:t>
      </w:r>
      <w:r w:rsidRPr="00585C81">
        <w:rPr>
          <w:sz w:val="28"/>
          <w:szCs w:val="28"/>
        </w:rPr>
        <w:t xml:space="preserve"> відділенні КПН «Голованівська центральна районна лікарня»</w:t>
      </w:r>
      <w:r>
        <w:rPr>
          <w:sz w:val="28"/>
          <w:szCs w:val="28"/>
        </w:rPr>
        <w:t>, к</w:t>
      </w:r>
      <w:r w:rsidRPr="00585C81">
        <w:rPr>
          <w:sz w:val="28"/>
          <w:szCs w:val="28"/>
        </w:rPr>
        <w:t>апітальний ремонт терапевтичного відділення  КПН «Голованівська центральна районна лікарня»</w:t>
      </w:r>
      <w:r>
        <w:rPr>
          <w:sz w:val="28"/>
          <w:szCs w:val="28"/>
        </w:rPr>
        <w:t>.</w:t>
      </w:r>
      <w:r w:rsidRPr="00585C81">
        <w:rPr>
          <w:sz w:val="28"/>
          <w:szCs w:val="28"/>
        </w:rPr>
        <w:t xml:space="preserve"> </w:t>
      </w:r>
    </w:p>
    <w:p w:rsidR="00581BFF" w:rsidRPr="00585C81" w:rsidRDefault="00581BFF" w:rsidP="00F71018">
      <w:pPr>
        <w:pStyle w:val="Style5"/>
        <w:widowControl/>
        <w:spacing w:line="240" w:lineRule="auto"/>
        <w:ind w:firstLine="709"/>
        <w:jc w:val="both"/>
        <w:rPr>
          <w:rStyle w:val="FontStyle104"/>
          <w:sz w:val="28"/>
          <w:szCs w:val="28"/>
        </w:rPr>
      </w:pPr>
    </w:p>
    <w:p w:rsidR="00581BFF" w:rsidRPr="0003174A" w:rsidRDefault="00581BFF" w:rsidP="00F71018">
      <w:pPr>
        <w:pStyle w:val="Style5"/>
        <w:widowControl/>
        <w:spacing w:line="240" w:lineRule="auto"/>
        <w:ind w:firstLine="709"/>
        <w:jc w:val="both"/>
        <w:rPr>
          <w:rStyle w:val="FontStyle104"/>
          <w:b w:val="0"/>
          <w:sz w:val="28"/>
          <w:szCs w:val="28"/>
        </w:rPr>
      </w:pPr>
      <w:r w:rsidRPr="0003174A">
        <w:rPr>
          <w:rStyle w:val="FontStyle104"/>
          <w:b w:val="0"/>
          <w:sz w:val="28"/>
          <w:szCs w:val="28"/>
        </w:rPr>
        <w:t>Очікувані результати</w:t>
      </w:r>
    </w:p>
    <w:p w:rsidR="00581BFF" w:rsidRPr="00585C81" w:rsidRDefault="00581BFF" w:rsidP="00F71018">
      <w:pPr>
        <w:pStyle w:val="Style26"/>
        <w:widowControl/>
        <w:numPr>
          <w:ilvl w:val="0"/>
          <w:numId w:val="6"/>
        </w:numPr>
        <w:tabs>
          <w:tab w:val="left" w:pos="710"/>
        </w:tabs>
        <w:spacing w:line="240" w:lineRule="auto"/>
        <w:ind w:firstLine="709"/>
        <w:rPr>
          <w:rStyle w:val="FontStyle117"/>
          <w:sz w:val="28"/>
          <w:szCs w:val="28"/>
        </w:rPr>
      </w:pPr>
      <w:r w:rsidRPr="00585C81">
        <w:rPr>
          <w:rStyle w:val="FontStyle117"/>
          <w:sz w:val="28"/>
          <w:szCs w:val="28"/>
        </w:rPr>
        <w:t>розвиток інженерно-транспортної та соціальної інфраструктури;</w:t>
      </w:r>
    </w:p>
    <w:p w:rsidR="00581BFF" w:rsidRPr="00585C81" w:rsidRDefault="00581BFF" w:rsidP="00F71018">
      <w:pPr>
        <w:pStyle w:val="Style26"/>
        <w:widowControl/>
        <w:numPr>
          <w:ilvl w:val="0"/>
          <w:numId w:val="6"/>
        </w:numPr>
        <w:tabs>
          <w:tab w:val="left" w:pos="710"/>
        </w:tabs>
        <w:spacing w:line="240" w:lineRule="auto"/>
        <w:ind w:firstLine="709"/>
        <w:rPr>
          <w:rStyle w:val="FontStyle117"/>
          <w:sz w:val="28"/>
          <w:szCs w:val="28"/>
        </w:rPr>
      </w:pPr>
      <w:bookmarkStart w:id="3" w:name="bookmark7"/>
      <w:bookmarkEnd w:id="3"/>
      <w:r w:rsidRPr="00585C81">
        <w:rPr>
          <w:rStyle w:val="FontStyle117"/>
          <w:sz w:val="28"/>
          <w:szCs w:val="28"/>
        </w:rPr>
        <w:t>розвиток промислового потенціалу;</w:t>
      </w:r>
    </w:p>
    <w:p w:rsidR="00581BFF" w:rsidRPr="00585C81" w:rsidRDefault="00581BFF" w:rsidP="00F71018">
      <w:pPr>
        <w:pStyle w:val="Style10"/>
        <w:widowControl/>
        <w:numPr>
          <w:ilvl w:val="0"/>
          <w:numId w:val="6"/>
        </w:numPr>
        <w:spacing w:line="240" w:lineRule="auto"/>
        <w:ind w:firstLine="709"/>
        <w:rPr>
          <w:rStyle w:val="FontStyle117"/>
          <w:sz w:val="28"/>
          <w:szCs w:val="28"/>
        </w:rPr>
      </w:pPr>
      <w:r w:rsidRPr="00585C81">
        <w:rPr>
          <w:rStyle w:val="FontStyle117"/>
          <w:sz w:val="28"/>
          <w:szCs w:val="28"/>
        </w:rPr>
        <w:t>покращення стану навколишнього природного середовища.</w:t>
      </w:r>
    </w:p>
    <w:p w:rsidR="00581BFF" w:rsidRPr="00585C81" w:rsidRDefault="00581BFF" w:rsidP="00F71018">
      <w:pPr>
        <w:pStyle w:val="Style40"/>
        <w:widowControl/>
        <w:spacing w:line="240" w:lineRule="auto"/>
        <w:ind w:firstLine="709"/>
        <w:jc w:val="both"/>
        <w:rPr>
          <w:rFonts w:ascii="Times New Roman" w:hAnsi="Times New Roman"/>
          <w:color w:val="FF0000"/>
          <w:sz w:val="28"/>
          <w:szCs w:val="28"/>
        </w:rPr>
      </w:pPr>
    </w:p>
    <w:p w:rsidR="00581BFF" w:rsidRPr="00585C81" w:rsidRDefault="00581BFF" w:rsidP="00F71018">
      <w:pPr>
        <w:pStyle w:val="Style40"/>
        <w:widowControl/>
        <w:spacing w:line="240" w:lineRule="auto"/>
        <w:ind w:firstLine="709"/>
        <w:jc w:val="both"/>
        <w:rPr>
          <w:rFonts w:ascii="Times New Roman" w:hAnsi="Times New Roman"/>
          <w:color w:val="FF0000"/>
          <w:sz w:val="28"/>
          <w:szCs w:val="28"/>
        </w:rPr>
      </w:pPr>
    </w:p>
    <w:p w:rsidR="00581BFF" w:rsidRPr="0003174A" w:rsidRDefault="00581BFF" w:rsidP="00D5780D">
      <w:pPr>
        <w:pStyle w:val="Style10"/>
        <w:widowControl/>
        <w:spacing w:line="288" w:lineRule="exact"/>
        <w:ind w:left="730" w:hanging="730"/>
        <w:jc w:val="left"/>
        <w:rPr>
          <w:rStyle w:val="FontStyle117"/>
          <w:sz w:val="28"/>
          <w:szCs w:val="28"/>
          <w:u w:val="single"/>
        </w:rPr>
      </w:pPr>
      <w:r w:rsidRPr="0003174A">
        <w:rPr>
          <w:rStyle w:val="FontStyle117"/>
          <w:sz w:val="28"/>
          <w:szCs w:val="28"/>
          <w:u w:val="single"/>
        </w:rPr>
        <w:t xml:space="preserve">Агропромисловий розвиток </w:t>
      </w:r>
    </w:p>
    <w:p w:rsidR="00581BFF" w:rsidRPr="0003174A" w:rsidRDefault="00581BFF" w:rsidP="00F71018">
      <w:pPr>
        <w:pStyle w:val="Style25"/>
        <w:widowControl/>
        <w:jc w:val="both"/>
        <w:rPr>
          <w:rStyle w:val="FontStyle104"/>
          <w:b w:val="0"/>
          <w:sz w:val="28"/>
          <w:szCs w:val="28"/>
        </w:rPr>
      </w:pPr>
      <w:r w:rsidRPr="0003174A">
        <w:rPr>
          <w:rStyle w:val="FontStyle104"/>
          <w:b w:val="0"/>
          <w:sz w:val="28"/>
          <w:szCs w:val="28"/>
        </w:rPr>
        <w:t>Цілі та завдання на 2021 рік:</w:t>
      </w:r>
    </w:p>
    <w:p w:rsidR="00581BFF" w:rsidRPr="00585C81" w:rsidRDefault="00581BFF" w:rsidP="00F71018">
      <w:pPr>
        <w:tabs>
          <w:tab w:val="left" w:pos="8520"/>
        </w:tabs>
        <w:ind w:firstLine="567"/>
        <w:jc w:val="both"/>
        <w:rPr>
          <w:sz w:val="28"/>
          <w:szCs w:val="28"/>
        </w:rPr>
      </w:pPr>
      <w:r w:rsidRPr="00585C81">
        <w:rPr>
          <w:sz w:val="28"/>
          <w:szCs w:val="28"/>
        </w:rPr>
        <w:t>Головною метою у 2021 році буде створення сприятливих умов для розвитку високоефективного аграрного комплексу та забезпечення продовольчої безпеки населення.</w:t>
      </w:r>
    </w:p>
    <w:p w:rsidR="00581BFF" w:rsidRPr="00585C81" w:rsidRDefault="00581BFF" w:rsidP="00F71018">
      <w:pPr>
        <w:pStyle w:val="Style10"/>
        <w:widowControl/>
        <w:spacing w:line="240" w:lineRule="auto"/>
        <w:ind w:firstLine="709"/>
        <w:rPr>
          <w:rFonts w:ascii="Times New Roman" w:hAnsi="Times New Roman"/>
          <w:sz w:val="28"/>
          <w:szCs w:val="28"/>
        </w:rPr>
      </w:pPr>
      <w:r w:rsidRPr="00585C81">
        <w:rPr>
          <w:rFonts w:ascii="Times New Roman" w:hAnsi="Times New Roman"/>
          <w:sz w:val="28"/>
          <w:szCs w:val="28"/>
        </w:rPr>
        <w:t>Вживатимуться заходи з недопущення виникнення і масового поширення інфекційних хвороб тварин, у тому числі особливо небезпечних для тварин і людей, що може спричинити значні негативні наслідки та збитки для економіки території.</w:t>
      </w:r>
    </w:p>
    <w:p w:rsidR="00581BFF" w:rsidRPr="00585C81" w:rsidRDefault="00581BFF" w:rsidP="00F71018">
      <w:pPr>
        <w:pStyle w:val="Style10"/>
        <w:widowControl/>
        <w:spacing w:line="240" w:lineRule="auto"/>
        <w:ind w:firstLine="709"/>
        <w:rPr>
          <w:rFonts w:ascii="Times New Roman" w:hAnsi="Times New Roman"/>
          <w:sz w:val="28"/>
          <w:szCs w:val="28"/>
        </w:rPr>
      </w:pPr>
    </w:p>
    <w:p w:rsidR="00581BFF" w:rsidRPr="0003174A" w:rsidRDefault="00581BFF" w:rsidP="00F71018">
      <w:pPr>
        <w:pStyle w:val="Style25"/>
        <w:widowControl/>
        <w:jc w:val="both"/>
        <w:rPr>
          <w:rStyle w:val="FontStyle104"/>
          <w:b w:val="0"/>
          <w:sz w:val="28"/>
          <w:szCs w:val="28"/>
        </w:rPr>
      </w:pPr>
      <w:r w:rsidRPr="0003174A">
        <w:rPr>
          <w:rStyle w:val="FontStyle104"/>
          <w:b w:val="0"/>
          <w:sz w:val="28"/>
          <w:szCs w:val="28"/>
        </w:rPr>
        <w:t>Очікувані результати:</w:t>
      </w:r>
    </w:p>
    <w:p w:rsidR="00581BFF" w:rsidRPr="00585C81" w:rsidRDefault="00581BFF" w:rsidP="00F71018">
      <w:pPr>
        <w:numPr>
          <w:ilvl w:val="0"/>
          <w:numId w:val="12"/>
        </w:numPr>
        <w:adjustRightInd w:val="0"/>
        <w:ind w:left="0" w:firstLine="567"/>
        <w:jc w:val="both"/>
        <w:rPr>
          <w:sz w:val="28"/>
          <w:szCs w:val="28"/>
        </w:rPr>
      </w:pPr>
      <w:r w:rsidRPr="00585C81">
        <w:rPr>
          <w:sz w:val="28"/>
          <w:szCs w:val="28"/>
        </w:rPr>
        <w:t>забезпечення стабільного та ефективного функціонування агропромислового комплексу;</w:t>
      </w:r>
    </w:p>
    <w:p w:rsidR="00581BFF" w:rsidRPr="00585C81" w:rsidRDefault="00581BFF" w:rsidP="00F71018">
      <w:pPr>
        <w:widowControl/>
        <w:numPr>
          <w:ilvl w:val="0"/>
          <w:numId w:val="12"/>
        </w:numPr>
        <w:tabs>
          <w:tab w:val="left" w:pos="993"/>
        </w:tabs>
        <w:adjustRightInd w:val="0"/>
        <w:ind w:left="0" w:firstLine="709"/>
        <w:jc w:val="both"/>
        <w:rPr>
          <w:color w:val="FF0000"/>
          <w:sz w:val="28"/>
          <w:szCs w:val="28"/>
        </w:rPr>
      </w:pPr>
      <w:r w:rsidRPr="00585C81">
        <w:rPr>
          <w:sz w:val="28"/>
          <w:szCs w:val="28"/>
        </w:rPr>
        <w:t>перетворення аграрного комплексу у високоефективний, конкурентоспроможний сектор економіки.</w:t>
      </w:r>
    </w:p>
    <w:p w:rsidR="00581BFF" w:rsidRPr="00585C81" w:rsidRDefault="00581BFF" w:rsidP="00F71018">
      <w:pPr>
        <w:widowControl/>
        <w:ind w:left="709"/>
        <w:jc w:val="both"/>
        <w:rPr>
          <w:sz w:val="28"/>
          <w:szCs w:val="28"/>
        </w:rPr>
      </w:pPr>
    </w:p>
    <w:p w:rsidR="00581BFF" w:rsidRPr="00585C81" w:rsidRDefault="00581BFF" w:rsidP="00F71018">
      <w:pPr>
        <w:widowControl/>
        <w:ind w:left="709"/>
        <w:jc w:val="both"/>
        <w:rPr>
          <w:color w:val="FF0000"/>
          <w:sz w:val="28"/>
          <w:szCs w:val="28"/>
        </w:rPr>
      </w:pPr>
    </w:p>
    <w:p w:rsidR="00581BFF" w:rsidRPr="0003174A" w:rsidRDefault="00581BFF" w:rsidP="00F71018">
      <w:pPr>
        <w:pStyle w:val="Style47"/>
        <w:widowControl/>
        <w:spacing w:before="24"/>
        <w:rPr>
          <w:rStyle w:val="FontStyle116"/>
          <w:b w:val="0"/>
          <w:sz w:val="28"/>
          <w:szCs w:val="28"/>
          <w:u w:val="single"/>
          <w:lang w:val="ru-RU"/>
        </w:rPr>
      </w:pPr>
      <w:r w:rsidRPr="0003174A">
        <w:rPr>
          <w:rStyle w:val="FontStyle116"/>
          <w:b w:val="0"/>
          <w:sz w:val="28"/>
          <w:szCs w:val="28"/>
          <w:u w:val="single"/>
          <w:lang w:val="ru-RU"/>
        </w:rPr>
        <w:t>Дороги і  транспорт</w:t>
      </w:r>
    </w:p>
    <w:p w:rsidR="00581BFF" w:rsidRPr="0003174A" w:rsidRDefault="00581BFF" w:rsidP="00F71018">
      <w:pPr>
        <w:ind w:hanging="180"/>
        <w:rPr>
          <w:sz w:val="28"/>
          <w:szCs w:val="28"/>
        </w:rPr>
      </w:pPr>
      <w:r w:rsidRPr="0003174A">
        <w:rPr>
          <w:sz w:val="28"/>
          <w:szCs w:val="28"/>
        </w:rPr>
        <w:t xml:space="preserve">  Основними проблемами є: </w:t>
      </w:r>
    </w:p>
    <w:p w:rsidR="00581BFF" w:rsidRPr="00585C81" w:rsidRDefault="00581BFF" w:rsidP="00F71018">
      <w:pPr>
        <w:widowControl/>
        <w:numPr>
          <w:ilvl w:val="0"/>
          <w:numId w:val="7"/>
        </w:numPr>
        <w:tabs>
          <w:tab w:val="clear" w:pos="720"/>
          <w:tab w:val="num" w:pos="0"/>
          <w:tab w:val="left" w:pos="284"/>
        </w:tabs>
        <w:autoSpaceDE/>
        <w:autoSpaceDN/>
        <w:ind w:left="0" w:firstLine="0"/>
        <w:jc w:val="both"/>
        <w:rPr>
          <w:sz w:val="28"/>
          <w:szCs w:val="28"/>
        </w:rPr>
      </w:pPr>
      <w:r w:rsidRPr="00585C81">
        <w:rPr>
          <w:sz w:val="28"/>
          <w:szCs w:val="28"/>
        </w:rPr>
        <w:t xml:space="preserve">    низька якість покриття автомобільних доріг та вулиць;</w:t>
      </w:r>
    </w:p>
    <w:p w:rsidR="00581BFF" w:rsidRPr="00585C81" w:rsidRDefault="00581BFF" w:rsidP="00F71018">
      <w:pPr>
        <w:widowControl/>
        <w:numPr>
          <w:ilvl w:val="0"/>
          <w:numId w:val="7"/>
        </w:numPr>
        <w:tabs>
          <w:tab w:val="clear" w:pos="720"/>
          <w:tab w:val="num" w:pos="0"/>
          <w:tab w:val="left" w:pos="284"/>
        </w:tabs>
        <w:autoSpaceDE/>
        <w:autoSpaceDN/>
        <w:ind w:left="0" w:firstLine="0"/>
        <w:jc w:val="both"/>
        <w:rPr>
          <w:sz w:val="28"/>
          <w:szCs w:val="28"/>
        </w:rPr>
      </w:pPr>
      <w:r w:rsidRPr="00585C81">
        <w:rPr>
          <w:sz w:val="28"/>
          <w:szCs w:val="28"/>
        </w:rPr>
        <w:t xml:space="preserve">    недостатньо коштів на відновлення дорожнього полотна;</w:t>
      </w:r>
    </w:p>
    <w:p w:rsidR="00581BFF" w:rsidRPr="00585C81" w:rsidRDefault="00581BFF" w:rsidP="00D5780D">
      <w:pPr>
        <w:widowControl/>
        <w:numPr>
          <w:ilvl w:val="0"/>
          <w:numId w:val="7"/>
        </w:numPr>
        <w:tabs>
          <w:tab w:val="clear" w:pos="720"/>
          <w:tab w:val="num" w:pos="0"/>
          <w:tab w:val="left" w:pos="284"/>
        </w:tabs>
        <w:autoSpaceDE/>
        <w:autoSpaceDN/>
        <w:ind w:left="0" w:firstLine="0"/>
        <w:jc w:val="both"/>
        <w:rPr>
          <w:sz w:val="28"/>
          <w:szCs w:val="28"/>
        </w:rPr>
      </w:pPr>
      <w:r w:rsidRPr="00585C81">
        <w:rPr>
          <w:sz w:val="28"/>
          <w:szCs w:val="28"/>
        </w:rPr>
        <w:t xml:space="preserve">    високий ступінь зношеності основних фондів усіх видів транспорту та дорожнього господарства;</w:t>
      </w:r>
    </w:p>
    <w:p w:rsidR="00581BFF" w:rsidRPr="00585C81" w:rsidRDefault="00581BFF" w:rsidP="00D5780D">
      <w:pPr>
        <w:widowControl/>
        <w:autoSpaceDE/>
        <w:autoSpaceDN/>
        <w:jc w:val="both"/>
        <w:rPr>
          <w:sz w:val="28"/>
          <w:szCs w:val="28"/>
        </w:rPr>
      </w:pPr>
      <w:r>
        <w:rPr>
          <w:sz w:val="28"/>
          <w:szCs w:val="28"/>
        </w:rPr>
        <w:t xml:space="preserve">-       </w:t>
      </w:r>
      <w:r w:rsidRPr="00585C81">
        <w:rPr>
          <w:sz w:val="28"/>
          <w:szCs w:val="28"/>
        </w:rPr>
        <w:t>проведення перемовин з перевізниками для участі у перевезенні громадян на маршруті Голованівськ – Молдовка через населені пункти Красногірка, Свірневе та Розділ.</w:t>
      </w:r>
    </w:p>
    <w:p w:rsidR="00581BFF" w:rsidRPr="00585C81" w:rsidRDefault="00581BFF" w:rsidP="00F71018">
      <w:pPr>
        <w:pStyle w:val="Style5"/>
        <w:widowControl/>
        <w:spacing w:before="62" w:line="240" w:lineRule="auto"/>
        <w:rPr>
          <w:rStyle w:val="FontStyle104"/>
          <w:sz w:val="28"/>
          <w:szCs w:val="28"/>
        </w:rPr>
      </w:pPr>
    </w:p>
    <w:p w:rsidR="00581BFF" w:rsidRPr="0003174A" w:rsidRDefault="00581BFF" w:rsidP="00F71018">
      <w:pPr>
        <w:pStyle w:val="Style5"/>
        <w:widowControl/>
        <w:spacing w:before="62" w:line="240" w:lineRule="auto"/>
        <w:rPr>
          <w:rStyle w:val="FontStyle104"/>
          <w:b w:val="0"/>
          <w:sz w:val="28"/>
          <w:szCs w:val="28"/>
        </w:rPr>
      </w:pPr>
      <w:r w:rsidRPr="0003174A">
        <w:rPr>
          <w:rStyle w:val="FontStyle104"/>
          <w:b w:val="0"/>
          <w:sz w:val="28"/>
          <w:szCs w:val="28"/>
        </w:rPr>
        <w:t>Очікувані результати</w:t>
      </w:r>
    </w:p>
    <w:p w:rsidR="00581BFF" w:rsidRPr="00585C81" w:rsidRDefault="00581BFF" w:rsidP="00F71018">
      <w:pPr>
        <w:pStyle w:val="Style26"/>
        <w:widowControl/>
        <w:numPr>
          <w:ilvl w:val="0"/>
          <w:numId w:val="5"/>
        </w:numPr>
        <w:tabs>
          <w:tab w:val="left" w:pos="730"/>
        </w:tabs>
        <w:spacing w:before="34" w:line="240" w:lineRule="auto"/>
        <w:ind w:left="365" w:hanging="365"/>
        <w:jc w:val="left"/>
        <w:rPr>
          <w:rStyle w:val="FontStyle117"/>
          <w:sz w:val="28"/>
          <w:szCs w:val="28"/>
        </w:rPr>
      </w:pPr>
      <w:r w:rsidRPr="00585C81">
        <w:rPr>
          <w:rStyle w:val="FontStyle117"/>
          <w:sz w:val="28"/>
          <w:szCs w:val="28"/>
        </w:rPr>
        <w:t>покращення якості дорожнього покриття, надання пасажирських первезень.</w:t>
      </w:r>
    </w:p>
    <w:p w:rsidR="00581BFF" w:rsidRPr="00585C81" w:rsidRDefault="00581BFF" w:rsidP="00F71018">
      <w:pPr>
        <w:pStyle w:val="Style88"/>
        <w:widowControl/>
        <w:spacing w:before="221" w:line="240" w:lineRule="auto"/>
        <w:ind w:firstLine="0"/>
        <w:rPr>
          <w:rStyle w:val="FontStyle116"/>
          <w:sz w:val="28"/>
          <w:szCs w:val="28"/>
          <w:u w:val="single"/>
        </w:rPr>
      </w:pPr>
    </w:p>
    <w:p w:rsidR="00581BFF" w:rsidRPr="00585C81" w:rsidRDefault="00581BFF" w:rsidP="00F71018">
      <w:pPr>
        <w:pStyle w:val="Style5"/>
        <w:widowControl/>
        <w:spacing w:line="240" w:lineRule="auto"/>
        <w:ind w:firstLine="709"/>
        <w:jc w:val="both"/>
        <w:rPr>
          <w:rFonts w:ascii="Times New Roman" w:hAnsi="Times New Roman"/>
          <w:color w:val="FF0000"/>
          <w:sz w:val="28"/>
          <w:szCs w:val="28"/>
        </w:rPr>
      </w:pPr>
    </w:p>
    <w:p w:rsidR="00581BFF" w:rsidRPr="0003174A" w:rsidRDefault="00581BFF" w:rsidP="00F71018">
      <w:pPr>
        <w:pStyle w:val="Style5"/>
        <w:widowControl/>
        <w:spacing w:line="240" w:lineRule="auto"/>
        <w:ind w:firstLine="709"/>
        <w:jc w:val="both"/>
        <w:rPr>
          <w:rStyle w:val="FontStyle104"/>
          <w:b w:val="0"/>
          <w:sz w:val="28"/>
          <w:szCs w:val="28"/>
        </w:rPr>
      </w:pPr>
      <w:r w:rsidRPr="00585C81">
        <w:rPr>
          <w:rStyle w:val="FontStyle104"/>
          <w:sz w:val="28"/>
          <w:szCs w:val="28"/>
        </w:rPr>
        <w:t xml:space="preserve">                                        </w:t>
      </w:r>
      <w:r w:rsidRPr="0003174A">
        <w:rPr>
          <w:rStyle w:val="FontStyle104"/>
          <w:b w:val="0"/>
          <w:sz w:val="28"/>
          <w:szCs w:val="28"/>
        </w:rPr>
        <w:t>СОЦІАЛЬНА СФЕРА</w:t>
      </w:r>
    </w:p>
    <w:p w:rsidR="00581BFF" w:rsidRPr="0003174A" w:rsidRDefault="00581BFF" w:rsidP="00F71018">
      <w:pPr>
        <w:jc w:val="both"/>
        <w:rPr>
          <w:sz w:val="28"/>
          <w:szCs w:val="28"/>
          <w:u w:val="single"/>
        </w:rPr>
      </w:pPr>
      <w:r w:rsidRPr="0003174A">
        <w:rPr>
          <w:sz w:val="28"/>
          <w:szCs w:val="28"/>
          <w:u w:val="single"/>
        </w:rPr>
        <w:t>Середньомісячна заробітна плата</w:t>
      </w:r>
    </w:p>
    <w:p w:rsidR="00581BFF" w:rsidRPr="00585C81" w:rsidRDefault="00581BFF" w:rsidP="0003174A">
      <w:pPr>
        <w:ind w:firstLine="567"/>
        <w:jc w:val="both"/>
        <w:rPr>
          <w:sz w:val="28"/>
          <w:szCs w:val="28"/>
        </w:rPr>
      </w:pPr>
      <w:r w:rsidRPr="00585C81">
        <w:rPr>
          <w:sz w:val="28"/>
          <w:szCs w:val="28"/>
        </w:rPr>
        <w:t>Так як середньомісячна номінальна заробітна плата, нарахована одному штатному працівнику по підприємствах, установах, організаціях за 9 місяців  2020 року порівняно з відповідним періодом  зросла   і становила 10666 грн при темпі 113%.  То відповідно  очікуваний показник до кінця 2021  року заплановано -12200 грн</w:t>
      </w:r>
      <w:r>
        <w:rPr>
          <w:sz w:val="28"/>
          <w:szCs w:val="28"/>
        </w:rPr>
        <w:t>.</w:t>
      </w:r>
      <w:r w:rsidRPr="00585C81">
        <w:rPr>
          <w:sz w:val="28"/>
          <w:szCs w:val="28"/>
        </w:rPr>
        <w:t>, темп росту складе майже 115%.</w:t>
      </w:r>
    </w:p>
    <w:p w:rsidR="00581BFF" w:rsidRPr="0003174A" w:rsidRDefault="00581BFF" w:rsidP="0003174A">
      <w:pPr>
        <w:pStyle w:val="Header"/>
        <w:ind w:firstLine="426"/>
        <w:jc w:val="both"/>
        <w:rPr>
          <w:rFonts w:ascii="Times New Roman" w:hAnsi="Times New Roman"/>
          <w:color w:val="FF0000"/>
          <w:sz w:val="28"/>
          <w:szCs w:val="28"/>
        </w:rPr>
      </w:pPr>
      <w:r w:rsidRPr="00585C81">
        <w:rPr>
          <w:rFonts w:ascii="Times New Roman" w:hAnsi="Times New Roman"/>
          <w:sz w:val="28"/>
          <w:szCs w:val="28"/>
        </w:rPr>
        <w:t xml:space="preserve"> (Найвищі зарплати –ТОВ «Відродження», ДП «Голованівське ЛГ»).</w:t>
      </w:r>
    </w:p>
    <w:p w:rsidR="00581BFF" w:rsidRPr="0003174A" w:rsidRDefault="00581BFF" w:rsidP="00F71018">
      <w:pPr>
        <w:pStyle w:val="Style5"/>
        <w:widowControl/>
        <w:spacing w:line="240" w:lineRule="auto"/>
        <w:jc w:val="both"/>
        <w:rPr>
          <w:rStyle w:val="FontStyle104"/>
          <w:b w:val="0"/>
          <w:sz w:val="28"/>
          <w:szCs w:val="28"/>
        </w:rPr>
      </w:pPr>
      <w:r w:rsidRPr="0003174A">
        <w:rPr>
          <w:rStyle w:val="FontStyle104"/>
          <w:b w:val="0"/>
          <w:sz w:val="28"/>
          <w:szCs w:val="28"/>
        </w:rPr>
        <w:t>Цілі та завдання розвитку на 20</w:t>
      </w:r>
      <w:r w:rsidRPr="0003174A">
        <w:rPr>
          <w:rStyle w:val="FontStyle104"/>
          <w:b w:val="0"/>
          <w:sz w:val="28"/>
          <w:szCs w:val="28"/>
          <w:lang w:val="ru-RU"/>
        </w:rPr>
        <w:t xml:space="preserve">21 </w:t>
      </w:r>
      <w:r w:rsidRPr="0003174A">
        <w:rPr>
          <w:rStyle w:val="FontStyle104"/>
          <w:b w:val="0"/>
          <w:sz w:val="28"/>
          <w:szCs w:val="28"/>
        </w:rPr>
        <w:t>рік:</w:t>
      </w:r>
    </w:p>
    <w:p w:rsidR="00581BFF" w:rsidRPr="00585C81" w:rsidRDefault="00581BFF" w:rsidP="00F71018">
      <w:pPr>
        <w:pStyle w:val="Style26"/>
        <w:widowControl/>
        <w:numPr>
          <w:ilvl w:val="0"/>
          <w:numId w:val="6"/>
        </w:numPr>
        <w:tabs>
          <w:tab w:val="left" w:pos="0"/>
        </w:tabs>
        <w:spacing w:line="240" w:lineRule="auto"/>
        <w:ind w:firstLine="0"/>
        <w:rPr>
          <w:rStyle w:val="FontStyle117"/>
          <w:sz w:val="28"/>
          <w:szCs w:val="28"/>
        </w:rPr>
      </w:pPr>
      <w:r w:rsidRPr="00585C81">
        <w:rPr>
          <w:rStyle w:val="FontStyle117"/>
          <w:sz w:val="28"/>
          <w:szCs w:val="28"/>
        </w:rPr>
        <w:t>збереження і розвиток трудового потенціалу,</w:t>
      </w:r>
    </w:p>
    <w:p w:rsidR="00581BFF" w:rsidRPr="00585C81" w:rsidRDefault="00581BFF" w:rsidP="00F71018">
      <w:pPr>
        <w:pStyle w:val="Style26"/>
        <w:widowControl/>
        <w:numPr>
          <w:ilvl w:val="0"/>
          <w:numId w:val="6"/>
        </w:numPr>
        <w:tabs>
          <w:tab w:val="left" w:pos="0"/>
        </w:tabs>
        <w:spacing w:line="240" w:lineRule="auto"/>
        <w:ind w:firstLine="0"/>
        <w:rPr>
          <w:rStyle w:val="FontStyle117"/>
          <w:sz w:val="28"/>
          <w:szCs w:val="28"/>
        </w:rPr>
      </w:pPr>
      <w:r w:rsidRPr="00585C81">
        <w:rPr>
          <w:rStyle w:val="FontStyle117"/>
          <w:sz w:val="28"/>
          <w:szCs w:val="28"/>
          <w:lang w:val="ru-RU"/>
        </w:rPr>
        <w:t xml:space="preserve"> </w:t>
      </w:r>
      <w:r w:rsidRPr="00585C81">
        <w:rPr>
          <w:rStyle w:val="FontStyle117"/>
          <w:sz w:val="28"/>
          <w:szCs w:val="28"/>
        </w:rPr>
        <w:t>створення нових робочих місць,  підвищення конкурентоспроможності робочої сили;</w:t>
      </w:r>
    </w:p>
    <w:p w:rsidR="00581BFF" w:rsidRPr="00585C81" w:rsidRDefault="00581BFF" w:rsidP="00F71018">
      <w:pPr>
        <w:pStyle w:val="Style26"/>
        <w:widowControl/>
        <w:numPr>
          <w:ilvl w:val="0"/>
          <w:numId w:val="6"/>
        </w:numPr>
        <w:tabs>
          <w:tab w:val="left" w:pos="0"/>
        </w:tabs>
        <w:spacing w:line="240" w:lineRule="auto"/>
        <w:ind w:firstLine="0"/>
        <w:rPr>
          <w:rStyle w:val="FontStyle117"/>
          <w:sz w:val="28"/>
          <w:szCs w:val="28"/>
        </w:rPr>
      </w:pPr>
      <w:r w:rsidRPr="00585C81">
        <w:rPr>
          <w:rStyle w:val="FontStyle117"/>
          <w:sz w:val="28"/>
          <w:szCs w:val="28"/>
        </w:rPr>
        <w:t>мінімізація випадків несвоєчасної виплати заробітної плати на підприємствах;</w:t>
      </w:r>
    </w:p>
    <w:p w:rsidR="00581BFF" w:rsidRPr="0003174A" w:rsidRDefault="00581BFF" w:rsidP="0003174A">
      <w:pPr>
        <w:pStyle w:val="Style26"/>
        <w:widowControl/>
        <w:numPr>
          <w:ilvl w:val="0"/>
          <w:numId w:val="6"/>
        </w:numPr>
        <w:tabs>
          <w:tab w:val="left" w:pos="0"/>
        </w:tabs>
        <w:spacing w:line="240" w:lineRule="auto"/>
        <w:ind w:firstLine="0"/>
        <w:rPr>
          <w:rFonts w:ascii="Times New Roman" w:hAnsi="Times New Roman"/>
          <w:color w:val="000000"/>
          <w:sz w:val="28"/>
          <w:szCs w:val="28"/>
        </w:rPr>
      </w:pPr>
      <w:r w:rsidRPr="00585C81">
        <w:rPr>
          <w:rStyle w:val="FontStyle117"/>
          <w:sz w:val="28"/>
          <w:szCs w:val="28"/>
        </w:rPr>
        <w:t>активізація роботи з легалізації доходів від трудової діяльності.</w:t>
      </w:r>
    </w:p>
    <w:p w:rsidR="00581BFF" w:rsidRPr="0003174A" w:rsidRDefault="00581BFF" w:rsidP="00F71018">
      <w:pPr>
        <w:pStyle w:val="Style5"/>
        <w:widowControl/>
        <w:spacing w:line="240" w:lineRule="auto"/>
        <w:rPr>
          <w:rStyle w:val="FontStyle104"/>
          <w:b w:val="0"/>
          <w:sz w:val="28"/>
          <w:szCs w:val="28"/>
        </w:rPr>
      </w:pPr>
      <w:r w:rsidRPr="0003174A">
        <w:rPr>
          <w:rStyle w:val="FontStyle104"/>
          <w:b w:val="0"/>
          <w:sz w:val="28"/>
          <w:szCs w:val="28"/>
        </w:rPr>
        <w:t>Очікувані результати:</w:t>
      </w:r>
    </w:p>
    <w:p w:rsidR="00581BFF" w:rsidRPr="00585C81" w:rsidRDefault="00581BFF" w:rsidP="00F71018">
      <w:pPr>
        <w:pStyle w:val="Style26"/>
        <w:widowControl/>
        <w:numPr>
          <w:ilvl w:val="0"/>
          <w:numId w:val="6"/>
        </w:numPr>
        <w:tabs>
          <w:tab w:val="left" w:pos="0"/>
        </w:tabs>
        <w:spacing w:line="240" w:lineRule="auto"/>
        <w:ind w:firstLine="0"/>
        <w:rPr>
          <w:rStyle w:val="FontStyle117"/>
          <w:sz w:val="28"/>
          <w:szCs w:val="28"/>
        </w:rPr>
      </w:pPr>
      <w:r w:rsidRPr="00585C81">
        <w:rPr>
          <w:rStyle w:val="FontStyle117"/>
          <w:sz w:val="28"/>
          <w:szCs w:val="28"/>
        </w:rPr>
        <w:t xml:space="preserve">зростання середньомісячної заробітної плати не менше, ніж на </w:t>
      </w:r>
      <w:r w:rsidRPr="00585C81">
        <w:rPr>
          <w:rStyle w:val="FontStyle117"/>
          <w:sz w:val="28"/>
          <w:szCs w:val="28"/>
          <w:lang w:val="ru-RU"/>
        </w:rPr>
        <w:t>15</w:t>
      </w:r>
      <w:r w:rsidRPr="00585C81">
        <w:rPr>
          <w:rStyle w:val="FontStyle117"/>
          <w:sz w:val="28"/>
          <w:szCs w:val="28"/>
        </w:rPr>
        <w:t>%;</w:t>
      </w:r>
    </w:p>
    <w:p w:rsidR="00581BFF" w:rsidRPr="0003174A" w:rsidRDefault="00581BFF" w:rsidP="0003174A">
      <w:pPr>
        <w:pStyle w:val="Style26"/>
        <w:widowControl/>
        <w:numPr>
          <w:ilvl w:val="0"/>
          <w:numId w:val="6"/>
        </w:numPr>
        <w:tabs>
          <w:tab w:val="left" w:pos="0"/>
        </w:tabs>
        <w:spacing w:line="240" w:lineRule="auto"/>
        <w:ind w:firstLine="0"/>
        <w:rPr>
          <w:rFonts w:ascii="Times New Roman" w:hAnsi="Times New Roman"/>
          <w:color w:val="000000"/>
          <w:sz w:val="28"/>
          <w:szCs w:val="28"/>
        </w:rPr>
      </w:pPr>
      <w:bookmarkStart w:id="4" w:name="bookmark22"/>
      <w:bookmarkEnd w:id="4"/>
      <w:r w:rsidRPr="00585C81">
        <w:rPr>
          <w:rStyle w:val="FontStyle117"/>
          <w:sz w:val="28"/>
          <w:szCs w:val="28"/>
        </w:rPr>
        <w:t>збільшення доходів громадян, що покращить фінансове, побутове  становище.</w:t>
      </w:r>
    </w:p>
    <w:p w:rsidR="00581BFF" w:rsidRPr="0003174A" w:rsidRDefault="00581BFF" w:rsidP="00F71018">
      <w:pPr>
        <w:pStyle w:val="Style47"/>
        <w:widowControl/>
        <w:spacing w:before="24"/>
        <w:rPr>
          <w:rStyle w:val="FontStyle116"/>
          <w:b w:val="0"/>
          <w:sz w:val="28"/>
          <w:szCs w:val="28"/>
          <w:u w:val="single"/>
        </w:rPr>
      </w:pPr>
      <w:r w:rsidRPr="0003174A">
        <w:rPr>
          <w:rStyle w:val="FontStyle116"/>
          <w:b w:val="0"/>
          <w:sz w:val="28"/>
          <w:szCs w:val="28"/>
          <w:u w:val="single"/>
        </w:rPr>
        <w:t>Галузь «Освіта»</w:t>
      </w:r>
    </w:p>
    <w:p w:rsidR="00581BFF" w:rsidRPr="00585C81" w:rsidRDefault="00581BFF" w:rsidP="00F71018">
      <w:pPr>
        <w:pStyle w:val="Style47"/>
        <w:widowControl/>
        <w:spacing w:before="24"/>
        <w:rPr>
          <w:rFonts w:ascii="Times New Roman" w:hAnsi="Times New Roman"/>
          <w:b/>
          <w:bCs/>
          <w:sz w:val="28"/>
          <w:szCs w:val="28"/>
          <w:u w:val="single"/>
        </w:rPr>
      </w:pPr>
      <w:r w:rsidRPr="0003174A">
        <w:rPr>
          <w:rFonts w:ascii="Times New Roman" w:hAnsi="Times New Roman"/>
          <w:sz w:val="28"/>
          <w:szCs w:val="28"/>
        </w:rPr>
        <w:t>Цілі та завдання на 2021 рік</w:t>
      </w:r>
      <w:r w:rsidRPr="00585C81">
        <w:rPr>
          <w:rFonts w:ascii="Times New Roman" w:hAnsi="Times New Roman"/>
          <w:b/>
          <w:sz w:val="28"/>
          <w:szCs w:val="28"/>
        </w:rPr>
        <w:t>:</w:t>
      </w:r>
    </w:p>
    <w:p w:rsidR="00581BFF" w:rsidRPr="00585C81" w:rsidRDefault="00581BFF" w:rsidP="00F71018">
      <w:pPr>
        <w:pStyle w:val="ListParagraph"/>
        <w:ind w:left="0"/>
        <w:jc w:val="both"/>
        <w:rPr>
          <w:sz w:val="28"/>
          <w:szCs w:val="28"/>
        </w:rPr>
      </w:pPr>
      <w:r w:rsidRPr="00585C81">
        <w:rPr>
          <w:sz w:val="28"/>
          <w:szCs w:val="28"/>
        </w:rPr>
        <w:t>- створення умов для максимального задоволення суспільних потреб у якісних освітніх послугах;</w:t>
      </w:r>
    </w:p>
    <w:p w:rsidR="00581BFF" w:rsidRPr="00585C81" w:rsidRDefault="00581BFF" w:rsidP="00F71018">
      <w:pPr>
        <w:widowControl/>
        <w:numPr>
          <w:ilvl w:val="0"/>
          <w:numId w:val="9"/>
        </w:numPr>
        <w:tabs>
          <w:tab w:val="left" w:pos="284"/>
        </w:tabs>
        <w:autoSpaceDE/>
        <w:ind w:left="0" w:firstLine="0"/>
        <w:contextualSpacing/>
        <w:jc w:val="both"/>
        <w:rPr>
          <w:sz w:val="28"/>
          <w:szCs w:val="28"/>
        </w:rPr>
      </w:pPr>
      <w:r w:rsidRPr="00585C81">
        <w:rPr>
          <w:sz w:val="28"/>
          <w:szCs w:val="28"/>
        </w:rPr>
        <w:t>системна робота щодо збереження здоров’я учнів, попередження асоціальних проявів та профілактики шкідливих звичок у молодіжному середовищі;</w:t>
      </w:r>
    </w:p>
    <w:p w:rsidR="00581BFF" w:rsidRPr="00585C81" w:rsidRDefault="00581BFF" w:rsidP="00F71018">
      <w:pPr>
        <w:widowControl/>
        <w:numPr>
          <w:ilvl w:val="0"/>
          <w:numId w:val="9"/>
        </w:numPr>
        <w:tabs>
          <w:tab w:val="left" w:pos="284"/>
        </w:tabs>
        <w:autoSpaceDE/>
        <w:ind w:left="0" w:firstLine="0"/>
        <w:contextualSpacing/>
        <w:jc w:val="both"/>
        <w:rPr>
          <w:sz w:val="28"/>
          <w:szCs w:val="28"/>
        </w:rPr>
      </w:pPr>
      <w:r w:rsidRPr="00585C81">
        <w:rPr>
          <w:sz w:val="28"/>
          <w:szCs w:val="28"/>
        </w:rPr>
        <w:t>забезпечення належних санітарно-гігієнічних умов у закладах освіти, покращення матеріально-технічної бази;</w:t>
      </w:r>
    </w:p>
    <w:p w:rsidR="00581BFF" w:rsidRPr="00585C81" w:rsidRDefault="00581BFF" w:rsidP="00F71018">
      <w:pPr>
        <w:widowControl/>
        <w:numPr>
          <w:ilvl w:val="0"/>
          <w:numId w:val="9"/>
        </w:numPr>
        <w:tabs>
          <w:tab w:val="left" w:pos="284"/>
        </w:tabs>
        <w:autoSpaceDE/>
        <w:ind w:left="0" w:firstLine="0"/>
        <w:contextualSpacing/>
        <w:jc w:val="both"/>
        <w:rPr>
          <w:sz w:val="28"/>
          <w:szCs w:val="28"/>
        </w:rPr>
      </w:pPr>
      <w:r w:rsidRPr="00585C81">
        <w:rPr>
          <w:sz w:val="28"/>
          <w:szCs w:val="28"/>
        </w:rPr>
        <w:t>формування якісного інформаційно-освітнього простору для задоволення потреб та інтересів територіальних громад;</w:t>
      </w:r>
    </w:p>
    <w:p w:rsidR="00581BFF" w:rsidRPr="00585C81" w:rsidRDefault="00581BFF" w:rsidP="00F71018">
      <w:pPr>
        <w:widowControl/>
        <w:numPr>
          <w:ilvl w:val="0"/>
          <w:numId w:val="9"/>
        </w:numPr>
        <w:tabs>
          <w:tab w:val="left" w:pos="284"/>
        </w:tabs>
        <w:autoSpaceDE/>
        <w:ind w:left="0" w:firstLine="0"/>
        <w:contextualSpacing/>
        <w:jc w:val="both"/>
        <w:rPr>
          <w:sz w:val="28"/>
          <w:szCs w:val="28"/>
        </w:rPr>
      </w:pPr>
      <w:r w:rsidRPr="00585C81">
        <w:rPr>
          <w:sz w:val="28"/>
          <w:szCs w:val="28"/>
        </w:rPr>
        <w:t>збільшення мережі ДНЗ (відкриття  нового дитячого садка);</w:t>
      </w:r>
    </w:p>
    <w:p w:rsidR="00581BFF" w:rsidRPr="00585C81" w:rsidRDefault="00581BFF" w:rsidP="0003174A">
      <w:pPr>
        <w:widowControl/>
        <w:numPr>
          <w:ilvl w:val="0"/>
          <w:numId w:val="9"/>
        </w:numPr>
        <w:tabs>
          <w:tab w:val="left" w:pos="0"/>
          <w:tab w:val="left" w:pos="284"/>
          <w:tab w:val="left" w:pos="567"/>
        </w:tabs>
        <w:autoSpaceDE/>
        <w:ind w:left="0" w:firstLine="0"/>
        <w:contextualSpacing/>
        <w:jc w:val="both"/>
        <w:rPr>
          <w:sz w:val="28"/>
          <w:szCs w:val="28"/>
        </w:rPr>
      </w:pPr>
      <w:r w:rsidRPr="00585C81">
        <w:rPr>
          <w:sz w:val="28"/>
          <w:szCs w:val="28"/>
        </w:rPr>
        <w:t>оновлення змісту позашкільної освіти.</w:t>
      </w:r>
    </w:p>
    <w:p w:rsidR="00581BFF" w:rsidRPr="0003174A" w:rsidRDefault="00581BFF" w:rsidP="00F71018">
      <w:pPr>
        <w:jc w:val="both"/>
        <w:rPr>
          <w:sz w:val="28"/>
          <w:szCs w:val="28"/>
        </w:rPr>
      </w:pPr>
      <w:r w:rsidRPr="0003174A">
        <w:rPr>
          <w:sz w:val="28"/>
          <w:szCs w:val="28"/>
        </w:rPr>
        <w:t>Очікувані результати:</w:t>
      </w:r>
    </w:p>
    <w:p w:rsidR="00581BFF" w:rsidRPr="00585C81" w:rsidRDefault="00581BFF" w:rsidP="00F71018">
      <w:pPr>
        <w:widowControl/>
        <w:numPr>
          <w:ilvl w:val="0"/>
          <w:numId w:val="9"/>
        </w:numPr>
        <w:tabs>
          <w:tab w:val="left" w:pos="142"/>
        </w:tabs>
        <w:autoSpaceDE/>
        <w:ind w:left="0" w:firstLine="0"/>
        <w:contextualSpacing/>
        <w:jc w:val="both"/>
        <w:rPr>
          <w:sz w:val="28"/>
          <w:szCs w:val="28"/>
        </w:rPr>
      </w:pPr>
      <w:r w:rsidRPr="00585C81">
        <w:rPr>
          <w:sz w:val="28"/>
          <w:szCs w:val="28"/>
        </w:rPr>
        <w:t>забезпечення інтелектуального розвитку дітей, формування їх ціннісних орієнтацій, можливості дітей долучитися до європейських та світових освітніх програм;</w:t>
      </w:r>
    </w:p>
    <w:p w:rsidR="00581BFF" w:rsidRPr="00585C81" w:rsidRDefault="00581BFF" w:rsidP="00F71018">
      <w:pPr>
        <w:widowControl/>
        <w:numPr>
          <w:ilvl w:val="0"/>
          <w:numId w:val="9"/>
        </w:numPr>
        <w:tabs>
          <w:tab w:val="left" w:pos="142"/>
        </w:tabs>
        <w:autoSpaceDE/>
        <w:ind w:left="0" w:firstLine="0"/>
        <w:contextualSpacing/>
        <w:jc w:val="both"/>
        <w:rPr>
          <w:sz w:val="28"/>
          <w:szCs w:val="28"/>
        </w:rPr>
      </w:pPr>
      <w:r w:rsidRPr="00585C81">
        <w:rPr>
          <w:sz w:val="28"/>
          <w:szCs w:val="28"/>
        </w:rPr>
        <w:t>поліпшення якості надання освітніх послуг для населення, за запитом у якісних освітніх послугах;</w:t>
      </w:r>
    </w:p>
    <w:p w:rsidR="00581BFF" w:rsidRPr="0003174A" w:rsidRDefault="00581BFF" w:rsidP="0003174A">
      <w:pPr>
        <w:pStyle w:val="Style66"/>
        <w:widowControl/>
        <w:numPr>
          <w:ilvl w:val="0"/>
          <w:numId w:val="9"/>
        </w:numPr>
        <w:tabs>
          <w:tab w:val="left" w:pos="142"/>
        </w:tabs>
        <w:spacing w:line="240" w:lineRule="auto"/>
        <w:ind w:left="0" w:firstLine="0"/>
        <w:rPr>
          <w:rStyle w:val="FontStyle116"/>
          <w:b w:val="0"/>
          <w:bCs w:val="0"/>
          <w:color w:val="auto"/>
          <w:sz w:val="28"/>
          <w:szCs w:val="28"/>
          <w:lang w:val="ru-RU"/>
        </w:rPr>
      </w:pPr>
      <w:r w:rsidRPr="00585C81">
        <w:rPr>
          <w:rFonts w:ascii="Times New Roman" w:hAnsi="Times New Roman"/>
          <w:sz w:val="28"/>
          <w:szCs w:val="28"/>
        </w:rPr>
        <w:t>забезпечення якості загальної середньої освіти, підвищення результативності</w:t>
      </w:r>
      <w:r w:rsidRPr="00585C81">
        <w:rPr>
          <w:rFonts w:ascii="Times New Roman" w:hAnsi="Times New Roman"/>
          <w:sz w:val="28"/>
          <w:szCs w:val="28"/>
          <w:lang w:val="ru-RU"/>
        </w:rPr>
        <w:t>.</w:t>
      </w:r>
    </w:p>
    <w:p w:rsidR="00581BFF" w:rsidRPr="0003174A" w:rsidRDefault="00581BFF" w:rsidP="00F71018">
      <w:pPr>
        <w:pStyle w:val="Style47"/>
        <w:widowControl/>
        <w:spacing w:before="29"/>
        <w:rPr>
          <w:rStyle w:val="FontStyle116"/>
          <w:b w:val="0"/>
          <w:sz w:val="28"/>
          <w:szCs w:val="28"/>
          <w:u w:val="single"/>
          <w:lang w:val="ru-RU"/>
        </w:rPr>
      </w:pPr>
      <w:r w:rsidRPr="0003174A">
        <w:rPr>
          <w:rStyle w:val="FontStyle116"/>
          <w:b w:val="0"/>
          <w:sz w:val="28"/>
          <w:szCs w:val="28"/>
          <w:u w:val="single"/>
        </w:rPr>
        <w:t>Охорона здоров'я</w:t>
      </w:r>
    </w:p>
    <w:p w:rsidR="00581BFF" w:rsidRPr="00D5780D" w:rsidRDefault="00581BFF" w:rsidP="00D5780D">
      <w:pPr>
        <w:pStyle w:val="Style6"/>
        <w:widowControl/>
        <w:spacing w:line="240" w:lineRule="auto"/>
        <w:ind w:firstLine="426"/>
        <w:rPr>
          <w:rFonts w:ascii="Times New Roman" w:hAnsi="Times New Roman"/>
          <w:color w:val="000000"/>
          <w:sz w:val="28"/>
          <w:szCs w:val="28"/>
        </w:rPr>
      </w:pPr>
      <w:r w:rsidRPr="00585C81">
        <w:rPr>
          <w:rStyle w:val="FontStyle117"/>
          <w:sz w:val="28"/>
          <w:szCs w:val="28"/>
        </w:rPr>
        <w:t xml:space="preserve"> Зміцнення здоров'я населення, організація і забезпечення якісного і доступного медичного обслуговування  залишається одним зі стратегічних питань розвитку території.</w:t>
      </w:r>
    </w:p>
    <w:p w:rsidR="00581BFF" w:rsidRPr="0003174A" w:rsidRDefault="00581BFF" w:rsidP="0003174A">
      <w:pPr>
        <w:tabs>
          <w:tab w:val="left" w:pos="426"/>
        </w:tabs>
        <w:ind w:firstLine="567"/>
        <w:jc w:val="both"/>
        <w:rPr>
          <w:sz w:val="28"/>
          <w:szCs w:val="28"/>
        </w:rPr>
      </w:pPr>
      <w:r w:rsidRPr="0003174A">
        <w:rPr>
          <w:sz w:val="28"/>
          <w:szCs w:val="28"/>
        </w:rPr>
        <w:t xml:space="preserve">В галузі «Охорона здоров’я» накопичилось багато проблем, які потребують негайного вирішення. </w:t>
      </w:r>
    </w:p>
    <w:p w:rsidR="00581BFF" w:rsidRPr="0003174A" w:rsidRDefault="00581BFF" w:rsidP="00F71018">
      <w:pPr>
        <w:pStyle w:val="Style5"/>
        <w:widowControl/>
        <w:spacing w:before="34" w:line="283" w:lineRule="exact"/>
        <w:jc w:val="both"/>
        <w:rPr>
          <w:rStyle w:val="FontStyle104"/>
          <w:b w:val="0"/>
          <w:sz w:val="28"/>
          <w:szCs w:val="28"/>
        </w:rPr>
      </w:pPr>
      <w:r w:rsidRPr="0003174A">
        <w:rPr>
          <w:rStyle w:val="FontStyle104"/>
          <w:b w:val="0"/>
          <w:sz w:val="28"/>
          <w:szCs w:val="28"/>
        </w:rPr>
        <w:t>Проблемні питання:</w:t>
      </w:r>
    </w:p>
    <w:p w:rsidR="00581BFF" w:rsidRPr="00585C81" w:rsidRDefault="00581BFF" w:rsidP="00F71018">
      <w:pPr>
        <w:pStyle w:val="Style10"/>
        <w:widowControl/>
        <w:numPr>
          <w:ilvl w:val="0"/>
          <w:numId w:val="10"/>
        </w:numPr>
        <w:spacing w:before="5" w:line="240" w:lineRule="auto"/>
        <w:ind w:left="0" w:firstLine="567"/>
        <w:rPr>
          <w:rStyle w:val="FontStyle117"/>
          <w:sz w:val="28"/>
          <w:szCs w:val="28"/>
        </w:rPr>
      </w:pPr>
      <w:r w:rsidRPr="00585C81">
        <w:rPr>
          <w:rStyle w:val="FontStyle117"/>
          <w:sz w:val="28"/>
          <w:szCs w:val="28"/>
        </w:rPr>
        <w:t>зношеність медичного обладнання медичних закладів;</w:t>
      </w:r>
    </w:p>
    <w:p w:rsidR="00581BFF" w:rsidRPr="00585C81" w:rsidRDefault="00581BFF" w:rsidP="00F71018">
      <w:pPr>
        <w:pStyle w:val="Style10"/>
        <w:widowControl/>
        <w:numPr>
          <w:ilvl w:val="0"/>
          <w:numId w:val="10"/>
        </w:numPr>
        <w:spacing w:before="5" w:line="240" w:lineRule="auto"/>
        <w:ind w:left="0" w:firstLine="567"/>
        <w:rPr>
          <w:rStyle w:val="FontStyle117"/>
          <w:sz w:val="28"/>
          <w:szCs w:val="28"/>
        </w:rPr>
      </w:pPr>
      <w:r w:rsidRPr="00585C81">
        <w:rPr>
          <w:rStyle w:val="FontStyle117"/>
          <w:sz w:val="28"/>
          <w:szCs w:val="28"/>
        </w:rPr>
        <w:t>недостатня забезпеченість лікувально-профілактичних закладів первинної ланки</w:t>
      </w:r>
      <w:r w:rsidRPr="00585C81">
        <w:rPr>
          <w:rStyle w:val="FontStyle117"/>
          <w:sz w:val="28"/>
          <w:szCs w:val="28"/>
          <w:lang w:val="ru-RU"/>
        </w:rPr>
        <w:t xml:space="preserve"> </w:t>
      </w:r>
      <w:r w:rsidRPr="00585C81">
        <w:rPr>
          <w:rStyle w:val="FontStyle117"/>
          <w:sz w:val="28"/>
          <w:szCs w:val="28"/>
        </w:rPr>
        <w:t xml:space="preserve">медичним обладнанням;  </w:t>
      </w:r>
    </w:p>
    <w:p w:rsidR="00581BFF" w:rsidRPr="0003174A" w:rsidRDefault="00581BFF" w:rsidP="0003174A">
      <w:pPr>
        <w:pStyle w:val="Style48"/>
        <w:widowControl/>
        <w:numPr>
          <w:ilvl w:val="0"/>
          <w:numId w:val="10"/>
        </w:numPr>
        <w:tabs>
          <w:tab w:val="left" w:pos="0"/>
        </w:tabs>
        <w:spacing w:before="5" w:line="240" w:lineRule="auto"/>
        <w:ind w:left="0" w:firstLine="567"/>
        <w:jc w:val="both"/>
        <w:rPr>
          <w:rStyle w:val="FontStyle104"/>
          <w:b w:val="0"/>
          <w:bCs w:val="0"/>
          <w:sz w:val="28"/>
          <w:szCs w:val="28"/>
        </w:rPr>
      </w:pPr>
      <w:r w:rsidRPr="00585C81">
        <w:rPr>
          <w:rStyle w:val="FontStyle117"/>
          <w:sz w:val="28"/>
          <w:szCs w:val="28"/>
        </w:rPr>
        <w:t>недостатня забезпеченість санітарним транспортом первинної ланки</w:t>
      </w:r>
    </w:p>
    <w:p w:rsidR="00581BFF" w:rsidRPr="0003174A" w:rsidRDefault="00581BFF" w:rsidP="00F71018">
      <w:pPr>
        <w:widowControl/>
        <w:autoSpaceDE/>
        <w:autoSpaceDN/>
        <w:rPr>
          <w:rStyle w:val="FontStyle104"/>
          <w:b w:val="0"/>
          <w:bCs w:val="0"/>
          <w:sz w:val="28"/>
          <w:szCs w:val="28"/>
        </w:rPr>
      </w:pPr>
      <w:r w:rsidRPr="0003174A">
        <w:rPr>
          <w:rStyle w:val="FontStyle104"/>
          <w:b w:val="0"/>
          <w:sz w:val="28"/>
          <w:szCs w:val="28"/>
        </w:rPr>
        <w:t>Цілі та завдання на 2021 рік:</w:t>
      </w:r>
    </w:p>
    <w:p w:rsidR="00581BFF" w:rsidRPr="00585C81" w:rsidRDefault="00581BFF" w:rsidP="00F71018">
      <w:pPr>
        <w:pStyle w:val="Style6"/>
        <w:widowControl/>
        <w:spacing w:line="240" w:lineRule="auto"/>
        <w:ind w:right="5" w:firstLine="567"/>
        <w:rPr>
          <w:rStyle w:val="FontStyle117"/>
          <w:sz w:val="28"/>
          <w:szCs w:val="28"/>
        </w:rPr>
      </w:pPr>
      <w:r w:rsidRPr="00585C81">
        <w:rPr>
          <w:rStyle w:val="FontStyle117"/>
          <w:sz w:val="28"/>
          <w:szCs w:val="28"/>
        </w:rPr>
        <w:t xml:space="preserve">Підвищення якості надання лікувальних послуг (відповідно до стандартів) шляхом запровадження сучасних технологій; забезпечення необхідним сучасним діагностичним та лабораторним  обладнанням,  лікувальними   засобами   для проведення амбулаторного лікування. </w:t>
      </w:r>
    </w:p>
    <w:p w:rsidR="00581BFF" w:rsidRPr="00585C81" w:rsidRDefault="00581BFF" w:rsidP="00F71018">
      <w:pPr>
        <w:pStyle w:val="Style6"/>
        <w:widowControl/>
        <w:spacing w:line="240" w:lineRule="auto"/>
        <w:ind w:right="5" w:firstLine="567"/>
        <w:rPr>
          <w:rStyle w:val="FontStyle117"/>
          <w:sz w:val="28"/>
          <w:szCs w:val="28"/>
        </w:rPr>
      </w:pPr>
      <w:r w:rsidRPr="00585C81">
        <w:rPr>
          <w:rStyle w:val="FontStyle117"/>
          <w:sz w:val="28"/>
          <w:szCs w:val="28"/>
        </w:rPr>
        <w:t>Основні зусилля спрямовувати на покращення якості та ефективності медичної допомоги, надання невідкладної медичної допомоги, пропаганду здорового способу життя, впровадження нових механізмів господарювання.</w:t>
      </w:r>
    </w:p>
    <w:p w:rsidR="00581BFF" w:rsidRPr="00585C81" w:rsidRDefault="00581BFF" w:rsidP="00F71018">
      <w:pPr>
        <w:pStyle w:val="Style74"/>
        <w:widowControl/>
        <w:ind w:firstLine="567"/>
        <w:jc w:val="both"/>
        <w:rPr>
          <w:rStyle w:val="FontStyle117"/>
          <w:sz w:val="28"/>
          <w:szCs w:val="28"/>
        </w:rPr>
      </w:pPr>
      <w:r w:rsidRPr="00585C81">
        <w:rPr>
          <w:rStyle w:val="FontStyle117"/>
          <w:sz w:val="28"/>
          <w:szCs w:val="28"/>
        </w:rPr>
        <w:t>Покращення якісного складу кадрів працівників лікувальних закладів (залучення молодих фахівців, забезпечення професійного росту, формування резерву керівного складу);</w:t>
      </w:r>
    </w:p>
    <w:p w:rsidR="00581BFF" w:rsidRPr="00585C81" w:rsidRDefault="00581BFF" w:rsidP="00F71018">
      <w:pPr>
        <w:pStyle w:val="Style74"/>
        <w:widowControl/>
        <w:ind w:firstLine="567"/>
        <w:jc w:val="both"/>
        <w:rPr>
          <w:rStyle w:val="FontStyle117"/>
          <w:sz w:val="28"/>
          <w:szCs w:val="28"/>
        </w:rPr>
      </w:pPr>
      <w:r w:rsidRPr="00585C81">
        <w:rPr>
          <w:rStyle w:val="FontStyle117"/>
          <w:sz w:val="28"/>
          <w:szCs w:val="28"/>
        </w:rPr>
        <w:t xml:space="preserve">спрямування коштів на покращення матеріального забезпечення медичної галузі; </w:t>
      </w:r>
    </w:p>
    <w:p w:rsidR="00581BFF" w:rsidRPr="00585C81" w:rsidRDefault="00581BFF" w:rsidP="0003174A">
      <w:pPr>
        <w:pStyle w:val="Style10"/>
        <w:widowControl/>
        <w:spacing w:before="5" w:line="240" w:lineRule="auto"/>
        <w:ind w:firstLine="567"/>
        <w:rPr>
          <w:rStyle w:val="FontStyle117"/>
          <w:sz w:val="28"/>
          <w:szCs w:val="28"/>
        </w:rPr>
      </w:pPr>
      <w:r w:rsidRPr="00585C81">
        <w:rPr>
          <w:rStyle w:val="FontStyle117"/>
          <w:sz w:val="28"/>
          <w:szCs w:val="28"/>
        </w:rPr>
        <w:t>подальший розвиток та удосконалення системи медичного страхування.</w:t>
      </w:r>
    </w:p>
    <w:p w:rsidR="00581BFF" w:rsidRPr="0003174A" w:rsidRDefault="00581BFF" w:rsidP="00F71018">
      <w:pPr>
        <w:pStyle w:val="Style10"/>
        <w:widowControl/>
        <w:spacing w:before="5" w:line="240" w:lineRule="auto"/>
        <w:rPr>
          <w:rStyle w:val="FontStyle104"/>
          <w:b w:val="0"/>
          <w:bCs w:val="0"/>
          <w:sz w:val="28"/>
          <w:szCs w:val="28"/>
        </w:rPr>
      </w:pPr>
      <w:r w:rsidRPr="0003174A">
        <w:rPr>
          <w:rStyle w:val="FontStyle104"/>
          <w:b w:val="0"/>
          <w:sz w:val="28"/>
          <w:szCs w:val="28"/>
        </w:rPr>
        <w:t>Очікувані результати</w:t>
      </w:r>
    </w:p>
    <w:p w:rsidR="00581BFF" w:rsidRPr="00585C81" w:rsidRDefault="00581BFF" w:rsidP="00F71018">
      <w:pPr>
        <w:pStyle w:val="Style26"/>
        <w:widowControl/>
        <w:numPr>
          <w:ilvl w:val="0"/>
          <w:numId w:val="11"/>
        </w:numPr>
        <w:tabs>
          <w:tab w:val="left" w:pos="0"/>
        </w:tabs>
        <w:spacing w:line="240" w:lineRule="auto"/>
        <w:ind w:left="0" w:firstLine="567"/>
        <w:rPr>
          <w:rStyle w:val="FontStyle117"/>
          <w:sz w:val="28"/>
          <w:szCs w:val="28"/>
        </w:rPr>
      </w:pPr>
      <w:r w:rsidRPr="00585C81">
        <w:rPr>
          <w:rStyle w:val="FontStyle117"/>
          <w:sz w:val="28"/>
          <w:szCs w:val="28"/>
        </w:rPr>
        <w:t xml:space="preserve"> задоволення потреб населення в якісній і доступній медичній допомозі;</w:t>
      </w:r>
    </w:p>
    <w:p w:rsidR="00581BFF" w:rsidRPr="0003174A" w:rsidRDefault="00581BFF" w:rsidP="0003174A">
      <w:pPr>
        <w:pStyle w:val="Style26"/>
        <w:widowControl/>
        <w:numPr>
          <w:ilvl w:val="0"/>
          <w:numId w:val="11"/>
        </w:numPr>
        <w:tabs>
          <w:tab w:val="left" w:pos="0"/>
          <w:tab w:val="left" w:pos="426"/>
        </w:tabs>
        <w:spacing w:line="240" w:lineRule="auto"/>
        <w:ind w:left="0" w:firstLine="567"/>
        <w:rPr>
          <w:rStyle w:val="FontStyle117"/>
          <w:color w:val="auto"/>
          <w:sz w:val="28"/>
          <w:szCs w:val="28"/>
        </w:rPr>
      </w:pPr>
      <w:bookmarkStart w:id="5" w:name="bookmark25"/>
      <w:bookmarkEnd w:id="5"/>
      <w:r w:rsidRPr="00585C81">
        <w:rPr>
          <w:rStyle w:val="FontStyle117"/>
          <w:sz w:val="28"/>
          <w:szCs w:val="28"/>
        </w:rPr>
        <w:t xml:space="preserve"> покращення   показників   стану  здоров'я   населення  та демографічних показників.</w:t>
      </w:r>
    </w:p>
    <w:p w:rsidR="00581BFF" w:rsidRPr="0003174A" w:rsidRDefault="00581BFF" w:rsidP="00F71018">
      <w:pPr>
        <w:pStyle w:val="Style66"/>
        <w:widowControl/>
        <w:spacing w:line="240" w:lineRule="auto"/>
        <w:ind w:firstLine="0"/>
        <w:rPr>
          <w:rStyle w:val="FontStyle116"/>
          <w:b w:val="0"/>
          <w:sz w:val="28"/>
          <w:szCs w:val="28"/>
          <w:u w:val="single"/>
        </w:rPr>
      </w:pPr>
      <w:r w:rsidRPr="0003174A">
        <w:rPr>
          <w:rStyle w:val="FontStyle116"/>
          <w:b w:val="0"/>
          <w:sz w:val="28"/>
          <w:szCs w:val="28"/>
          <w:u w:val="single"/>
        </w:rPr>
        <w:t>Культура</w:t>
      </w:r>
    </w:p>
    <w:p w:rsidR="00581BFF" w:rsidRPr="0003174A" w:rsidRDefault="00581BFF" w:rsidP="00F71018">
      <w:pPr>
        <w:jc w:val="both"/>
        <w:rPr>
          <w:sz w:val="28"/>
          <w:szCs w:val="28"/>
        </w:rPr>
      </w:pPr>
      <w:r w:rsidRPr="0003174A">
        <w:rPr>
          <w:sz w:val="28"/>
          <w:szCs w:val="28"/>
        </w:rPr>
        <w:t>Проблемні питання:</w:t>
      </w:r>
    </w:p>
    <w:p w:rsidR="00581BFF" w:rsidRPr="00585C81" w:rsidRDefault="00581BFF" w:rsidP="00F71018">
      <w:pPr>
        <w:pStyle w:val="ListParagraph"/>
        <w:widowControl/>
        <w:numPr>
          <w:ilvl w:val="0"/>
          <w:numId w:val="8"/>
        </w:numPr>
        <w:autoSpaceDE/>
        <w:autoSpaceDN/>
        <w:ind w:left="0" w:firstLine="0"/>
        <w:contextualSpacing/>
        <w:jc w:val="both"/>
        <w:rPr>
          <w:sz w:val="28"/>
          <w:szCs w:val="28"/>
        </w:rPr>
      </w:pPr>
      <w:r w:rsidRPr="00585C81">
        <w:rPr>
          <w:sz w:val="28"/>
          <w:szCs w:val="28"/>
        </w:rPr>
        <w:t>слабка матеріально-технічна база закладів культури і мистецтва у сільській місцевості;</w:t>
      </w:r>
    </w:p>
    <w:p w:rsidR="00581BFF" w:rsidRPr="00585C81" w:rsidRDefault="00581BFF" w:rsidP="00F71018">
      <w:pPr>
        <w:pStyle w:val="ListParagraph"/>
        <w:widowControl/>
        <w:numPr>
          <w:ilvl w:val="0"/>
          <w:numId w:val="8"/>
        </w:numPr>
        <w:autoSpaceDE/>
        <w:autoSpaceDN/>
        <w:ind w:left="0" w:firstLine="0"/>
        <w:contextualSpacing/>
        <w:rPr>
          <w:sz w:val="28"/>
          <w:szCs w:val="28"/>
        </w:rPr>
      </w:pPr>
      <w:r w:rsidRPr="00585C81">
        <w:rPr>
          <w:sz w:val="28"/>
          <w:szCs w:val="28"/>
        </w:rPr>
        <w:t>потребують капітального ремонту;</w:t>
      </w:r>
    </w:p>
    <w:p w:rsidR="00581BFF" w:rsidRPr="0003174A" w:rsidRDefault="00581BFF" w:rsidP="0003174A">
      <w:pPr>
        <w:pStyle w:val="ListParagraph"/>
        <w:widowControl/>
        <w:numPr>
          <w:ilvl w:val="0"/>
          <w:numId w:val="8"/>
        </w:numPr>
        <w:autoSpaceDE/>
        <w:autoSpaceDN/>
        <w:ind w:left="0" w:firstLine="0"/>
        <w:contextualSpacing/>
        <w:jc w:val="both"/>
        <w:rPr>
          <w:sz w:val="28"/>
          <w:szCs w:val="28"/>
        </w:rPr>
      </w:pPr>
      <w:r w:rsidRPr="0003174A">
        <w:rPr>
          <w:sz w:val="28"/>
          <w:szCs w:val="28"/>
        </w:rPr>
        <w:t>більшість клубних закладів не опалюються в осінньо-зимовий період.</w:t>
      </w:r>
    </w:p>
    <w:p w:rsidR="00581BFF" w:rsidRPr="0003174A" w:rsidRDefault="00581BFF" w:rsidP="00F71018">
      <w:pPr>
        <w:jc w:val="both"/>
        <w:rPr>
          <w:sz w:val="28"/>
          <w:szCs w:val="28"/>
        </w:rPr>
      </w:pPr>
      <w:r w:rsidRPr="0003174A">
        <w:rPr>
          <w:sz w:val="28"/>
          <w:szCs w:val="28"/>
        </w:rPr>
        <w:t>Цілі та завдання на 2021 рік:</w:t>
      </w:r>
    </w:p>
    <w:p w:rsidR="00581BFF" w:rsidRPr="00585C81" w:rsidRDefault="00581BFF" w:rsidP="00F71018">
      <w:pPr>
        <w:tabs>
          <w:tab w:val="left" w:pos="0"/>
        </w:tabs>
        <w:jc w:val="both"/>
        <w:rPr>
          <w:b/>
          <w:sz w:val="28"/>
          <w:szCs w:val="28"/>
        </w:rPr>
      </w:pPr>
      <w:r w:rsidRPr="00585C81">
        <w:rPr>
          <w:sz w:val="28"/>
          <w:szCs w:val="28"/>
        </w:rPr>
        <w:t xml:space="preserve">           -активізація роботи щодо виявлення, розвитку, збереження культурної спадщини, популяризації досягнень народної творчості, усіх видів аматорської художньої творчості, підвищення їх майстерності;</w:t>
      </w:r>
    </w:p>
    <w:p w:rsidR="00581BFF" w:rsidRPr="00585C81" w:rsidRDefault="00581BFF" w:rsidP="00F71018">
      <w:pPr>
        <w:pStyle w:val="ListParagraph"/>
        <w:widowControl/>
        <w:numPr>
          <w:ilvl w:val="0"/>
          <w:numId w:val="8"/>
        </w:numPr>
        <w:tabs>
          <w:tab w:val="left" w:pos="0"/>
        </w:tabs>
        <w:autoSpaceDE/>
        <w:autoSpaceDN/>
        <w:ind w:left="0" w:firstLine="567"/>
        <w:contextualSpacing/>
        <w:jc w:val="both"/>
        <w:rPr>
          <w:sz w:val="28"/>
          <w:szCs w:val="28"/>
        </w:rPr>
      </w:pPr>
      <w:r w:rsidRPr="00585C81">
        <w:rPr>
          <w:sz w:val="28"/>
          <w:szCs w:val="28"/>
        </w:rPr>
        <w:t>покращення технічного стану приміщень закладів культури шляхом проведення поточних ремонтів, впровадження енергозберігаючих технологій та залучення відповідних коштів з усіх джерел фінансування;</w:t>
      </w:r>
    </w:p>
    <w:p w:rsidR="00581BFF" w:rsidRPr="00585C81" w:rsidRDefault="00581BFF" w:rsidP="00F71018">
      <w:pPr>
        <w:pStyle w:val="ListParagraph"/>
        <w:widowControl/>
        <w:numPr>
          <w:ilvl w:val="0"/>
          <w:numId w:val="8"/>
        </w:numPr>
        <w:tabs>
          <w:tab w:val="left" w:pos="0"/>
        </w:tabs>
        <w:autoSpaceDE/>
        <w:autoSpaceDN/>
        <w:ind w:left="0" w:firstLine="567"/>
        <w:contextualSpacing/>
        <w:jc w:val="both"/>
        <w:rPr>
          <w:sz w:val="28"/>
          <w:szCs w:val="28"/>
        </w:rPr>
      </w:pPr>
      <w:r w:rsidRPr="00585C81">
        <w:rPr>
          <w:sz w:val="28"/>
          <w:szCs w:val="28"/>
        </w:rPr>
        <w:t>розширення бібліотечними, музейними та клубними закладами  переліку послуг організації дозвілля населення з використанням новітніх технологій та задоволення потреб громадян у публічній інформації, а також інші заходи, спрямовані на забезпечення якості та доступності публічних послуг; комп'ютеризація процесів основної діяльності закладів культури і мистецтв;</w:t>
      </w:r>
    </w:p>
    <w:p w:rsidR="00581BFF" w:rsidRPr="00585C81" w:rsidRDefault="00581BFF" w:rsidP="00F71018">
      <w:pPr>
        <w:pStyle w:val="ListParagraph"/>
        <w:widowControl/>
        <w:numPr>
          <w:ilvl w:val="0"/>
          <w:numId w:val="8"/>
        </w:numPr>
        <w:tabs>
          <w:tab w:val="left" w:pos="0"/>
        </w:tabs>
        <w:autoSpaceDE/>
        <w:autoSpaceDN/>
        <w:ind w:left="0" w:firstLine="567"/>
        <w:contextualSpacing/>
        <w:jc w:val="both"/>
        <w:rPr>
          <w:sz w:val="28"/>
          <w:szCs w:val="28"/>
        </w:rPr>
      </w:pPr>
      <w:r w:rsidRPr="00585C81">
        <w:rPr>
          <w:sz w:val="28"/>
          <w:szCs w:val="28"/>
        </w:rPr>
        <w:t>забезпечення проведення на високому рівні культурно-мистецьких заходів, державних свят, фестивалів та конкурсів;</w:t>
      </w:r>
    </w:p>
    <w:p w:rsidR="00581BFF" w:rsidRPr="0003174A" w:rsidRDefault="00581BFF" w:rsidP="0003174A">
      <w:pPr>
        <w:pStyle w:val="ListParagraph"/>
        <w:widowControl/>
        <w:numPr>
          <w:ilvl w:val="0"/>
          <w:numId w:val="8"/>
        </w:numPr>
        <w:tabs>
          <w:tab w:val="left" w:pos="0"/>
        </w:tabs>
        <w:autoSpaceDE/>
        <w:autoSpaceDN/>
        <w:ind w:left="0" w:firstLine="567"/>
        <w:contextualSpacing/>
        <w:jc w:val="both"/>
        <w:rPr>
          <w:rStyle w:val="FontStyle116"/>
          <w:b w:val="0"/>
          <w:bCs w:val="0"/>
          <w:color w:val="auto"/>
          <w:sz w:val="28"/>
          <w:szCs w:val="28"/>
        </w:rPr>
      </w:pPr>
      <w:r w:rsidRPr="0003174A">
        <w:rPr>
          <w:sz w:val="28"/>
          <w:szCs w:val="28"/>
        </w:rPr>
        <w:t>здійснення контролю за розробленням історико-архітектурних опорних планів історичних населених місць , проектів зон охорони пам'яток, визначення та затвердження їх меж і режимів використання; виконання протипожежних заходів у закладах культури та культурної спадщини.</w:t>
      </w:r>
    </w:p>
    <w:p w:rsidR="00581BFF" w:rsidRPr="0003174A" w:rsidRDefault="00581BFF" w:rsidP="00D5780D">
      <w:pPr>
        <w:pStyle w:val="Style47"/>
        <w:widowControl/>
        <w:spacing w:before="24"/>
        <w:rPr>
          <w:rStyle w:val="FontStyle104"/>
          <w:b w:val="0"/>
          <w:sz w:val="28"/>
          <w:szCs w:val="28"/>
          <w:u w:val="single"/>
        </w:rPr>
      </w:pPr>
      <w:r w:rsidRPr="00585C81">
        <w:rPr>
          <w:rStyle w:val="FontStyle116"/>
          <w:sz w:val="28"/>
          <w:szCs w:val="28"/>
          <w:u w:val="single"/>
        </w:rPr>
        <w:t xml:space="preserve"> </w:t>
      </w:r>
      <w:r w:rsidRPr="0003174A">
        <w:rPr>
          <w:rStyle w:val="FontStyle116"/>
          <w:b w:val="0"/>
          <w:sz w:val="28"/>
          <w:szCs w:val="28"/>
          <w:u w:val="single"/>
        </w:rPr>
        <w:t>Фізична культура і спорт</w:t>
      </w:r>
    </w:p>
    <w:p w:rsidR="00581BFF" w:rsidRPr="0003174A" w:rsidRDefault="00581BFF" w:rsidP="00F71018">
      <w:pPr>
        <w:pStyle w:val="Style25"/>
        <w:widowControl/>
        <w:spacing w:before="34" w:line="283" w:lineRule="exact"/>
        <w:jc w:val="left"/>
        <w:rPr>
          <w:rStyle w:val="FontStyle104"/>
          <w:b w:val="0"/>
          <w:sz w:val="28"/>
          <w:szCs w:val="28"/>
        </w:rPr>
      </w:pPr>
      <w:r w:rsidRPr="0003174A">
        <w:rPr>
          <w:rStyle w:val="FontStyle104"/>
          <w:b w:val="0"/>
          <w:sz w:val="28"/>
          <w:szCs w:val="28"/>
        </w:rPr>
        <w:t>Цілі та завдання у 2021 році:</w:t>
      </w:r>
    </w:p>
    <w:p w:rsidR="00581BFF" w:rsidRPr="00585C81" w:rsidRDefault="00581BFF" w:rsidP="00F71018">
      <w:pPr>
        <w:pStyle w:val="Style10"/>
        <w:widowControl/>
        <w:numPr>
          <w:ilvl w:val="0"/>
          <w:numId w:val="8"/>
        </w:numPr>
        <w:tabs>
          <w:tab w:val="left" w:pos="284"/>
        </w:tabs>
        <w:spacing w:line="240" w:lineRule="auto"/>
        <w:ind w:left="0" w:firstLine="0"/>
        <w:rPr>
          <w:rStyle w:val="FontStyle117"/>
          <w:sz w:val="28"/>
          <w:szCs w:val="28"/>
        </w:rPr>
      </w:pPr>
      <w:r w:rsidRPr="00585C81">
        <w:rPr>
          <w:rStyle w:val="FontStyle117"/>
          <w:sz w:val="28"/>
          <w:szCs w:val="28"/>
        </w:rPr>
        <w:t>продовжити роботу з покращання якості навчально-тренувального процесу та  фізкультурно-спортивних заходів;</w:t>
      </w:r>
    </w:p>
    <w:p w:rsidR="00581BFF" w:rsidRPr="00585C81" w:rsidRDefault="00581BFF" w:rsidP="0003174A">
      <w:pPr>
        <w:pStyle w:val="Style10"/>
        <w:widowControl/>
        <w:spacing w:line="240" w:lineRule="auto"/>
        <w:rPr>
          <w:rStyle w:val="FontStyle117"/>
          <w:sz w:val="28"/>
          <w:szCs w:val="28"/>
        </w:rPr>
      </w:pPr>
      <w:r w:rsidRPr="00585C81">
        <w:rPr>
          <w:rStyle w:val="FontStyle117"/>
          <w:sz w:val="28"/>
          <w:szCs w:val="28"/>
        </w:rPr>
        <w:t>-продовжити роботи з покращання матеріально-технічного стану комунальних спортивних баз з метою приведення їх у відповідність до сучасних вимог.</w:t>
      </w:r>
    </w:p>
    <w:p w:rsidR="00581BFF" w:rsidRPr="0003174A" w:rsidRDefault="00581BFF" w:rsidP="00F71018">
      <w:pPr>
        <w:pStyle w:val="Style25"/>
        <w:widowControl/>
        <w:spacing w:line="288" w:lineRule="exact"/>
        <w:jc w:val="left"/>
        <w:rPr>
          <w:rStyle w:val="FontStyle104"/>
          <w:b w:val="0"/>
          <w:sz w:val="28"/>
          <w:szCs w:val="28"/>
        </w:rPr>
      </w:pPr>
      <w:r w:rsidRPr="0003174A">
        <w:rPr>
          <w:rStyle w:val="FontStyle104"/>
          <w:b w:val="0"/>
          <w:sz w:val="28"/>
          <w:szCs w:val="28"/>
        </w:rPr>
        <w:t>Очікувані результати:</w:t>
      </w:r>
    </w:p>
    <w:p w:rsidR="00581BFF" w:rsidRPr="00585C81" w:rsidRDefault="00581BFF" w:rsidP="0003174A">
      <w:pPr>
        <w:pStyle w:val="Style25"/>
        <w:widowControl/>
        <w:jc w:val="both"/>
        <w:rPr>
          <w:rStyle w:val="FontStyle117"/>
          <w:sz w:val="28"/>
          <w:szCs w:val="28"/>
        </w:rPr>
      </w:pPr>
      <w:r w:rsidRPr="00585C81">
        <w:rPr>
          <w:rStyle w:val="FontStyle104"/>
          <w:sz w:val="28"/>
          <w:szCs w:val="28"/>
        </w:rPr>
        <w:t xml:space="preserve">- </w:t>
      </w:r>
      <w:r w:rsidRPr="00585C81">
        <w:rPr>
          <w:rStyle w:val="FontStyle117"/>
          <w:sz w:val="28"/>
          <w:szCs w:val="28"/>
        </w:rPr>
        <w:t>підвищення рівня фізичної культури і фізкультурно-оздоровчої роботи;</w:t>
      </w:r>
    </w:p>
    <w:p w:rsidR="00581BFF" w:rsidRPr="00585C81" w:rsidRDefault="00581BFF" w:rsidP="0003174A">
      <w:pPr>
        <w:pStyle w:val="Style10"/>
        <w:widowControl/>
        <w:spacing w:line="240" w:lineRule="auto"/>
        <w:rPr>
          <w:rStyle w:val="FontStyle117"/>
          <w:sz w:val="28"/>
          <w:szCs w:val="28"/>
        </w:rPr>
      </w:pPr>
      <w:r w:rsidRPr="00585C81">
        <w:rPr>
          <w:rStyle w:val="FontStyle117"/>
          <w:sz w:val="28"/>
          <w:szCs w:val="28"/>
        </w:rPr>
        <w:t>- зміцнення кадрового, матеріально-технічного  забезпечення галузі;</w:t>
      </w:r>
    </w:p>
    <w:p w:rsidR="00581BFF" w:rsidRPr="00D5780D" w:rsidRDefault="00581BFF" w:rsidP="0003174A">
      <w:pPr>
        <w:pStyle w:val="Style10"/>
        <w:widowControl/>
        <w:spacing w:line="240" w:lineRule="auto"/>
        <w:rPr>
          <w:rFonts w:ascii="Times New Roman" w:hAnsi="Times New Roman"/>
          <w:color w:val="000000"/>
          <w:sz w:val="28"/>
          <w:szCs w:val="28"/>
        </w:rPr>
      </w:pPr>
      <w:bookmarkStart w:id="6" w:name="bookmark28"/>
      <w:r w:rsidRPr="00585C81">
        <w:rPr>
          <w:rStyle w:val="FontStyle117"/>
          <w:sz w:val="28"/>
          <w:szCs w:val="28"/>
        </w:rPr>
        <w:t>-</w:t>
      </w:r>
      <w:bookmarkEnd w:id="6"/>
      <w:r w:rsidRPr="00585C81">
        <w:rPr>
          <w:rStyle w:val="FontStyle117"/>
          <w:sz w:val="28"/>
          <w:szCs w:val="28"/>
        </w:rPr>
        <w:t xml:space="preserve"> покращання стану здоров'я населення.</w:t>
      </w:r>
    </w:p>
    <w:p w:rsidR="00581BFF" w:rsidRPr="00D5780D" w:rsidRDefault="00581BFF" w:rsidP="0003174A">
      <w:pPr>
        <w:jc w:val="both"/>
        <w:rPr>
          <w:bCs/>
          <w:spacing w:val="5"/>
          <w:sz w:val="28"/>
          <w:szCs w:val="28"/>
          <w:shd w:val="clear" w:color="auto" w:fill="FFFFFF"/>
        </w:rPr>
      </w:pPr>
      <w:r w:rsidRPr="00D5780D">
        <w:rPr>
          <w:sz w:val="28"/>
          <w:szCs w:val="28"/>
          <w:shd w:val="clear" w:color="auto" w:fill="FFFFFF"/>
        </w:rPr>
        <w:t xml:space="preserve">     Ваші пропозиції будуть розглянуті та внесені до Програмних показників.</w:t>
      </w:r>
    </w:p>
    <w:p w:rsidR="00581BFF" w:rsidRPr="00D5780D" w:rsidRDefault="00581BFF" w:rsidP="0003174A">
      <w:pPr>
        <w:jc w:val="both"/>
        <w:rPr>
          <w:spacing w:val="5"/>
          <w:sz w:val="28"/>
          <w:szCs w:val="28"/>
          <w:shd w:val="clear" w:color="auto" w:fill="FFFFFF"/>
        </w:rPr>
      </w:pPr>
      <w:r w:rsidRPr="00585C81">
        <w:rPr>
          <w:shd w:val="clear" w:color="auto" w:fill="FFFFFF"/>
        </w:rPr>
        <w:t xml:space="preserve">  </w:t>
      </w:r>
      <w:r>
        <w:rPr>
          <w:shd w:val="clear" w:color="auto" w:fill="FFFFFF"/>
        </w:rPr>
        <w:t xml:space="preserve"> </w:t>
      </w:r>
      <w:r w:rsidRPr="00585C81">
        <w:rPr>
          <w:shd w:val="clear" w:color="auto" w:fill="FFFFFF"/>
        </w:rPr>
        <w:t xml:space="preserve">  </w:t>
      </w:r>
      <w:r w:rsidRPr="00D5780D">
        <w:rPr>
          <w:sz w:val="28"/>
          <w:szCs w:val="28"/>
          <w:shd w:val="clear" w:color="auto" w:fill="FFFFFF"/>
        </w:rPr>
        <w:t>Стоїть складне, проте, життєво необхідне завдання –</w:t>
      </w:r>
      <w:r>
        <w:rPr>
          <w:sz w:val="28"/>
          <w:szCs w:val="28"/>
          <w:shd w:val="clear" w:color="auto" w:fill="FFFFFF"/>
        </w:rPr>
        <w:t xml:space="preserve"> </w:t>
      </w:r>
      <w:r w:rsidRPr="00D5780D">
        <w:rPr>
          <w:sz w:val="28"/>
          <w:szCs w:val="28"/>
          <w:shd w:val="clear" w:color="auto" w:fill="FFFFFF"/>
        </w:rPr>
        <w:t>економічне зростання.</w:t>
      </w:r>
    </w:p>
    <w:p w:rsidR="00581BFF" w:rsidRDefault="00581BFF" w:rsidP="00F71018">
      <w:pPr>
        <w:pStyle w:val="Heading1"/>
        <w:spacing w:before="112" w:line="319" w:lineRule="exact"/>
        <w:ind w:left="-660"/>
        <w:jc w:val="left"/>
      </w:pPr>
      <w:r>
        <w:t>Голова селищної ради:</w:t>
      </w:r>
    </w:p>
    <w:p w:rsidR="00581BFF" w:rsidRDefault="00581BFF" w:rsidP="001D1725">
      <w:pPr>
        <w:pStyle w:val="BodyText"/>
        <w:spacing w:line="319" w:lineRule="exact"/>
        <w:ind w:left="840" w:hanging="840"/>
      </w:pPr>
      <w:r>
        <w:t>Чи є запитання до доповідача?</w:t>
      </w:r>
    </w:p>
    <w:p w:rsidR="00581BFF" w:rsidRDefault="00581BFF" w:rsidP="001D1725">
      <w:pPr>
        <w:pStyle w:val="BodyText"/>
        <w:spacing w:line="319" w:lineRule="exact"/>
        <w:ind w:left="840" w:hanging="840"/>
      </w:pPr>
    </w:p>
    <w:p w:rsidR="00581BFF" w:rsidRDefault="00581BFF" w:rsidP="0003174A">
      <w:pPr>
        <w:pStyle w:val="BodyText"/>
        <w:spacing w:line="319" w:lineRule="exact"/>
        <w:ind w:left="840" w:hanging="840"/>
      </w:pPr>
      <w:r>
        <w:t>Запитання  поставили депутати Рибак І.Ф., Чушкіна Н.В., Романщак Н.В.,  Лісовська Т.А.</w:t>
      </w:r>
    </w:p>
    <w:p w:rsidR="00581BFF" w:rsidRDefault="00581BFF" w:rsidP="0003174A">
      <w:pPr>
        <w:ind w:hanging="840"/>
        <w:jc w:val="both"/>
        <w:rPr>
          <w:sz w:val="28"/>
          <w:szCs w:val="28"/>
        </w:rPr>
      </w:pPr>
      <w:r>
        <w:rPr>
          <w:sz w:val="28"/>
          <w:szCs w:val="28"/>
        </w:rPr>
        <w:t xml:space="preserve">            </w:t>
      </w:r>
    </w:p>
    <w:p w:rsidR="00581BFF" w:rsidRDefault="00581BFF" w:rsidP="0003174A">
      <w:pPr>
        <w:ind w:hanging="840"/>
        <w:jc w:val="both"/>
        <w:rPr>
          <w:sz w:val="28"/>
          <w:szCs w:val="28"/>
        </w:rPr>
      </w:pPr>
      <w:r>
        <w:rPr>
          <w:sz w:val="28"/>
          <w:szCs w:val="28"/>
        </w:rPr>
        <w:t xml:space="preserve">             Артвіх І.О., Цобенко С.О., Грабовий Д.М.,  Пахолюк Л.М. надали відповіді  щодо поставлених запитань.</w:t>
      </w:r>
    </w:p>
    <w:p w:rsidR="00581BFF" w:rsidRDefault="00581BFF" w:rsidP="001D1725">
      <w:pPr>
        <w:pStyle w:val="BodyText"/>
        <w:spacing w:line="319" w:lineRule="exact"/>
        <w:ind w:left="0" w:firstLine="0"/>
      </w:pPr>
    </w:p>
    <w:p w:rsidR="00581BFF" w:rsidRDefault="00581BFF" w:rsidP="001D1725">
      <w:pPr>
        <w:pStyle w:val="Heading1"/>
        <w:spacing w:before="112" w:line="319" w:lineRule="exact"/>
        <w:ind w:left="-660"/>
        <w:jc w:val="left"/>
      </w:pPr>
      <w:r>
        <w:t xml:space="preserve">Голова селищної ради: </w:t>
      </w:r>
    </w:p>
    <w:p w:rsidR="00581BFF" w:rsidRPr="005A5546" w:rsidRDefault="00581BFF" w:rsidP="0003174A">
      <w:pPr>
        <w:ind w:firstLine="708"/>
        <w:jc w:val="both"/>
        <w:rPr>
          <w:b/>
          <w:i/>
          <w:sz w:val="28"/>
          <w:szCs w:val="28"/>
        </w:rPr>
      </w:pPr>
      <w:r w:rsidRPr="006E1935">
        <w:rPr>
          <w:sz w:val="28"/>
          <w:szCs w:val="28"/>
        </w:rPr>
        <w:t>На засіданні постійної комісії селищної ради з питань  фінансів, бюджету, управління комунальною власністю  та  соціально-економічного розвитку</w:t>
      </w:r>
      <w:r>
        <w:rPr>
          <w:sz w:val="28"/>
          <w:szCs w:val="28"/>
        </w:rPr>
        <w:t xml:space="preserve">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581BFF" w:rsidRDefault="00581BFF" w:rsidP="0003174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1D1725">
      <w:pPr>
        <w:ind w:firstLine="708"/>
        <w:rPr>
          <w:sz w:val="28"/>
          <w:szCs w:val="28"/>
        </w:rPr>
      </w:pPr>
    </w:p>
    <w:p w:rsidR="00581BFF" w:rsidRPr="00ED61E6" w:rsidRDefault="00581BFF" w:rsidP="001D1725">
      <w:pPr>
        <w:rPr>
          <w:sz w:val="28"/>
          <w:szCs w:val="28"/>
        </w:rPr>
      </w:pPr>
      <w:r w:rsidRPr="00ED61E6">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A5984">
        <w:tc>
          <w:tcPr>
            <w:tcW w:w="534" w:type="dxa"/>
          </w:tcPr>
          <w:p w:rsidR="00581BFF" w:rsidRPr="00ED61E6" w:rsidRDefault="00581BFF" w:rsidP="008A5984">
            <w:pPr>
              <w:ind w:right="-2"/>
              <w:jc w:val="center"/>
            </w:pPr>
            <w:r w:rsidRPr="00ED61E6">
              <w:t>№</w:t>
            </w:r>
          </w:p>
        </w:tc>
        <w:tc>
          <w:tcPr>
            <w:tcW w:w="6095" w:type="dxa"/>
          </w:tcPr>
          <w:p w:rsidR="00581BFF" w:rsidRPr="00ED61E6" w:rsidRDefault="00581BFF" w:rsidP="008A5984">
            <w:pPr>
              <w:ind w:right="-2"/>
              <w:jc w:val="center"/>
            </w:pPr>
            <w:r w:rsidRPr="00ED61E6">
              <w:t>ПІБ депутата</w:t>
            </w:r>
          </w:p>
        </w:tc>
        <w:tc>
          <w:tcPr>
            <w:tcW w:w="2551" w:type="dxa"/>
          </w:tcPr>
          <w:p w:rsidR="00581BFF" w:rsidRPr="00ED61E6" w:rsidRDefault="00581BFF" w:rsidP="008A5984">
            <w:pPr>
              <w:ind w:right="-2"/>
              <w:jc w:val="center"/>
            </w:pPr>
            <w:r w:rsidRPr="00ED61E6">
              <w:t>Результати голосування</w:t>
            </w:r>
          </w:p>
        </w:tc>
      </w:tr>
      <w:tr w:rsidR="00581BFF" w:rsidRPr="00ED61E6" w:rsidTr="008A5984">
        <w:tc>
          <w:tcPr>
            <w:tcW w:w="534" w:type="dxa"/>
          </w:tcPr>
          <w:p w:rsidR="00581BFF" w:rsidRPr="00ED61E6" w:rsidRDefault="00581BFF" w:rsidP="008A5984">
            <w:pPr>
              <w:ind w:right="-2"/>
              <w:jc w:val="center"/>
            </w:pPr>
            <w:r w:rsidRPr="00ED61E6">
              <w:t>1</w:t>
            </w:r>
          </w:p>
        </w:tc>
        <w:tc>
          <w:tcPr>
            <w:tcW w:w="6095" w:type="dxa"/>
          </w:tcPr>
          <w:p w:rsidR="00581BFF" w:rsidRPr="00ED61E6" w:rsidRDefault="00581BFF" w:rsidP="008A5984">
            <w:r w:rsidRPr="00ED61E6">
              <w:t>Цобенко Сергій Олександрович – селищний голова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w:t>
            </w:r>
          </w:p>
        </w:tc>
        <w:tc>
          <w:tcPr>
            <w:tcW w:w="6095" w:type="dxa"/>
          </w:tcPr>
          <w:p w:rsidR="00581BFF" w:rsidRPr="00ED61E6" w:rsidRDefault="00581BFF" w:rsidP="008A5984">
            <w:r w:rsidRPr="00ED61E6">
              <w:t>Брижатюк Олена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3</w:t>
            </w:r>
          </w:p>
        </w:tc>
        <w:tc>
          <w:tcPr>
            <w:tcW w:w="6095" w:type="dxa"/>
          </w:tcPr>
          <w:p w:rsidR="00581BFF" w:rsidRPr="00ED61E6" w:rsidRDefault="00581BFF" w:rsidP="008A5984">
            <w:r w:rsidRPr="00ED61E6">
              <w:t>Голімбієвська Тамара Павлівна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4</w:t>
            </w:r>
          </w:p>
        </w:tc>
        <w:tc>
          <w:tcPr>
            <w:tcW w:w="6095" w:type="dxa"/>
          </w:tcPr>
          <w:p w:rsidR="00581BFF" w:rsidRPr="00ED61E6" w:rsidRDefault="00581BFF" w:rsidP="008A5984">
            <w:r w:rsidRPr="00ED61E6">
              <w:t>Грушецький Анатолій Георгійович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5</w:t>
            </w:r>
          </w:p>
        </w:tc>
        <w:tc>
          <w:tcPr>
            <w:tcW w:w="6095" w:type="dxa"/>
          </w:tcPr>
          <w:p w:rsidR="00581BFF" w:rsidRPr="00ED61E6" w:rsidRDefault="00581BFF" w:rsidP="008A5984">
            <w:r w:rsidRPr="00ED61E6">
              <w:t>Дудар Василь Серафимович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6</w:t>
            </w:r>
          </w:p>
        </w:tc>
        <w:tc>
          <w:tcPr>
            <w:tcW w:w="6095" w:type="dxa"/>
          </w:tcPr>
          <w:p w:rsidR="00581BFF" w:rsidRPr="00ED61E6" w:rsidRDefault="00581BFF" w:rsidP="008A5984">
            <w:r w:rsidRPr="00ED61E6">
              <w:t>Захаренко Вадим Володимирович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7</w:t>
            </w:r>
          </w:p>
        </w:tc>
        <w:tc>
          <w:tcPr>
            <w:tcW w:w="6095" w:type="dxa"/>
          </w:tcPr>
          <w:p w:rsidR="00581BFF" w:rsidRPr="00ED61E6" w:rsidRDefault="00581BFF" w:rsidP="008A5984">
            <w:r w:rsidRPr="00ED61E6">
              <w:t>Кучмій Богдан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8</w:t>
            </w:r>
          </w:p>
        </w:tc>
        <w:tc>
          <w:tcPr>
            <w:tcW w:w="6095" w:type="dxa"/>
          </w:tcPr>
          <w:p w:rsidR="00581BFF" w:rsidRPr="00ED61E6" w:rsidRDefault="00581BFF" w:rsidP="008A5984">
            <w:r w:rsidRPr="00ED61E6">
              <w:t>Кучмій Юрій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9</w:t>
            </w:r>
          </w:p>
        </w:tc>
        <w:tc>
          <w:tcPr>
            <w:tcW w:w="6095" w:type="dxa"/>
          </w:tcPr>
          <w:p w:rsidR="00581BFF" w:rsidRPr="00ED61E6" w:rsidRDefault="00581BFF" w:rsidP="008A5984">
            <w:r w:rsidRPr="00ED61E6">
              <w:t>Кругла Тетяна Дмитрівна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10</w:t>
            </w:r>
          </w:p>
        </w:tc>
        <w:tc>
          <w:tcPr>
            <w:tcW w:w="6095" w:type="dxa"/>
          </w:tcPr>
          <w:p w:rsidR="00581BFF" w:rsidRPr="00ED61E6" w:rsidRDefault="00581BFF" w:rsidP="008A5984">
            <w:r w:rsidRPr="00ED61E6">
              <w:t>Лісовська Тамара Андріївна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11</w:t>
            </w:r>
          </w:p>
        </w:tc>
        <w:tc>
          <w:tcPr>
            <w:tcW w:w="6095" w:type="dxa"/>
          </w:tcPr>
          <w:p w:rsidR="00581BFF" w:rsidRPr="00ED61E6" w:rsidRDefault="00581BFF" w:rsidP="008A5984">
            <w:r w:rsidRPr="00ED61E6">
              <w:t>Лісовський  Сергій Олександрович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12</w:t>
            </w:r>
          </w:p>
        </w:tc>
        <w:tc>
          <w:tcPr>
            <w:tcW w:w="6095" w:type="dxa"/>
          </w:tcPr>
          <w:p w:rsidR="00581BFF" w:rsidRPr="00ED61E6" w:rsidRDefault="00581BFF" w:rsidP="008A5984">
            <w:r w:rsidRPr="00ED61E6">
              <w:t>Мирошниченко Олена Віталіївна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13</w:t>
            </w:r>
          </w:p>
        </w:tc>
        <w:tc>
          <w:tcPr>
            <w:tcW w:w="6095" w:type="dxa"/>
          </w:tcPr>
          <w:p w:rsidR="00581BFF" w:rsidRPr="00ED61E6" w:rsidRDefault="00581BFF" w:rsidP="008A5984">
            <w:r w:rsidRPr="00ED61E6">
              <w:t>Мостовик Сергій Віталійович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14</w:t>
            </w:r>
          </w:p>
        </w:tc>
        <w:tc>
          <w:tcPr>
            <w:tcW w:w="6095" w:type="dxa"/>
          </w:tcPr>
          <w:p w:rsidR="00581BFF" w:rsidRPr="00ED61E6" w:rsidRDefault="00581BFF" w:rsidP="008A5984">
            <w:r w:rsidRPr="00ED61E6">
              <w:t>Напханюк Ольга Іванівна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15</w:t>
            </w:r>
          </w:p>
        </w:tc>
        <w:tc>
          <w:tcPr>
            <w:tcW w:w="6095" w:type="dxa"/>
          </w:tcPr>
          <w:p w:rsidR="00581BFF" w:rsidRPr="00ED61E6" w:rsidRDefault="00581BFF" w:rsidP="008A5984">
            <w:r w:rsidRPr="00ED61E6">
              <w:t>Напханюк Світлана Олексіївна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16</w:t>
            </w:r>
          </w:p>
        </w:tc>
        <w:tc>
          <w:tcPr>
            <w:tcW w:w="6095" w:type="dxa"/>
          </w:tcPr>
          <w:p w:rsidR="00581BFF" w:rsidRPr="00ED61E6" w:rsidRDefault="00581BFF" w:rsidP="008A5984">
            <w:r w:rsidRPr="00ED61E6">
              <w:t>Новіков Сергій Алійович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17</w:t>
            </w:r>
          </w:p>
        </w:tc>
        <w:tc>
          <w:tcPr>
            <w:tcW w:w="6095" w:type="dxa"/>
          </w:tcPr>
          <w:p w:rsidR="00581BFF" w:rsidRPr="00ED61E6" w:rsidRDefault="00581BFF" w:rsidP="008A5984">
            <w:r w:rsidRPr="00ED61E6">
              <w:t>Піщик Тетяна Володимирівна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18</w:t>
            </w:r>
          </w:p>
        </w:tc>
        <w:tc>
          <w:tcPr>
            <w:tcW w:w="6095" w:type="dxa"/>
          </w:tcPr>
          <w:p w:rsidR="00581BFF" w:rsidRPr="00ED61E6" w:rsidRDefault="00581BFF" w:rsidP="008A5984">
            <w:r w:rsidRPr="00ED61E6">
              <w:t>Романщак Наталія Василівна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19</w:t>
            </w:r>
          </w:p>
        </w:tc>
        <w:tc>
          <w:tcPr>
            <w:tcW w:w="6095" w:type="dxa"/>
          </w:tcPr>
          <w:p w:rsidR="00581BFF" w:rsidRPr="00ED61E6" w:rsidRDefault="00581BFF" w:rsidP="008A5984">
            <w:r w:rsidRPr="00ED61E6">
              <w:t>Рибак Ігор Федорович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20</w:t>
            </w:r>
          </w:p>
        </w:tc>
        <w:tc>
          <w:tcPr>
            <w:tcW w:w="6095" w:type="dxa"/>
          </w:tcPr>
          <w:p w:rsidR="00581BFF" w:rsidRPr="00ED61E6" w:rsidRDefault="00581BFF" w:rsidP="008A5984">
            <w:r w:rsidRPr="00ED61E6">
              <w:t>Сачук Валентина Михайлівна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21</w:t>
            </w:r>
          </w:p>
        </w:tc>
        <w:tc>
          <w:tcPr>
            <w:tcW w:w="6095" w:type="dxa"/>
          </w:tcPr>
          <w:p w:rsidR="00581BFF" w:rsidRPr="00ED61E6" w:rsidRDefault="00581BFF" w:rsidP="008A5984">
            <w:r w:rsidRPr="00ED61E6">
              <w:t>Сторожук Віталій Олексійович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22</w:t>
            </w:r>
          </w:p>
        </w:tc>
        <w:tc>
          <w:tcPr>
            <w:tcW w:w="6095" w:type="dxa"/>
          </w:tcPr>
          <w:p w:rsidR="00581BFF" w:rsidRPr="00ED61E6" w:rsidRDefault="00581BFF" w:rsidP="008A5984">
            <w:r w:rsidRPr="00ED61E6">
              <w:t>Скрипар Василь Іванович</w:t>
            </w:r>
          </w:p>
        </w:tc>
        <w:tc>
          <w:tcPr>
            <w:tcW w:w="2551" w:type="dxa"/>
          </w:tcPr>
          <w:p w:rsidR="00581BFF" w:rsidRPr="00ED61E6" w:rsidRDefault="00581BFF" w:rsidP="008A5984">
            <w:pPr>
              <w:ind w:right="-2"/>
            </w:pPr>
            <w:r>
              <w:t>відсутній</w:t>
            </w:r>
          </w:p>
        </w:tc>
      </w:tr>
      <w:tr w:rsidR="00581BFF" w:rsidRPr="00ED61E6" w:rsidTr="008A5984">
        <w:tc>
          <w:tcPr>
            <w:tcW w:w="534" w:type="dxa"/>
          </w:tcPr>
          <w:p w:rsidR="00581BFF" w:rsidRPr="00ED61E6" w:rsidRDefault="00581BFF" w:rsidP="008A5984">
            <w:pPr>
              <w:ind w:right="-2"/>
              <w:jc w:val="center"/>
            </w:pPr>
            <w:r w:rsidRPr="00ED61E6">
              <w:t>23</w:t>
            </w:r>
          </w:p>
        </w:tc>
        <w:tc>
          <w:tcPr>
            <w:tcW w:w="6095" w:type="dxa"/>
          </w:tcPr>
          <w:p w:rsidR="00581BFF" w:rsidRPr="00ED61E6" w:rsidRDefault="00581BFF" w:rsidP="008A5984">
            <w:r w:rsidRPr="00ED61E6">
              <w:t>Сулима Ольга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24</w:t>
            </w:r>
          </w:p>
        </w:tc>
        <w:tc>
          <w:tcPr>
            <w:tcW w:w="6095" w:type="dxa"/>
          </w:tcPr>
          <w:p w:rsidR="00581BFF" w:rsidRPr="00ED61E6" w:rsidRDefault="00581BFF" w:rsidP="008A5984">
            <w:r w:rsidRPr="00ED61E6">
              <w:t>Туз Сергій Віталійович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25</w:t>
            </w:r>
          </w:p>
        </w:tc>
        <w:tc>
          <w:tcPr>
            <w:tcW w:w="6095" w:type="dxa"/>
          </w:tcPr>
          <w:p w:rsidR="00581BFF" w:rsidRPr="00ED61E6" w:rsidRDefault="00581BFF" w:rsidP="008A5984">
            <w:r w:rsidRPr="00ED61E6">
              <w:t>Чушкін Олексій Іванович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26</w:t>
            </w:r>
          </w:p>
        </w:tc>
        <w:tc>
          <w:tcPr>
            <w:tcW w:w="6095" w:type="dxa"/>
          </w:tcPr>
          <w:p w:rsidR="00581BFF" w:rsidRPr="00ED61E6" w:rsidRDefault="00581BFF" w:rsidP="008A5984">
            <w:r w:rsidRPr="00ED61E6">
              <w:t>Чушкіна Надія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27</w:t>
            </w:r>
          </w:p>
        </w:tc>
        <w:tc>
          <w:tcPr>
            <w:tcW w:w="6095" w:type="dxa"/>
          </w:tcPr>
          <w:p w:rsidR="00581BFF" w:rsidRPr="00ED61E6" w:rsidRDefault="00581BFF" w:rsidP="008A5984">
            <w:r w:rsidRPr="00ED61E6">
              <w:t>Ясінський Микола Володимирович</w:t>
            </w:r>
          </w:p>
        </w:tc>
        <w:tc>
          <w:tcPr>
            <w:tcW w:w="2551" w:type="dxa"/>
          </w:tcPr>
          <w:p w:rsidR="00581BFF" w:rsidRPr="00ED61E6" w:rsidRDefault="00581BFF" w:rsidP="008A5984">
            <w:pPr>
              <w:ind w:right="-2"/>
            </w:pPr>
            <w:r>
              <w:t>За</w:t>
            </w:r>
          </w:p>
        </w:tc>
      </w:tr>
    </w:tbl>
    <w:p w:rsidR="00581BFF" w:rsidRPr="001D1725" w:rsidRDefault="00581BFF" w:rsidP="001D1725">
      <w:pPr>
        <w:rPr>
          <w:sz w:val="28"/>
          <w:szCs w:val="28"/>
        </w:rPr>
      </w:pPr>
      <w:r>
        <w:rPr>
          <w:sz w:val="28"/>
          <w:szCs w:val="28"/>
        </w:rPr>
        <w:t>Усього проголосували</w:t>
      </w:r>
      <w:r w:rsidRPr="001D1725">
        <w:rPr>
          <w:sz w:val="28"/>
          <w:szCs w:val="28"/>
        </w:rPr>
        <w:t>,  з них :</w:t>
      </w:r>
    </w:p>
    <w:p w:rsidR="00581BFF" w:rsidRDefault="00581BFF" w:rsidP="001D1725">
      <w:pPr>
        <w:spacing w:line="319" w:lineRule="exact"/>
        <w:ind w:left="840"/>
        <w:rPr>
          <w:i/>
          <w:sz w:val="28"/>
        </w:rPr>
      </w:pPr>
      <w:r>
        <w:rPr>
          <w:i/>
          <w:sz w:val="28"/>
        </w:rPr>
        <w:t xml:space="preserve"> «За» - 24 чол.</w:t>
      </w:r>
    </w:p>
    <w:p w:rsidR="00581BFF" w:rsidRDefault="00581BFF" w:rsidP="001D1725">
      <w:pPr>
        <w:spacing w:line="322" w:lineRule="exact"/>
        <w:ind w:left="840"/>
        <w:rPr>
          <w:i/>
          <w:sz w:val="28"/>
        </w:rPr>
      </w:pPr>
      <w:r>
        <w:rPr>
          <w:i/>
          <w:sz w:val="28"/>
        </w:rPr>
        <w:t>«Проти – немає.</w:t>
      </w:r>
    </w:p>
    <w:p w:rsidR="00581BFF" w:rsidRDefault="00581BFF" w:rsidP="001D1725">
      <w:pPr>
        <w:ind w:left="840"/>
        <w:rPr>
          <w:i/>
          <w:sz w:val="28"/>
        </w:rPr>
      </w:pPr>
      <w:r>
        <w:rPr>
          <w:i/>
          <w:sz w:val="28"/>
        </w:rPr>
        <w:t>«Утримались» - немає.</w:t>
      </w:r>
    </w:p>
    <w:p w:rsidR="00581BFF" w:rsidRPr="001D1725" w:rsidRDefault="00581BFF" w:rsidP="001D1725">
      <w:pPr>
        <w:pStyle w:val="Heading1"/>
        <w:spacing w:before="9"/>
        <w:ind w:left="119"/>
        <w:jc w:val="left"/>
        <w:rPr>
          <w:b w:val="0"/>
        </w:rPr>
      </w:pPr>
      <w:r w:rsidRPr="001D1725">
        <w:rPr>
          <w:b w:val="0"/>
        </w:rPr>
        <w:t>Прийнято рішення № 59 (додається).</w:t>
      </w:r>
    </w:p>
    <w:p w:rsidR="00581BFF" w:rsidRPr="00465B1E" w:rsidRDefault="00581BFF" w:rsidP="00465B1E">
      <w:pPr>
        <w:spacing w:before="158" w:line="319" w:lineRule="exact"/>
        <w:ind w:left="840"/>
        <w:rPr>
          <w:b/>
          <w:sz w:val="28"/>
          <w:szCs w:val="28"/>
        </w:rPr>
      </w:pPr>
      <w:r w:rsidRPr="00465B1E">
        <w:rPr>
          <w:b/>
          <w:sz w:val="28"/>
          <w:szCs w:val="28"/>
        </w:rPr>
        <w:t>Голова селищної ради:</w:t>
      </w:r>
    </w:p>
    <w:p w:rsidR="00581BFF" w:rsidRDefault="00581BFF" w:rsidP="0003174A">
      <w:pPr>
        <w:ind w:firstLine="707"/>
        <w:jc w:val="both"/>
        <w:rPr>
          <w:sz w:val="28"/>
          <w:szCs w:val="28"/>
        </w:rPr>
      </w:pPr>
      <w:r w:rsidRPr="005A5546">
        <w:rPr>
          <w:sz w:val="28"/>
          <w:szCs w:val="28"/>
        </w:rPr>
        <w:t>Переходимо до розгляду</w:t>
      </w:r>
      <w:r>
        <w:rPr>
          <w:i/>
        </w:rPr>
        <w:t xml:space="preserve"> </w:t>
      </w:r>
      <w:r w:rsidRPr="001D1725">
        <w:rPr>
          <w:sz w:val="28"/>
          <w:szCs w:val="28"/>
        </w:rPr>
        <w:t>другого</w:t>
      </w:r>
      <w:r>
        <w:rPr>
          <w:sz w:val="28"/>
          <w:szCs w:val="28"/>
        </w:rPr>
        <w:t xml:space="preserve"> питання порядку </w:t>
      </w:r>
      <w:r w:rsidRPr="00234E9E">
        <w:rPr>
          <w:sz w:val="28"/>
          <w:szCs w:val="28"/>
        </w:rPr>
        <w:t>денного</w:t>
      </w:r>
      <w:r>
        <w:rPr>
          <w:sz w:val="28"/>
          <w:szCs w:val="28"/>
        </w:rPr>
        <w:t>.</w:t>
      </w:r>
      <w:r w:rsidRPr="000000F2">
        <w:rPr>
          <w:sz w:val="28"/>
          <w:szCs w:val="28"/>
        </w:rPr>
        <w:t xml:space="preserve"> </w:t>
      </w:r>
    </w:p>
    <w:p w:rsidR="00581BFF" w:rsidRDefault="00581BFF" w:rsidP="0003174A">
      <w:pPr>
        <w:pStyle w:val="Heading1"/>
        <w:spacing w:before="9"/>
        <w:ind w:left="119"/>
        <w:rPr>
          <w:b w:val="0"/>
        </w:rPr>
      </w:pPr>
      <w:r w:rsidRPr="001D1725">
        <w:rPr>
          <w:b w:val="0"/>
        </w:rPr>
        <w:t>Слово для інформації</w:t>
      </w:r>
      <w:r w:rsidRPr="000000F2">
        <w:t xml:space="preserve"> </w:t>
      </w:r>
      <w:r w:rsidRPr="001D1725">
        <w:rPr>
          <w:b w:val="0"/>
        </w:rPr>
        <w:t>"</w:t>
      </w:r>
      <w:r w:rsidRPr="00465B1E">
        <w:t>Про затвердження цільової програми "Доступна медицина" на 2021-2025 роки"</w:t>
      </w:r>
      <w:r>
        <w:rPr>
          <w:b w:val="0"/>
        </w:rPr>
        <w:t xml:space="preserve"> </w:t>
      </w:r>
      <w:r w:rsidRPr="001D1725">
        <w:rPr>
          <w:b w:val="0"/>
        </w:rPr>
        <w:t>надається</w:t>
      </w:r>
      <w:r w:rsidRPr="00930564">
        <w:rPr>
          <w:b w:val="0"/>
        </w:rPr>
        <w:t xml:space="preserve"> </w:t>
      </w:r>
      <w:r w:rsidRPr="001D1725">
        <w:t>Фоменко Марині Петрівні,</w:t>
      </w:r>
      <w:r w:rsidRPr="002F29D5">
        <w:rPr>
          <w:b w:val="0"/>
        </w:rPr>
        <w:t xml:space="preserve"> </w:t>
      </w:r>
      <w:r>
        <w:rPr>
          <w:b w:val="0"/>
        </w:rPr>
        <w:t xml:space="preserve">                 </w:t>
      </w:r>
      <w:r w:rsidRPr="001D1725">
        <w:rPr>
          <w:b w:val="0"/>
        </w:rPr>
        <w:t>в.о. головного лікаря комунального некомерційного підприємства "Голованівський центр первинної медико-санітарної допомоги" Голованівської селищної ради</w:t>
      </w:r>
      <w:r>
        <w:rPr>
          <w:b w:val="0"/>
        </w:rPr>
        <w:t>.</w:t>
      </w:r>
    </w:p>
    <w:p w:rsidR="00581BFF" w:rsidRPr="001D1725" w:rsidRDefault="00581BFF" w:rsidP="001D1725">
      <w:pPr>
        <w:pStyle w:val="Heading1"/>
        <w:spacing w:before="9"/>
        <w:ind w:left="119"/>
        <w:jc w:val="left"/>
        <w:rPr>
          <w:b w:val="0"/>
        </w:rPr>
      </w:pPr>
    </w:p>
    <w:p w:rsidR="00581BFF" w:rsidRPr="00465B1E" w:rsidRDefault="00581BFF" w:rsidP="001D1725">
      <w:pPr>
        <w:pStyle w:val="Heading1"/>
        <w:spacing w:before="110" w:line="319" w:lineRule="exact"/>
        <w:ind w:left="830"/>
        <w:jc w:val="left"/>
      </w:pPr>
      <w:r w:rsidRPr="00465B1E">
        <w:t>Виступаючий:</w:t>
      </w:r>
    </w:p>
    <w:p w:rsidR="00581BFF" w:rsidRDefault="00581BFF" w:rsidP="00465B1E">
      <w:pPr>
        <w:pStyle w:val="BodyText"/>
        <w:spacing w:line="237" w:lineRule="auto"/>
        <w:ind w:right="110"/>
      </w:pPr>
      <w:r>
        <w:t>Шановні депутати!</w:t>
      </w:r>
    </w:p>
    <w:p w:rsidR="00581BFF" w:rsidRPr="00465B1E" w:rsidRDefault="00581BFF" w:rsidP="0003174A">
      <w:pPr>
        <w:ind w:firstLine="567"/>
        <w:contextualSpacing/>
        <w:jc w:val="both"/>
        <w:outlineLvl w:val="3"/>
        <w:rPr>
          <w:sz w:val="28"/>
          <w:szCs w:val="28"/>
        </w:rPr>
      </w:pPr>
      <w:r w:rsidRPr="00465B1E">
        <w:rPr>
          <w:bCs/>
          <w:sz w:val="28"/>
          <w:szCs w:val="28"/>
        </w:rPr>
        <w:t xml:space="preserve">Головною метою Програми є </w:t>
      </w:r>
      <w:r w:rsidRPr="00465B1E">
        <w:rPr>
          <w:sz w:val="28"/>
          <w:szCs w:val="28"/>
        </w:rPr>
        <w:t xml:space="preserve">досягнення максимально високого рівня здоров’я для жителів громади, яку обслуговує комунальне некомерційне підприємство «Голованівський центр первинної медико-санітарної допомоги» Голованівської селищної ради, незалежно від їх віку, статі, соціального статусу, зміцнення і охорона здоров’я мешканців протягом усього їх життя, а </w:t>
      </w:r>
      <w:r w:rsidRPr="00465B1E">
        <w:rPr>
          <w:bCs/>
          <w:sz w:val="28"/>
          <w:szCs w:val="28"/>
        </w:rPr>
        <w:t>н</w:t>
      </w:r>
      <w:r w:rsidRPr="00465B1E">
        <w:rPr>
          <w:bCs/>
          <w:sz w:val="28"/>
          <w:szCs w:val="28"/>
          <w:shd w:val="clear" w:color="auto" w:fill="FFFFFF"/>
          <w:lang w:eastAsia="uk-UA"/>
        </w:rPr>
        <w:t xml:space="preserve">а первинному рівні − </w:t>
      </w:r>
      <w:r w:rsidRPr="00465B1E">
        <w:rPr>
          <w:sz w:val="28"/>
          <w:szCs w:val="28"/>
        </w:rPr>
        <w:t>вдосконалення та розвиток медичної допомоги населенню району, особливо сільського населення (формування сучасного рівня роботи фельдшерських пунктів та пунктів здоров’я, лікарських амбулаторій, лікарів загальної практики - сімейної медицини, лікарів – педіатрів, лікарів – терапевтів).</w:t>
      </w:r>
    </w:p>
    <w:p w:rsidR="00581BFF" w:rsidRPr="00465B1E" w:rsidRDefault="00581BFF" w:rsidP="0003174A">
      <w:pPr>
        <w:shd w:val="clear" w:color="auto" w:fill="FFFFFF"/>
        <w:ind w:firstLine="567"/>
        <w:contextualSpacing/>
        <w:jc w:val="both"/>
        <w:rPr>
          <w:sz w:val="28"/>
          <w:szCs w:val="28"/>
          <w:lang w:val="ru-RU"/>
        </w:rPr>
      </w:pPr>
      <w:r w:rsidRPr="00465B1E">
        <w:rPr>
          <w:sz w:val="28"/>
          <w:szCs w:val="28"/>
          <w:lang w:val="ru-RU"/>
        </w:rPr>
        <w:t>В умовах діючих механізмів та обсягів фінансування первинної ланки охорони здоров’я району необхідно забезпечити потреби населення у всіх видах медичної допомоги на первинному рівні в тому числі:</w:t>
      </w:r>
    </w:p>
    <w:p w:rsidR="00581BFF" w:rsidRPr="00465B1E" w:rsidRDefault="00581BFF" w:rsidP="0003174A">
      <w:pPr>
        <w:widowControl/>
        <w:shd w:val="clear" w:color="auto" w:fill="FFFFFF"/>
        <w:autoSpaceDE/>
        <w:autoSpaceDN/>
        <w:ind w:left="15" w:right="375"/>
        <w:jc w:val="both"/>
        <w:rPr>
          <w:sz w:val="28"/>
          <w:szCs w:val="28"/>
          <w:lang w:val="ru-RU"/>
        </w:rPr>
      </w:pPr>
      <w:r w:rsidRPr="00465B1E">
        <w:rPr>
          <w:sz w:val="28"/>
          <w:szCs w:val="28"/>
          <w:lang w:val="ru-RU"/>
        </w:rPr>
        <w:t>забезпечення безкоштовними медикаментами для амбулаторного лікування відповідно до нормативних актів;</w:t>
      </w:r>
    </w:p>
    <w:p w:rsidR="00581BFF" w:rsidRDefault="00581BFF" w:rsidP="0003174A">
      <w:pPr>
        <w:widowControl/>
        <w:shd w:val="clear" w:color="auto" w:fill="FFFFFF"/>
        <w:autoSpaceDE/>
        <w:autoSpaceDN/>
        <w:ind w:left="15" w:right="375"/>
        <w:jc w:val="both"/>
        <w:rPr>
          <w:sz w:val="28"/>
          <w:szCs w:val="28"/>
          <w:lang w:val="ru-RU"/>
        </w:rPr>
      </w:pPr>
      <w:r w:rsidRPr="00465B1E">
        <w:rPr>
          <w:sz w:val="28"/>
          <w:szCs w:val="28"/>
          <w:lang w:val="ru-RU"/>
        </w:rPr>
        <w:t>фінансування заходів, на виконання яких використання коштів Національної служби здоров’я України (НСЗУ) заборонено.</w:t>
      </w:r>
    </w:p>
    <w:p w:rsidR="00581BFF" w:rsidRPr="00465B1E" w:rsidRDefault="00581BFF" w:rsidP="0003174A">
      <w:pPr>
        <w:shd w:val="clear" w:color="auto" w:fill="FFFFFF"/>
        <w:ind w:firstLine="567"/>
        <w:jc w:val="both"/>
        <w:rPr>
          <w:sz w:val="28"/>
          <w:szCs w:val="28"/>
          <w:lang w:val="ru-RU"/>
        </w:rPr>
      </w:pPr>
      <w:r w:rsidRPr="00465B1E">
        <w:rPr>
          <w:sz w:val="28"/>
          <w:szCs w:val="28"/>
          <w:lang w:val="ru-RU"/>
        </w:rPr>
        <w:t>Мережа Центру забезпечує потреби населення у доступній, високоякісній та ефективній первинній медичній допомозі. Реформи, які проводяться у сфері охорони здоров’я, направлені на формування спроможної мережі надання первинної медичної допомоги, підняття на значно вищий рівень матеріально-технічної, діагностичної та лікувальної бази в первинній ланці, проведення будівництва, реконструкції та ремонту наявних приміщень, забезпечення транспортом, сучасним медичним обладнанням, інструментами та створення необхідних умов для комфортного обслуговування пацієнтів.</w:t>
      </w:r>
    </w:p>
    <w:p w:rsidR="00581BFF" w:rsidRPr="00465B1E" w:rsidRDefault="00581BFF" w:rsidP="0003174A">
      <w:pPr>
        <w:shd w:val="clear" w:color="auto" w:fill="FFFFFF"/>
        <w:ind w:firstLine="567"/>
        <w:jc w:val="both"/>
        <w:rPr>
          <w:sz w:val="28"/>
          <w:szCs w:val="28"/>
          <w:lang w:val="ru-RU"/>
        </w:rPr>
      </w:pPr>
      <w:r w:rsidRPr="00465B1E">
        <w:rPr>
          <w:sz w:val="28"/>
          <w:szCs w:val="28"/>
        </w:rPr>
        <w:t>Реалізація Програми буде здійснюватися протягом 2021-2025 років шляхом</w:t>
      </w:r>
      <w:r w:rsidRPr="00465B1E">
        <w:rPr>
          <w:sz w:val="28"/>
          <w:szCs w:val="28"/>
          <w:lang w:val="ru-RU"/>
        </w:rPr>
        <w:t>:</w:t>
      </w:r>
    </w:p>
    <w:p w:rsidR="00581BFF" w:rsidRPr="00465B1E" w:rsidRDefault="00581BFF" w:rsidP="0003174A">
      <w:pPr>
        <w:shd w:val="clear" w:color="auto" w:fill="FFFFFF"/>
        <w:ind w:firstLine="567"/>
        <w:jc w:val="both"/>
        <w:rPr>
          <w:sz w:val="28"/>
          <w:szCs w:val="28"/>
          <w:lang w:val="ru-RU"/>
        </w:rPr>
      </w:pPr>
      <w:r w:rsidRPr="00465B1E">
        <w:rPr>
          <w:sz w:val="28"/>
          <w:szCs w:val="28"/>
          <w:lang w:val="ru-RU"/>
        </w:rPr>
        <w:t>— пріоритетного розвитку первинної медико-санітарної допомоги;</w:t>
      </w:r>
    </w:p>
    <w:p w:rsidR="00581BFF" w:rsidRPr="00465B1E" w:rsidRDefault="00581BFF" w:rsidP="0003174A">
      <w:pPr>
        <w:shd w:val="clear" w:color="auto" w:fill="FFFFFF"/>
        <w:ind w:firstLine="567"/>
        <w:jc w:val="both"/>
        <w:rPr>
          <w:sz w:val="28"/>
          <w:szCs w:val="28"/>
          <w:lang w:val="ru-RU"/>
        </w:rPr>
      </w:pPr>
      <w:r w:rsidRPr="00465B1E">
        <w:rPr>
          <w:sz w:val="28"/>
          <w:szCs w:val="28"/>
          <w:lang w:val="ru-RU"/>
        </w:rPr>
        <w:t>— удосконалення надання невідкладної медичної допомоги населенню громади, яке обслугову</w:t>
      </w:r>
      <w:r w:rsidRPr="00465B1E">
        <w:rPr>
          <w:sz w:val="28"/>
          <w:szCs w:val="28"/>
        </w:rPr>
        <w:t>є комунальне некомерційне підприємство «Голованівський центр первинної медико-санітарної допомоги» Голованівської селищної ради</w:t>
      </w:r>
      <w:r w:rsidRPr="00465B1E">
        <w:rPr>
          <w:sz w:val="28"/>
          <w:szCs w:val="28"/>
          <w:lang w:val="ru-RU"/>
        </w:rPr>
        <w:t>;</w:t>
      </w:r>
    </w:p>
    <w:p w:rsidR="00581BFF" w:rsidRPr="00465B1E" w:rsidRDefault="00581BFF" w:rsidP="0003174A">
      <w:pPr>
        <w:shd w:val="clear" w:color="auto" w:fill="FFFFFF"/>
        <w:ind w:firstLine="567"/>
        <w:jc w:val="both"/>
        <w:rPr>
          <w:sz w:val="28"/>
          <w:szCs w:val="28"/>
          <w:lang w:val="ru-RU"/>
        </w:rPr>
      </w:pPr>
      <w:r w:rsidRPr="00465B1E">
        <w:rPr>
          <w:sz w:val="28"/>
          <w:szCs w:val="28"/>
          <w:lang w:val="ru-RU"/>
        </w:rPr>
        <w:t>— приведення матеріально-технічної бази лікарських амбулаторій у відповідність до</w:t>
      </w:r>
      <w:r w:rsidRPr="00465B1E">
        <w:rPr>
          <w:sz w:val="28"/>
          <w:szCs w:val="28"/>
        </w:rPr>
        <w:t xml:space="preserve"> Примірного табелю матеріально-технічного оснащення закладів охорони здоров’я та фізичних осіб-підприємців, які надають первинну медичну допомогу</w:t>
      </w:r>
      <w:r w:rsidRPr="00465B1E">
        <w:rPr>
          <w:sz w:val="28"/>
          <w:szCs w:val="28"/>
          <w:lang w:val="ru-RU"/>
        </w:rPr>
        <w:t>, затвердженого наказом Міністерства охорони здоров'я України від 8 травня 2020 № 1103;</w:t>
      </w:r>
    </w:p>
    <w:p w:rsidR="00581BFF" w:rsidRPr="00465B1E" w:rsidRDefault="00581BFF" w:rsidP="0003174A">
      <w:pPr>
        <w:shd w:val="clear" w:color="auto" w:fill="FFFFFF"/>
        <w:ind w:firstLine="567"/>
        <w:jc w:val="both"/>
        <w:rPr>
          <w:sz w:val="28"/>
          <w:szCs w:val="28"/>
          <w:lang w:val="ru-RU"/>
        </w:rPr>
      </w:pPr>
      <w:r w:rsidRPr="00465B1E">
        <w:rPr>
          <w:sz w:val="28"/>
          <w:szCs w:val="28"/>
          <w:lang w:val="ru-RU"/>
        </w:rPr>
        <w:t>— матеріальній мотивації праці медичних працівників.</w:t>
      </w:r>
    </w:p>
    <w:p w:rsidR="00581BFF" w:rsidRPr="00465B1E" w:rsidRDefault="00581BFF" w:rsidP="0003174A">
      <w:pPr>
        <w:ind w:firstLine="567"/>
        <w:contextualSpacing/>
        <w:jc w:val="both"/>
        <w:rPr>
          <w:sz w:val="28"/>
          <w:szCs w:val="28"/>
        </w:rPr>
      </w:pPr>
      <w:r w:rsidRPr="00465B1E">
        <w:rPr>
          <w:sz w:val="28"/>
          <w:szCs w:val="28"/>
        </w:rPr>
        <w:t xml:space="preserve">Фінансування заходів Програми здійснюватиметься за рахунок коштів бюджетів Голованівської селищної ради, Побузької селищної ради, Перегонівської сільської ради, передбачених по галузі "Охорона здоров'я",  та інших джерел не заборонених чинним законодавством України,(додаток 2).  </w:t>
      </w:r>
    </w:p>
    <w:p w:rsidR="00581BFF" w:rsidRDefault="00581BFF" w:rsidP="0003174A">
      <w:pPr>
        <w:ind w:firstLine="567"/>
        <w:contextualSpacing/>
        <w:jc w:val="both"/>
        <w:rPr>
          <w:sz w:val="28"/>
          <w:szCs w:val="28"/>
        </w:rPr>
      </w:pPr>
      <w:r w:rsidRPr="00465B1E">
        <w:rPr>
          <w:sz w:val="28"/>
          <w:szCs w:val="28"/>
        </w:rPr>
        <w:t xml:space="preserve">Обсяги коштів, які пропонується залучати на виконання цільової Програми, підлягають уточненню під час затвердження (внесення змін) до селищних та сільського бюджетів на відповідний рік, виходячи з їх можливостей.  </w:t>
      </w:r>
    </w:p>
    <w:p w:rsidR="00581BFF" w:rsidRDefault="00581BFF" w:rsidP="00465B1E">
      <w:pPr>
        <w:ind w:firstLine="567"/>
        <w:contextualSpacing/>
        <w:jc w:val="both"/>
        <w:rPr>
          <w:sz w:val="28"/>
          <w:szCs w:val="28"/>
        </w:rPr>
      </w:pPr>
    </w:p>
    <w:p w:rsidR="00581BFF" w:rsidRPr="00465B1E" w:rsidRDefault="00581BFF" w:rsidP="00465B1E">
      <w:pPr>
        <w:spacing w:before="158" w:line="319" w:lineRule="exact"/>
        <w:ind w:left="840"/>
        <w:rPr>
          <w:b/>
          <w:sz w:val="28"/>
        </w:rPr>
      </w:pPr>
      <w:r>
        <w:rPr>
          <w:b/>
          <w:sz w:val="28"/>
        </w:rPr>
        <w:t>Голова селищної ради:</w:t>
      </w:r>
    </w:p>
    <w:p w:rsidR="00581BFF" w:rsidRDefault="00581BFF" w:rsidP="00465B1E">
      <w:pPr>
        <w:rPr>
          <w:sz w:val="28"/>
          <w:szCs w:val="28"/>
        </w:rPr>
      </w:pPr>
      <w:r w:rsidRPr="005A5546">
        <w:rPr>
          <w:sz w:val="28"/>
          <w:szCs w:val="28"/>
        </w:rPr>
        <w:t xml:space="preserve">Чи є запитання </w:t>
      </w:r>
      <w:r>
        <w:rPr>
          <w:sz w:val="28"/>
          <w:szCs w:val="28"/>
        </w:rPr>
        <w:t xml:space="preserve">у депутатів? </w:t>
      </w:r>
    </w:p>
    <w:p w:rsidR="00581BFF" w:rsidRDefault="00581BFF" w:rsidP="00465B1E">
      <w:pPr>
        <w:rPr>
          <w:sz w:val="28"/>
          <w:szCs w:val="28"/>
        </w:rPr>
      </w:pPr>
    </w:p>
    <w:p w:rsidR="00581BFF" w:rsidRDefault="00581BFF" w:rsidP="00EF6760">
      <w:pPr>
        <w:pStyle w:val="BodyText"/>
        <w:spacing w:line="319" w:lineRule="exact"/>
        <w:ind w:left="840" w:hanging="840"/>
      </w:pPr>
      <w:r>
        <w:t xml:space="preserve"> Запитання  про фінансовий план задав депутат Чушкін О.І. </w:t>
      </w:r>
    </w:p>
    <w:p w:rsidR="00581BFF" w:rsidRDefault="00581BFF" w:rsidP="00EF6760">
      <w:pPr>
        <w:ind w:hanging="840"/>
        <w:rPr>
          <w:sz w:val="28"/>
          <w:szCs w:val="28"/>
        </w:rPr>
      </w:pPr>
      <w:r>
        <w:rPr>
          <w:sz w:val="28"/>
          <w:szCs w:val="28"/>
        </w:rPr>
        <w:t xml:space="preserve">            </w:t>
      </w:r>
    </w:p>
    <w:p w:rsidR="00581BFF" w:rsidRDefault="00581BFF" w:rsidP="00EF6760">
      <w:pPr>
        <w:ind w:hanging="840"/>
        <w:rPr>
          <w:sz w:val="28"/>
          <w:szCs w:val="28"/>
        </w:rPr>
      </w:pPr>
      <w:r>
        <w:rPr>
          <w:sz w:val="28"/>
          <w:szCs w:val="28"/>
        </w:rPr>
        <w:t xml:space="preserve">             Цобенко С.О. надав відповідь  щодо поставленого запитання.</w:t>
      </w:r>
    </w:p>
    <w:p w:rsidR="00581BFF" w:rsidRDefault="00581BFF" w:rsidP="00465B1E">
      <w:pPr>
        <w:rPr>
          <w:sz w:val="28"/>
          <w:szCs w:val="28"/>
        </w:rPr>
      </w:pPr>
    </w:p>
    <w:p w:rsidR="00581BFF" w:rsidRPr="00EF6760" w:rsidRDefault="00581BFF" w:rsidP="00EF6760">
      <w:pPr>
        <w:spacing w:before="158" w:line="319" w:lineRule="exact"/>
        <w:ind w:left="840"/>
        <w:rPr>
          <w:b/>
          <w:sz w:val="28"/>
        </w:rPr>
      </w:pPr>
      <w:r>
        <w:rPr>
          <w:b/>
          <w:sz w:val="28"/>
        </w:rPr>
        <w:t>Голова селищної ради:</w:t>
      </w:r>
    </w:p>
    <w:p w:rsidR="00581BFF" w:rsidRPr="005A5546" w:rsidRDefault="00581BFF" w:rsidP="0003174A">
      <w:pPr>
        <w:ind w:firstLine="708"/>
        <w:jc w:val="both"/>
        <w:rPr>
          <w:b/>
          <w:i/>
          <w:sz w:val="28"/>
          <w:szCs w:val="28"/>
        </w:rPr>
      </w:pPr>
      <w:r w:rsidRPr="002F29D5">
        <w:rPr>
          <w:sz w:val="28"/>
          <w:szCs w:val="28"/>
        </w:rPr>
        <w:t>На  засіданні постійної комісії селищної ради з питань питань  фінансів, бюджету, управління комунальною власністю  та  соціально-економічного розвитку</w:t>
      </w:r>
      <w:r>
        <w:rPr>
          <w:sz w:val="28"/>
          <w:szCs w:val="28"/>
        </w:rPr>
        <w:t xml:space="preserve">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581BFF" w:rsidRPr="005A5546" w:rsidRDefault="00581BFF" w:rsidP="0003174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A37A5E" w:rsidRDefault="00581BFF" w:rsidP="00465B1E">
      <w:pPr>
        <w:rPr>
          <w:sz w:val="16"/>
          <w:szCs w:val="16"/>
        </w:rPr>
      </w:pPr>
    </w:p>
    <w:p w:rsidR="00581BFF" w:rsidRPr="0094115B" w:rsidRDefault="00581BFF" w:rsidP="00465B1E">
      <w:pPr>
        <w:rPr>
          <w:sz w:val="28"/>
          <w:szCs w:val="28"/>
        </w:rPr>
      </w:pPr>
      <w:r w:rsidRPr="0094115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A5984">
        <w:tc>
          <w:tcPr>
            <w:tcW w:w="534" w:type="dxa"/>
          </w:tcPr>
          <w:p w:rsidR="00581BFF" w:rsidRPr="00ED61E6" w:rsidRDefault="00581BFF" w:rsidP="008A5984">
            <w:pPr>
              <w:ind w:right="-2"/>
              <w:jc w:val="center"/>
            </w:pPr>
            <w:r w:rsidRPr="00ED61E6">
              <w:t>№</w:t>
            </w:r>
          </w:p>
        </w:tc>
        <w:tc>
          <w:tcPr>
            <w:tcW w:w="6095" w:type="dxa"/>
          </w:tcPr>
          <w:p w:rsidR="00581BFF" w:rsidRPr="00ED61E6" w:rsidRDefault="00581BFF" w:rsidP="008A5984">
            <w:pPr>
              <w:ind w:right="-2"/>
              <w:jc w:val="center"/>
            </w:pPr>
            <w:r w:rsidRPr="00ED61E6">
              <w:t>ПІБ депутата</w:t>
            </w:r>
          </w:p>
        </w:tc>
        <w:tc>
          <w:tcPr>
            <w:tcW w:w="2551" w:type="dxa"/>
          </w:tcPr>
          <w:p w:rsidR="00581BFF" w:rsidRPr="00ED61E6" w:rsidRDefault="00581BFF" w:rsidP="008A5984">
            <w:pPr>
              <w:ind w:right="-2"/>
              <w:jc w:val="center"/>
            </w:pPr>
            <w:r w:rsidRPr="00ED61E6">
              <w:t>Результати голосування</w:t>
            </w:r>
          </w:p>
        </w:tc>
      </w:tr>
      <w:tr w:rsidR="00581BFF" w:rsidRPr="00ED61E6" w:rsidTr="008A5984">
        <w:tc>
          <w:tcPr>
            <w:tcW w:w="534" w:type="dxa"/>
          </w:tcPr>
          <w:p w:rsidR="00581BFF" w:rsidRPr="00ED61E6" w:rsidRDefault="00581BFF" w:rsidP="008A5984">
            <w:pPr>
              <w:ind w:right="-2"/>
              <w:jc w:val="center"/>
            </w:pPr>
            <w:r w:rsidRPr="00ED61E6">
              <w:t>1</w:t>
            </w:r>
          </w:p>
        </w:tc>
        <w:tc>
          <w:tcPr>
            <w:tcW w:w="6095" w:type="dxa"/>
          </w:tcPr>
          <w:p w:rsidR="00581BFF" w:rsidRPr="00ED61E6" w:rsidRDefault="00581BFF" w:rsidP="008A5984">
            <w:r w:rsidRPr="00ED61E6">
              <w:t>Цобенко Сергій Олександрович – селищний голова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w:t>
            </w:r>
          </w:p>
        </w:tc>
        <w:tc>
          <w:tcPr>
            <w:tcW w:w="6095" w:type="dxa"/>
          </w:tcPr>
          <w:p w:rsidR="00581BFF" w:rsidRPr="00ED61E6" w:rsidRDefault="00581BFF" w:rsidP="008A5984">
            <w:r w:rsidRPr="00ED61E6">
              <w:t>Брижатюк Олена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3</w:t>
            </w:r>
          </w:p>
        </w:tc>
        <w:tc>
          <w:tcPr>
            <w:tcW w:w="6095" w:type="dxa"/>
          </w:tcPr>
          <w:p w:rsidR="00581BFF" w:rsidRPr="00ED61E6" w:rsidRDefault="00581BFF" w:rsidP="008A5984">
            <w:r w:rsidRPr="00ED61E6">
              <w:t>Голімбієвська Тамара Павлівна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4</w:t>
            </w:r>
          </w:p>
        </w:tc>
        <w:tc>
          <w:tcPr>
            <w:tcW w:w="6095" w:type="dxa"/>
          </w:tcPr>
          <w:p w:rsidR="00581BFF" w:rsidRPr="00ED61E6" w:rsidRDefault="00581BFF" w:rsidP="008A5984">
            <w:r w:rsidRPr="00ED61E6">
              <w:t>Грушецький Анатолій Георгійович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5</w:t>
            </w:r>
          </w:p>
        </w:tc>
        <w:tc>
          <w:tcPr>
            <w:tcW w:w="6095" w:type="dxa"/>
          </w:tcPr>
          <w:p w:rsidR="00581BFF" w:rsidRPr="00ED61E6" w:rsidRDefault="00581BFF" w:rsidP="008A5984">
            <w:r w:rsidRPr="00ED61E6">
              <w:t>Дудар Василь Серафимович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6</w:t>
            </w:r>
          </w:p>
        </w:tc>
        <w:tc>
          <w:tcPr>
            <w:tcW w:w="6095" w:type="dxa"/>
          </w:tcPr>
          <w:p w:rsidR="00581BFF" w:rsidRPr="00ED61E6" w:rsidRDefault="00581BFF" w:rsidP="008A5984">
            <w:r w:rsidRPr="00ED61E6">
              <w:t>Захаренко Вадим Володимирович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7</w:t>
            </w:r>
          </w:p>
        </w:tc>
        <w:tc>
          <w:tcPr>
            <w:tcW w:w="6095" w:type="dxa"/>
          </w:tcPr>
          <w:p w:rsidR="00581BFF" w:rsidRPr="00ED61E6" w:rsidRDefault="00581BFF" w:rsidP="008A5984">
            <w:r w:rsidRPr="00ED61E6">
              <w:t>Кучмій Богдан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8</w:t>
            </w:r>
          </w:p>
        </w:tc>
        <w:tc>
          <w:tcPr>
            <w:tcW w:w="6095" w:type="dxa"/>
          </w:tcPr>
          <w:p w:rsidR="00581BFF" w:rsidRPr="00ED61E6" w:rsidRDefault="00581BFF" w:rsidP="008A5984">
            <w:r w:rsidRPr="00ED61E6">
              <w:t>Кучмій Юрій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9</w:t>
            </w:r>
          </w:p>
        </w:tc>
        <w:tc>
          <w:tcPr>
            <w:tcW w:w="6095" w:type="dxa"/>
          </w:tcPr>
          <w:p w:rsidR="00581BFF" w:rsidRPr="00ED61E6" w:rsidRDefault="00581BFF" w:rsidP="008A5984">
            <w:r w:rsidRPr="00ED61E6">
              <w:t>Кругла Тетяна Дмитрівна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10</w:t>
            </w:r>
          </w:p>
        </w:tc>
        <w:tc>
          <w:tcPr>
            <w:tcW w:w="6095" w:type="dxa"/>
          </w:tcPr>
          <w:p w:rsidR="00581BFF" w:rsidRPr="00ED61E6" w:rsidRDefault="00581BFF" w:rsidP="008A5984">
            <w:r w:rsidRPr="00ED61E6">
              <w:t>Лісовська Тамара Андріївна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11</w:t>
            </w:r>
          </w:p>
        </w:tc>
        <w:tc>
          <w:tcPr>
            <w:tcW w:w="6095" w:type="dxa"/>
          </w:tcPr>
          <w:p w:rsidR="00581BFF" w:rsidRPr="00ED61E6" w:rsidRDefault="00581BFF" w:rsidP="008A5984">
            <w:r w:rsidRPr="00ED61E6">
              <w:t>Лісовський  Сергій Олександрович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12</w:t>
            </w:r>
          </w:p>
        </w:tc>
        <w:tc>
          <w:tcPr>
            <w:tcW w:w="6095" w:type="dxa"/>
          </w:tcPr>
          <w:p w:rsidR="00581BFF" w:rsidRPr="00ED61E6" w:rsidRDefault="00581BFF" w:rsidP="008A5984">
            <w:r w:rsidRPr="00ED61E6">
              <w:t>Мирошниченко Олена Віталіївна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13</w:t>
            </w:r>
          </w:p>
        </w:tc>
        <w:tc>
          <w:tcPr>
            <w:tcW w:w="6095" w:type="dxa"/>
          </w:tcPr>
          <w:p w:rsidR="00581BFF" w:rsidRPr="00ED61E6" w:rsidRDefault="00581BFF" w:rsidP="008A5984">
            <w:r w:rsidRPr="00ED61E6">
              <w:t>Мостовик Сергій Віталійович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14</w:t>
            </w:r>
          </w:p>
        </w:tc>
        <w:tc>
          <w:tcPr>
            <w:tcW w:w="6095" w:type="dxa"/>
          </w:tcPr>
          <w:p w:rsidR="00581BFF" w:rsidRPr="00ED61E6" w:rsidRDefault="00581BFF" w:rsidP="008A5984">
            <w:r w:rsidRPr="00ED61E6">
              <w:t>Напханюк Ольга Іванівна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15</w:t>
            </w:r>
          </w:p>
        </w:tc>
        <w:tc>
          <w:tcPr>
            <w:tcW w:w="6095" w:type="dxa"/>
          </w:tcPr>
          <w:p w:rsidR="00581BFF" w:rsidRPr="00ED61E6" w:rsidRDefault="00581BFF" w:rsidP="008A5984">
            <w:r w:rsidRPr="00ED61E6">
              <w:t>Напханюк Світлана Олексіївна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16</w:t>
            </w:r>
          </w:p>
        </w:tc>
        <w:tc>
          <w:tcPr>
            <w:tcW w:w="6095" w:type="dxa"/>
          </w:tcPr>
          <w:p w:rsidR="00581BFF" w:rsidRPr="00ED61E6" w:rsidRDefault="00581BFF" w:rsidP="008A5984">
            <w:r w:rsidRPr="00ED61E6">
              <w:t>Новіков Сергій Алійович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17</w:t>
            </w:r>
          </w:p>
        </w:tc>
        <w:tc>
          <w:tcPr>
            <w:tcW w:w="6095" w:type="dxa"/>
          </w:tcPr>
          <w:p w:rsidR="00581BFF" w:rsidRPr="00ED61E6" w:rsidRDefault="00581BFF" w:rsidP="008A5984">
            <w:r w:rsidRPr="00ED61E6">
              <w:t>Піщик Тетяна Володимирівна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18</w:t>
            </w:r>
          </w:p>
        </w:tc>
        <w:tc>
          <w:tcPr>
            <w:tcW w:w="6095" w:type="dxa"/>
          </w:tcPr>
          <w:p w:rsidR="00581BFF" w:rsidRPr="00ED61E6" w:rsidRDefault="00581BFF" w:rsidP="008A5984">
            <w:r w:rsidRPr="00ED61E6">
              <w:t>Романщак Наталія Василівна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19</w:t>
            </w:r>
          </w:p>
        </w:tc>
        <w:tc>
          <w:tcPr>
            <w:tcW w:w="6095" w:type="dxa"/>
          </w:tcPr>
          <w:p w:rsidR="00581BFF" w:rsidRPr="00ED61E6" w:rsidRDefault="00581BFF" w:rsidP="008A5984">
            <w:r w:rsidRPr="00ED61E6">
              <w:t>Рибак Ігор Федорович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20</w:t>
            </w:r>
          </w:p>
        </w:tc>
        <w:tc>
          <w:tcPr>
            <w:tcW w:w="6095" w:type="dxa"/>
          </w:tcPr>
          <w:p w:rsidR="00581BFF" w:rsidRPr="00ED61E6" w:rsidRDefault="00581BFF" w:rsidP="008A5984">
            <w:r w:rsidRPr="00ED61E6">
              <w:t>Сачук Валентина Михайлівна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21</w:t>
            </w:r>
          </w:p>
        </w:tc>
        <w:tc>
          <w:tcPr>
            <w:tcW w:w="6095" w:type="dxa"/>
          </w:tcPr>
          <w:p w:rsidR="00581BFF" w:rsidRPr="00ED61E6" w:rsidRDefault="00581BFF" w:rsidP="008A5984">
            <w:r w:rsidRPr="00ED61E6">
              <w:t>Сторожук Віталій Олексійович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22</w:t>
            </w:r>
          </w:p>
        </w:tc>
        <w:tc>
          <w:tcPr>
            <w:tcW w:w="6095" w:type="dxa"/>
          </w:tcPr>
          <w:p w:rsidR="00581BFF" w:rsidRPr="00ED61E6" w:rsidRDefault="00581BFF" w:rsidP="008A5984">
            <w:r w:rsidRPr="00ED61E6">
              <w:t>Скрипар Василь Іванович</w:t>
            </w:r>
          </w:p>
        </w:tc>
        <w:tc>
          <w:tcPr>
            <w:tcW w:w="2551" w:type="dxa"/>
          </w:tcPr>
          <w:p w:rsidR="00581BFF" w:rsidRPr="00ED61E6" w:rsidRDefault="00581BFF" w:rsidP="008A5984">
            <w:pPr>
              <w:ind w:right="-2"/>
            </w:pPr>
            <w:r>
              <w:t>відсутній</w:t>
            </w:r>
          </w:p>
        </w:tc>
      </w:tr>
      <w:tr w:rsidR="00581BFF" w:rsidRPr="00ED61E6" w:rsidTr="008A5984">
        <w:tc>
          <w:tcPr>
            <w:tcW w:w="534" w:type="dxa"/>
          </w:tcPr>
          <w:p w:rsidR="00581BFF" w:rsidRPr="00ED61E6" w:rsidRDefault="00581BFF" w:rsidP="008A5984">
            <w:pPr>
              <w:ind w:right="-2"/>
              <w:jc w:val="center"/>
            </w:pPr>
            <w:r w:rsidRPr="00ED61E6">
              <w:t>23</w:t>
            </w:r>
          </w:p>
        </w:tc>
        <w:tc>
          <w:tcPr>
            <w:tcW w:w="6095" w:type="dxa"/>
          </w:tcPr>
          <w:p w:rsidR="00581BFF" w:rsidRPr="00ED61E6" w:rsidRDefault="00581BFF" w:rsidP="008A5984">
            <w:r w:rsidRPr="00ED61E6">
              <w:t>Сулима Ольга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24</w:t>
            </w:r>
          </w:p>
        </w:tc>
        <w:tc>
          <w:tcPr>
            <w:tcW w:w="6095" w:type="dxa"/>
          </w:tcPr>
          <w:p w:rsidR="00581BFF" w:rsidRPr="00ED61E6" w:rsidRDefault="00581BFF" w:rsidP="008A5984">
            <w:r w:rsidRPr="00ED61E6">
              <w:t>Туз Сергій Віталійович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25</w:t>
            </w:r>
          </w:p>
        </w:tc>
        <w:tc>
          <w:tcPr>
            <w:tcW w:w="6095" w:type="dxa"/>
          </w:tcPr>
          <w:p w:rsidR="00581BFF" w:rsidRPr="00ED61E6" w:rsidRDefault="00581BFF" w:rsidP="008A5984">
            <w:r w:rsidRPr="00ED61E6">
              <w:t>Чушкін Олексій Іванович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26</w:t>
            </w:r>
          </w:p>
        </w:tc>
        <w:tc>
          <w:tcPr>
            <w:tcW w:w="6095" w:type="dxa"/>
          </w:tcPr>
          <w:p w:rsidR="00581BFF" w:rsidRPr="00ED61E6" w:rsidRDefault="00581BFF" w:rsidP="008A5984">
            <w:r w:rsidRPr="00ED61E6">
              <w:t>Чушкіна Надія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27</w:t>
            </w:r>
          </w:p>
        </w:tc>
        <w:tc>
          <w:tcPr>
            <w:tcW w:w="6095" w:type="dxa"/>
          </w:tcPr>
          <w:p w:rsidR="00581BFF" w:rsidRPr="00ED61E6" w:rsidRDefault="00581BFF" w:rsidP="008A5984">
            <w:r w:rsidRPr="00ED61E6">
              <w:t>Ясінський Микола Володимирович</w:t>
            </w:r>
          </w:p>
        </w:tc>
        <w:tc>
          <w:tcPr>
            <w:tcW w:w="2551" w:type="dxa"/>
          </w:tcPr>
          <w:p w:rsidR="00581BFF" w:rsidRPr="00ED61E6" w:rsidRDefault="00581BFF" w:rsidP="008A5984">
            <w:pPr>
              <w:ind w:right="-2"/>
            </w:pPr>
            <w:r>
              <w:t>За</w:t>
            </w:r>
          </w:p>
        </w:tc>
      </w:tr>
    </w:tbl>
    <w:p w:rsidR="00581BFF" w:rsidRPr="001D1725" w:rsidRDefault="00581BFF" w:rsidP="00465B1E">
      <w:pPr>
        <w:rPr>
          <w:sz w:val="28"/>
          <w:szCs w:val="28"/>
        </w:rPr>
      </w:pPr>
      <w:r>
        <w:rPr>
          <w:sz w:val="28"/>
          <w:szCs w:val="28"/>
        </w:rPr>
        <w:t>Усього проголосували</w:t>
      </w:r>
      <w:r w:rsidRPr="001D1725">
        <w:rPr>
          <w:sz w:val="28"/>
          <w:szCs w:val="28"/>
        </w:rPr>
        <w:t>,  з них :</w:t>
      </w:r>
    </w:p>
    <w:p w:rsidR="00581BFF" w:rsidRDefault="00581BFF" w:rsidP="00465B1E">
      <w:pPr>
        <w:spacing w:line="319" w:lineRule="exact"/>
        <w:ind w:left="840"/>
        <w:rPr>
          <w:i/>
          <w:sz w:val="28"/>
        </w:rPr>
      </w:pPr>
      <w:r>
        <w:rPr>
          <w:i/>
          <w:sz w:val="28"/>
        </w:rPr>
        <w:t xml:space="preserve"> «За» - 24 чол.</w:t>
      </w:r>
    </w:p>
    <w:p w:rsidR="00581BFF" w:rsidRDefault="00581BFF" w:rsidP="00465B1E">
      <w:pPr>
        <w:spacing w:line="322" w:lineRule="exact"/>
        <w:ind w:left="840"/>
        <w:rPr>
          <w:i/>
          <w:sz w:val="28"/>
        </w:rPr>
      </w:pPr>
      <w:r>
        <w:rPr>
          <w:i/>
          <w:sz w:val="28"/>
        </w:rPr>
        <w:t>«Проти – немає.</w:t>
      </w:r>
    </w:p>
    <w:p w:rsidR="00581BFF" w:rsidRDefault="00581BFF" w:rsidP="00465B1E">
      <w:pPr>
        <w:ind w:left="840"/>
        <w:rPr>
          <w:i/>
          <w:sz w:val="28"/>
        </w:rPr>
      </w:pPr>
      <w:r>
        <w:rPr>
          <w:i/>
          <w:sz w:val="28"/>
        </w:rPr>
        <w:t>«Утримались» - немає.</w:t>
      </w:r>
    </w:p>
    <w:p w:rsidR="00581BFF" w:rsidRDefault="00581BFF" w:rsidP="00465B1E">
      <w:pPr>
        <w:pStyle w:val="Heading1"/>
        <w:spacing w:before="9"/>
        <w:ind w:left="119"/>
        <w:jc w:val="left"/>
        <w:rPr>
          <w:b w:val="0"/>
        </w:rPr>
      </w:pPr>
      <w:r w:rsidRPr="001D1725">
        <w:rPr>
          <w:b w:val="0"/>
        </w:rPr>
        <w:t>Прийнято</w:t>
      </w:r>
      <w:r>
        <w:rPr>
          <w:b w:val="0"/>
        </w:rPr>
        <w:t xml:space="preserve"> рішення № 60</w:t>
      </w:r>
      <w:r w:rsidRPr="001D1725">
        <w:rPr>
          <w:b w:val="0"/>
        </w:rPr>
        <w:t xml:space="preserve"> (додається).</w:t>
      </w:r>
    </w:p>
    <w:p w:rsidR="00581BFF" w:rsidRDefault="00581BFF" w:rsidP="00465B1E">
      <w:pPr>
        <w:pStyle w:val="Heading1"/>
        <w:spacing w:before="9"/>
        <w:ind w:left="119"/>
        <w:jc w:val="left"/>
        <w:rPr>
          <w:b w:val="0"/>
        </w:rPr>
      </w:pPr>
    </w:p>
    <w:p w:rsidR="00581BFF" w:rsidRPr="00465B1E" w:rsidRDefault="00581BFF" w:rsidP="00465B1E">
      <w:pPr>
        <w:spacing w:before="158" w:line="319" w:lineRule="exact"/>
        <w:ind w:left="840"/>
        <w:rPr>
          <w:b/>
          <w:sz w:val="28"/>
          <w:szCs w:val="28"/>
        </w:rPr>
      </w:pPr>
      <w:r w:rsidRPr="00465B1E">
        <w:rPr>
          <w:b/>
          <w:sz w:val="28"/>
          <w:szCs w:val="28"/>
        </w:rPr>
        <w:t>Голова селищної ради:</w:t>
      </w:r>
    </w:p>
    <w:p w:rsidR="00581BFF" w:rsidRDefault="00581BFF" w:rsidP="0067583F">
      <w:pPr>
        <w:jc w:val="both"/>
        <w:rPr>
          <w:sz w:val="28"/>
          <w:szCs w:val="28"/>
        </w:rPr>
      </w:pPr>
      <w:r w:rsidRPr="00B05A04">
        <w:rPr>
          <w:sz w:val="28"/>
          <w:szCs w:val="28"/>
        </w:rPr>
        <w:t xml:space="preserve">Переходимо до розгляду </w:t>
      </w:r>
      <w:r w:rsidRPr="00465B1E">
        <w:rPr>
          <w:sz w:val="28"/>
          <w:szCs w:val="28"/>
        </w:rPr>
        <w:t xml:space="preserve">третього </w:t>
      </w:r>
      <w:r w:rsidRPr="00B05A04">
        <w:rPr>
          <w:sz w:val="28"/>
          <w:szCs w:val="28"/>
        </w:rPr>
        <w:t>питання</w:t>
      </w:r>
      <w:r>
        <w:rPr>
          <w:sz w:val="28"/>
          <w:szCs w:val="28"/>
        </w:rPr>
        <w:t xml:space="preserve"> порядку денного. </w:t>
      </w:r>
    </w:p>
    <w:p w:rsidR="00581BFF" w:rsidRDefault="00581BFF" w:rsidP="0067583F">
      <w:pPr>
        <w:pStyle w:val="Heading1"/>
        <w:spacing w:before="9"/>
        <w:ind w:left="0"/>
        <w:rPr>
          <w:b w:val="0"/>
        </w:rPr>
      </w:pPr>
      <w:r w:rsidRPr="00465B1E">
        <w:rPr>
          <w:b w:val="0"/>
        </w:rPr>
        <w:t>Слово для інформації</w:t>
      </w:r>
      <w:r w:rsidRPr="00930564">
        <w:rPr>
          <w:b w:val="0"/>
        </w:rPr>
        <w:t xml:space="preserve"> </w:t>
      </w:r>
      <w:r w:rsidRPr="00465B1E">
        <w:t>"Про затвердження  П</w:t>
      </w:r>
      <w:r>
        <w:t xml:space="preserve">рограми "Розвитку та фінансової  </w:t>
      </w:r>
      <w:r w:rsidRPr="00465B1E">
        <w:t>підтримки комунального некомерційного підприємства  "Голованівська центральна районна лікарня" на  2021-2023 роки"</w:t>
      </w:r>
      <w:r w:rsidRPr="00806FF2">
        <w:rPr>
          <w:b w:val="0"/>
        </w:rPr>
        <w:t xml:space="preserve"> </w:t>
      </w:r>
      <w:r w:rsidRPr="00465B1E">
        <w:rPr>
          <w:b w:val="0"/>
        </w:rPr>
        <w:t>надається</w:t>
      </w:r>
      <w:r w:rsidRPr="00930564">
        <w:rPr>
          <w:b w:val="0"/>
        </w:rPr>
        <w:t xml:space="preserve"> </w:t>
      </w:r>
      <w:r w:rsidRPr="00465B1E">
        <w:t>Брижатюк Олені Василівні</w:t>
      </w:r>
      <w:r w:rsidRPr="00465B1E">
        <w:rPr>
          <w:b w:val="0"/>
        </w:rPr>
        <w:t>, медичному директору комунального некомерційного підприємства</w:t>
      </w:r>
      <w:r>
        <w:t xml:space="preserve"> </w:t>
      </w:r>
      <w:r w:rsidRPr="00806FF2">
        <w:rPr>
          <w:b w:val="0"/>
        </w:rPr>
        <w:t>"Голованівська центральна районна лікарня</w:t>
      </w:r>
      <w:r>
        <w:rPr>
          <w:b w:val="0"/>
        </w:rPr>
        <w:t>.</w:t>
      </w:r>
    </w:p>
    <w:p w:rsidR="00581BFF" w:rsidRPr="001D1725" w:rsidRDefault="00581BFF" w:rsidP="0067583F">
      <w:pPr>
        <w:pStyle w:val="Heading1"/>
        <w:spacing w:before="9"/>
        <w:ind w:left="0"/>
        <w:rPr>
          <w:b w:val="0"/>
        </w:rPr>
      </w:pPr>
    </w:p>
    <w:p w:rsidR="00581BFF" w:rsidRPr="00465B1E" w:rsidRDefault="00581BFF" w:rsidP="0067583F">
      <w:pPr>
        <w:pStyle w:val="Heading1"/>
        <w:spacing w:before="110" w:line="319" w:lineRule="exact"/>
        <w:ind w:left="830"/>
      </w:pPr>
      <w:r w:rsidRPr="00465B1E">
        <w:t>Виступаючий:</w:t>
      </w:r>
    </w:p>
    <w:p w:rsidR="00581BFF" w:rsidRDefault="00581BFF" w:rsidP="0067583F">
      <w:pPr>
        <w:pStyle w:val="BodyText"/>
        <w:spacing w:line="237" w:lineRule="auto"/>
        <w:ind w:right="110"/>
      </w:pPr>
      <w:r>
        <w:t>Шановні депутати!</w:t>
      </w:r>
    </w:p>
    <w:p w:rsidR="00581BFF" w:rsidRPr="00EA7FDE" w:rsidRDefault="00581BFF" w:rsidP="0067583F">
      <w:pPr>
        <w:shd w:val="clear" w:color="auto" w:fill="FFFFFF"/>
        <w:jc w:val="both"/>
        <w:textAlignment w:val="baseline"/>
        <w:rPr>
          <w:sz w:val="28"/>
          <w:szCs w:val="28"/>
        </w:rPr>
      </w:pPr>
      <w:r>
        <w:rPr>
          <w:sz w:val="28"/>
          <w:szCs w:val="28"/>
        </w:rPr>
        <w:t xml:space="preserve">          </w:t>
      </w:r>
      <w:r w:rsidRPr="00EA7FDE">
        <w:rPr>
          <w:sz w:val="28"/>
          <w:szCs w:val="28"/>
        </w:rPr>
        <w:t>Метою Програми є налагодження ефективного функціонування системи надання населенню доступної і високоякісної вторинної (спеціалізованої)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rsidR="00581BFF" w:rsidRPr="00EA7FDE" w:rsidRDefault="00581BFF" w:rsidP="0067583F">
      <w:pPr>
        <w:shd w:val="clear" w:color="auto" w:fill="FFFFFF"/>
        <w:jc w:val="both"/>
        <w:textAlignment w:val="baseline"/>
        <w:rPr>
          <w:sz w:val="28"/>
          <w:szCs w:val="28"/>
        </w:rPr>
      </w:pPr>
      <w:r>
        <w:rPr>
          <w:sz w:val="28"/>
          <w:szCs w:val="28"/>
        </w:rPr>
        <w:t xml:space="preserve">         </w:t>
      </w:r>
      <w:r w:rsidRPr="00EA7FDE">
        <w:rPr>
          <w:sz w:val="28"/>
          <w:szCs w:val="28"/>
        </w:rPr>
        <w:t>Програмою визначено такі основні завдання:</w:t>
      </w:r>
    </w:p>
    <w:p w:rsidR="00581BFF" w:rsidRPr="00EA7FDE" w:rsidRDefault="00581BFF" w:rsidP="0067583F">
      <w:pPr>
        <w:shd w:val="clear" w:color="auto" w:fill="FFFFFF"/>
        <w:jc w:val="both"/>
        <w:textAlignment w:val="baseline"/>
        <w:rPr>
          <w:sz w:val="28"/>
          <w:szCs w:val="28"/>
        </w:rPr>
      </w:pPr>
      <w:r>
        <w:rPr>
          <w:sz w:val="28"/>
          <w:szCs w:val="28"/>
        </w:rPr>
        <w:tab/>
      </w:r>
      <w:r w:rsidRPr="00EA7FDE">
        <w:rPr>
          <w:sz w:val="28"/>
          <w:szCs w:val="28"/>
        </w:rPr>
        <w:t>- 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581BFF" w:rsidRPr="00E10201" w:rsidRDefault="00581BFF" w:rsidP="0067583F">
      <w:pPr>
        <w:shd w:val="clear" w:color="auto" w:fill="FFFFFF"/>
        <w:jc w:val="both"/>
        <w:textAlignment w:val="baseline"/>
        <w:rPr>
          <w:sz w:val="28"/>
          <w:szCs w:val="28"/>
        </w:rPr>
      </w:pPr>
      <w:r>
        <w:rPr>
          <w:sz w:val="28"/>
          <w:szCs w:val="28"/>
        </w:rPr>
        <w:tab/>
      </w:r>
      <w:r w:rsidRPr="00E10201">
        <w:rPr>
          <w:sz w:val="28"/>
          <w:szCs w:val="28"/>
        </w:rPr>
        <w:t>- удосконалення лікувального процесу;</w:t>
      </w:r>
    </w:p>
    <w:p w:rsidR="00581BFF" w:rsidRPr="00EA7FDE" w:rsidRDefault="00581BFF" w:rsidP="0067583F">
      <w:pPr>
        <w:shd w:val="clear" w:color="auto" w:fill="FFFFFF"/>
        <w:jc w:val="both"/>
        <w:textAlignment w:val="baseline"/>
        <w:rPr>
          <w:sz w:val="28"/>
          <w:szCs w:val="28"/>
        </w:rPr>
      </w:pPr>
      <w:r>
        <w:rPr>
          <w:sz w:val="28"/>
          <w:szCs w:val="28"/>
        </w:rPr>
        <w:tab/>
      </w:r>
      <w:r w:rsidRPr="00EA7FDE">
        <w:rPr>
          <w:sz w:val="28"/>
          <w:szCs w:val="28"/>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581BFF" w:rsidRDefault="00581BFF" w:rsidP="0067583F">
      <w:pPr>
        <w:shd w:val="clear" w:color="auto" w:fill="FFFFFF"/>
        <w:jc w:val="both"/>
        <w:textAlignment w:val="baseline"/>
        <w:rPr>
          <w:sz w:val="28"/>
          <w:szCs w:val="28"/>
        </w:rPr>
      </w:pPr>
      <w:r>
        <w:rPr>
          <w:sz w:val="28"/>
          <w:szCs w:val="28"/>
        </w:rPr>
        <w:tab/>
      </w:r>
      <w:r w:rsidRPr="00EA7FDE">
        <w:rPr>
          <w:sz w:val="28"/>
          <w:szCs w:val="28"/>
        </w:rPr>
        <w:t>- проведення перепідготовки, удосконалення та підвищення кваліфікації медичних кадрів</w:t>
      </w:r>
      <w:r>
        <w:rPr>
          <w:sz w:val="28"/>
          <w:szCs w:val="28"/>
        </w:rPr>
        <w:t>.</w:t>
      </w:r>
    </w:p>
    <w:p w:rsidR="00581BFF" w:rsidRPr="00EA7FDE" w:rsidRDefault="00581BFF" w:rsidP="0067583F">
      <w:pPr>
        <w:shd w:val="clear" w:color="auto" w:fill="FFFFFF"/>
        <w:jc w:val="both"/>
        <w:textAlignment w:val="baseline"/>
        <w:rPr>
          <w:sz w:val="28"/>
          <w:szCs w:val="28"/>
        </w:rPr>
      </w:pPr>
      <w:r w:rsidRPr="00EA7FDE">
        <w:rPr>
          <w:sz w:val="28"/>
          <w:szCs w:val="28"/>
        </w:rPr>
        <w:t>Виконання заходів Програми сприятиме:</w:t>
      </w:r>
    </w:p>
    <w:p w:rsidR="00581BFF" w:rsidRPr="00EA7FDE" w:rsidRDefault="00581BFF" w:rsidP="0067583F">
      <w:pPr>
        <w:shd w:val="clear" w:color="auto" w:fill="FFFFFF"/>
        <w:jc w:val="both"/>
        <w:textAlignment w:val="baseline"/>
        <w:rPr>
          <w:sz w:val="28"/>
          <w:szCs w:val="28"/>
        </w:rPr>
      </w:pPr>
      <w:r w:rsidRPr="00EA7FDE">
        <w:rPr>
          <w:sz w:val="28"/>
          <w:szCs w:val="28"/>
        </w:rPr>
        <w:t>-  забезпеченню  вчасного  та  безперебійного  медичного  обслуговування населення;</w:t>
      </w:r>
    </w:p>
    <w:p w:rsidR="00581BFF" w:rsidRPr="00EA7FDE" w:rsidRDefault="00581BFF" w:rsidP="0067583F">
      <w:pPr>
        <w:shd w:val="clear" w:color="auto" w:fill="FFFFFF"/>
        <w:jc w:val="both"/>
        <w:textAlignment w:val="baseline"/>
        <w:rPr>
          <w:sz w:val="28"/>
          <w:szCs w:val="28"/>
        </w:rPr>
      </w:pPr>
      <w:r w:rsidRPr="00EA7FDE">
        <w:rPr>
          <w:sz w:val="28"/>
          <w:szCs w:val="28"/>
        </w:rPr>
        <w:t>-  покращенню  якості  та  ефект</w:t>
      </w:r>
      <w:r>
        <w:rPr>
          <w:sz w:val="28"/>
          <w:szCs w:val="28"/>
        </w:rPr>
        <w:t>ивності    надання  лікувально</w:t>
      </w:r>
      <w:r w:rsidRPr="00EA7FDE">
        <w:rPr>
          <w:sz w:val="28"/>
          <w:szCs w:val="28"/>
        </w:rPr>
        <w:t>-профілактичної допомоги;</w:t>
      </w:r>
    </w:p>
    <w:p w:rsidR="00581BFF" w:rsidRPr="00EA7FDE" w:rsidRDefault="00581BFF" w:rsidP="0067583F">
      <w:pPr>
        <w:shd w:val="clear" w:color="auto" w:fill="FFFFFF"/>
        <w:jc w:val="both"/>
        <w:textAlignment w:val="baseline"/>
        <w:rPr>
          <w:sz w:val="28"/>
          <w:szCs w:val="28"/>
        </w:rPr>
      </w:pPr>
      <w:r w:rsidRPr="00EA7FDE">
        <w:rPr>
          <w:sz w:val="28"/>
          <w:szCs w:val="28"/>
        </w:rPr>
        <w:t>-  зниженню рівня захворюваності  та смертності населення;</w:t>
      </w:r>
    </w:p>
    <w:p w:rsidR="00581BFF" w:rsidRPr="00EA7FDE" w:rsidRDefault="00581BFF" w:rsidP="0067583F">
      <w:pPr>
        <w:shd w:val="clear" w:color="auto" w:fill="FFFFFF"/>
        <w:jc w:val="both"/>
        <w:textAlignment w:val="baseline"/>
        <w:rPr>
          <w:sz w:val="28"/>
          <w:szCs w:val="28"/>
        </w:rPr>
      </w:pPr>
      <w:r w:rsidRPr="00EA7FDE">
        <w:rPr>
          <w:sz w:val="28"/>
          <w:szCs w:val="28"/>
        </w:rPr>
        <w:t>-  покращенню матеріально-технічної бази підприємства;</w:t>
      </w:r>
    </w:p>
    <w:p w:rsidR="00581BFF" w:rsidRPr="00EA7FDE" w:rsidRDefault="00581BFF" w:rsidP="0067583F">
      <w:pPr>
        <w:shd w:val="clear" w:color="auto" w:fill="FFFFFF"/>
        <w:jc w:val="both"/>
        <w:textAlignment w:val="baseline"/>
        <w:rPr>
          <w:sz w:val="28"/>
          <w:szCs w:val="28"/>
        </w:rPr>
      </w:pPr>
      <w:r w:rsidRPr="00EA7FDE">
        <w:rPr>
          <w:sz w:val="28"/>
          <w:szCs w:val="28"/>
        </w:rPr>
        <w:t>-  підвищенню  укомплектованості  закладу  кваліфікованими  медичними</w:t>
      </w:r>
    </w:p>
    <w:p w:rsidR="00581BFF" w:rsidRPr="00EA7FDE" w:rsidRDefault="00581BFF" w:rsidP="0067583F">
      <w:pPr>
        <w:shd w:val="clear" w:color="auto" w:fill="FFFFFF"/>
        <w:jc w:val="both"/>
        <w:textAlignment w:val="baseline"/>
        <w:rPr>
          <w:sz w:val="28"/>
          <w:szCs w:val="28"/>
        </w:rPr>
      </w:pPr>
      <w:r w:rsidRPr="00EA7FDE">
        <w:rPr>
          <w:sz w:val="28"/>
          <w:szCs w:val="28"/>
        </w:rPr>
        <w:t>кадрами;</w:t>
      </w:r>
    </w:p>
    <w:p w:rsidR="00581BFF" w:rsidRPr="00EA7FDE" w:rsidRDefault="00581BFF" w:rsidP="0067583F">
      <w:pPr>
        <w:shd w:val="clear" w:color="auto" w:fill="FFFFFF"/>
        <w:jc w:val="both"/>
        <w:textAlignment w:val="baseline"/>
        <w:rPr>
          <w:sz w:val="28"/>
          <w:szCs w:val="28"/>
        </w:rPr>
      </w:pPr>
      <w:r w:rsidRPr="00EA7FDE">
        <w:rPr>
          <w:sz w:val="28"/>
          <w:szCs w:val="28"/>
        </w:rPr>
        <w:t>-  забезпеченню  своєчасності  розрахунків  та  недопущення  виникнення</w:t>
      </w:r>
    </w:p>
    <w:p w:rsidR="00581BFF" w:rsidRDefault="00581BFF" w:rsidP="0067583F">
      <w:pPr>
        <w:shd w:val="clear" w:color="auto" w:fill="FFFFFF"/>
        <w:jc w:val="both"/>
        <w:textAlignment w:val="baseline"/>
        <w:rPr>
          <w:sz w:val="28"/>
          <w:szCs w:val="28"/>
        </w:rPr>
      </w:pPr>
      <w:r w:rsidRPr="00EA7FDE">
        <w:rPr>
          <w:sz w:val="28"/>
          <w:szCs w:val="28"/>
        </w:rPr>
        <w:t>заборгованості підприємства.</w:t>
      </w:r>
    </w:p>
    <w:p w:rsidR="00581BFF" w:rsidRPr="00EA7FDE" w:rsidRDefault="00581BFF" w:rsidP="0067583F">
      <w:pPr>
        <w:shd w:val="clear" w:color="auto" w:fill="FFFFFF"/>
        <w:jc w:val="both"/>
        <w:textAlignment w:val="baseline"/>
        <w:rPr>
          <w:sz w:val="28"/>
          <w:szCs w:val="28"/>
        </w:rPr>
      </w:pPr>
    </w:p>
    <w:p w:rsidR="00581BFF" w:rsidRPr="00EA7FDE" w:rsidRDefault="00581BFF" w:rsidP="0067583F">
      <w:pPr>
        <w:shd w:val="clear" w:color="auto" w:fill="FFFFFF"/>
        <w:jc w:val="both"/>
        <w:textAlignment w:val="baseline"/>
        <w:rPr>
          <w:sz w:val="28"/>
          <w:szCs w:val="28"/>
        </w:rPr>
      </w:pPr>
      <w:r w:rsidRPr="00EA7FDE">
        <w:rPr>
          <w:sz w:val="28"/>
          <w:szCs w:val="28"/>
        </w:rPr>
        <w:t>Фінансове забезпечення Програми здійснюється відповідно до законодавства України за раху</w:t>
      </w:r>
      <w:r>
        <w:rPr>
          <w:sz w:val="28"/>
          <w:szCs w:val="28"/>
        </w:rPr>
        <w:t>нок коштів районного селищного</w:t>
      </w:r>
      <w:r w:rsidRPr="00EA7FDE">
        <w:rPr>
          <w:sz w:val="28"/>
          <w:szCs w:val="28"/>
        </w:rPr>
        <w:t xml:space="preserve"> бюджетів.</w:t>
      </w:r>
    </w:p>
    <w:p w:rsidR="00581BFF" w:rsidRPr="00EA7FDE" w:rsidRDefault="00581BFF" w:rsidP="0067583F">
      <w:pPr>
        <w:shd w:val="clear" w:color="auto" w:fill="FFFFFF"/>
        <w:jc w:val="both"/>
        <w:rPr>
          <w:sz w:val="28"/>
          <w:szCs w:val="28"/>
        </w:rPr>
      </w:pPr>
      <w:r>
        <w:rPr>
          <w:sz w:val="28"/>
          <w:szCs w:val="28"/>
        </w:rPr>
        <w:t xml:space="preserve">           </w:t>
      </w:r>
      <w:r w:rsidRPr="00EA7FDE">
        <w:rPr>
          <w:sz w:val="28"/>
          <w:szCs w:val="28"/>
        </w:rPr>
        <w:t xml:space="preserve">Кошти, отримані за результатами діяльності підприємства , використовуються ним на виконання запланованих заходів Програми. </w:t>
      </w:r>
    </w:p>
    <w:p w:rsidR="00581BFF" w:rsidRDefault="00581BFF" w:rsidP="0067583F">
      <w:pPr>
        <w:shd w:val="clear" w:color="auto" w:fill="FFFFFF"/>
        <w:jc w:val="both"/>
        <w:rPr>
          <w:sz w:val="28"/>
          <w:szCs w:val="28"/>
        </w:rPr>
      </w:pPr>
      <w:r>
        <w:rPr>
          <w:sz w:val="28"/>
          <w:szCs w:val="28"/>
        </w:rPr>
        <w:t xml:space="preserve">           </w:t>
      </w:r>
      <w:r w:rsidRPr="00EA7FDE">
        <w:rPr>
          <w:sz w:val="28"/>
          <w:szCs w:val="28"/>
        </w:rPr>
        <w:t>Підприємство має бути включено до мережі головного розпорядника бюджетних коштів та використовувати виділені кошти згідно з планом використання.</w:t>
      </w:r>
    </w:p>
    <w:p w:rsidR="00581BFF" w:rsidRPr="00A13A90" w:rsidRDefault="00581BFF" w:rsidP="0067583F">
      <w:pPr>
        <w:shd w:val="clear" w:color="auto" w:fill="FFFFFF"/>
        <w:jc w:val="both"/>
        <w:textAlignment w:val="baseline"/>
        <w:rPr>
          <w:color w:val="000000"/>
          <w:sz w:val="28"/>
          <w:szCs w:val="28"/>
        </w:rPr>
      </w:pPr>
      <w:r w:rsidRPr="00EA7FDE">
        <w:rPr>
          <w:sz w:val="28"/>
          <w:szCs w:val="28"/>
        </w:rPr>
        <w:t xml:space="preserve">Організацію та координацію виконання заходів Програми здійснює КНП «Голованівська  центральна районна лікарня», а контроль за виконанням Програми </w:t>
      </w:r>
      <w:r w:rsidRPr="00A13A90">
        <w:rPr>
          <w:color w:val="000000"/>
          <w:sz w:val="28"/>
          <w:szCs w:val="28"/>
        </w:rPr>
        <w:t>– постійна комісія районної ради з питань фінансів, бюджету, управління комунальною власністю та соціально-економічного розвитку.</w:t>
      </w:r>
    </w:p>
    <w:p w:rsidR="00581BFF" w:rsidRDefault="00581BFF" w:rsidP="00EF6760">
      <w:pPr>
        <w:shd w:val="clear" w:color="auto" w:fill="FFFFFF"/>
        <w:jc w:val="both"/>
        <w:rPr>
          <w:sz w:val="28"/>
          <w:szCs w:val="28"/>
        </w:rPr>
      </w:pPr>
    </w:p>
    <w:p w:rsidR="00581BFF" w:rsidRPr="00EF6760" w:rsidRDefault="00581BFF" w:rsidP="00EF6760">
      <w:pPr>
        <w:spacing w:before="158" w:line="319" w:lineRule="exact"/>
        <w:ind w:left="840"/>
        <w:rPr>
          <w:b/>
          <w:sz w:val="28"/>
          <w:szCs w:val="28"/>
        </w:rPr>
      </w:pPr>
      <w:r w:rsidRPr="00465B1E">
        <w:rPr>
          <w:b/>
          <w:sz w:val="28"/>
          <w:szCs w:val="28"/>
        </w:rPr>
        <w:t>Голова селищної ради:</w:t>
      </w:r>
    </w:p>
    <w:p w:rsidR="00581BFF" w:rsidRDefault="00581BFF" w:rsidP="00EF6760">
      <w:pPr>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w:t>
      </w:r>
    </w:p>
    <w:p w:rsidR="00581BFF" w:rsidRDefault="00581BFF" w:rsidP="00EF6760">
      <w:pPr>
        <w:rPr>
          <w:sz w:val="28"/>
          <w:szCs w:val="28"/>
        </w:rPr>
      </w:pPr>
    </w:p>
    <w:p w:rsidR="00581BFF" w:rsidRDefault="00581BFF" w:rsidP="00EF6760">
      <w:pPr>
        <w:rPr>
          <w:sz w:val="28"/>
          <w:szCs w:val="28"/>
        </w:rPr>
      </w:pPr>
      <w:r>
        <w:rPr>
          <w:sz w:val="28"/>
          <w:szCs w:val="28"/>
        </w:rPr>
        <w:t>Депутат Чушкін О.І. поставив запитання про спостережні ради.</w:t>
      </w:r>
    </w:p>
    <w:p w:rsidR="00581BFF" w:rsidRDefault="00581BFF" w:rsidP="00EF6760">
      <w:pPr>
        <w:rPr>
          <w:sz w:val="28"/>
          <w:szCs w:val="28"/>
        </w:rPr>
      </w:pPr>
    </w:p>
    <w:p w:rsidR="00581BFF" w:rsidRDefault="00581BFF" w:rsidP="00EF6760">
      <w:pPr>
        <w:rPr>
          <w:sz w:val="28"/>
          <w:szCs w:val="28"/>
        </w:rPr>
      </w:pPr>
      <w:r>
        <w:rPr>
          <w:sz w:val="28"/>
          <w:szCs w:val="28"/>
        </w:rPr>
        <w:t>Цобенко С.О. надав відповідь  щодо поставленого запитання.</w:t>
      </w:r>
    </w:p>
    <w:p w:rsidR="00581BFF" w:rsidRPr="005A5546" w:rsidRDefault="00581BFF" w:rsidP="00EF6760">
      <w:pPr>
        <w:rPr>
          <w:sz w:val="28"/>
          <w:szCs w:val="28"/>
        </w:rPr>
      </w:pPr>
    </w:p>
    <w:p w:rsidR="00581BFF" w:rsidRPr="005A5546" w:rsidRDefault="00581BFF" w:rsidP="0003174A">
      <w:pPr>
        <w:ind w:firstLine="708"/>
        <w:jc w:val="both"/>
        <w:rPr>
          <w:b/>
          <w:i/>
          <w:sz w:val="28"/>
          <w:szCs w:val="28"/>
        </w:rPr>
      </w:pPr>
      <w:r w:rsidRPr="002F29D5">
        <w:rPr>
          <w:sz w:val="28"/>
          <w:szCs w:val="28"/>
        </w:rPr>
        <w:t>На засіданні постійної комісій селищної ради з питань фінансів, бюджету, управління комунальною власністю та соціально-економічного розвитку</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581BFF" w:rsidRPr="005A5546" w:rsidRDefault="00581BFF" w:rsidP="0003174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w:t>
      </w:r>
      <w:r>
        <w:rPr>
          <w:sz w:val="28"/>
          <w:szCs w:val="28"/>
        </w:rPr>
        <w:t>рошу визначитись щодо даного проє</w:t>
      </w:r>
      <w:r w:rsidRPr="005A5546">
        <w:rPr>
          <w:sz w:val="28"/>
          <w:szCs w:val="28"/>
        </w:rPr>
        <w:t>кту рішення голосуванням.</w:t>
      </w:r>
    </w:p>
    <w:p w:rsidR="00581BFF" w:rsidRPr="00EA7FDE" w:rsidRDefault="00581BFF" w:rsidP="00EF6760">
      <w:pPr>
        <w:shd w:val="clear" w:color="auto" w:fill="FFFFFF"/>
        <w:jc w:val="both"/>
        <w:rPr>
          <w:sz w:val="28"/>
          <w:szCs w:val="28"/>
        </w:rPr>
      </w:pPr>
    </w:p>
    <w:p w:rsidR="00581BFF" w:rsidRPr="0094115B" w:rsidRDefault="00581BFF" w:rsidP="008A5984">
      <w:pPr>
        <w:rPr>
          <w:sz w:val="28"/>
          <w:szCs w:val="28"/>
        </w:rPr>
      </w:pPr>
      <w:r w:rsidRPr="0094115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A5984">
        <w:tc>
          <w:tcPr>
            <w:tcW w:w="534" w:type="dxa"/>
          </w:tcPr>
          <w:p w:rsidR="00581BFF" w:rsidRPr="00ED61E6" w:rsidRDefault="00581BFF" w:rsidP="008A5984">
            <w:pPr>
              <w:ind w:right="-2"/>
              <w:jc w:val="center"/>
            </w:pPr>
            <w:r w:rsidRPr="00ED61E6">
              <w:t>№</w:t>
            </w:r>
          </w:p>
        </w:tc>
        <w:tc>
          <w:tcPr>
            <w:tcW w:w="6095" w:type="dxa"/>
          </w:tcPr>
          <w:p w:rsidR="00581BFF" w:rsidRPr="00ED61E6" w:rsidRDefault="00581BFF" w:rsidP="008A5984">
            <w:pPr>
              <w:ind w:right="-2"/>
              <w:jc w:val="center"/>
            </w:pPr>
            <w:r w:rsidRPr="00ED61E6">
              <w:t>ПІБ депутата</w:t>
            </w:r>
          </w:p>
        </w:tc>
        <w:tc>
          <w:tcPr>
            <w:tcW w:w="2551" w:type="dxa"/>
          </w:tcPr>
          <w:p w:rsidR="00581BFF" w:rsidRPr="00ED61E6" w:rsidRDefault="00581BFF" w:rsidP="008A5984">
            <w:pPr>
              <w:ind w:right="-2"/>
              <w:jc w:val="center"/>
            </w:pPr>
            <w:r w:rsidRPr="00ED61E6">
              <w:t>Результати голосування</w:t>
            </w:r>
          </w:p>
        </w:tc>
      </w:tr>
      <w:tr w:rsidR="00581BFF" w:rsidRPr="00ED61E6" w:rsidTr="008A5984">
        <w:tc>
          <w:tcPr>
            <w:tcW w:w="534" w:type="dxa"/>
          </w:tcPr>
          <w:p w:rsidR="00581BFF" w:rsidRPr="00ED61E6" w:rsidRDefault="00581BFF" w:rsidP="008A5984">
            <w:pPr>
              <w:ind w:right="-2"/>
              <w:jc w:val="center"/>
            </w:pPr>
            <w:r w:rsidRPr="00ED61E6">
              <w:t>1</w:t>
            </w:r>
          </w:p>
        </w:tc>
        <w:tc>
          <w:tcPr>
            <w:tcW w:w="6095" w:type="dxa"/>
          </w:tcPr>
          <w:p w:rsidR="00581BFF" w:rsidRPr="00ED61E6" w:rsidRDefault="00581BFF" w:rsidP="008A5984">
            <w:r w:rsidRPr="00ED61E6">
              <w:t>Цобенко Сергій Олександрович – селищний голова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w:t>
            </w:r>
          </w:p>
        </w:tc>
        <w:tc>
          <w:tcPr>
            <w:tcW w:w="6095" w:type="dxa"/>
          </w:tcPr>
          <w:p w:rsidR="00581BFF" w:rsidRPr="00ED61E6" w:rsidRDefault="00581BFF" w:rsidP="008A5984">
            <w:r w:rsidRPr="00ED61E6">
              <w:t>Брижатюк Олена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3</w:t>
            </w:r>
          </w:p>
        </w:tc>
        <w:tc>
          <w:tcPr>
            <w:tcW w:w="6095" w:type="dxa"/>
          </w:tcPr>
          <w:p w:rsidR="00581BFF" w:rsidRPr="00ED61E6" w:rsidRDefault="00581BFF" w:rsidP="008A5984">
            <w:r w:rsidRPr="00ED61E6">
              <w:t>Голімбієвська Тамара Павлівна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4</w:t>
            </w:r>
          </w:p>
        </w:tc>
        <w:tc>
          <w:tcPr>
            <w:tcW w:w="6095" w:type="dxa"/>
          </w:tcPr>
          <w:p w:rsidR="00581BFF" w:rsidRPr="00ED61E6" w:rsidRDefault="00581BFF" w:rsidP="008A5984">
            <w:r w:rsidRPr="00ED61E6">
              <w:t>Грушецький Анатолій Георгійович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5</w:t>
            </w:r>
          </w:p>
        </w:tc>
        <w:tc>
          <w:tcPr>
            <w:tcW w:w="6095" w:type="dxa"/>
          </w:tcPr>
          <w:p w:rsidR="00581BFF" w:rsidRPr="00ED61E6" w:rsidRDefault="00581BFF" w:rsidP="008A5984">
            <w:r w:rsidRPr="00ED61E6">
              <w:t>Дудар Василь Серафимович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6</w:t>
            </w:r>
          </w:p>
        </w:tc>
        <w:tc>
          <w:tcPr>
            <w:tcW w:w="6095" w:type="dxa"/>
          </w:tcPr>
          <w:p w:rsidR="00581BFF" w:rsidRPr="00ED61E6" w:rsidRDefault="00581BFF" w:rsidP="008A5984">
            <w:r w:rsidRPr="00ED61E6">
              <w:t>Захаренко Вадим Володимирович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7</w:t>
            </w:r>
          </w:p>
        </w:tc>
        <w:tc>
          <w:tcPr>
            <w:tcW w:w="6095" w:type="dxa"/>
          </w:tcPr>
          <w:p w:rsidR="00581BFF" w:rsidRPr="00ED61E6" w:rsidRDefault="00581BFF" w:rsidP="008A5984">
            <w:r w:rsidRPr="00ED61E6">
              <w:t>Кучмій Богдан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8</w:t>
            </w:r>
          </w:p>
        </w:tc>
        <w:tc>
          <w:tcPr>
            <w:tcW w:w="6095" w:type="dxa"/>
          </w:tcPr>
          <w:p w:rsidR="00581BFF" w:rsidRPr="00ED61E6" w:rsidRDefault="00581BFF" w:rsidP="008A5984">
            <w:r w:rsidRPr="00ED61E6">
              <w:t>Кучмій Юрій Борисович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9</w:t>
            </w:r>
          </w:p>
        </w:tc>
        <w:tc>
          <w:tcPr>
            <w:tcW w:w="6095" w:type="dxa"/>
          </w:tcPr>
          <w:p w:rsidR="00581BFF" w:rsidRPr="00ED61E6" w:rsidRDefault="00581BFF" w:rsidP="008A5984">
            <w:r w:rsidRPr="00ED61E6">
              <w:t>Кругла Тетяна Дмитрівна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10</w:t>
            </w:r>
          </w:p>
        </w:tc>
        <w:tc>
          <w:tcPr>
            <w:tcW w:w="6095" w:type="dxa"/>
          </w:tcPr>
          <w:p w:rsidR="00581BFF" w:rsidRPr="00ED61E6" w:rsidRDefault="00581BFF" w:rsidP="008A5984">
            <w:r w:rsidRPr="00ED61E6">
              <w:t>Лісовська Тамара Андріївна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11</w:t>
            </w:r>
          </w:p>
        </w:tc>
        <w:tc>
          <w:tcPr>
            <w:tcW w:w="6095" w:type="dxa"/>
          </w:tcPr>
          <w:p w:rsidR="00581BFF" w:rsidRPr="00ED61E6" w:rsidRDefault="00581BFF" w:rsidP="008A5984">
            <w:r w:rsidRPr="00ED61E6">
              <w:t>Лісовський  Сергій Олександрович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12</w:t>
            </w:r>
          </w:p>
        </w:tc>
        <w:tc>
          <w:tcPr>
            <w:tcW w:w="6095" w:type="dxa"/>
          </w:tcPr>
          <w:p w:rsidR="00581BFF" w:rsidRPr="00ED61E6" w:rsidRDefault="00581BFF" w:rsidP="008A5984">
            <w:r w:rsidRPr="00ED61E6">
              <w:t>Мирошниченко Олена Віталіївна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13</w:t>
            </w:r>
          </w:p>
        </w:tc>
        <w:tc>
          <w:tcPr>
            <w:tcW w:w="6095" w:type="dxa"/>
          </w:tcPr>
          <w:p w:rsidR="00581BFF" w:rsidRPr="00ED61E6" w:rsidRDefault="00581BFF" w:rsidP="008A5984">
            <w:r w:rsidRPr="00ED61E6">
              <w:t>Мостовик Сергій Віталійович</w:t>
            </w:r>
          </w:p>
        </w:tc>
        <w:tc>
          <w:tcPr>
            <w:tcW w:w="2551" w:type="dxa"/>
          </w:tcPr>
          <w:p w:rsidR="00581BFF" w:rsidRPr="00ED61E6" w:rsidRDefault="00581BFF" w:rsidP="008A5984">
            <w:pPr>
              <w:tabs>
                <w:tab w:val="left" w:pos="285"/>
                <w:tab w:val="left" w:pos="360"/>
                <w:tab w:val="center" w:pos="512"/>
              </w:tabs>
              <w:ind w:right="-2"/>
            </w:pPr>
            <w:r>
              <w:t>відсутній</w:t>
            </w:r>
          </w:p>
        </w:tc>
      </w:tr>
      <w:tr w:rsidR="00581BFF" w:rsidRPr="00ED61E6" w:rsidTr="008A5984">
        <w:tc>
          <w:tcPr>
            <w:tcW w:w="534" w:type="dxa"/>
          </w:tcPr>
          <w:p w:rsidR="00581BFF" w:rsidRPr="00ED61E6" w:rsidRDefault="00581BFF" w:rsidP="008A5984">
            <w:pPr>
              <w:ind w:right="-2"/>
              <w:jc w:val="center"/>
            </w:pPr>
            <w:r w:rsidRPr="00ED61E6">
              <w:t>14</w:t>
            </w:r>
          </w:p>
        </w:tc>
        <w:tc>
          <w:tcPr>
            <w:tcW w:w="6095" w:type="dxa"/>
          </w:tcPr>
          <w:p w:rsidR="00581BFF" w:rsidRPr="00ED61E6" w:rsidRDefault="00581BFF" w:rsidP="008A5984">
            <w:r w:rsidRPr="00ED61E6">
              <w:t>Напханюк Ольга Іванівна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15</w:t>
            </w:r>
          </w:p>
        </w:tc>
        <w:tc>
          <w:tcPr>
            <w:tcW w:w="6095" w:type="dxa"/>
          </w:tcPr>
          <w:p w:rsidR="00581BFF" w:rsidRPr="00ED61E6" w:rsidRDefault="00581BFF" w:rsidP="008A5984">
            <w:r w:rsidRPr="00ED61E6">
              <w:t>Напханюк Світлана Олексіївна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16</w:t>
            </w:r>
          </w:p>
        </w:tc>
        <w:tc>
          <w:tcPr>
            <w:tcW w:w="6095" w:type="dxa"/>
          </w:tcPr>
          <w:p w:rsidR="00581BFF" w:rsidRPr="00ED61E6" w:rsidRDefault="00581BFF" w:rsidP="008A5984">
            <w:r w:rsidRPr="00ED61E6">
              <w:t>Новіков Сергій Алійович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17</w:t>
            </w:r>
          </w:p>
        </w:tc>
        <w:tc>
          <w:tcPr>
            <w:tcW w:w="6095" w:type="dxa"/>
          </w:tcPr>
          <w:p w:rsidR="00581BFF" w:rsidRPr="00ED61E6" w:rsidRDefault="00581BFF" w:rsidP="008A5984">
            <w:r w:rsidRPr="00ED61E6">
              <w:t>Піщик Тетяна Володимирівна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18</w:t>
            </w:r>
          </w:p>
        </w:tc>
        <w:tc>
          <w:tcPr>
            <w:tcW w:w="6095" w:type="dxa"/>
          </w:tcPr>
          <w:p w:rsidR="00581BFF" w:rsidRPr="00ED61E6" w:rsidRDefault="00581BFF" w:rsidP="008A5984">
            <w:r w:rsidRPr="00ED61E6">
              <w:t>Романщак Наталія Василівна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19</w:t>
            </w:r>
          </w:p>
        </w:tc>
        <w:tc>
          <w:tcPr>
            <w:tcW w:w="6095" w:type="dxa"/>
          </w:tcPr>
          <w:p w:rsidR="00581BFF" w:rsidRPr="00ED61E6" w:rsidRDefault="00581BFF" w:rsidP="008A5984">
            <w:r w:rsidRPr="00ED61E6">
              <w:t>Рибак Ігор Федорович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20</w:t>
            </w:r>
          </w:p>
        </w:tc>
        <w:tc>
          <w:tcPr>
            <w:tcW w:w="6095" w:type="dxa"/>
          </w:tcPr>
          <w:p w:rsidR="00581BFF" w:rsidRPr="00ED61E6" w:rsidRDefault="00581BFF" w:rsidP="008A5984">
            <w:r w:rsidRPr="00ED61E6">
              <w:t>Сачук Валентина Михайлівна</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21</w:t>
            </w:r>
          </w:p>
        </w:tc>
        <w:tc>
          <w:tcPr>
            <w:tcW w:w="6095" w:type="dxa"/>
          </w:tcPr>
          <w:p w:rsidR="00581BFF" w:rsidRPr="00ED61E6" w:rsidRDefault="00581BFF" w:rsidP="008A5984">
            <w:r w:rsidRPr="00ED61E6">
              <w:t>Сторожук Віталій Олексійович</w:t>
            </w:r>
          </w:p>
        </w:tc>
        <w:tc>
          <w:tcPr>
            <w:tcW w:w="2551" w:type="dxa"/>
          </w:tcPr>
          <w:p w:rsidR="00581BFF" w:rsidRPr="00ED61E6" w:rsidRDefault="00581BFF" w:rsidP="008A5984">
            <w:pPr>
              <w:ind w:right="-2"/>
            </w:pPr>
            <w:r>
              <w:t>За</w:t>
            </w:r>
          </w:p>
        </w:tc>
      </w:tr>
      <w:tr w:rsidR="00581BFF" w:rsidRPr="00ED61E6" w:rsidTr="008A5984">
        <w:tc>
          <w:tcPr>
            <w:tcW w:w="534" w:type="dxa"/>
          </w:tcPr>
          <w:p w:rsidR="00581BFF" w:rsidRPr="00ED61E6" w:rsidRDefault="00581BFF" w:rsidP="008A5984">
            <w:pPr>
              <w:ind w:right="-2"/>
              <w:jc w:val="center"/>
            </w:pPr>
            <w:r w:rsidRPr="00ED61E6">
              <w:t>22</w:t>
            </w:r>
          </w:p>
        </w:tc>
        <w:tc>
          <w:tcPr>
            <w:tcW w:w="6095" w:type="dxa"/>
          </w:tcPr>
          <w:p w:rsidR="00581BFF" w:rsidRPr="00ED61E6" w:rsidRDefault="00581BFF" w:rsidP="008A5984">
            <w:r w:rsidRPr="00ED61E6">
              <w:t>Скрипар Василь Іванович</w:t>
            </w:r>
          </w:p>
        </w:tc>
        <w:tc>
          <w:tcPr>
            <w:tcW w:w="2551" w:type="dxa"/>
          </w:tcPr>
          <w:p w:rsidR="00581BFF" w:rsidRPr="00ED61E6" w:rsidRDefault="00581BFF" w:rsidP="008A5984">
            <w:pPr>
              <w:ind w:right="-2"/>
            </w:pPr>
            <w:r>
              <w:t>відсутній</w:t>
            </w:r>
          </w:p>
        </w:tc>
      </w:tr>
      <w:tr w:rsidR="00581BFF" w:rsidRPr="00ED61E6" w:rsidTr="008A5984">
        <w:tc>
          <w:tcPr>
            <w:tcW w:w="534" w:type="dxa"/>
          </w:tcPr>
          <w:p w:rsidR="00581BFF" w:rsidRPr="00ED61E6" w:rsidRDefault="00581BFF" w:rsidP="008A5984">
            <w:pPr>
              <w:ind w:right="-2"/>
              <w:jc w:val="center"/>
            </w:pPr>
            <w:r w:rsidRPr="00ED61E6">
              <w:t>23</w:t>
            </w:r>
          </w:p>
        </w:tc>
        <w:tc>
          <w:tcPr>
            <w:tcW w:w="6095" w:type="dxa"/>
          </w:tcPr>
          <w:p w:rsidR="00581BFF" w:rsidRPr="00ED61E6" w:rsidRDefault="00581BFF" w:rsidP="008A5984">
            <w:r w:rsidRPr="00ED61E6">
              <w:t>Сулима Ольга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24</w:t>
            </w:r>
          </w:p>
        </w:tc>
        <w:tc>
          <w:tcPr>
            <w:tcW w:w="6095" w:type="dxa"/>
          </w:tcPr>
          <w:p w:rsidR="00581BFF" w:rsidRPr="00ED61E6" w:rsidRDefault="00581BFF" w:rsidP="008A5984">
            <w:r w:rsidRPr="00ED61E6">
              <w:t>Туз Сергій Віталійович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25</w:t>
            </w:r>
          </w:p>
        </w:tc>
        <w:tc>
          <w:tcPr>
            <w:tcW w:w="6095" w:type="dxa"/>
          </w:tcPr>
          <w:p w:rsidR="00581BFF" w:rsidRPr="00ED61E6" w:rsidRDefault="00581BFF" w:rsidP="008A5984">
            <w:r w:rsidRPr="00ED61E6">
              <w:t>Чушкін Олексій Іванович</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26</w:t>
            </w:r>
          </w:p>
        </w:tc>
        <w:tc>
          <w:tcPr>
            <w:tcW w:w="6095" w:type="dxa"/>
          </w:tcPr>
          <w:p w:rsidR="00581BFF" w:rsidRPr="00ED61E6" w:rsidRDefault="00581BFF" w:rsidP="008A5984">
            <w:r w:rsidRPr="00ED61E6">
              <w:t>Чушкіна Надія Василівна</w:t>
            </w:r>
          </w:p>
        </w:tc>
        <w:tc>
          <w:tcPr>
            <w:tcW w:w="2551" w:type="dxa"/>
          </w:tcPr>
          <w:p w:rsidR="00581BFF" w:rsidRPr="00ED61E6" w:rsidRDefault="00581BFF" w:rsidP="008A5984">
            <w:pPr>
              <w:tabs>
                <w:tab w:val="left" w:pos="285"/>
                <w:tab w:val="left" w:pos="360"/>
                <w:tab w:val="center" w:pos="512"/>
              </w:tabs>
              <w:ind w:right="-2"/>
            </w:pPr>
            <w:r>
              <w:t>За</w:t>
            </w:r>
          </w:p>
        </w:tc>
      </w:tr>
      <w:tr w:rsidR="00581BFF" w:rsidRPr="00ED61E6" w:rsidTr="008A5984">
        <w:tc>
          <w:tcPr>
            <w:tcW w:w="534" w:type="dxa"/>
          </w:tcPr>
          <w:p w:rsidR="00581BFF" w:rsidRPr="00ED61E6" w:rsidRDefault="00581BFF" w:rsidP="008A5984">
            <w:pPr>
              <w:ind w:right="-2"/>
              <w:jc w:val="center"/>
            </w:pPr>
            <w:r w:rsidRPr="00ED61E6">
              <w:t>27</w:t>
            </w:r>
          </w:p>
        </w:tc>
        <w:tc>
          <w:tcPr>
            <w:tcW w:w="6095" w:type="dxa"/>
          </w:tcPr>
          <w:p w:rsidR="00581BFF" w:rsidRPr="00ED61E6" w:rsidRDefault="00581BFF" w:rsidP="008A5984">
            <w:r w:rsidRPr="00ED61E6">
              <w:t>Ясінський Микола Володимирович</w:t>
            </w:r>
          </w:p>
        </w:tc>
        <w:tc>
          <w:tcPr>
            <w:tcW w:w="2551" w:type="dxa"/>
          </w:tcPr>
          <w:p w:rsidR="00581BFF" w:rsidRPr="00ED61E6" w:rsidRDefault="00581BFF" w:rsidP="008A5984">
            <w:pPr>
              <w:ind w:right="-2"/>
            </w:pPr>
            <w:r>
              <w:t>За</w:t>
            </w:r>
          </w:p>
        </w:tc>
      </w:tr>
    </w:tbl>
    <w:p w:rsidR="00581BFF" w:rsidRPr="001D1725" w:rsidRDefault="00581BFF" w:rsidP="008A5984">
      <w:pPr>
        <w:rPr>
          <w:sz w:val="28"/>
          <w:szCs w:val="28"/>
        </w:rPr>
      </w:pPr>
      <w:r>
        <w:rPr>
          <w:sz w:val="28"/>
          <w:szCs w:val="28"/>
        </w:rPr>
        <w:t>Усього проголосували</w:t>
      </w:r>
      <w:r w:rsidRPr="001D1725">
        <w:rPr>
          <w:sz w:val="28"/>
          <w:szCs w:val="28"/>
        </w:rPr>
        <w:t>,  з них :</w:t>
      </w:r>
    </w:p>
    <w:p w:rsidR="00581BFF" w:rsidRDefault="00581BFF" w:rsidP="008A5984">
      <w:pPr>
        <w:spacing w:line="319" w:lineRule="exact"/>
        <w:ind w:left="840"/>
        <w:rPr>
          <w:i/>
          <w:sz w:val="28"/>
        </w:rPr>
      </w:pPr>
      <w:r>
        <w:rPr>
          <w:i/>
          <w:sz w:val="28"/>
        </w:rPr>
        <w:t xml:space="preserve"> «За» - 24 чол.</w:t>
      </w:r>
    </w:p>
    <w:p w:rsidR="00581BFF" w:rsidRDefault="00581BFF" w:rsidP="008A5984">
      <w:pPr>
        <w:spacing w:line="322" w:lineRule="exact"/>
        <w:ind w:left="840"/>
        <w:rPr>
          <w:i/>
          <w:sz w:val="28"/>
        </w:rPr>
      </w:pPr>
      <w:r>
        <w:rPr>
          <w:i/>
          <w:sz w:val="28"/>
        </w:rPr>
        <w:t>«Проти – немає.</w:t>
      </w:r>
    </w:p>
    <w:p w:rsidR="00581BFF" w:rsidRDefault="00581BFF" w:rsidP="008A5984">
      <w:pPr>
        <w:ind w:left="840"/>
        <w:rPr>
          <w:i/>
          <w:sz w:val="28"/>
        </w:rPr>
      </w:pPr>
      <w:r>
        <w:rPr>
          <w:i/>
          <w:sz w:val="28"/>
        </w:rPr>
        <w:t>«Утримались» - немає.</w:t>
      </w:r>
    </w:p>
    <w:p w:rsidR="00581BFF" w:rsidRDefault="00581BFF" w:rsidP="008A5984">
      <w:pPr>
        <w:pStyle w:val="Heading1"/>
        <w:spacing w:before="9"/>
        <w:ind w:left="119"/>
        <w:jc w:val="left"/>
        <w:rPr>
          <w:b w:val="0"/>
        </w:rPr>
      </w:pPr>
      <w:r w:rsidRPr="001D1725">
        <w:rPr>
          <w:b w:val="0"/>
        </w:rPr>
        <w:t>Прийнято</w:t>
      </w:r>
      <w:r>
        <w:rPr>
          <w:b w:val="0"/>
        </w:rPr>
        <w:t xml:space="preserve"> рішення № 61</w:t>
      </w:r>
      <w:r w:rsidRPr="001D1725">
        <w:rPr>
          <w:b w:val="0"/>
        </w:rPr>
        <w:t xml:space="preserve"> (додається).</w:t>
      </w:r>
    </w:p>
    <w:p w:rsidR="00581BFF" w:rsidRPr="00EA7FDE" w:rsidRDefault="00581BFF" w:rsidP="00EF6760">
      <w:pPr>
        <w:shd w:val="clear" w:color="auto" w:fill="FFFFFF"/>
        <w:jc w:val="both"/>
        <w:textAlignment w:val="baseline"/>
        <w:rPr>
          <w:sz w:val="28"/>
          <w:szCs w:val="28"/>
        </w:rPr>
      </w:pPr>
    </w:p>
    <w:p w:rsidR="00581BFF" w:rsidRPr="00465B1E" w:rsidRDefault="00581BFF" w:rsidP="008A5984">
      <w:pPr>
        <w:spacing w:before="158" w:line="319" w:lineRule="exact"/>
        <w:ind w:left="840"/>
        <w:rPr>
          <w:b/>
          <w:sz w:val="28"/>
          <w:szCs w:val="28"/>
        </w:rPr>
      </w:pPr>
      <w:r w:rsidRPr="00465B1E">
        <w:rPr>
          <w:b/>
          <w:sz w:val="28"/>
          <w:szCs w:val="28"/>
        </w:rPr>
        <w:t>Голова селищної ради:</w:t>
      </w:r>
    </w:p>
    <w:p w:rsidR="00581BFF" w:rsidRDefault="00581BFF" w:rsidP="0003174A">
      <w:pPr>
        <w:jc w:val="both"/>
        <w:rPr>
          <w:sz w:val="28"/>
          <w:szCs w:val="28"/>
        </w:rPr>
      </w:pPr>
      <w:r w:rsidRPr="005A5546">
        <w:rPr>
          <w:sz w:val="28"/>
          <w:szCs w:val="28"/>
        </w:rPr>
        <w:t xml:space="preserve">Переходимо до розгляду </w:t>
      </w:r>
      <w:r w:rsidRPr="008A5984">
        <w:rPr>
          <w:sz w:val="28"/>
          <w:szCs w:val="28"/>
        </w:rPr>
        <w:t>четвертого</w:t>
      </w:r>
      <w:r w:rsidRPr="00B05A04">
        <w:rPr>
          <w:sz w:val="28"/>
          <w:szCs w:val="28"/>
        </w:rPr>
        <w:t xml:space="preserve"> </w:t>
      </w:r>
      <w:r>
        <w:rPr>
          <w:sz w:val="28"/>
          <w:szCs w:val="28"/>
        </w:rPr>
        <w:t xml:space="preserve">питання. </w:t>
      </w:r>
    </w:p>
    <w:p w:rsidR="00581BFF" w:rsidRPr="002F29D5" w:rsidRDefault="00581BFF" w:rsidP="0003174A">
      <w:pPr>
        <w:tabs>
          <w:tab w:val="left" w:pos="3600"/>
        </w:tabs>
        <w:ind w:right="98" w:firstLine="720"/>
        <w:jc w:val="both"/>
        <w:outlineLvl w:val="0"/>
        <w:rPr>
          <w:bCs/>
          <w:i/>
        </w:rPr>
      </w:pPr>
      <w:r w:rsidRPr="002F4B1F">
        <w:rPr>
          <w:sz w:val="28"/>
          <w:szCs w:val="28"/>
        </w:rPr>
        <w:t xml:space="preserve">Слово для інформації </w:t>
      </w:r>
      <w:r w:rsidRPr="00806FF2">
        <w:rPr>
          <w:b/>
          <w:sz w:val="28"/>
          <w:szCs w:val="28"/>
        </w:rPr>
        <w:t xml:space="preserve">"Про внесення змін до рішення сесії від </w:t>
      </w:r>
      <w:r>
        <w:rPr>
          <w:b/>
          <w:sz w:val="28"/>
          <w:szCs w:val="28"/>
        </w:rPr>
        <w:t xml:space="preserve">      </w:t>
      </w:r>
      <w:r w:rsidRPr="00806FF2">
        <w:rPr>
          <w:b/>
          <w:sz w:val="28"/>
          <w:szCs w:val="28"/>
        </w:rPr>
        <w:t>22.12.2020 року № 47 "</w:t>
      </w:r>
      <w:r w:rsidRPr="002F29D5">
        <w:rPr>
          <w:b/>
          <w:sz w:val="28"/>
          <w:szCs w:val="28"/>
        </w:rPr>
        <w:t xml:space="preserve">Про селищний бюджет Голованівської </w:t>
      </w:r>
      <w:r w:rsidRPr="00806FF2">
        <w:rPr>
          <w:b/>
          <w:sz w:val="28"/>
          <w:szCs w:val="28"/>
        </w:rPr>
        <w:t>селищної ради на 2021 рік"</w:t>
      </w:r>
      <w:r>
        <w:rPr>
          <w:sz w:val="28"/>
          <w:szCs w:val="28"/>
        </w:rPr>
        <w:t xml:space="preserve"> </w:t>
      </w:r>
      <w:r w:rsidRPr="002F29D5">
        <w:rPr>
          <w:sz w:val="28"/>
          <w:szCs w:val="28"/>
        </w:rPr>
        <w:t>надається</w:t>
      </w:r>
      <w:r w:rsidRPr="002F29D5">
        <w:rPr>
          <w:b/>
          <w:sz w:val="28"/>
          <w:szCs w:val="28"/>
        </w:rPr>
        <w:t xml:space="preserve"> Пахолюк Людмилі Миколаївні, </w:t>
      </w:r>
      <w:r w:rsidRPr="002F29D5">
        <w:rPr>
          <w:sz w:val="28"/>
          <w:szCs w:val="28"/>
        </w:rPr>
        <w:t>начальнику фінансового відділу</w:t>
      </w:r>
      <w:r>
        <w:rPr>
          <w:sz w:val="28"/>
          <w:szCs w:val="28"/>
        </w:rPr>
        <w:t xml:space="preserve"> Голованівської селищної ради.</w:t>
      </w:r>
    </w:p>
    <w:p w:rsidR="00581BFF" w:rsidRPr="00465B1E" w:rsidRDefault="00581BFF" w:rsidP="00EF6760">
      <w:pPr>
        <w:contextualSpacing/>
        <w:jc w:val="both"/>
        <w:rPr>
          <w:sz w:val="28"/>
          <w:szCs w:val="28"/>
        </w:rPr>
      </w:pPr>
    </w:p>
    <w:p w:rsidR="00581BFF" w:rsidRDefault="00581BFF" w:rsidP="008A5984">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8A5984">
      <w:pPr>
        <w:widowControl/>
        <w:shd w:val="clear" w:color="auto" w:fill="FFFFFF"/>
        <w:autoSpaceDE/>
        <w:autoSpaceDN/>
        <w:ind w:left="17" w:right="374"/>
        <w:jc w:val="both"/>
        <w:rPr>
          <w:sz w:val="28"/>
          <w:szCs w:val="28"/>
        </w:rPr>
      </w:pPr>
      <w:r w:rsidRPr="008A5984">
        <w:rPr>
          <w:sz w:val="28"/>
          <w:szCs w:val="28"/>
        </w:rPr>
        <w:t>Шановні депутати!</w:t>
      </w:r>
    </w:p>
    <w:p w:rsidR="00581BFF" w:rsidRPr="008A5984" w:rsidRDefault="00581BFF" w:rsidP="0003174A">
      <w:pPr>
        <w:pStyle w:val="ListParagraph"/>
        <w:ind w:left="-180"/>
        <w:jc w:val="both"/>
        <w:rPr>
          <w:bCs/>
          <w:sz w:val="28"/>
          <w:szCs w:val="28"/>
        </w:rPr>
      </w:pPr>
      <w:r>
        <w:rPr>
          <w:sz w:val="28"/>
          <w:szCs w:val="28"/>
        </w:rPr>
        <w:t xml:space="preserve">                   </w:t>
      </w:r>
      <w:r w:rsidRPr="008A5984">
        <w:rPr>
          <w:sz w:val="28"/>
          <w:szCs w:val="28"/>
        </w:rPr>
        <w:t>Пропоную внести</w:t>
      </w:r>
      <w:r w:rsidRPr="008A5984">
        <w:rPr>
          <w:b/>
          <w:sz w:val="28"/>
          <w:szCs w:val="28"/>
        </w:rPr>
        <w:t xml:space="preserve"> </w:t>
      </w:r>
      <w:r w:rsidRPr="008A5984">
        <w:rPr>
          <w:bCs/>
          <w:sz w:val="28"/>
          <w:szCs w:val="28"/>
        </w:rPr>
        <w:t xml:space="preserve"> зміни до рішення селищної ради від 22 грудня 2020 року № 47 «Про селищний бюджет Голованівської селищної ради на 2021 рік», а саме:</w:t>
      </w:r>
    </w:p>
    <w:p w:rsidR="00581BFF" w:rsidRPr="008A5984" w:rsidRDefault="00581BFF" w:rsidP="0003174A">
      <w:pPr>
        <w:pStyle w:val="NormalWeb"/>
        <w:spacing w:before="0" w:beforeAutospacing="0" w:after="0" w:afterAutospacing="0"/>
        <w:jc w:val="both"/>
        <w:rPr>
          <w:bCs/>
          <w:sz w:val="28"/>
          <w:szCs w:val="28"/>
        </w:rPr>
      </w:pPr>
      <w:r w:rsidRPr="008A5984">
        <w:rPr>
          <w:sz w:val="28"/>
          <w:szCs w:val="28"/>
        </w:rPr>
        <w:t>збільшити видатки селищного бюджету на суму 2 млн</w:t>
      </w:r>
      <w:r>
        <w:rPr>
          <w:sz w:val="28"/>
          <w:szCs w:val="28"/>
        </w:rPr>
        <w:t>.</w:t>
      </w:r>
      <w:r w:rsidRPr="008A5984">
        <w:rPr>
          <w:sz w:val="28"/>
          <w:szCs w:val="28"/>
        </w:rPr>
        <w:t xml:space="preserve"> 292 тис</w:t>
      </w:r>
      <w:r>
        <w:rPr>
          <w:sz w:val="28"/>
          <w:szCs w:val="28"/>
        </w:rPr>
        <w:t>.</w:t>
      </w:r>
      <w:r w:rsidRPr="008A5984">
        <w:rPr>
          <w:sz w:val="28"/>
          <w:szCs w:val="28"/>
        </w:rPr>
        <w:t xml:space="preserve"> 208 грн., в тому числі   загального фонду на суму 1228414,0 грн. та спеціального фонду на суму 1063794,0 грн. за рахунок залучення вільного залишку коштів загального фонду селищного бюджету, що склався станом на 1 січня 2021 року, а саме: </w:t>
      </w:r>
      <w:r w:rsidRPr="008A5984">
        <w:rPr>
          <w:b/>
          <w:sz w:val="28"/>
          <w:szCs w:val="28"/>
          <w:lang w:eastAsia="ru-RU"/>
        </w:rPr>
        <w:t xml:space="preserve">                                                                                                              </w:t>
      </w:r>
    </w:p>
    <w:p w:rsidR="00581BFF" w:rsidRPr="008A5984" w:rsidRDefault="00581BFF" w:rsidP="0003174A">
      <w:pPr>
        <w:pStyle w:val="NoSpacing"/>
        <w:jc w:val="both"/>
        <w:rPr>
          <w:rFonts w:ascii="Times New Roman" w:hAnsi="Times New Roman"/>
          <w:sz w:val="28"/>
          <w:szCs w:val="28"/>
          <w:lang w:eastAsia="ru-RU"/>
        </w:rPr>
      </w:pPr>
      <w:r w:rsidRPr="008A5984">
        <w:rPr>
          <w:rFonts w:ascii="Times New Roman" w:hAnsi="Times New Roman"/>
          <w:sz w:val="28"/>
          <w:szCs w:val="28"/>
          <w:lang w:eastAsia="ru-RU"/>
        </w:rPr>
        <w:t>«Голованівській центральній  районній  лікарні»  на поточні видатки на перший квартал 2021 року 1 млн 426</w:t>
      </w:r>
      <w:r w:rsidRPr="008A5984">
        <w:rPr>
          <w:rFonts w:ascii="Times New Roman" w:hAnsi="Times New Roman"/>
          <w:b/>
          <w:sz w:val="28"/>
          <w:szCs w:val="28"/>
          <w:lang w:eastAsia="ru-RU"/>
        </w:rPr>
        <w:t xml:space="preserve"> </w:t>
      </w:r>
      <w:r w:rsidRPr="008A5984">
        <w:rPr>
          <w:rFonts w:ascii="Times New Roman" w:hAnsi="Times New Roman"/>
          <w:sz w:val="28"/>
          <w:szCs w:val="28"/>
          <w:lang w:eastAsia="ru-RU"/>
        </w:rPr>
        <w:t>тис 244 грн., з них на</w:t>
      </w:r>
      <w:r>
        <w:rPr>
          <w:rFonts w:ascii="Times New Roman" w:hAnsi="Times New Roman"/>
          <w:sz w:val="28"/>
          <w:szCs w:val="28"/>
          <w:lang w:eastAsia="ru-RU"/>
        </w:rPr>
        <w:t>:</w:t>
      </w:r>
      <w:r w:rsidRPr="008A5984">
        <w:rPr>
          <w:rFonts w:ascii="Times New Roman" w:hAnsi="Times New Roman"/>
          <w:sz w:val="28"/>
          <w:szCs w:val="28"/>
          <w:lang w:eastAsia="ru-RU"/>
        </w:rPr>
        <w:t xml:space="preserve">  </w:t>
      </w:r>
    </w:p>
    <w:p w:rsidR="00581BFF" w:rsidRPr="008A5984" w:rsidRDefault="00581BFF" w:rsidP="0003174A">
      <w:pPr>
        <w:pStyle w:val="NoSpacing"/>
        <w:jc w:val="both"/>
        <w:rPr>
          <w:rFonts w:ascii="Times New Roman" w:hAnsi="Times New Roman"/>
          <w:color w:val="000000"/>
          <w:sz w:val="28"/>
          <w:szCs w:val="28"/>
          <w:lang w:eastAsia="ru-RU"/>
        </w:rPr>
      </w:pPr>
      <w:r>
        <w:rPr>
          <w:rFonts w:ascii="Times New Roman" w:hAnsi="Times New Roman"/>
          <w:sz w:val="28"/>
          <w:szCs w:val="28"/>
          <w:lang w:eastAsia="ru-RU"/>
        </w:rPr>
        <w:t>- з</w:t>
      </w:r>
      <w:r w:rsidRPr="008A5984">
        <w:rPr>
          <w:rFonts w:ascii="Times New Roman" w:hAnsi="Times New Roman"/>
          <w:sz w:val="28"/>
          <w:szCs w:val="28"/>
          <w:lang w:eastAsia="ru-RU"/>
        </w:rPr>
        <w:t>аробітну плату з нарахуваннями для Пологового та інфекційного відділень  721 тис 490 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sz w:val="28"/>
          <w:szCs w:val="28"/>
          <w:lang w:eastAsia="ru-RU"/>
        </w:rPr>
      </w:pPr>
      <w:r>
        <w:rPr>
          <w:rFonts w:ascii="Times New Roman" w:hAnsi="Times New Roman"/>
          <w:sz w:val="28"/>
          <w:szCs w:val="28"/>
          <w:lang w:eastAsia="ru-RU"/>
        </w:rPr>
        <w:t>-з</w:t>
      </w:r>
      <w:r w:rsidRPr="008A5984">
        <w:rPr>
          <w:rFonts w:ascii="Times New Roman" w:hAnsi="Times New Roman"/>
          <w:sz w:val="28"/>
          <w:szCs w:val="28"/>
          <w:lang w:eastAsia="ru-RU"/>
        </w:rPr>
        <w:t>асоби захисту, миючі засоби, електротовари, запчастини, господарські товари, ПММ  112 тис</w:t>
      </w:r>
      <w:r>
        <w:rPr>
          <w:rFonts w:ascii="Times New Roman" w:hAnsi="Times New Roman"/>
          <w:sz w:val="28"/>
          <w:szCs w:val="28"/>
          <w:lang w:eastAsia="ru-RU"/>
        </w:rPr>
        <w:t>.</w:t>
      </w:r>
      <w:r w:rsidRPr="008A5984">
        <w:rPr>
          <w:rFonts w:ascii="Times New Roman" w:hAnsi="Times New Roman"/>
          <w:sz w:val="28"/>
          <w:szCs w:val="28"/>
          <w:lang w:eastAsia="ru-RU"/>
        </w:rPr>
        <w:t xml:space="preserve"> 500,00</w:t>
      </w:r>
      <w:r>
        <w:rPr>
          <w:rFonts w:ascii="Times New Roman" w:hAnsi="Times New Roman"/>
          <w:sz w:val="28"/>
          <w:szCs w:val="28"/>
          <w:lang w:eastAsia="ru-RU"/>
        </w:rPr>
        <w:t xml:space="preserve"> </w:t>
      </w:r>
      <w:r w:rsidRPr="008A5984">
        <w:rPr>
          <w:rFonts w:ascii="Times New Roman" w:hAnsi="Times New Roman"/>
          <w:sz w:val="28"/>
          <w:szCs w:val="28"/>
          <w:lang w:eastAsia="ru-RU"/>
        </w:rPr>
        <w:t>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b/>
          <w:sz w:val="28"/>
          <w:szCs w:val="28"/>
          <w:lang w:eastAsia="ru-RU"/>
        </w:rPr>
      </w:pPr>
      <w:r w:rsidRPr="008A5984">
        <w:rPr>
          <w:rFonts w:ascii="Times New Roman" w:hAnsi="Times New Roman"/>
          <w:b/>
          <w:sz w:val="28"/>
          <w:szCs w:val="28"/>
          <w:lang w:eastAsia="ru-RU"/>
        </w:rPr>
        <w:t>-</w:t>
      </w:r>
      <w:r>
        <w:rPr>
          <w:rFonts w:ascii="Times New Roman" w:hAnsi="Times New Roman"/>
          <w:sz w:val="28"/>
          <w:szCs w:val="28"/>
          <w:lang w:eastAsia="ru-RU"/>
        </w:rPr>
        <w:t>м</w:t>
      </w:r>
      <w:r w:rsidRPr="008A5984">
        <w:rPr>
          <w:rFonts w:ascii="Times New Roman" w:hAnsi="Times New Roman"/>
          <w:sz w:val="28"/>
          <w:szCs w:val="28"/>
          <w:lang w:eastAsia="ru-RU"/>
        </w:rPr>
        <w:t>едикаменти на невідкладну допомогу, наркотичні засоби, дезинфікуючі засоби, реактиви для проведення аналізів, вироби медичного призначення  75тис.грн.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sz w:val="28"/>
          <w:szCs w:val="28"/>
          <w:lang w:eastAsia="ru-RU"/>
        </w:rPr>
      </w:pPr>
      <w:r w:rsidRPr="008A5984">
        <w:rPr>
          <w:rFonts w:ascii="Times New Roman" w:hAnsi="Times New Roman"/>
          <w:b/>
          <w:sz w:val="28"/>
          <w:szCs w:val="28"/>
          <w:lang w:eastAsia="ru-RU"/>
        </w:rPr>
        <w:t>-</w:t>
      </w:r>
      <w:r>
        <w:rPr>
          <w:rFonts w:ascii="Times New Roman" w:hAnsi="Times New Roman"/>
          <w:sz w:val="28"/>
          <w:szCs w:val="28"/>
          <w:lang w:eastAsia="ru-RU"/>
        </w:rPr>
        <w:t xml:space="preserve"> п</w:t>
      </w:r>
      <w:r w:rsidRPr="008A5984">
        <w:rPr>
          <w:rFonts w:ascii="Times New Roman" w:hAnsi="Times New Roman"/>
          <w:sz w:val="28"/>
          <w:szCs w:val="28"/>
          <w:lang w:eastAsia="ru-RU"/>
        </w:rPr>
        <w:t xml:space="preserve">родукти харчування </w:t>
      </w:r>
      <w:r w:rsidRPr="008A5984">
        <w:rPr>
          <w:rFonts w:ascii="Times New Roman" w:hAnsi="Times New Roman"/>
          <w:b/>
          <w:sz w:val="28"/>
          <w:szCs w:val="28"/>
          <w:lang w:eastAsia="ru-RU"/>
        </w:rPr>
        <w:t xml:space="preserve"> </w:t>
      </w:r>
      <w:r w:rsidRPr="008A5984">
        <w:rPr>
          <w:rFonts w:ascii="Times New Roman" w:hAnsi="Times New Roman"/>
          <w:sz w:val="28"/>
          <w:szCs w:val="28"/>
          <w:lang w:eastAsia="ru-RU"/>
        </w:rPr>
        <w:t>57 тис 500,00</w:t>
      </w:r>
      <w:r>
        <w:rPr>
          <w:rFonts w:ascii="Times New Roman" w:hAnsi="Times New Roman"/>
          <w:sz w:val="28"/>
          <w:szCs w:val="28"/>
          <w:lang w:eastAsia="ru-RU"/>
        </w:rPr>
        <w:t xml:space="preserve"> </w:t>
      </w:r>
      <w:r w:rsidRPr="008A5984">
        <w:rPr>
          <w:rFonts w:ascii="Times New Roman" w:hAnsi="Times New Roman"/>
          <w:sz w:val="28"/>
          <w:szCs w:val="28"/>
          <w:lang w:eastAsia="ru-RU"/>
        </w:rPr>
        <w:t>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sz w:val="28"/>
          <w:szCs w:val="28"/>
          <w:lang w:eastAsia="ru-RU"/>
        </w:rPr>
      </w:pPr>
      <w:r>
        <w:rPr>
          <w:rFonts w:ascii="Times New Roman" w:hAnsi="Times New Roman"/>
          <w:sz w:val="28"/>
          <w:szCs w:val="28"/>
          <w:lang w:eastAsia="ru-RU"/>
        </w:rPr>
        <w:t>-оплату</w:t>
      </w:r>
      <w:r w:rsidRPr="008A5984">
        <w:rPr>
          <w:rFonts w:ascii="Times New Roman" w:hAnsi="Times New Roman"/>
          <w:sz w:val="28"/>
          <w:szCs w:val="28"/>
          <w:lang w:eastAsia="ru-RU"/>
        </w:rPr>
        <w:t xml:space="preserve"> послуг</w:t>
      </w:r>
      <w:r>
        <w:rPr>
          <w:rFonts w:ascii="Times New Roman" w:hAnsi="Times New Roman"/>
          <w:sz w:val="28"/>
          <w:szCs w:val="28"/>
          <w:lang w:eastAsia="ru-RU"/>
        </w:rPr>
        <w:t>,</w:t>
      </w:r>
      <w:r w:rsidRPr="008A5984">
        <w:rPr>
          <w:rFonts w:ascii="Times New Roman" w:hAnsi="Times New Roman"/>
          <w:sz w:val="28"/>
          <w:szCs w:val="28"/>
          <w:lang w:eastAsia="ru-RU"/>
        </w:rPr>
        <w:t xml:space="preserve"> крім комунальних 118 тис 410 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b/>
          <w:sz w:val="28"/>
          <w:szCs w:val="28"/>
          <w:lang w:eastAsia="ru-RU"/>
        </w:rPr>
      </w:pPr>
      <w:r w:rsidRPr="008A5984">
        <w:rPr>
          <w:rFonts w:ascii="Times New Roman" w:hAnsi="Times New Roman"/>
          <w:b/>
          <w:sz w:val="28"/>
          <w:szCs w:val="28"/>
          <w:lang w:eastAsia="ru-RU"/>
        </w:rPr>
        <w:t>-</w:t>
      </w:r>
      <w:r>
        <w:rPr>
          <w:rFonts w:ascii="Times New Roman" w:hAnsi="Times New Roman"/>
          <w:sz w:val="28"/>
          <w:szCs w:val="28"/>
          <w:lang w:eastAsia="ru-RU"/>
        </w:rPr>
        <w:t xml:space="preserve"> в</w:t>
      </w:r>
      <w:r w:rsidRPr="008A5984">
        <w:rPr>
          <w:rFonts w:ascii="Times New Roman" w:hAnsi="Times New Roman"/>
          <w:sz w:val="28"/>
          <w:szCs w:val="28"/>
          <w:lang w:eastAsia="ru-RU"/>
        </w:rPr>
        <w:t xml:space="preserve">ідшкодування відряджувальних витрат  </w:t>
      </w:r>
      <w:r w:rsidRPr="00986192">
        <w:rPr>
          <w:rFonts w:ascii="Times New Roman" w:hAnsi="Times New Roman"/>
          <w:sz w:val="28"/>
          <w:szCs w:val="28"/>
          <w:lang w:eastAsia="ru-RU"/>
        </w:rPr>
        <w:t>10 тис грн.</w:t>
      </w:r>
    </w:p>
    <w:p w:rsidR="00581BFF" w:rsidRPr="008A5984" w:rsidRDefault="00581BFF" w:rsidP="0003174A">
      <w:pPr>
        <w:pStyle w:val="NoSpacing"/>
        <w:jc w:val="both"/>
        <w:rPr>
          <w:rFonts w:ascii="Times New Roman" w:hAnsi="Times New Roman"/>
          <w:sz w:val="28"/>
          <w:szCs w:val="28"/>
          <w:lang w:eastAsia="ru-RU"/>
        </w:rPr>
      </w:pPr>
      <w:r>
        <w:rPr>
          <w:rFonts w:ascii="Times New Roman" w:hAnsi="Times New Roman"/>
          <w:sz w:val="28"/>
          <w:szCs w:val="28"/>
          <w:lang w:eastAsia="ru-RU"/>
        </w:rPr>
        <w:t>- в</w:t>
      </w:r>
      <w:r w:rsidRPr="008A5984">
        <w:rPr>
          <w:rFonts w:ascii="Times New Roman" w:hAnsi="Times New Roman"/>
          <w:sz w:val="28"/>
          <w:szCs w:val="28"/>
          <w:lang w:eastAsia="ru-RU"/>
        </w:rPr>
        <w:t xml:space="preserve">иплата пенсій і допомог </w:t>
      </w:r>
      <w:r w:rsidRPr="00986192">
        <w:rPr>
          <w:rFonts w:ascii="Times New Roman" w:hAnsi="Times New Roman"/>
          <w:sz w:val="28"/>
          <w:szCs w:val="28"/>
          <w:lang w:eastAsia="ru-RU"/>
        </w:rPr>
        <w:t>17 тис 100 грн.</w:t>
      </w:r>
      <w:r>
        <w:rPr>
          <w:rFonts w:ascii="Times New Roman" w:hAnsi="Times New Roman"/>
          <w:sz w:val="28"/>
          <w:szCs w:val="28"/>
          <w:lang w:eastAsia="ru-RU"/>
        </w:rPr>
        <w:t>;</w:t>
      </w:r>
    </w:p>
    <w:p w:rsidR="00581BFF" w:rsidRPr="00986192" w:rsidRDefault="00581BFF" w:rsidP="0003174A">
      <w:pPr>
        <w:pStyle w:val="NoSpacing"/>
        <w:jc w:val="both"/>
        <w:rPr>
          <w:rFonts w:ascii="Times New Roman" w:hAnsi="Times New Roman"/>
          <w:sz w:val="28"/>
          <w:szCs w:val="28"/>
          <w:lang w:eastAsia="ru-RU"/>
        </w:rPr>
      </w:pPr>
      <w:r>
        <w:rPr>
          <w:rFonts w:ascii="Times New Roman" w:hAnsi="Times New Roman"/>
          <w:sz w:val="28"/>
          <w:szCs w:val="28"/>
          <w:lang w:eastAsia="ru-RU"/>
        </w:rPr>
        <w:t>- і</w:t>
      </w:r>
      <w:r w:rsidRPr="008A5984">
        <w:rPr>
          <w:rFonts w:ascii="Times New Roman" w:hAnsi="Times New Roman"/>
          <w:sz w:val="28"/>
          <w:szCs w:val="28"/>
          <w:lang w:eastAsia="ru-RU"/>
        </w:rPr>
        <w:t>нші виплати (відшкодування ліка</w:t>
      </w:r>
      <w:r>
        <w:rPr>
          <w:rFonts w:ascii="Times New Roman" w:hAnsi="Times New Roman"/>
          <w:sz w:val="28"/>
          <w:szCs w:val="28"/>
          <w:lang w:eastAsia="ru-RU"/>
        </w:rPr>
        <w:t xml:space="preserve">рям за найм житла) 2000,00грн. за </w:t>
      </w:r>
      <w:r w:rsidRPr="008A5984">
        <w:rPr>
          <w:rFonts w:ascii="Times New Roman" w:hAnsi="Times New Roman"/>
          <w:sz w:val="28"/>
          <w:szCs w:val="28"/>
          <w:lang w:eastAsia="ru-RU"/>
        </w:rPr>
        <w:t xml:space="preserve">3 місяці </w:t>
      </w:r>
      <w:r>
        <w:rPr>
          <w:rFonts w:ascii="Times New Roman" w:hAnsi="Times New Roman"/>
          <w:sz w:val="28"/>
          <w:szCs w:val="28"/>
          <w:lang w:eastAsia="ru-RU"/>
        </w:rPr>
        <w:t>-</w:t>
      </w:r>
      <w:r w:rsidRPr="00986192">
        <w:rPr>
          <w:rFonts w:ascii="Times New Roman" w:hAnsi="Times New Roman"/>
          <w:sz w:val="28"/>
          <w:szCs w:val="28"/>
          <w:lang w:eastAsia="ru-RU"/>
        </w:rPr>
        <w:t>6000,00грн.</w:t>
      </w:r>
      <w:r>
        <w:rPr>
          <w:rFonts w:ascii="Times New Roman" w:hAnsi="Times New Roman"/>
          <w:sz w:val="28"/>
          <w:szCs w:val="28"/>
          <w:lang w:eastAsia="ru-RU"/>
        </w:rPr>
        <w:t>;</w:t>
      </w:r>
    </w:p>
    <w:p w:rsidR="00581BFF" w:rsidRPr="008A5984" w:rsidRDefault="00581BFF" w:rsidP="0003174A">
      <w:pPr>
        <w:pStyle w:val="No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8A5984">
        <w:rPr>
          <w:rFonts w:ascii="Times New Roman" w:hAnsi="Times New Roman"/>
          <w:sz w:val="28"/>
          <w:szCs w:val="28"/>
          <w:lang w:eastAsia="ru-RU"/>
        </w:rPr>
        <w:t>нші поточні видатки (</w:t>
      </w:r>
      <w:r>
        <w:rPr>
          <w:rFonts w:ascii="Times New Roman" w:hAnsi="Times New Roman"/>
          <w:sz w:val="28"/>
          <w:szCs w:val="28"/>
          <w:lang w:eastAsia="ru-RU"/>
        </w:rPr>
        <w:t>рентна плата</w:t>
      </w:r>
      <w:r w:rsidRPr="008A5984">
        <w:rPr>
          <w:rFonts w:ascii="Times New Roman" w:hAnsi="Times New Roman"/>
          <w:sz w:val="28"/>
          <w:szCs w:val="28"/>
          <w:lang w:eastAsia="ru-RU"/>
        </w:rPr>
        <w:t xml:space="preserve">, екологічний податок, земельний податок) </w:t>
      </w:r>
      <w:r w:rsidRPr="00986192">
        <w:rPr>
          <w:rFonts w:ascii="Times New Roman" w:hAnsi="Times New Roman"/>
          <w:sz w:val="28"/>
          <w:szCs w:val="28"/>
          <w:lang w:eastAsia="ru-RU"/>
        </w:rPr>
        <w:t>7000,00грн.</w:t>
      </w:r>
      <w:r>
        <w:rPr>
          <w:rFonts w:ascii="Times New Roman" w:hAnsi="Times New Roman"/>
          <w:sz w:val="28"/>
          <w:szCs w:val="28"/>
          <w:lang w:eastAsia="ru-RU"/>
        </w:rPr>
        <w:t>;</w:t>
      </w:r>
    </w:p>
    <w:p w:rsidR="00581BFF" w:rsidRPr="00986192" w:rsidRDefault="00581BFF" w:rsidP="0003174A">
      <w:pPr>
        <w:pStyle w:val="NoSpacing"/>
        <w:ind w:left="-180" w:hanging="360"/>
        <w:jc w:val="both"/>
        <w:rPr>
          <w:rFonts w:ascii="Times New Roman" w:hAnsi="Times New Roman"/>
          <w:color w:val="000000"/>
          <w:sz w:val="28"/>
          <w:szCs w:val="28"/>
          <w:lang w:eastAsia="ru-RU"/>
        </w:rPr>
      </w:pPr>
      <w:r w:rsidRPr="00986192">
        <w:rPr>
          <w:rFonts w:ascii="Times New Roman" w:hAnsi="Times New Roman"/>
          <w:sz w:val="28"/>
          <w:szCs w:val="28"/>
          <w:lang w:eastAsia="ru-RU"/>
        </w:rPr>
        <w:t>На к</w:t>
      </w:r>
      <w:r w:rsidRPr="00986192">
        <w:rPr>
          <w:rFonts w:ascii="Times New Roman" w:hAnsi="Times New Roman"/>
          <w:color w:val="000000"/>
          <w:sz w:val="28"/>
          <w:szCs w:val="28"/>
          <w:lang w:eastAsia="ru-RU"/>
        </w:rPr>
        <w:t>апітальні видатки направлено 401 тис</w:t>
      </w:r>
      <w:r>
        <w:rPr>
          <w:rFonts w:ascii="Times New Roman" w:hAnsi="Times New Roman"/>
          <w:color w:val="000000"/>
          <w:sz w:val="28"/>
          <w:szCs w:val="28"/>
          <w:lang w:eastAsia="ru-RU"/>
        </w:rPr>
        <w:t>.</w:t>
      </w:r>
      <w:r w:rsidRPr="00986192">
        <w:rPr>
          <w:rFonts w:ascii="Times New Roman" w:hAnsi="Times New Roman"/>
          <w:color w:val="000000"/>
          <w:sz w:val="28"/>
          <w:szCs w:val="28"/>
          <w:lang w:eastAsia="ru-RU"/>
        </w:rPr>
        <w:t xml:space="preserve"> 244 грн.</w:t>
      </w:r>
    </w:p>
    <w:p w:rsidR="00581BFF" w:rsidRPr="008A5984" w:rsidRDefault="00581BFF" w:rsidP="0003174A">
      <w:pPr>
        <w:pStyle w:val="NoSpacing"/>
        <w:ind w:left="-180" w:hanging="360"/>
        <w:jc w:val="both"/>
        <w:rPr>
          <w:rFonts w:ascii="Times New Roman" w:hAnsi="Times New Roman"/>
          <w:color w:val="FF0000"/>
          <w:sz w:val="28"/>
          <w:szCs w:val="28"/>
          <w:lang w:eastAsia="ru-RU"/>
        </w:rPr>
      </w:pPr>
      <w:r w:rsidRPr="008A598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Для виготовлення проєктно–</w:t>
      </w:r>
      <w:r w:rsidRPr="008A5984">
        <w:rPr>
          <w:rFonts w:ascii="Times New Roman" w:hAnsi="Times New Roman"/>
          <w:color w:val="000000"/>
          <w:sz w:val="28"/>
          <w:szCs w:val="28"/>
          <w:lang w:eastAsia="ru-RU"/>
        </w:rPr>
        <w:t xml:space="preserve">кошторисної документації  по обладнанню медичного кисню в терапевтичному та хірургічному відділенні в сумі </w:t>
      </w:r>
      <w:r w:rsidRPr="00986192">
        <w:rPr>
          <w:rFonts w:ascii="Times New Roman" w:hAnsi="Times New Roman"/>
          <w:color w:val="000000"/>
          <w:sz w:val="28"/>
          <w:szCs w:val="28"/>
          <w:lang w:eastAsia="ru-RU"/>
        </w:rPr>
        <w:t>48 тис. 318</w:t>
      </w:r>
      <w:r w:rsidRPr="008A598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грн.</w:t>
      </w:r>
    </w:p>
    <w:p w:rsidR="00581BFF" w:rsidRPr="00986192" w:rsidRDefault="00581BFF" w:rsidP="0003174A">
      <w:pPr>
        <w:pStyle w:val="NoSpacing"/>
        <w:ind w:left="-180" w:hanging="360"/>
        <w:jc w:val="both"/>
        <w:rPr>
          <w:rFonts w:ascii="Times New Roman" w:hAnsi="Times New Roman"/>
          <w:b/>
          <w:color w:val="000000"/>
          <w:sz w:val="28"/>
          <w:szCs w:val="28"/>
          <w:lang w:eastAsia="ru-RU"/>
        </w:rPr>
      </w:pPr>
      <w:r w:rsidRPr="008A5984">
        <w:rPr>
          <w:rFonts w:ascii="Times New Roman" w:hAnsi="Times New Roman"/>
          <w:sz w:val="28"/>
          <w:szCs w:val="28"/>
          <w:lang w:eastAsia="ru-RU"/>
        </w:rPr>
        <w:t xml:space="preserve">         На проведення капітального</w:t>
      </w:r>
      <w:r w:rsidRPr="008A5984">
        <w:rPr>
          <w:rFonts w:ascii="Times New Roman" w:hAnsi="Times New Roman"/>
          <w:color w:val="000000"/>
          <w:sz w:val="28"/>
          <w:szCs w:val="28"/>
          <w:lang w:eastAsia="ru-RU"/>
        </w:rPr>
        <w:t xml:space="preserve"> ремонту по об’єкту: «Обладнання медичного кисню в інфекційному </w:t>
      </w:r>
      <w:r w:rsidRPr="00986192">
        <w:rPr>
          <w:rFonts w:ascii="Times New Roman" w:hAnsi="Times New Roman"/>
          <w:color w:val="000000"/>
          <w:sz w:val="28"/>
          <w:szCs w:val="28"/>
          <w:lang w:eastAsia="ru-RU"/>
        </w:rPr>
        <w:t>352 тис</w:t>
      </w:r>
      <w:r>
        <w:rPr>
          <w:rFonts w:ascii="Times New Roman" w:hAnsi="Times New Roman"/>
          <w:color w:val="000000"/>
          <w:sz w:val="28"/>
          <w:szCs w:val="28"/>
          <w:lang w:eastAsia="ru-RU"/>
        </w:rPr>
        <w:t>.</w:t>
      </w:r>
      <w:r w:rsidRPr="00986192">
        <w:rPr>
          <w:rFonts w:ascii="Times New Roman" w:hAnsi="Times New Roman"/>
          <w:color w:val="000000"/>
          <w:sz w:val="28"/>
          <w:szCs w:val="28"/>
          <w:lang w:eastAsia="ru-RU"/>
        </w:rPr>
        <w:t xml:space="preserve"> 926,00 грн.</w:t>
      </w:r>
    </w:p>
    <w:p w:rsidR="00581BFF" w:rsidRPr="00986192" w:rsidRDefault="00581BFF" w:rsidP="0003174A">
      <w:pPr>
        <w:pStyle w:val="NoSpacing"/>
        <w:ind w:left="-180" w:hanging="360"/>
        <w:jc w:val="both"/>
        <w:rPr>
          <w:rFonts w:ascii="Times New Roman" w:hAnsi="Times New Roman"/>
          <w:sz w:val="28"/>
          <w:szCs w:val="28"/>
          <w:lang w:eastAsia="ru-RU"/>
        </w:rPr>
      </w:pPr>
      <w:r w:rsidRPr="00986192">
        <w:rPr>
          <w:rFonts w:ascii="Times New Roman" w:hAnsi="Times New Roman"/>
          <w:sz w:val="28"/>
          <w:szCs w:val="28"/>
        </w:rPr>
        <w:t>Для Голованівського центру первинної медико-санітарної медицини на електроенергію направлено 91 тис. грн. та 12 тис. 343 грн. для придбання наркотичних препаратів.</w:t>
      </w:r>
    </w:p>
    <w:p w:rsidR="00581BFF" w:rsidRPr="008A5984" w:rsidRDefault="00581BFF" w:rsidP="0003174A">
      <w:pPr>
        <w:ind w:left="-180" w:hanging="360"/>
        <w:jc w:val="both"/>
        <w:rPr>
          <w:color w:val="000000"/>
          <w:sz w:val="28"/>
          <w:szCs w:val="28"/>
        </w:rPr>
      </w:pPr>
      <w:r>
        <w:rPr>
          <w:color w:val="000000"/>
          <w:sz w:val="28"/>
          <w:szCs w:val="28"/>
        </w:rPr>
        <w:t>Передбачено спів</w:t>
      </w:r>
      <w:r w:rsidRPr="008A5984">
        <w:rPr>
          <w:color w:val="000000"/>
          <w:sz w:val="28"/>
          <w:szCs w:val="28"/>
        </w:rPr>
        <w:t>ф</w:t>
      </w:r>
      <w:r>
        <w:rPr>
          <w:color w:val="000000"/>
          <w:sz w:val="28"/>
          <w:szCs w:val="28"/>
        </w:rPr>
        <w:t>інансування 10% для завершення б</w:t>
      </w:r>
      <w:r w:rsidRPr="008A5984">
        <w:rPr>
          <w:color w:val="000000"/>
          <w:sz w:val="28"/>
          <w:szCs w:val="28"/>
        </w:rPr>
        <w:t>удівництва дошкільного навчального закладу на 120 місць по вул.</w:t>
      </w:r>
      <w:r>
        <w:rPr>
          <w:color w:val="000000"/>
          <w:sz w:val="28"/>
          <w:szCs w:val="28"/>
        </w:rPr>
        <w:t xml:space="preserve"> </w:t>
      </w:r>
      <w:r w:rsidRPr="008A5984">
        <w:rPr>
          <w:color w:val="000000"/>
          <w:sz w:val="28"/>
          <w:szCs w:val="28"/>
        </w:rPr>
        <w:t xml:space="preserve">Пушкіна в смт. Голованівськ  Кіровоградської області в сумі </w:t>
      </w:r>
      <w:r w:rsidRPr="00986192">
        <w:rPr>
          <w:color w:val="000000"/>
          <w:sz w:val="28"/>
          <w:szCs w:val="28"/>
        </w:rPr>
        <w:t>662 тис. 550</w:t>
      </w:r>
      <w:r w:rsidRPr="008A5984">
        <w:rPr>
          <w:color w:val="000000"/>
          <w:sz w:val="28"/>
          <w:szCs w:val="28"/>
        </w:rPr>
        <w:t xml:space="preserve"> грн.</w:t>
      </w:r>
    </w:p>
    <w:p w:rsidR="00581BFF" w:rsidRPr="008A5984" w:rsidRDefault="00581BFF" w:rsidP="008A5984">
      <w:pPr>
        <w:widowControl/>
        <w:shd w:val="clear" w:color="auto" w:fill="FFFFFF"/>
        <w:autoSpaceDE/>
        <w:autoSpaceDN/>
        <w:ind w:left="15" w:right="375"/>
        <w:jc w:val="both"/>
        <w:rPr>
          <w:b/>
          <w:sz w:val="28"/>
          <w:szCs w:val="28"/>
        </w:rPr>
      </w:pPr>
    </w:p>
    <w:p w:rsidR="00581BFF" w:rsidRPr="00EF6760" w:rsidRDefault="00581BFF" w:rsidP="00986192">
      <w:pPr>
        <w:spacing w:before="158" w:line="319" w:lineRule="exact"/>
        <w:ind w:left="840"/>
        <w:rPr>
          <w:b/>
          <w:sz w:val="28"/>
          <w:szCs w:val="28"/>
        </w:rPr>
      </w:pPr>
      <w:r w:rsidRPr="00465B1E">
        <w:rPr>
          <w:b/>
          <w:sz w:val="28"/>
          <w:szCs w:val="28"/>
        </w:rPr>
        <w:t>Голова селищної ради:</w:t>
      </w:r>
    </w:p>
    <w:p w:rsidR="00581BFF" w:rsidRDefault="00581BFF" w:rsidP="0003174A">
      <w:pPr>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w:t>
      </w:r>
    </w:p>
    <w:p w:rsidR="00581BFF" w:rsidRDefault="00581BFF" w:rsidP="0003174A">
      <w:pPr>
        <w:jc w:val="both"/>
        <w:rPr>
          <w:sz w:val="28"/>
          <w:szCs w:val="28"/>
        </w:rPr>
      </w:pPr>
    </w:p>
    <w:p w:rsidR="00581BFF" w:rsidRDefault="00581BFF" w:rsidP="0003174A">
      <w:pPr>
        <w:jc w:val="both"/>
        <w:rPr>
          <w:sz w:val="28"/>
          <w:szCs w:val="28"/>
        </w:rPr>
      </w:pPr>
      <w:r>
        <w:rPr>
          <w:sz w:val="28"/>
          <w:szCs w:val="28"/>
        </w:rPr>
        <w:t xml:space="preserve">Депутат </w:t>
      </w:r>
      <w:r w:rsidRPr="0067583F">
        <w:rPr>
          <w:sz w:val="28"/>
          <w:szCs w:val="28"/>
        </w:rPr>
        <w:t>Чушкін О.І.</w:t>
      </w:r>
      <w:r>
        <w:rPr>
          <w:sz w:val="28"/>
          <w:szCs w:val="28"/>
        </w:rPr>
        <w:t xml:space="preserve"> поставив запитання щодо використання бюджетних коштів.</w:t>
      </w:r>
    </w:p>
    <w:p w:rsidR="00581BFF" w:rsidRDefault="00581BFF" w:rsidP="0003174A">
      <w:pPr>
        <w:jc w:val="both"/>
        <w:rPr>
          <w:sz w:val="28"/>
          <w:szCs w:val="28"/>
        </w:rPr>
      </w:pPr>
    </w:p>
    <w:p w:rsidR="00581BFF" w:rsidRDefault="00581BFF" w:rsidP="0003174A">
      <w:pPr>
        <w:jc w:val="both"/>
        <w:rPr>
          <w:sz w:val="28"/>
          <w:szCs w:val="28"/>
        </w:rPr>
      </w:pPr>
      <w:r>
        <w:rPr>
          <w:sz w:val="28"/>
          <w:szCs w:val="28"/>
        </w:rPr>
        <w:t>Цобенко С.О. надав відповідь  щодо поставленого запитання.</w:t>
      </w:r>
    </w:p>
    <w:p w:rsidR="00581BFF" w:rsidRPr="005A5546" w:rsidRDefault="00581BFF" w:rsidP="0003174A">
      <w:pPr>
        <w:jc w:val="both"/>
        <w:rPr>
          <w:sz w:val="28"/>
          <w:szCs w:val="28"/>
        </w:rPr>
      </w:pPr>
    </w:p>
    <w:p w:rsidR="00581BFF" w:rsidRPr="005A5546" w:rsidRDefault="00581BFF" w:rsidP="0003174A">
      <w:pPr>
        <w:ind w:firstLine="708"/>
        <w:jc w:val="both"/>
        <w:rPr>
          <w:b/>
          <w:i/>
          <w:sz w:val="28"/>
          <w:szCs w:val="28"/>
        </w:rPr>
      </w:pPr>
      <w:r>
        <w:rPr>
          <w:sz w:val="28"/>
          <w:szCs w:val="28"/>
        </w:rPr>
        <w:t>На  засіданні постійної комісії</w:t>
      </w:r>
      <w:r w:rsidRPr="002F29D5">
        <w:rPr>
          <w:sz w:val="28"/>
          <w:szCs w:val="28"/>
        </w:rPr>
        <w:t xml:space="preserve"> селищної ради з питань фінансів, бюджету, управління комунальною власністю та соціально-економічного розв</w:t>
      </w:r>
      <w:r>
        <w:rPr>
          <w:sz w:val="28"/>
          <w:szCs w:val="28"/>
        </w:rPr>
        <w:t xml:space="preserve">итку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581BFF" w:rsidRPr="005A5546" w:rsidRDefault="00581BFF" w:rsidP="0003174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EA7FDE" w:rsidRDefault="00581BFF" w:rsidP="00986192">
      <w:pPr>
        <w:shd w:val="clear" w:color="auto" w:fill="FFFFFF"/>
        <w:jc w:val="both"/>
        <w:rPr>
          <w:sz w:val="28"/>
          <w:szCs w:val="28"/>
        </w:rPr>
      </w:pPr>
    </w:p>
    <w:p w:rsidR="00581BFF" w:rsidRPr="0094115B" w:rsidRDefault="00581BFF" w:rsidP="00986192">
      <w:pPr>
        <w:rPr>
          <w:sz w:val="28"/>
          <w:szCs w:val="28"/>
        </w:rPr>
      </w:pPr>
      <w:r w:rsidRPr="0094115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416A3E">
        <w:tc>
          <w:tcPr>
            <w:tcW w:w="534" w:type="dxa"/>
          </w:tcPr>
          <w:p w:rsidR="00581BFF" w:rsidRPr="00ED61E6" w:rsidRDefault="00581BFF" w:rsidP="00416A3E">
            <w:pPr>
              <w:ind w:right="-2"/>
              <w:jc w:val="center"/>
            </w:pPr>
            <w:r w:rsidRPr="00ED61E6">
              <w:t>№</w:t>
            </w:r>
          </w:p>
        </w:tc>
        <w:tc>
          <w:tcPr>
            <w:tcW w:w="6095" w:type="dxa"/>
          </w:tcPr>
          <w:p w:rsidR="00581BFF" w:rsidRPr="00ED61E6" w:rsidRDefault="00581BFF" w:rsidP="00416A3E">
            <w:pPr>
              <w:ind w:right="-2"/>
              <w:jc w:val="center"/>
            </w:pPr>
            <w:r w:rsidRPr="00ED61E6">
              <w:t>ПІБ депутата</w:t>
            </w:r>
          </w:p>
        </w:tc>
        <w:tc>
          <w:tcPr>
            <w:tcW w:w="2551" w:type="dxa"/>
          </w:tcPr>
          <w:p w:rsidR="00581BFF" w:rsidRPr="00ED61E6" w:rsidRDefault="00581BFF" w:rsidP="00416A3E">
            <w:pPr>
              <w:ind w:right="-2"/>
              <w:jc w:val="center"/>
            </w:pPr>
            <w:r w:rsidRPr="00ED61E6">
              <w:t>Результати голосування</w:t>
            </w:r>
          </w:p>
        </w:tc>
      </w:tr>
      <w:tr w:rsidR="00581BFF" w:rsidRPr="00ED61E6" w:rsidTr="00416A3E">
        <w:tc>
          <w:tcPr>
            <w:tcW w:w="534" w:type="dxa"/>
          </w:tcPr>
          <w:p w:rsidR="00581BFF" w:rsidRPr="00ED61E6" w:rsidRDefault="00581BFF" w:rsidP="00416A3E">
            <w:pPr>
              <w:ind w:right="-2"/>
              <w:jc w:val="center"/>
            </w:pPr>
            <w:r w:rsidRPr="00ED61E6">
              <w:t>1</w:t>
            </w:r>
          </w:p>
        </w:tc>
        <w:tc>
          <w:tcPr>
            <w:tcW w:w="6095" w:type="dxa"/>
          </w:tcPr>
          <w:p w:rsidR="00581BFF" w:rsidRPr="00ED61E6" w:rsidRDefault="00581BFF" w:rsidP="00416A3E">
            <w:r w:rsidRPr="00ED61E6">
              <w:t>Цобенко Сергій Олександрович – селищний голова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w:t>
            </w:r>
          </w:p>
        </w:tc>
        <w:tc>
          <w:tcPr>
            <w:tcW w:w="6095" w:type="dxa"/>
          </w:tcPr>
          <w:p w:rsidR="00581BFF" w:rsidRPr="00ED61E6" w:rsidRDefault="00581BFF" w:rsidP="00416A3E">
            <w:r w:rsidRPr="00ED61E6">
              <w:t>Брижатюк Олена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3</w:t>
            </w:r>
          </w:p>
        </w:tc>
        <w:tc>
          <w:tcPr>
            <w:tcW w:w="6095" w:type="dxa"/>
          </w:tcPr>
          <w:p w:rsidR="00581BFF" w:rsidRPr="00ED61E6" w:rsidRDefault="00581BFF" w:rsidP="00416A3E">
            <w:r w:rsidRPr="00ED61E6">
              <w:t>Голімбієвська Тамара Павлівна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4</w:t>
            </w:r>
          </w:p>
        </w:tc>
        <w:tc>
          <w:tcPr>
            <w:tcW w:w="6095" w:type="dxa"/>
          </w:tcPr>
          <w:p w:rsidR="00581BFF" w:rsidRPr="00ED61E6" w:rsidRDefault="00581BFF" w:rsidP="00416A3E">
            <w:r w:rsidRPr="00ED61E6">
              <w:t>Грушецький Анатолій Георгійович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5</w:t>
            </w:r>
          </w:p>
        </w:tc>
        <w:tc>
          <w:tcPr>
            <w:tcW w:w="6095" w:type="dxa"/>
          </w:tcPr>
          <w:p w:rsidR="00581BFF" w:rsidRPr="00ED61E6" w:rsidRDefault="00581BFF" w:rsidP="00416A3E">
            <w:r w:rsidRPr="00ED61E6">
              <w:t>Дудар Василь Серафимович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6</w:t>
            </w:r>
          </w:p>
        </w:tc>
        <w:tc>
          <w:tcPr>
            <w:tcW w:w="6095" w:type="dxa"/>
          </w:tcPr>
          <w:p w:rsidR="00581BFF" w:rsidRPr="00ED61E6" w:rsidRDefault="00581BFF" w:rsidP="00416A3E">
            <w:r w:rsidRPr="00ED61E6">
              <w:t>Захаренко Вадим Володимирович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7</w:t>
            </w:r>
          </w:p>
        </w:tc>
        <w:tc>
          <w:tcPr>
            <w:tcW w:w="6095" w:type="dxa"/>
          </w:tcPr>
          <w:p w:rsidR="00581BFF" w:rsidRPr="00ED61E6" w:rsidRDefault="00581BFF" w:rsidP="00416A3E">
            <w:r w:rsidRPr="00ED61E6">
              <w:t>Кучмій Богдан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8</w:t>
            </w:r>
          </w:p>
        </w:tc>
        <w:tc>
          <w:tcPr>
            <w:tcW w:w="6095" w:type="dxa"/>
          </w:tcPr>
          <w:p w:rsidR="00581BFF" w:rsidRPr="00ED61E6" w:rsidRDefault="00581BFF" w:rsidP="00416A3E">
            <w:r w:rsidRPr="00ED61E6">
              <w:t>Кучмій Юрій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9</w:t>
            </w:r>
          </w:p>
        </w:tc>
        <w:tc>
          <w:tcPr>
            <w:tcW w:w="6095" w:type="dxa"/>
          </w:tcPr>
          <w:p w:rsidR="00581BFF" w:rsidRPr="00ED61E6" w:rsidRDefault="00581BFF" w:rsidP="00416A3E">
            <w:r w:rsidRPr="00ED61E6">
              <w:t>Кругла Тетяна Дмитрівна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10</w:t>
            </w:r>
          </w:p>
        </w:tc>
        <w:tc>
          <w:tcPr>
            <w:tcW w:w="6095" w:type="dxa"/>
          </w:tcPr>
          <w:p w:rsidR="00581BFF" w:rsidRPr="00ED61E6" w:rsidRDefault="00581BFF" w:rsidP="00416A3E">
            <w:r w:rsidRPr="00ED61E6">
              <w:t>Лісовська Тамара Андріївна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11</w:t>
            </w:r>
          </w:p>
        </w:tc>
        <w:tc>
          <w:tcPr>
            <w:tcW w:w="6095" w:type="dxa"/>
          </w:tcPr>
          <w:p w:rsidR="00581BFF" w:rsidRPr="00ED61E6" w:rsidRDefault="00581BFF" w:rsidP="00416A3E">
            <w:r w:rsidRPr="00ED61E6">
              <w:t>Лісовський  Сергій Олександрович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12</w:t>
            </w:r>
          </w:p>
        </w:tc>
        <w:tc>
          <w:tcPr>
            <w:tcW w:w="6095" w:type="dxa"/>
          </w:tcPr>
          <w:p w:rsidR="00581BFF" w:rsidRPr="00ED61E6" w:rsidRDefault="00581BFF" w:rsidP="00416A3E">
            <w:r w:rsidRPr="00ED61E6">
              <w:t>Мирошниченко Олена Віталіївна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13</w:t>
            </w:r>
          </w:p>
        </w:tc>
        <w:tc>
          <w:tcPr>
            <w:tcW w:w="6095" w:type="dxa"/>
          </w:tcPr>
          <w:p w:rsidR="00581BFF" w:rsidRPr="00ED61E6" w:rsidRDefault="00581BFF" w:rsidP="00416A3E">
            <w:r w:rsidRPr="00ED61E6">
              <w:t>Мостовик Сергій Віталійович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14</w:t>
            </w:r>
          </w:p>
        </w:tc>
        <w:tc>
          <w:tcPr>
            <w:tcW w:w="6095" w:type="dxa"/>
          </w:tcPr>
          <w:p w:rsidR="00581BFF" w:rsidRPr="00ED61E6" w:rsidRDefault="00581BFF" w:rsidP="00416A3E">
            <w:r w:rsidRPr="00ED61E6">
              <w:t>Напханюк Ольга Іванівна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15</w:t>
            </w:r>
          </w:p>
        </w:tc>
        <w:tc>
          <w:tcPr>
            <w:tcW w:w="6095" w:type="dxa"/>
          </w:tcPr>
          <w:p w:rsidR="00581BFF" w:rsidRPr="00ED61E6" w:rsidRDefault="00581BFF" w:rsidP="00416A3E">
            <w:r w:rsidRPr="00ED61E6">
              <w:t>Напханюк Світлана Олексіївна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16</w:t>
            </w:r>
          </w:p>
        </w:tc>
        <w:tc>
          <w:tcPr>
            <w:tcW w:w="6095" w:type="dxa"/>
          </w:tcPr>
          <w:p w:rsidR="00581BFF" w:rsidRPr="00ED61E6" w:rsidRDefault="00581BFF" w:rsidP="00416A3E">
            <w:r w:rsidRPr="00ED61E6">
              <w:t>Новіков Сергій Алійович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17</w:t>
            </w:r>
          </w:p>
        </w:tc>
        <w:tc>
          <w:tcPr>
            <w:tcW w:w="6095" w:type="dxa"/>
          </w:tcPr>
          <w:p w:rsidR="00581BFF" w:rsidRPr="00ED61E6" w:rsidRDefault="00581BFF" w:rsidP="00416A3E">
            <w:r w:rsidRPr="00ED61E6">
              <w:t>Піщик Тетяна Володимирівна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18</w:t>
            </w:r>
          </w:p>
        </w:tc>
        <w:tc>
          <w:tcPr>
            <w:tcW w:w="6095" w:type="dxa"/>
          </w:tcPr>
          <w:p w:rsidR="00581BFF" w:rsidRPr="00ED61E6" w:rsidRDefault="00581BFF" w:rsidP="00416A3E">
            <w:r w:rsidRPr="00ED61E6">
              <w:t>Романщак Наталія Василівна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19</w:t>
            </w:r>
          </w:p>
        </w:tc>
        <w:tc>
          <w:tcPr>
            <w:tcW w:w="6095" w:type="dxa"/>
          </w:tcPr>
          <w:p w:rsidR="00581BFF" w:rsidRPr="00ED61E6" w:rsidRDefault="00581BFF" w:rsidP="00416A3E">
            <w:r w:rsidRPr="00ED61E6">
              <w:t>Рибак Ігор Федорович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20</w:t>
            </w:r>
          </w:p>
        </w:tc>
        <w:tc>
          <w:tcPr>
            <w:tcW w:w="6095" w:type="dxa"/>
          </w:tcPr>
          <w:p w:rsidR="00581BFF" w:rsidRPr="00ED61E6" w:rsidRDefault="00581BFF" w:rsidP="00416A3E">
            <w:r w:rsidRPr="00ED61E6">
              <w:t>Сачук Валентина Михайлівна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21</w:t>
            </w:r>
          </w:p>
        </w:tc>
        <w:tc>
          <w:tcPr>
            <w:tcW w:w="6095" w:type="dxa"/>
          </w:tcPr>
          <w:p w:rsidR="00581BFF" w:rsidRPr="00ED61E6" w:rsidRDefault="00581BFF" w:rsidP="00416A3E">
            <w:r w:rsidRPr="00ED61E6">
              <w:t>Сторожук Віталій Олексійович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22</w:t>
            </w:r>
          </w:p>
        </w:tc>
        <w:tc>
          <w:tcPr>
            <w:tcW w:w="6095" w:type="dxa"/>
          </w:tcPr>
          <w:p w:rsidR="00581BFF" w:rsidRPr="00ED61E6" w:rsidRDefault="00581BFF" w:rsidP="00416A3E">
            <w:r w:rsidRPr="00ED61E6">
              <w:t>Скрипар Василь Іванович</w:t>
            </w:r>
          </w:p>
        </w:tc>
        <w:tc>
          <w:tcPr>
            <w:tcW w:w="2551" w:type="dxa"/>
          </w:tcPr>
          <w:p w:rsidR="00581BFF" w:rsidRPr="00ED61E6" w:rsidRDefault="00581BFF" w:rsidP="00416A3E">
            <w:pPr>
              <w:ind w:right="-2"/>
            </w:pPr>
            <w:r>
              <w:t>відсутній</w:t>
            </w:r>
          </w:p>
        </w:tc>
      </w:tr>
      <w:tr w:rsidR="00581BFF" w:rsidRPr="00ED61E6" w:rsidTr="00416A3E">
        <w:tc>
          <w:tcPr>
            <w:tcW w:w="534" w:type="dxa"/>
          </w:tcPr>
          <w:p w:rsidR="00581BFF" w:rsidRPr="00ED61E6" w:rsidRDefault="00581BFF" w:rsidP="00416A3E">
            <w:pPr>
              <w:ind w:right="-2"/>
              <w:jc w:val="center"/>
            </w:pPr>
            <w:r w:rsidRPr="00ED61E6">
              <w:t>23</w:t>
            </w:r>
          </w:p>
        </w:tc>
        <w:tc>
          <w:tcPr>
            <w:tcW w:w="6095" w:type="dxa"/>
          </w:tcPr>
          <w:p w:rsidR="00581BFF" w:rsidRPr="00ED61E6" w:rsidRDefault="00581BFF" w:rsidP="00416A3E">
            <w:r w:rsidRPr="00ED61E6">
              <w:t>Сулима Ольга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24</w:t>
            </w:r>
          </w:p>
        </w:tc>
        <w:tc>
          <w:tcPr>
            <w:tcW w:w="6095" w:type="dxa"/>
          </w:tcPr>
          <w:p w:rsidR="00581BFF" w:rsidRPr="00ED61E6" w:rsidRDefault="00581BFF" w:rsidP="00416A3E">
            <w:r w:rsidRPr="00ED61E6">
              <w:t>Туз Сергій Віталійович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25</w:t>
            </w:r>
          </w:p>
        </w:tc>
        <w:tc>
          <w:tcPr>
            <w:tcW w:w="6095" w:type="dxa"/>
          </w:tcPr>
          <w:p w:rsidR="00581BFF" w:rsidRPr="00ED61E6" w:rsidRDefault="00581BFF" w:rsidP="00416A3E">
            <w:r w:rsidRPr="00ED61E6">
              <w:t>Чушкін Олексій Іванович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26</w:t>
            </w:r>
          </w:p>
        </w:tc>
        <w:tc>
          <w:tcPr>
            <w:tcW w:w="6095" w:type="dxa"/>
          </w:tcPr>
          <w:p w:rsidR="00581BFF" w:rsidRPr="00ED61E6" w:rsidRDefault="00581BFF" w:rsidP="00416A3E">
            <w:r w:rsidRPr="00ED61E6">
              <w:t>Чушкіна Надія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27</w:t>
            </w:r>
          </w:p>
        </w:tc>
        <w:tc>
          <w:tcPr>
            <w:tcW w:w="6095" w:type="dxa"/>
          </w:tcPr>
          <w:p w:rsidR="00581BFF" w:rsidRPr="00ED61E6" w:rsidRDefault="00581BFF" w:rsidP="00416A3E">
            <w:r w:rsidRPr="00ED61E6">
              <w:t>Ясінський Микола Володимирович</w:t>
            </w:r>
          </w:p>
        </w:tc>
        <w:tc>
          <w:tcPr>
            <w:tcW w:w="2551" w:type="dxa"/>
          </w:tcPr>
          <w:p w:rsidR="00581BFF" w:rsidRPr="00ED61E6" w:rsidRDefault="00581BFF" w:rsidP="00416A3E">
            <w:pPr>
              <w:ind w:right="-2"/>
            </w:pPr>
            <w:r>
              <w:t>За</w:t>
            </w:r>
          </w:p>
        </w:tc>
      </w:tr>
    </w:tbl>
    <w:p w:rsidR="00581BFF" w:rsidRPr="001D1725" w:rsidRDefault="00581BFF" w:rsidP="00986192">
      <w:pPr>
        <w:rPr>
          <w:sz w:val="28"/>
          <w:szCs w:val="28"/>
        </w:rPr>
      </w:pPr>
      <w:r>
        <w:rPr>
          <w:sz w:val="28"/>
          <w:szCs w:val="28"/>
        </w:rPr>
        <w:t>Усього проголосували</w:t>
      </w:r>
      <w:r w:rsidRPr="001D1725">
        <w:rPr>
          <w:sz w:val="28"/>
          <w:szCs w:val="28"/>
        </w:rPr>
        <w:t>,  з них :</w:t>
      </w:r>
    </w:p>
    <w:p w:rsidR="00581BFF" w:rsidRDefault="00581BFF" w:rsidP="00986192">
      <w:pPr>
        <w:spacing w:line="319" w:lineRule="exact"/>
        <w:ind w:left="840"/>
        <w:rPr>
          <w:i/>
          <w:sz w:val="28"/>
        </w:rPr>
      </w:pPr>
      <w:r>
        <w:rPr>
          <w:i/>
          <w:sz w:val="28"/>
        </w:rPr>
        <w:t xml:space="preserve"> «За» - 24 чол.</w:t>
      </w:r>
    </w:p>
    <w:p w:rsidR="00581BFF" w:rsidRDefault="00581BFF" w:rsidP="00986192">
      <w:pPr>
        <w:spacing w:line="322" w:lineRule="exact"/>
        <w:ind w:left="840"/>
        <w:rPr>
          <w:i/>
          <w:sz w:val="28"/>
        </w:rPr>
      </w:pPr>
      <w:r>
        <w:rPr>
          <w:i/>
          <w:sz w:val="28"/>
        </w:rPr>
        <w:t>«Проти – немає.</w:t>
      </w:r>
    </w:p>
    <w:p w:rsidR="00581BFF" w:rsidRDefault="00581BFF" w:rsidP="00986192">
      <w:pPr>
        <w:ind w:left="840"/>
        <w:rPr>
          <w:i/>
          <w:sz w:val="28"/>
        </w:rPr>
      </w:pPr>
      <w:r>
        <w:rPr>
          <w:i/>
          <w:sz w:val="28"/>
        </w:rPr>
        <w:t>«Утримались» - немає.</w:t>
      </w:r>
    </w:p>
    <w:p w:rsidR="00581BFF" w:rsidRDefault="00581BFF" w:rsidP="00986192">
      <w:pPr>
        <w:pStyle w:val="Heading1"/>
        <w:spacing w:before="9"/>
        <w:ind w:left="119"/>
        <w:jc w:val="left"/>
        <w:rPr>
          <w:b w:val="0"/>
        </w:rPr>
      </w:pPr>
      <w:r w:rsidRPr="001D1725">
        <w:rPr>
          <w:b w:val="0"/>
        </w:rPr>
        <w:t>Прийнято</w:t>
      </w:r>
      <w:r>
        <w:rPr>
          <w:b w:val="0"/>
        </w:rPr>
        <w:t xml:space="preserve"> рішення № 62</w:t>
      </w:r>
      <w:r w:rsidRPr="001D1725">
        <w:rPr>
          <w:b w:val="0"/>
        </w:rPr>
        <w:t xml:space="preserve"> (додається).</w:t>
      </w:r>
    </w:p>
    <w:p w:rsidR="00581BFF" w:rsidRPr="00465B1E" w:rsidRDefault="00581BFF" w:rsidP="001D1725">
      <w:pPr>
        <w:pStyle w:val="BodyText"/>
        <w:spacing w:line="237" w:lineRule="auto"/>
        <w:ind w:right="110"/>
        <w:rPr>
          <w:color w:val="FF0000"/>
        </w:rPr>
      </w:pPr>
    </w:p>
    <w:p w:rsidR="00581BFF" w:rsidRPr="00465B1E" w:rsidRDefault="00581BFF" w:rsidP="0003174A">
      <w:pPr>
        <w:spacing w:before="158" w:line="319" w:lineRule="exact"/>
        <w:ind w:left="840"/>
        <w:rPr>
          <w:b/>
          <w:sz w:val="28"/>
          <w:szCs w:val="28"/>
        </w:rPr>
      </w:pPr>
      <w:r w:rsidRPr="00465B1E">
        <w:rPr>
          <w:b/>
          <w:sz w:val="28"/>
          <w:szCs w:val="28"/>
        </w:rPr>
        <w:t>Голова селищної ради:</w:t>
      </w:r>
    </w:p>
    <w:p w:rsidR="00581BFF" w:rsidRDefault="00581BFF" w:rsidP="0003174A">
      <w:pPr>
        <w:rPr>
          <w:sz w:val="28"/>
          <w:szCs w:val="28"/>
        </w:rPr>
      </w:pPr>
      <w:r w:rsidRPr="005A5546">
        <w:rPr>
          <w:sz w:val="28"/>
          <w:szCs w:val="28"/>
        </w:rPr>
        <w:t xml:space="preserve">Переходимо до розгляду </w:t>
      </w:r>
      <w:r w:rsidRPr="0003174A">
        <w:rPr>
          <w:sz w:val="28"/>
          <w:szCs w:val="28"/>
        </w:rPr>
        <w:t>п'ятого</w:t>
      </w:r>
      <w:r w:rsidRPr="00B05A04">
        <w:rPr>
          <w:sz w:val="28"/>
          <w:szCs w:val="28"/>
        </w:rPr>
        <w:t xml:space="preserve"> </w:t>
      </w:r>
      <w:r>
        <w:rPr>
          <w:sz w:val="28"/>
          <w:szCs w:val="28"/>
        </w:rPr>
        <w:t xml:space="preserve">питання. </w:t>
      </w:r>
    </w:p>
    <w:p w:rsidR="00581BFF" w:rsidRDefault="00581BFF" w:rsidP="0003174A">
      <w:pPr>
        <w:tabs>
          <w:tab w:val="left" w:pos="3600"/>
        </w:tabs>
        <w:ind w:right="98" w:firstLine="720"/>
        <w:jc w:val="both"/>
        <w:outlineLvl w:val="0"/>
        <w:rPr>
          <w:sz w:val="28"/>
          <w:szCs w:val="28"/>
        </w:rPr>
      </w:pPr>
      <w:r w:rsidRPr="002F4B1F">
        <w:rPr>
          <w:sz w:val="28"/>
          <w:szCs w:val="28"/>
        </w:rPr>
        <w:t xml:space="preserve">Слово для інформації </w:t>
      </w:r>
      <w:r w:rsidRPr="002F29D5">
        <w:rPr>
          <w:b/>
          <w:sz w:val="28"/>
          <w:szCs w:val="28"/>
        </w:rPr>
        <w:t>Про зміну засновника, перейменування та затвердже</w:t>
      </w:r>
      <w:r>
        <w:rPr>
          <w:b/>
          <w:sz w:val="28"/>
          <w:szCs w:val="28"/>
        </w:rPr>
        <w:t>ння Статуту (у новій редакції) К</w:t>
      </w:r>
      <w:r w:rsidRPr="002F29D5">
        <w:rPr>
          <w:b/>
          <w:sz w:val="28"/>
          <w:szCs w:val="28"/>
        </w:rPr>
        <w:t>омунального некомерційного підприємства "Голованівська центральна районна лікарня" Голованівської селищної ради</w:t>
      </w:r>
      <w:r w:rsidRPr="00F5144B">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03174A">
      <w:pPr>
        <w:tabs>
          <w:tab w:val="left" w:pos="3600"/>
        </w:tabs>
        <w:ind w:right="98" w:firstLine="720"/>
        <w:jc w:val="both"/>
        <w:outlineLvl w:val="0"/>
        <w:rPr>
          <w:sz w:val="28"/>
          <w:szCs w:val="28"/>
        </w:rPr>
      </w:pPr>
    </w:p>
    <w:p w:rsidR="00581BFF" w:rsidRDefault="00581BFF" w:rsidP="0003174A">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03174A">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03174A">
      <w:pPr>
        <w:tabs>
          <w:tab w:val="left" w:pos="3600"/>
        </w:tabs>
        <w:ind w:right="98" w:firstLine="720"/>
        <w:jc w:val="both"/>
        <w:outlineLvl w:val="0"/>
        <w:rPr>
          <w:sz w:val="28"/>
          <w:szCs w:val="28"/>
        </w:rPr>
      </w:pPr>
      <w:r>
        <w:rPr>
          <w:bCs/>
          <w:sz w:val="28"/>
          <w:szCs w:val="28"/>
        </w:rPr>
        <w:t>У</w:t>
      </w:r>
      <w:r w:rsidRPr="0067583F">
        <w:t xml:space="preserve"> </w:t>
      </w:r>
      <w:hyperlink r:id="rId7"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rPr>
        <w:t>«</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w:t>
      </w:r>
      <w:r>
        <w:rPr>
          <w:bCs/>
          <w:sz w:val="28"/>
          <w:szCs w:val="28"/>
          <w:shd w:val="clear" w:color="auto" w:fill="FFFFFF"/>
        </w:rPr>
        <w:t xml:space="preserve">радою прийнято рішення про передачу </w:t>
      </w:r>
      <w:r w:rsidRPr="0067583F">
        <w:rPr>
          <w:sz w:val="28"/>
          <w:szCs w:val="28"/>
        </w:rPr>
        <w:t>Комунального некомерційного підприємства "Голованівська центральна районна лікарня"</w:t>
      </w:r>
      <w:r>
        <w:rPr>
          <w:sz w:val="28"/>
          <w:szCs w:val="28"/>
        </w:rPr>
        <w:t xml:space="preserve"> на баланс Голованівської селищної ради. </w:t>
      </w:r>
    </w:p>
    <w:p w:rsidR="00581BFF" w:rsidRDefault="00581BFF" w:rsidP="0003174A">
      <w:pPr>
        <w:tabs>
          <w:tab w:val="left" w:pos="3600"/>
        </w:tabs>
        <w:ind w:right="98" w:firstLine="720"/>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 </w:t>
      </w:r>
    </w:p>
    <w:p w:rsidR="00581BFF" w:rsidRDefault="00581BFF" w:rsidP="00E452DA">
      <w:pPr>
        <w:tabs>
          <w:tab w:val="left" w:pos="3600"/>
        </w:tabs>
        <w:ind w:right="98" w:firstLine="720"/>
        <w:jc w:val="both"/>
        <w:outlineLvl w:val="0"/>
        <w:rPr>
          <w:sz w:val="28"/>
          <w:szCs w:val="28"/>
          <w:shd w:val="clear" w:color="auto" w:fill="FFFFFF"/>
        </w:rPr>
      </w:pPr>
      <w:r w:rsidRPr="00E452DA">
        <w:rPr>
          <w:sz w:val="28"/>
          <w:szCs w:val="28"/>
        </w:rPr>
        <w:t>Відповідно п.9, ст.16 Закону України «</w:t>
      </w:r>
      <w:r w:rsidRPr="00E452DA">
        <w:rPr>
          <w:sz w:val="28"/>
          <w:szCs w:val="28"/>
          <w:shd w:val="clear" w:color="auto" w:fill="FFFFFF"/>
        </w:rPr>
        <w:t xml:space="preserve">Основи законодавства України про охорону здоров'я», п.2 Порядку </w:t>
      </w:r>
      <w:r w:rsidRPr="00E452DA">
        <w:rPr>
          <w:rStyle w:val="rvts23"/>
          <w:bCs/>
          <w:sz w:val="28"/>
          <w:szCs w:val="28"/>
          <w:shd w:val="clear" w:color="auto" w:fill="FFFFFF"/>
        </w:rPr>
        <w:t>укладення контракту з керівником державного, комунального закладу охорони здоров’я,</w:t>
      </w:r>
      <w:r w:rsidRPr="00E452DA">
        <w:rPr>
          <w:rStyle w:val="rvts23"/>
          <w:b/>
          <w:bCs/>
          <w:sz w:val="28"/>
          <w:szCs w:val="28"/>
          <w:shd w:val="clear" w:color="auto" w:fill="FFFFFF"/>
        </w:rPr>
        <w:t xml:space="preserve"> </w:t>
      </w:r>
      <w:r w:rsidRPr="00E452DA">
        <w:rPr>
          <w:rStyle w:val="rvts23"/>
          <w:bCs/>
          <w:sz w:val="28"/>
          <w:szCs w:val="28"/>
          <w:shd w:val="clear" w:color="auto" w:fill="FFFFFF"/>
        </w:rPr>
        <w:t>затвердженого</w:t>
      </w:r>
      <w:r>
        <w:rPr>
          <w:sz w:val="28"/>
          <w:szCs w:val="28"/>
        </w:rPr>
        <w:t xml:space="preserve"> </w:t>
      </w:r>
      <w:r>
        <w:rPr>
          <w:rStyle w:val="rvts9"/>
          <w:bCs/>
          <w:sz w:val="28"/>
          <w:szCs w:val="28"/>
          <w:shd w:val="clear" w:color="auto" w:fill="FFFFFF"/>
        </w:rPr>
        <w:t>П</w:t>
      </w:r>
      <w:r w:rsidRPr="00E452DA">
        <w:rPr>
          <w:rStyle w:val="rvts9"/>
          <w:bCs/>
          <w:sz w:val="28"/>
          <w:szCs w:val="28"/>
          <w:shd w:val="clear" w:color="auto" w:fill="FFFFFF"/>
        </w:rPr>
        <w:t>остановою Кабінету Міністрів України</w:t>
      </w:r>
      <w:r>
        <w:rPr>
          <w:sz w:val="28"/>
          <w:szCs w:val="28"/>
        </w:rPr>
        <w:t xml:space="preserve"> </w:t>
      </w:r>
      <w:r w:rsidRPr="00E452DA">
        <w:rPr>
          <w:rStyle w:val="rvts9"/>
          <w:bCs/>
          <w:sz w:val="28"/>
          <w:szCs w:val="28"/>
          <w:shd w:val="clear" w:color="auto" w:fill="FFFFFF"/>
        </w:rPr>
        <w:t xml:space="preserve">від 21 серпня 2019 р. № 792, </w:t>
      </w:r>
      <w:r w:rsidRPr="00E452DA">
        <w:rPr>
          <w:sz w:val="28"/>
          <w:szCs w:val="28"/>
          <w:shd w:val="clear" w:color="auto" w:fill="FFFFFF"/>
        </w:rPr>
        <w:t>призначення на посаду керівника закладу здійснюється відповідно до законодавства керівником органу або державним секретарем міністерства, до сфери управління якого належить (в управлінні якого перебуває) заклад, або за рішенням обласної, районної ради чи сільським, селищним, міським головою.</w:t>
      </w:r>
    </w:p>
    <w:p w:rsidR="00581BFF" w:rsidRPr="00EF6760" w:rsidRDefault="00581BFF" w:rsidP="00E452DA">
      <w:pPr>
        <w:spacing w:before="158" w:line="319" w:lineRule="exact"/>
        <w:ind w:left="840"/>
        <w:rPr>
          <w:b/>
          <w:sz w:val="28"/>
          <w:szCs w:val="28"/>
        </w:rPr>
      </w:pPr>
      <w:r w:rsidRPr="00465B1E">
        <w:rPr>
          <w:b/>
          <w:sz w:val="28"/>
          <w:szCs w:val="28"/>
        </w:rPr>
        <w:t>Голова селищної ради:</w:t>
      </w:r>
    </w:p>
    <w:p w:rsidR="00581BFF" w:rsidRDefault="00581BFF" w:rsidP="00E452DA">
      <w:pPr>
        <w:ind w:firstLine="707"/>
        <w:jc w:val="both"/>
        <w:rPr>
          <w:sz w:val="28"/>
          <w:szCs w:val="28"/>
        </w:rPr>
      </w:pPr>
      <w:r w:rsidRPr="005A5546">
        <w:rPr>
          <w:sz w:val="28"/>
          <w:szCs w:val="28"/>
        </w:rPr>
        <w:t xml:space="preserve">Чи є запитання </w:t>
      </w:r>
      <w:r>
        <w:rPr>
          <w:sz w:val="28"/>
          <w:szCs w:val="28"/>
        </w:rPr>
        <w:t xml:space="preserve">у депутатів? </w:t>
      </w:r>
    </w:p>
    <w:p w:rsidR="00581BFF" w:rsidRDefault="00581BFF" w:rsidP="00E452DA">
      <w:pPr>
        <w:ind w:firstLine="707"/>
        <w:jc w:val="both"/>
        <w:rPr>
          <w:sz w:val="28"/>
          <w:szCs w:val="28"/>
        </w:rPr>
      </w:pPr>
    </w:p>
    <w:p w:rsidR="00581BFF" w:rsidRDefault="00581BFF" w:rsidP="00E452DA">
      <w:pPr>
        <w:jc w:val="both"/>
        <w:rPr>
          <w:sz w:val="28"/>
          <w:szCs w:val="28"/>
        </w:rPr>
      </w:pPr>
      <w:r>
        <w:rPr>
          <w:sz w:val="28"/>
          <w:szCs w:val="28"/>
        </w:rPr>
        <w:t xml:space="preserve">Депутат </w:t>
      </w:r>
      <w:r w:rsidRPr="0067583F">
        <w:rPr>
          <w:sz w:val="28"/>
          <w:szCs w:val="28"/>
        </w:rPr>
        <w:t>Чушкін О.І.</w:t>
      </w:r>
      <w:r>
        <w:rPr>
          <w:sz w:val="28"/>
          <w:szCs w:val="28"/>
        </w:rPr>
        <w:t xml:space="preserve"> поставив запитання щодо </w:t>
      </w:r>
      <w:r>
        <w:rPr>
          <w:sz w:val="28"/>
          <w:szCs w:val="28"/>
          <w:lang w:val="ru-RU"/>
        </w:rPr>
        <w:t>Порядку утворення, прав, обов’язків</w:t>
      </w:r>
      <w:r w:rsidRPr="0017364B">
        <w:rPr>
          <w:sz w:val="28"/>
          <w:szCs w:val="28"/>
          <w:lang w:val="ru-RU"/>
        </w:rPr>
        <w:t xml:space="preserve"> спостережної ради закладу охорони здоров’я</w:t>
      </w:r>
      <w:r>
        <w:rPr>
          <w:sz w:val="28"/>
          <w:szCs w:val="28"/>
          <w:lang w:val="ru-RU"/>
        </w:rPr>
        <w:t>.</w:t>
      </w:r>
    </w:p>
    <w:p w:rsidR="00581BFF" w:rsidRDefault="00581BFF" w:rsidP="00E452DA">
      <w:pPr>
        <w:jc w:val="both"/>
        <w:rPr>
          <w:sz w:val="28"/>
          <w:szCs w:val="28"/>
        </w:rPr>
      </w:pPr>
    </w:p>
    <w:p w:rsidR="00581BFF" w:rsidRDefault="00581BFF" w:rsidP="00E452DA">
      <w:pPr>
        <w:jc w:val="both"/>
        <w:rPr>
          <w:sz w:val="28"/>
          <w:szCs w:val="28"/>
        </w:rPr>
      </w:pPr>
      <w:r>
        <w:rPr>
          <w:sz w:val="28"/>
          <w:szCs w:val="28"/>
        </w:rPr>
        <w:t>Цобенко С.О. надав відповідь  щодо поставленого запитання.</w:t>
      </w:r>
    </w:p>
    <w:p w:rsidR="00581BFF" w:rsidRDefault="00581BFF" w:rsidP="00E452DA">
      <w:pPr>
        <w:jc w:val="both"/>
        <w:rPr>
          <w:sz w:val="28"/>
          <w:szCs w:val="28"/>
        </w:rPr>
      </w:pPr>
    </w:p>
    <w:p w:rsidR="00581BFF" w:rsidRPr="00930243" w:rsidRDefault="00581BFF" w:rsidP="00930243">
      <w:pPr>
        <w:spacing w:before="158" w:line="319" w:lineRule="exact"/>
        <w:ind w:left="840"/>
        <w:rPr>
          <w:b/>
          <w:sz w:val="28"/>
          <w:szCs w:val="28"/>
        </w:rPr>
      </w:pPr>
      <w:r w:rsidRPr="00465B1E">
        <w:rPr>
          <w:b/>
          <w:sz w:val="28"/>
          <w:szCs w:val="28"/>
        </w:rPr>
        <w:t>Голова селищної ради:</w:t>
      </w:r>
    </w:p>
    <w:p w:rsidR="00581BFF" w:rsidRPr="005A5546" w:rsidRDefault="00581BFF" w:rsidP="00E452DA">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E452D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E452DA">
      <w:pPr>
        <w:pStyle w:val="40"/>
        <w:shd w:val="clear" w:color="auto" w:fill="auto"/>
        <w:spacing w:before="0" w:after="0" w:line="240" w:lineRule="auto"/>
        <w:ind w:left="23" w:firstLine="684"/>
        <w:rPr>
          <w:sz w:val="28"/>
          <w:szCs w:val="16"/>
        </w:rPr>
      </w:pPr>
    </w:p>
    <w:p w:rsidR="00581BFF" w:rsidRDefault="00581BFF" w:rsidP="00E452DA">
      <w:pPr>
        <w:jc w:val="both"/>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416A3E">
        <w:tc>
          <w:tcPr>
            <w:tcW w:w="534" w:type="dxa"/>
          </w:tcPr>
          <w:p w:rsidR="00581BFF" w:rsidRPr="00ED61E6" w:rsidRDefault="00581BFF" w:rsidP="00416A3E">
            <w:pPr>
              <w:ind w:right="-2"/>
              <w:jc w:val="center"/>
            </w:pPr>
            <w:r w:rsidRPr="00ED61E6">
              <w:t>№</w:t>
            </w:r>
          </w:p>
        </w:tc>
        <w:tc>
          <w:tcPr>
            <w:tcW w:w="6095" w:type="dxa"/>
          </w:tcPr>
          <w:p w:rsidR="00581BFF" w:rsidRPr="00ED61E6" w:rsidRDefault="00581BFF" w:rsidP="00416A3E">
            <w:pPr>
              <w:ind w:right="-2"/>
              <w:jc w:val="center"/>
            </w:pPr>
            <w:r w:rsidRPr="00ED61E6">
              <w:t>ПІБ депутата</w:t>
            </w:r>
          </w:p>
        </w:tc>
        <w:tc>
          <w:tcPr>
            <w:tcW w:w="2551" w:type="dxa"/>
          </w:tcPr>
          <w:p w:rsidR="00581BFF" w:rsidRPr="00ED61E6" w:rsidRDefault="00581BFF" w:rsidP="00416A3E">
            <w:pPr>
              <w:ind w:right="-2"/>
              <w:jc w:val="center"/>
            </w:pPr>
            <w:r w:rsidRPr="00ED61E6">
              <w:t>Результати голосування</w:t>
            </w:r>
          </w:p>
        </w:tc>
      </w:tr>
      <w:tr w:rsidR="00581BFF" w:rsidRPr="00ED61E6" w:rsidTr="00416A3E">
        <w:tc>
          <w:tcPr>
            <w:tcW w:w="534" w:type="dxa"/>
          </w:tcPr>
          <w:p w:rsidR="00581BFF" w:rsidRPr="00ED61E6" w:rsidRDefault="00581BFF" w:rsidP="00416A3E">
            <w:pPr>
              <w:ind w:right="-2"/>
              <w:jc w:val="center"/>
            </w:pPr>
            <w:r w:rsidRPr="00ED61E6">
              <w:t>1</w:t>
            </w:r>
          </w:p>
        </w:tc>
        <w:tc>
          <w:tcPr>
            <w:tcW w:w="6095" w:type="dxa"/>
          </w:tcPr>
          <w:p w:rsidR="00581BFF" w:rsidRPr="00ED61E6" w:rsidRDefault="00581BFF" w:rsidP="00416A3E">
            <w:r w:rsidRPr="00ED61E6">
              <w:t>Цобенко Сергій Олександрович – селищний голова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w:t>
            </w:r>
          </w:p>
        </w:tc>
        <w:tc>
          <w:tcPr>
            <w:tcW w:w="6095" w:type="dxa"/>
          </w:tcPr>
          <w:p w:rsidR="00581BFF" w:rsidRPr="00ED61E6" w:rsidRDefault="00581BFF" w:rsidP="00416A3E">
            <w:r w:rsidRPr="00ED61E6">
              <w:t>Брижатюк Олена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3</w:t>
            </w:r>
          </w:p>
        </w:tc>
        <w:tc>
          <w:tcPr>
            <w:tcW w:w="6095" w:type="dxa"/>
          </w:tcPr>
          <w:p w:rsidR="00581BFF" w:rsidRPr="00ED61E6" w:rsidRDefault="00581BFF" w:rsidP="00416A3E">
            <w:r w:rsidRPr="00ED61E6">
              <w:t>Голімбієвська Тамара Павлівна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4</w:t>
            </w:r>
          </w:p>
        </w:tc>
        <w:tc>
          <w:tcPr>
            <w:tcW w:w="6095" w:type="dxa"/>
          </w:tcPr>
          <w:p w:rsidR="00581BFF" w:rsidRPr="00ED61E6" w:rsidRDefault="00581BFF" w:rsidP="00416A3E">
            <w:r w:rsidRPr="00ED61E6">
              <w:t>Грушецький Анатолій Георгійович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5</w:t>
            </w:r>
          </w:p>
        </w:tc>
        <w:tc>
          <w:tcPr>
            <w:tcW w:w="6095" w:type="dxa"/>
          </w:tcPr>
          <w:p w:rsidR="00581BFF" w:rsidRPr="00ED61E6" w:rsidRDefault="00581BFF" w:rsidP="00416A3E">
            <w:r w:rsidRPr="00ED61E6">
              <w:t>Дудар Василь Серафимович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6</w:t>
            </w:r>
          </w:p>
        </w:tc>
        <w:tc>
          <w:tcPr>
            <w:tcW w:w="6095" w:type="dxa"/>
          </w:tcPr>
          <w:p w:rsidR="00581BFF" w:rsidRPr="00ED61E6" w:rsidRDefault="00581BFF" w:rsidP="00416A3E">
            <w:r w:rsidRPr="00ED61E6">
              <w:t>Захаренко Вадим Володимирович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7</w:t>
            </w:r>
          </w:p>
        </w:tc>
        <w:tc>
          <w:tcPr>
            <w:tcW w:w="6095" w:type="dxa"/>
          </w:tcPr>
          <w:p w:rsidR="00581BFF" w:rsidRPr="00ED61E6" w:rsidRDefault="00581BFF" w:rsidP="00416A3E">
            <w:r w:rsidRPr="00ED61E6">
              <w:t>Кучмій Богдан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8</w:t>
            </w:r>
          </w:p>
        </w:tc>
        <w:tc>
          <w:tcPr>
            <w:tcW w:w="6095" w:type="dxa"/>
          </w:tcPr>
          <w:p w:rsidR="00581BFF" w:rsidRPr="00ED61E6" w:rsidRDefault="00581BFF" w:rsidP="00416A3E">
            <w:r w:rsidRPr="00ED61E6">
              <w:t>Кучмій Юрій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9</w:t>
            </w:r>
          </w:p>
        </w:tc>
        <w:tc>
          <w:tcPr>
            <w:tcW w:w="6095" w:type="dxa"/>
          </w:tcPr>
          <w:p w:rsidR="00581BFF" w:rsidRPr="00ED61E6" w:rsidRDefault="00581BFF" w:rsidP="00416A3E">
            <w:r w:rsidRPr="00ED61E6">
              <w:t>Кругла Тетяна Дмитрівна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10</w:t>
            </w:r>
          </w:p>
        </w:tc>
        <w:tc>
          <w:tcPr>
            <w:tcW w:w="6095" w:type="dxa"/>
          </w:tcPr>
          <w:p w:rsidR="00581BFF" w:rsidRPr="00ED61E6" w:rsidRDefault="00581BFF" w:rsidP="00416A3E">
            <w:r w:rsidRPr="00ED61E6">
              <w:t>Лісовська Тамара Андріївна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11</w:t>
            </w:r>
          </w:p>
        </w:tc>
        <w:tc>
          <w:tcPr>
            <w:tcW w:w="6095" w:type="dxa"/>
          </w:tcPr>
          <w:p w:rsidR="00581BFF" w:rsidRPr="00ED61E6" w:rsidRDefault="00581BFF" w:rsidP="00416A3E">
            <w:r w:rsidRPr="00ED61E6">
              <w:t>Лісовський  Сергій Олександрович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12</w:t>
            </w:r>
          </w:p>
        </w:tc>
        <w:tc>
          <w:tcPr>
            <w:tcW w:w="6095" w:type="dxa"/>
          </w:tcPr>
          <w:p w:rsidR="00581BFF" w:rsidRPr="00ED61E6" w:rsidRDefault="00581BFF" w:rsidP="00416A3E">
            <w:r w:rsidRPr="00ED61E6">
              <w:t>Мирошниченко Олена Віталіївна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13</w:t>
            </w:r>
          </w:p>
        </w:tc>
        <w:tc>
          <w:tcPr>
            <w:tcW w:w="6095" w:type="dxa"/>
          </w:tcPr>
          <w:p w:rsidR="00581BFF" w:rsidRPr="00ED61E6" w:rsidRDefault="00581BFF" w:rsidP="00416A3E">
            <w:r w:rsidRPr="00ED61E6">
              <w:t>Мостовик Сергій Віталійович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14</w:t>
            </w:r>
          </w:p>
        </w:tc>
        <w:tc>
          <w:tcPr>
            <w:tcW w:w="6095" w:type="dxa"/>
          </w:tcPr>
          <w:p w:rsidR="00581BFF" w:rsidRPr="00ED61E6" w:rsidRDefault="00581BFF" w:rsidP="00416A3E">
            <w:r w:rsidRPr="00ED61E6">
              <w:t>Напханюк Ольга Іванівна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15</w:t>
            </w:r>
          </w:p>
        </w:tc>
        <w:tc>
          <w:tcPr>
            <w:tcW w:w="6095" w:type="dxa"/>
          </w:tcPr>
          <w:p w:rsidR="00581BFF" w:rsidRPr="00ED61E6" w:rsidRDefault="00581BFF" w:rsidP="00416A3E">
            <w:r w:rsidRPr="00ED61E6">
              <w:t>Напханюк Світлана Олексіївна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16</w:t>
            </w:r>
          </w:p>
        </w:tc>
        <w:tc>
          <w:tcPr>
            <w:tcW w:w="6095" w:type="dxa"/>
          </w:tcPr>
          <w:p w:rsidR="00581BFF" w:rsidRPr="00ED61E6" w:rsidRDefault="00581BFF" w:rsidP="00416A3E">
            <w:r w:rsidRPr="00ED61E6">
              <w:t>Новіков Сергій Алійович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17</w:t>
            </w:r>
          </w:p>
        </w:tc>
        <w:tc>
          <w:tcPr>
            <w:tcW w:w="6095" w:type="dxa"/>
          </w:tcPr>
          <w:p w:rsidR="00581BFF" w:rsidRPr="00ED61E6" w:rsidRDefault="00581BFF" w:rsidP="00416A3E">
            <w:r w:rsidRPr="00ED61E6">
              <w:t>Піщик Тетяна Володимирівна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18</w:t>
            </w:r>
          </w:p>
        </w:tc>
        <w:tc>
          <w:tcPr>
            <w:tcW w:w="6095" w:type="dxa"/>
          </w:tcPr>
          <w:p w:rsidR="00581BFF" w:rsidRPr="00ED61E6" w:rsidRDefault="00581BFF" w:rsidP="00416A3E">
            <w:r w:rsidRPr="00ED61E6">
              <w:t>Романщак Наталія Василівна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19</w:t>
            </w:r>
          </w:p>
        </w:tc>
        <w:tc>
          <w:tcPr>
            <w:tcW w:w="6095" w:type="dxa"/>
          </w:tcPr>
          <w:p w:rsidR="00581BFF" w:rsidRPr="00ED61E6" w:rsidRDefault="00581BFF" w:rsidP="00416A3E">
            <w:r w:rsidRPr="00ED61E6">
              <w:t>Рибак Ігор Федорович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20</w:t>
            </w:r>
          </w:p>
        </w:tc>
        <w:tc>
          <w:tcPr>
            <w:tcW w:w="6095" w:type="dxa"/>
          </w:tcPr>
          <w:p w:rsidR="00581BFF" w:rsidRPr="00ED61E6" w:rsidRDefault="00581BFF" w:rsidP="00416A3E">
            <w:r w:rsidRPr="00ED61E6">
              <w:t>Сачук Валентина Михайлівна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21</w:t>
            </w:r>
          </w:p>
        </w:tc>
        <w:tc>
          <w:tcPr>
            <w:tcW w:w="6095" w:type="dxa"/>
          </w:tcPr>
          <w:p w:rsidR="00581BFF" w:rsidRPr="00ED61E6" w:rsidRDefault="00581BFF" w:rsidP="00416A3E">
            <w:r w:rsidRPr="00ED61E6">
              <w:t>Сторожук Віталій Олексійович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22</w:t>
            </w:r>
          </w:p>
        </w:tc>
        <w:tc>
          <w:tcPr>
            <w:tcW w:w="6095" w:type="dxa"/>
          </w:tcPr>
          <w:p w:rsidR="00581BFF" w:rsidRPr="00ED61E6" w:rsidRDefault="00581BFF" w:rsidP="00416A3E">
            <w:r w:rsidRPr="00ED61E6">
              <w:t>Скрипар Василь Іванович</w:t>
            </w:r>
          </w:p>
        </w:tc>
        <w:tc>
          <w:tcPr>
            <w:tcW w:w="2551" w:type="dxa"/>
          </w:tcPr>
          <w:p w:rsidR="00581BFF" w:rsidRPr="00ED61E6" w:rsidRDefault="00581BFF" w:rsidP="00416A3E">
            <w:pPr>
              <w:ind w:right="-2"/>
            </w:pPr>
            <w:r>
              <w:t>відсутній</w:t>
            </w:r>
          </w:p>
        </w:tc>
      </w:tr>
      <w:tr w:rsidR="00581BFF" w:rsidRPr="00ED61E6" w:rsidTr="00416A3E">
        <w:tc>
          <w:tcPr>
            <w:tcW w:w="534" w:type="dxa"/>
          </w:tcPr>
          <w:p w:rsidR="00581BFF" w:rsidRPr="00ED61E6" w:rsidRDefault="00581BFF" w:rsidP="00416A3E">
            <w:pPr>
              <w:ind w:right="-2"/>
              <w:jc w:val="center"/>
            </w:pPr>
            <w:r w:rsidRPr="00ED61E6">
              <w:t>23</w:t>
            </w:r>
          </w:p>
        </w:tc>
        <w:tc>
          <w:tcPr>
            <w:tcW w:w="6095" w:type="dxa"/>
          </w:tcPr>
          <w:p w:rsidR="00581BFF" w:rsidRPr="00ED61E6" w:rsidRDefault="00581BFF" w:rsidP="00416A3E">
            <w:r w:rsidRPr="00ED61E6">
              <w:t>Сулима Ольга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24</w:t>
            </w:r>
          </w:p>
        </w:tc>
        <w:tc>
          <w:tcPr>
            <w:tcW w:w="6095" w:type="dxa"/>
          </w:tcPr>
          <w:p w:rsidR="00581BFF" w:rsidRPr="00ED61E6" w:rsidRDefault="00581BFF" w:rsidP="00416A3E">
            <w:r w:rsidRPr="00ED61E6">
              <w:t>Туз Сергій Віталійович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25</w:t>
            </w:r>
          </w:p>
        </w:tc>
        <w:tc>
          <w:tcPr>
            <w:tcW w:w="6095" w:type="dxa"/>
          </w:tcPr>
          <w:p w:rsidR="00581BFF" w:rsidRPr="00ED61E6" w:rsidRDefault="00581BFF" w:rsidP="00416A3E">
            <w:r w:rsidRPr="00ED61E6">
              <w:t>Чушкін Олексій Іванович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26</w:t>
            </w:r>
          </w:p>
        </w:tc>
        <w:tc>
          <w:tcPr>
            <w:tcW w:w="6095" w:type="dxa"/>
          </w:tcPr>
          <w:p w:rsidR="00581BFF" w:rsidRPr="00ED61E6" w:rsidRDefault="00581BFF" w:rsidP="00416A3E">
            <w:r w:rsidRPr="00ED61E6">
              <w:t>Чушкіна Надія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27</w:t>
            </w:r>
          </w:p>
        </w:tc>
        <w:tc>
          <w:tcPr>
            <w:tcW w:w="6095" w:type="dxa"/>
          </w:tcPr>
          <w:p w:rsidR="00581BFF" w:rsidRPr="00ED61E6" w:rsidRDefault="00581BFF" w:rsidP="00416A3E">
            <w:r w:rsidRPr="00ED61E6">
              <w:t>Ясінський Микола Володимирович</w:t>
            </w:r>
          </w:p>
        </w:tc>
        <w:tc>
          <w:tcPr>
            <w:tcW w:w="2551" w:type="dxa"/>
          </w:tcPr>
          <w:p w:rsidR="00581BFF" w:rsidRPr="00ED61E6" w:rsidRDefault="00581BFF" w:rsidP="00416A3E">
            <w:pPr>
              <w:ind w:right="-2"/>
            </w:pPr>
            <w:r>
              <w:t>За</w:t>
            </w:r>
          </w:p>
        </w:tc>
      </w:tr>
    </w:tbl>
    <w:p w:rsidR="00581BFF" w:rsidRPr="001D1725" w:rsidRDefault="00581BFF" w:rsidP="00930243">
      <w:pPr>
        <w:rPr>
          <w:sz w:val="28"/>
          <w:szCs w:val="28"/>
        </w:rPr>
      </w:pPr>
      <w:r>
        <w:rPr>
          <w:sz w:val="28"/>
          <w:szCs w:val="28"/>
        </w:rPr>
        <w:t>Усього проголосували</w:t>
      </w:r>
      <w:r w:rsidRPr="001D1725">
        <w:rPr>
          <w:sz w:val="28"/>
          <w:szCs w:val="28"/>
        </w:rPr>
        <w:t>,  з них :</w:t>
      </w:r>
    </w:p>
    <w:p w:rsidR="00581BFF" w:rsidRDefault="00581BFF" w:rsidP="00930243">
      <w:pPr>
        <w:spacing w:line="319" w:lineRule="exact"/>
        <w:ind w:left="840"/>
        <w:rPr>
          <w:i/>
          <w:sz w:val="28"/>
        </w:rPr>
      </w:pPr>
      <w:r>
        <w:rPr>
          <w:i/>
          <w:sz w:val="28"/>
        </w:rPr>
        <w:t xml:space="preserve"> «За» - 24 чол.</w:t>
      </w:r>
    </w:p>
    <w:p w:rsidR="00581BFF" w:rsidRDefault="00581BFF" w:rsidP="00930243">
      <w:pPr>
        <w:spacing w:line="322" w:lineRule="exact"/>
        <w:ind w:left="840"/>
        <w:rPr>
          <w:i/>
          <w:sz w:val="28"/>
        </w:rPr>
      </w:pPr>
      <w:r>
        <w:rPr>
          <w:i/>
          <w:sz w:val="28"/>
        </w:rPr>
        <w:t>«Проти – немає.</w:t>
      </w:r>
    </w:p>
    <w:p w:rsidR="00581BFF" w:rsidRDefault="00581BFF" w:rsidP="00930243">
      <w:pPr>
        <w:ind w:left="840"/>
        <w:rPr>
          <w:i/>
          <w:sz w:val="28"/>
        </w:rPr>
      </w:pPr>
      <w:r>
        <w:rPr>
          <w:i/>
          <w:sz w:val="28"/>
        </w:rPr>
        <w:t>«Утримались» - немає.</w:t>
      </w:r>
    </w:p>
    <w:p w:rsidR="00581BFF" w:rsidRDefault="00581BFF" w:rsidP="00930243">
      <w:pPr>
        <w:pStyle w:val="Heading1"/>
        <w:spacing w:before="9"/>
        <w:ind w:left="119"/>
        <w:jc w:val="left"/>
        <w:rPr>
          <w:b w:val="0"/>
        </w:rPr>
      </w:pPr>
      <w:r w:rsidRPr="001D1725">
        <w:rPr>
          <w:b w:val="0"/>
        </w:rPr>
        <w:t>Прийнято</w:t>
      </w:r>
      <w:r>
        <w:rPr>
          <w:b w:val="0"/>
        </w:rPr>
        <w:t xml:space="preserve"> рішення № 63 </w:t>
      </w:r>
      <w:r w:rsidRPr="001D1725">
        <w:rPr>
          <w:b w:val="0"/>
        </w:rPr>
        <w:t>(додається).</w:t>
      </w:r>
    </w:p>
    <w:p w:rsidR="00581BFF" w:rsidRDefault="00581BFF" w:rsidP="00E452DA">
      <w:pPr>
        <w:tabs>
          <w:tab w:val="left" w:pos="3600"/>
        </w:tabs>
        <w:ind w:right="98" w:firstLine="720"/>
        <w:jc w:val="both"/>
        <w:outlineLvl w:val="0"/>
        <w:rPr>
          <w:sz w:val="28"/>
          <w:szCs w:val="28"/>
          <w:shd w:val="clear" w:color="auto" w:fill="FFFFFF"/>
        </w:rPr>
      </w:pPr>
    </w:p>
    <w:p w:rsidR="00581BFF" w:rsidRPr="00465B1E" w:rsidRDefault="00581BFF" w:rsidP="00930243">
      <w:pPr>
        <w:spacing w:before="158" w:line="319" w:lineRule="exact"/>
        <w:ind w:left="840"/>
        <w:rPr>
          <w:b/>
          <w:sz w:val="28"/>
          <w:szCs w:val="28"/>
        </w:rPr>
      </w:pPr>
      <w:r w:rsidRPr="00465B1E">
        <w:rPr>
          <w:b/>
          <w:sz w:val="28"/>
          <w:szCs w:val="28"/>
        </w:rPr>
        <w:t>Голова селищної ради:</w:t>
      </w:r>
    </w:p>
    <w:p w:rsidR="00581BFF" w:rsidRDefault="00581BFF" w:rsidP="00C6767F">
      <w:pPr>
        <w:jc w:val="both"/>
        <w:rPr>
          <w:sz w:val="28"/>
          <w:szCs w:val="28"/>
        </w:rPr>
      </w:pPr>
      <w:r w:rsidRPr="005A5546">
        <w:rPr>
          <w:sz w:val="28"/>
          <w:szCs w:val="28"/>
        </w:rPr>
        <w:t xml:space="preserve">Переходимо до розгляду </w:t>
      </w:r>
      <w:r w:rsidRPr="00930243">
        <w:rPr>
          <w:sz w:val="28"/>
          <w:szCs w:val="28"/>
        </w:rPr>
        <w:t>шостого</w:t>
      </w:r>
      <w:r w:rsidRPr="00B05A04">
        <w:rPr>
          <w:sz w:val="28"/>
          <w:szCs w:val="28"/>
        </w:rPr>
        <w:t xml:space="preserve"> </w:t>
      </w:r>
      <w:r>
        <w:rPr>
          <w:sz w:val="28"/>
          <w:szCs w:val="28"/>
        </w:rPr>
        <w:t xml:space="preserve">питання. </w:t>
      </w:r>
    </w:p>
    <w:p w:rsidR="00581BFF" w:rsidRPr="002F29D5" w:rsidRDefault="00581BFF" w:rsidP="00C6767F">
      <w:pPr>
        <w:tabs>
          <w:tab w:val="left" w:pos="3600"/>
        </w:tabs>
        <w:ind w:right="98" w:firstLine="720"/>
        <w:jc w:val="both"/>
        <w:outlineLvl w:val="0"/>
        <w:rPr>
          <w:bCs/>
          <w:i/>
        </w:rPr>
      </w:pPr>
      <w:r w:rsidRPr="002F4B1F">
        <w:rPr>
          <w:sz w:val="28"/>
          <w:szCs w:val="28"/>
        </w:rPr>
        <w:t xml:space="preserve">Слово для інформації </w:t>
      </w:r>
      <w:r>
        <w:rPr>
          <w:sz w:val="28"/>
          <w:szCs w:val="28"/>
        </w:rPr>
        <w:t>"</w:t>
      </w:r>
      <w:r w:rsidRPr="00F5144B">
        <w:rPr>
          <w:b/>
          <w:sz w:val="28"/>
          <w:szCs w:val="28"/>
        </w:rPr>
        <w:t>Про зміну засновника, перейменування та затвердже</w:t>
      </w:r>
      <w:r>
        <w:rPr>
          <w:b/>
          <w:sz w:val="28"/>
          <w:szCs w:val="28"/>
        </w:rPr>
        <w:t>ння Статуту (у новій редакції) к</w:t>
      </w:r>
      <w:r w:rsidRPr="00F5144B">
        <w:rPr>
          <w:b/>
          <w:sz w:val="28"/>
          <w:szCs w:val="28"/>
        </w:rPr>
        <w:t>омунального некомерційного підприємства "Голованівський центр первинної медико-санітарної допомоги" Голованівської селищної ради</w:t>
      </w:r>
      <w:r>
        <w:rPr>
          <w:b/>
          <w:sz w:val="28"/>
          <w:szCs w:val="28"/>
        </w:rPr>
        <w:t xml:space="preserve">" </w:t>
      </w:r>
      <w:r w:rsidRPr="00DD698C">
        <w:rPr>
          <w:sz w:val="28"/>
          <w:szCs w:val="28"/>
        </w:rPr>
        <w:t>надається</w:t>
      </w:r>
      <w:r>
        <w:rPr>
          <w:bCs/>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E452DA">
      <w:pPr>
        <w:tabs>
          <w:tab w:val="left" w:pos="3600"/>
        </w:tabs>
        <w:ind w:right="98" w:firstLine="720"/>
        <w:jc w:val="both"/>
        <w:outlineLvl w:val="0"/>
        <w:rPr>
          <w:sz w:val="28"/>
          <w:szCs w:val="28"/>
          <w:shd w:val="clear" w:color="auto" w:fill="FFFFFF"/>
        </w:rPr>
      </w:pPr>
    </w:p>
    <w:p w:rsidR="00581BFF" w:rsidRPr="00930243" w:rsidRDefault="00581BFF" w:rsidP="00930243">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930243">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930243">
      <w:pPr>
        <w:tabs>
          <w:tab w:val="left" w:pos="3600"/>
        </w:tabs>
        <w:ind w:right="98" w:firstLine="720"/>
        <w:jc w:val="both"/>
        <w:outlineLvl w:val="0"/>
        <w:rPr>
          <w:sz w:val="28"/>
          <w:szCs w:val="28"/>
        </w:rPr>
      </w:pPr>
      <w:r>
        <w:rPr>
          <w:bCs/>
          <w:sz w:val="28"/>
          <w:szCs w:val="28"/>
        </w:rPr>
        <w:t>У</w:t>
      </w:r>
      <w:r w:rsidRPr="0067583F">
        <w:t xml:space="preserve"> </w:t>
      </w:r>
      <w:hyperlink r:id="rId8"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rPr>
        <w:t>«</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радою прийнято рішення про передачу </w:t>
      </w:r>
      <w:r w:rsidRPr="00CB44C6">
        <w:rPr>
          <w:sz w:val="28"/>
          <w:szCs w:val="28"/>
        </w:rPr>
        <w:t>комун</w:t>
      </w:r>
      <w:r w:rsidRPr="0067583F">
        <w:rPr>
          <w:sz w:val="28"/>
          <w:szCs w:val="28"/>
        </w:rPr>
        <w:t xml:space="preserve">ального некомерційного підприємства </w:t>
      </w:r>
      <w:r w:rsidRPr="00930243">
        <w:rPr>
          <w:sz w:val="28"/>
          <w:szCs w:val="28"/>
        </w:rPr>
        <w:t>"Голованівський центр первинної медико-санітарної допомоги" Голованівської селищної ради</w:t>
      </w:r>
      <w:r>
        <w:rPr>
          <w:sz w:val="28"/>
          <w:szCs w:val="28"/>
        </w:rPr>
        <w:t xml:space="preserve"> на баланс Голованівської селищної ради. </w:t>
      </w:r>
    </w:p>
    <w:p w:rsidR="00581BFF" w:rsidRDefault="00581BFF" w:rsidP="00930243">
      <w:pPr>
        <w:tabs>
          <w:tab w:val="left" w:pos="3600"/>
        </w:tabs>
        <w:ind w:right="98" w:firstLine="720"/>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 </w:t>
      </w:r>
    </w:p>
    <w:p w:rsidR="00581BFF" w:rsidRDefault="00581BFF" w:rsidP="00930243">
      <w:pPr>
        <w:tabs>
          <w:tab w:val="left" w:pos="3600"/>
        </w:tabs>
        <w:ind w:right="98" w:firstLine="720"/>
        <w:jc w:val="both"/>
        <w:outlineLvl w:val="0"/>
        <w:rPr>
          <w:sz w:val="28"/>
          <w:szCs w:val="28"/>
        </w:rPr>
      </w:pPr>
    </w:p>
    <w:p w:rsidR="00581BFF" w:rsidRPr="001E348F" w:rsidRDefault="00581BFF" w:rsidP="001E348F">
      <w:pPr>
        <w:spacing w:before="158" w:line="319" w:lineRule="exact"/>
        <w:ind w:left="840"/>
        <w:rPr>
          <w:b/>
          <w:sz w:val="28"/>
          <w:szCs w:val="28"/>
        </w:rPr>
      </w:pPr>
      <w:r w:rsidRPr="00465B1E">
        <w:rPr>
          <w:b/>
          <w:sz w:val="28"/>
          <w:szCs w:val="28"/>
        </w:rPr>
        <w:t>Голова селищної ради:</w:t>
      </w:r>
    </w:p>
    <w:p w:rsidR="00581BFF" w:rsidRDefault="00581BFF" w:rsidP="00C6767F">
      <w:pPr>
        <w:ind w:firstLine="707"/>
        <w:jc w:val="both"/>
        <w:rPr>
          <w:sz w:val="28"/>
          <w:szCs w:val="28"/>
          <w:highlight w:val="yellow"/>
        </w:rPr>
      </w:pPr>
      <w:r w:rsidRPr="005A5546">
        <w:rPr>
          <w:sz w:val="28"/>
          <w:szCs w:val="28"/>
        </w:rPr>
        <w:t xml:space="preserve">Чи є запитання </w:t>
      </w:r>
      <w:r>
        <w:rPr>
          <w:sz w:val="28"/>
          <w:szCs w:val="28"/>
        </w:rPr>
        <w:t xml:space="preserve">у депутатів? </w:t>
      </w:r>
    </w:p>
    <w:p w:rsidR="00581BFF" w:rsidRPr="009325BA"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A37A5E" w:rsidRDefault="00581BFF" w:rsidP="001E348F">
      <w:pPr>
        <w:pStyle w:val="40"/>
        <w:shd w:val="clear" w:color="auto" w:fill="auto"/>
        <w:spacing w:before="0" w:after="0" w:line="240" w:lineRule="auto"/>
        <w:ind w:left="23" w:firstLine="684"/>
        <w:rPr>
          <w:sz w:val="16"/>
          <w:szCs w:val="16"/>
        </w:rPr>
      </w:pPr>
    </w:p>
    <w:p w:rsidR="00581BFF" w:rsidRPr="00B05A04" w:rsidRDefault="00581BFF" w:rsidP="001E348F">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416A3E">
        <w:tc>
          <w:tcPr>
            <w:tcW w:w="534" w:type="dxa"/>
          </w:tcPr>
          <w:p w:rsidR="00581BFF" w:rsidRPr="00ED61E6" w:rsidRDefault="00581BFF" w:rsidP="00416A3E">
            <w:pPr>
              <w:ind w:right="-2"/>
              <w:jc w:val="center"/>
            </w:pPr>
            <w:r w:rsidRPr="00ED61E6">
              <w:t>№</w:t>
            </w:r>
          </w:p>
        </w:tc>
        <w:tc>
          <w:tcPr>
            <w:tcW w:w="6095" w:type="dxa"/>
          </w:tcPr>
          <w:p w:rsidR="00581BFF" w:rsidRPr="00ED61E6" w:rsidRDefault="00581BFF" w:rsidP="00416A3E">
            <w:pPr>
              <w:ind w:right="-2"/>
              <w:jc w:val="center"/>
            </w:pPr>
            <w:r w:rsidRPr="00ED61E6">
              <w:t>ПІБ депутата</w:t>
            </w:r>
          </w:p>
        </w:tc>
        <w:tc>
          <w:tcPr>
            <w:tcW w:w="2551" w:type="dxa"/>
          </w:tcPr>
          <w:p w:rsidR="00581BFF" w:rsidRPr="00ED61E6" w:rsidRDefault="00581BFF" w:rsidP="00416A3E">
            <w:pPr>
              <w:ind w:right="-2"/>
              <w:jc w:val="center"/>
            </w:pPr>
            <w:r w:rsidRPr="00ED61E6">
              <w:t>Результати голосування</w:t>
            </w:r>
          </w:p>
        </w:tc>
      </w:tr>
      <w:tr w:rsidR="00581BFF" w:rsidRPr="00ED61E6" w:rsidTr="00416A3E">
        <w:tc>
          <w:tcPr>
            <w:tcW w:w="534" w:type="dxa"/>
          </w:tcPr>
          <w:p w:rsidR="00581BFF" w:rsidRPr="00ED61E6" w:rsidRDefault="00581BFF" w:rsidP="00416A3E">
            <w:pPr>
              <w:ind w:right="-2"/>
              <w:jc w:val="center"/>
            </w:pPr>
            <w:r w:rsidRPr="00ED61E6">
              <w:t>1</w:t>
            </w:r>
          </w:p>
        </w:tc>
        <w:tc>
          <w:tcPr>
            <w:tcW w:w="6095" w:type="dxa"/>
          </w:tcPr>
          <w:p w:rsidR="00581BFF" w:rsidRPr="00ED61E6" w:rsidRDefault="00581BFF" w:rsidP="00416A3E">
            <w:r w:rsidRPr="00ED61E6">
              <w:t>Цобенко Сергій Олександрович – селищний голова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w:t>
            </w:r>
          </w:p>
        </w:tc>
        <w:tc>
          <w:tcPr>
            <w:tcW w:w="6095" w:type="dxa"/>
          </w:tcPr>
          <w:p w:rsidR="00581BFF" w:rsidRPr="00ED61E6" w:rsidRDefault="00581BFF" w:rsidP="00416A3E">
            <w:r w:rsidRPr="00ED61E6">
              <w:t>Брижатюк Олена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3</w:t>
            </w:r>
          </w:p>
        </w:tc>
        <w:tc>
          <w:tcPr>
            <w:tcW w:w="6095" w:type="dxa"/>
          </w:tcPr>
          <w:p w:rsidR="00581BFF" w:rsidRPr="00ED61E6" w:rsidRDefault="00581BFF" w:rsidP="00416A3E">
            <w:r w:rsidRPr="00ED61E6">
              <w:t>Голімбієвська Тамара Павлівна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4</w:t>
            </w:r>
          </w:p>
        </w:tc>
        <w:tc>
          <w:tcPr>
            <w:tcW w:w="6095" w:type="dxa"/>
          </w:tcPr>
          <w:p w:rsidR="00581BFF" w:rsidRPr="00ED61E6" w:rsidRDefault="00581BFF" w:rsidP="00416A3E">
            <w:r w:rsidRPr="00ED61E6">
              <w:t>Грушецький Анатолій Георгійович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5</w:t>
            </w:r>
          </w:p>
        </w:tc>
        <w:tc>
          <w:tcPr>
            <w:tcW w:w="6095" w:type="dxa"/>
          </w:tcPr>
          <w:p w:rsidR="00581BFF" w:rsidRPr="00ED61E6" w:rsidRDefault="00581BFF" w:rsidP="00416A3E">
            <w:r w:rsidRPr="00ED61E6">
              <w:t>Дудар Василь Серафимович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6</w:t>
            </w:r>
          </w:p>
        </w:tc>
        <w:tc>
          <w:tcPr>
            <w:tcW w:w="6095" w:type="dxa"/>
          </w:tcPr>
          <w:p w:rsidR="00581BFF" w:rsidRPr="00ED61E6" w:rsidRDefault="00581BFF" w:rsidP="00416A3E">
            <w:r w:rsidRPr="00ED61E6">
              <w:t>Захаренко Вадим Володимирович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7</w:t>
            </w:r>
          </w:p>
        </w:tc>
        <w:tc>
          <w:tcPr>
            <w:tcW w:w="6095" w:type="dxa"/>
          </w:tcPr>
          <w:p w:rsidR="00581BFF" w:rsidRPr="00ED61E6" w:rsidRDefault="00581BFF" w:rsidP="00416A3E">
            <w:r w:rsidRPr="00ED61E6">
              <w:t>Кучмій Богдан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8</w:t>
            </w:r>
          </w:p>
        </w:tc>
        <w:tc>
          <w:tcPr>
            <w:tcW w:w="6095" w:type="dxa"/>
          </w:tcPr>
          <w:p w:rsidR="00581BFF" w:rsidRPr="00ED61E6" w:rsidRDefault="00581BFF" w:rsidP="00416A3E">
            <w:r w:rsidRPr="00ED61E6">
              <w:t>Кучмій Юрій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9</w:t>
            </w:r>
          </w:p>
        </w:tc>
        <w:tc>
          <w:tcPr>
            <w:tcW w:w="6095" w:type="dxa"/>
          </w:tcPr>
          <w:p w:rsidR="00581BFF" w:rsidRPr="00ED61E6" w:rsidRDefault="00581BFF" w:rsidP="00416A3E">
            <w:r w:rsidRPr="00ED61E6">
              <w:t>Кругла Тетяна Дмитрівна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10</w:t>
            </w:r>
          </w:p>
        </w:tc>
        <w:tc>
          <w:tcPr>
            <w:tcW w:w="6095" w:type="dxa"/>
          </w:tcPr>
          <w:p w:rsidR="00581BFF" w:rsidRPr="00ED61E6" w:rsidRDefault="00581BFF" w:rsidP="00416A3E">
            <w:r w:rsidRPr="00ED61E6">
              <w:t>Лісовська Тамара Андріївна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11</w:t>
            </w:r>
          </w:p>
        </w:tc>
        <w:tc>
          <w:tcPr>
            <w:tcW w:w="6095" w:type="dxa"/>
          </w:tcPr>
          <w:p w:rsidR="00581BFF" w:rsidRPr="00ED61E6" w:rsidRDefault="00581BFF" w:rsidP="00416A3E">
            <w:r w:rsidRPr="00ED61E6">
              <w:t>Лісовський  Сергій Олександрович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12</w:t>
            </w:r>
          </w:p>
        </w:tc>
        <w:tc>
          <w:tcPr>
            <w:tcW w:w="6095" w:type="dxa"/>
          </w:tcPr>
          <w:p w:rsidR="00581BFF" w:rsidRPr="00ED61E6" w:rsidRDefault="00581BFF" w:rsidP="00416A3E">
            <w:r w:rsidRPr="00ED61E6">
              <w:t>Мирошниченко Олена Віталіївна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13</w:t>
            </w:r>
          </w:p>
        </w:tc>
        <w:tc>
          <w:tcPr>
            <w:tcW w:w="6095" w:type="dxa"/>
          </w:tcPr>
          <w:p w:rsidR="00581BFF" w:rsidRPr="00ED61E6" w:rsidRDefault="00581BFF" w:rsidP="00416A3E">
            <w:r w:rsidRPr="00ED61E6">
              <w:t>Мостовик Сергій Віталійович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14</w:t>
            </w:r>
          </w:p>
        </w:tc>
        <w:tc>
          <w:tcPr>
            <w:tcW w:w="6095" w:type="dxa"/>
          </w:tcPr>
          <w:p w:rsidR="00581BFF" w:rsidRPr="00ED61E6" w:rsidRDefault="00581BFF" w:rsidP="00416A3E">
            <w:r w:rsidRPr="00ED61E6">
              <w:t>Напханюк Ольга Іванівна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15</w:t>
            </w:r>
          </w:p>
        </w:tc>
        <w:tc>
          <w:tcPr>
            <w:tcW w:w="6095" w:type="dxa"/>
          </w:tcPr>
          <w:p w:rsidR="00581BFF" w:rsidRPr="00ED61E6" w:rsidRDefault="00581BFF" w:rsidP="00416A3E">
            <w:r w:rsidRPr="00ED61E6">
              <w:t>Напханюк Світлана Олексіївна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16</w:t>
            </w:r>
          </w:p>
        </w:tc>
        <w:tc>
          <w:tcPr>
            <w:tcW w:w="6095" w:type="dxa"/>
          </w:tcPr>
          <w:p w:rsidR="00581BFF" w:rsidRPr="00ED61E6" w:rsidRDefault="00581BFF" w:rsidP="00416A3E">
            <w:r w:rsidRPr="00ED61E6">
              <w:t>Новіков Сергій Алійович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17</w:t>
            </w:r>
          </w:p>
        </w:tc>
        <w:tc>
          <w:tcPr>
            <w:tcW w:w="6095" w:type="dxa"/>
          </w:tcPr>
          <w:p w:rsidR="00581BFF" w:rsidRPr="00ED61E6" w:rsidRDefault="00581BFF" w:rsidP="00416A3E">
            <w:r w:rsidRPr="00ED61E6">
              <w:t>Піщик Тетяна Володимирівна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18</w:t>
            </w:r>
          </w:p>
        </w:tc>
        <w:tc>
          <w:tcPr>
            <w:tcW w:w="6095" w:type="dxa"/>
          </w:tcPr>
          <w:p w:rsidR="00581BFF" w:rsidRPr="00ED61E6" w:rsidRDefault="00581BFF" w:rsidP="00416A3E">
            <w:r w:rsidRPr="00ED61E6">
              <w:t>Романщак Наталія Василівна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19</w:t>
            </w:r>
          </w:p>
        </w:tc>
        <w:tc>
          <w:tcPr>
            <w:tcW w:w="6095" w:type="dxa"/>
          </w:tcPr>
          <w:p w:rsidR="00581BFF" w:rsidRPr="00ED61E6" w:rsidRDefault="00581BFF" w:rsidP="00416A3E">
            <w:r w:rsidRPr="00ED61E6">
              <w:t>Рибак Ігор Федорович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20</w:t>
            </w:r>
          </w:p>
        </w:tc>
        <w:tc>
          <w:tcPr>
            <w:tcW w:w="6095" w:type="dxa"/>
          </w:tcPr>
          <w:p w:rsidR="00581BFF" w:rsidRPr="00ED61E6" w:rsidRDefault="00581BFF" w:rsidP="00416A3E">
            <w:r w:rsidRPr="00ED61E6">
              <w:t>Сачук Валентина Михайлівна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21</w:t>
            </w:r>
          </w:p>
        </w:tc>
        <w:tc>
          <w:tcPr>
            <w:tcW w:w="6095" w:type="dxa"/>
          </w:tcPr>
          <w:p w:rsidR="00581BFF" w:rsidRPr="00ED61E6" w:rsidRDefault="00581BFF" w:rsidP="00416A3E">
            <w:r w:rsidRPr="00ED61E6">
              <w:t>Сторожук Віталій Олексійович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22</w:t>
            </w:r>
          </w:p>
        </w:tc>
        <w:tc>
          <w:tcPr>
            <w:tcW w:w="6095" w:type="dxa"/>
          </w:tcPr>
          <w:p w:rsidR="00581BFF" w:rsidRPr="00ED61E6" w:rsidRDefault="00581BFF" w:rsidP="00416A3E">
            <w:r w:rsidRPr="00ED61E6">
              <w:t>Скрипар Василь Іванович</w:t>
            </w:r>
          </w:p>
        </w:tc>
        <w:tc>
          <w:tcPr>
            <w:tcW w:w="2551" w:type="dxa"/>
          </w:tcPr>
          <w:p w:rsidR="00581BFF" w:rsidRPr="00ED61E6" w:rsidRDefault="00581BFF" w:rsidP="00416A3E">
            <w:pPr>
              <w:ind w:right="-2"/>
            </w:pPr>
            <w:r>
              <w:t>відсутній</w:t>
            </w:r>
          </w:p>
        </w:tc>
      </w:tr>
      <w:tr w:rsidR="00581BFF" w:rsidRPr="00ED61E6" w:rsidTr="00416A3E">
        <w:tc>
          <w:tcPr>
            <w:tcW w:w="534" w:type="dxa"/>
          </w:tcPr>
          <w:p w:rsidR="00581BFF" w:rsidRPr="00ED61E6" w:rsidRDefault="00581BFF" w:rsidP="00416A3E">
            <w:pPr>
              <w:ind w:right="-2"/>
              <w:jc w:val="center"/>
            </w:pPr>
            <w:r w:rsidRPr="00ED61E6">
              <w:t>23</w:t>
            </w:r>
          </w:p>
        </w:tc>
        <w:tc>
          <w:tcPr>
            <w:tcW w:w="6095" w:type="dxa"/>
          </w:tcPr>
          <w:p w:rsidR="00581BFF" w:rsidRPr="00ED61E6" w:rsidRDefault="00581BFF" w:rsidP="00416A3E">
            <w:r w:rsidRPr="00ED61E6">
              <w:t>Сулима Ольга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24</w:t>
            </w:r>
          </w:p>
        </w:tc>
        <w:tc>
          <w:tcPr>
            <w:tcW w:w="6095" w:type="dxa"/>
          </w:tcPr>
          <w:p w:rsidR="00581BFF" w:rsidRPr="00ED61E6" w:rsidRDefault="00581BFF" w:rsidP="00416A3E">
            <w:r w:rsidRPr="00ED61E6">
              <w:t>Туз Сергій Віталійович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25</w:t>
            </w:r>
          </w:p>
        </w:tc>
        <w:tc>
          <w:tcPr>
            <w:tcW w:w="6095" w:type="dxa"/>
          </w:tcPr>
          <w:p w:rsidR="00581BFF" w:rsidRPr="00ED61E6" w:rsidRDefault="00581BFF" w:rsidP="00416A3E">
            <w:r w:rsidRPr="00ED61E6">
              <w:t>Чушкін Олексій Іванович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26</w:t>
            </w:r>
          </w:p>
        </w:tc>
        <w:tc>
          <w:tcPr>
            <w:tcW w:w="6095" w:type="dxa"/>
          </w:tcPr>
          <w:p w:rsidR="00581BFF" w:rsidRPr="00ED61E6" w:rsidRDefault="00581BFF" w:rsidP="00416A3E">
            <w:r w:rsidRPr="00ED61E6">
              <w:t>Чушкіна Надія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27</w:t>
            </w:r>
          </w:p>
        </w:tc>
        <w:tc>
          <w:tcPr>
            <w:tcW w:w="6095" w:type="dxa"/>
          </w:tcPr>
          <w:p w:rsidR="00581BFF" w:rsidRPr="00ED61E6" w:rsidRDefault="00581BFF" w:rsidP="00416A3E">
            <w:r w:rsidRPr="00ED61E6">
              <w:t>Ясінський Микола Володимирович</w:t>
            </w:r>
          </w:p>
        </w:tc>
        <w:tc>
          <w:tcPr>
            <w:tcW w:w="2551" w:type="dxa"/>
          </w:tcPr>
          <w:p w:rsidR="00581BFF" w:rsidRPr="00ED61E6" w:rsidRDefault="00581BFF" w:rsidP="00416A3E">
            <w:pPr>
              <w:ind w:right="-2"/>
            </w:pPr>
            <w:r>
              <w:t>За</w:t>
            </w:r>
          </w:p>
        </w:tc>
      </w:tr>
    </w:tbl>
    <w:p w:rsidR="00581BFF" w:rsidRPr="001D1725" w:rsidRDefault="00581BFF" w:rsidP="001E348F">
      <w:pPr>
        <w:rPr>
          <w:sz w:val="28"/>
          <w:szCs w:val="28"/>
        </w:rPr>
      </w:pPr>
      <w:r>
        <w:rPr>
          <w:sz w:val="28"/>
          <w:szCs w:val="28"/>
        </w:rPr>
        <w:t>Усього проголосували</w:t>
      </w:r>
      <w:r w:rsidRPr="001D1725">
        <w:rPr>
          <w:sz w:val="28"/>
          <w:szCs w:val="28"/>
        </w:rPr>
        <w:t>,  з них :</w:t>
      </w:r>
    </w:p>
    <w:p w:rsidR="00581BFF" w:rsidRDefault="00581BFF" w:rsidP="001E348F">
      <w:pPr>
        <w:spacing w:line="319" w:lineRule="exact"/>
        <w:ind w:left="840"/>
        <w:rPr>
          <w:i/>
          <w:sz w:val="28"/>
        </w:rPr>
      </w:pPr>
      <w:r>
        <w:rPr>
          <w:i/>
          <w:sz w:val="28"/>
        </w:rPr>
        <w:t xml:space="preserve"> «За» - 24 чол.</w:t>
      </w:r>
    </w:p>
    <w:p w:rsidR="00581BFF" w:rsidRDefault="00581BFF" w:rsidP="001E348F">
      <w:pPr>
        <w:spacing w:line="322" w:lineRule="exact"/>
        <w:ind w:left="840"/>
        <w:rPr>
          <w:i/>
          <w:sz w:val="28"/>
        </w:rPr>
      </w:pPr>
      <w:r>
        <w:rPr>
          <w:i/>
          <w:sz w:val="28"/>
        </w:rPr>
        <w:t>«Проти – немає.</w:t>
      </w:r>
    </w:p>
    <w:p w:rsidR="00581BFF" w:rsidRDefault="00581BFF" w:rsidP="001E348F">
      <w:pPr>
        <w:ind w:left="840"/>
        <w:rPr>
          <w:i/>
          <w:sz w:val="28"/>
        </w:rPr>
      </w:pPr>
      <w:r>
        <w:rPr>
          <w:i/>
          <w:sz w:val="28"/>
        </w:rPr>
        <w:t>«Утримались» - немає.</w:t>
      </w:r>
    </w:p>
    <w:p w:rsidR="00581BFF" w:rsidRDefault="00581BFF" w:rsidP="001E348F">
      <w:pPr>
        <w:pStyle w:val="Heading1"/>
        <w:spacing w:before="9"/>
        <w:ind w:left="119"/>
        <w:jc w:val="left"/>
        <w:rPr>
          <w:b w:val="0"/>
        </w:rPr>
      </w:pPr>
      <w:r w:rsidRPr="001D1725">
        <w:rPr>
          <w:b w:val="0"/>
        </w:rPr>
        <w:t>Прийнято</w:t>
      </w:r>
      <w:r>
        <w:rPr>
          <w:b w:val="0"/>
        </w:rPr>
        <w:t xml:space="preserve"> рішення № 64 </w:t>
      </w:r>
      <w:r w:rsidRPr="001D1725">
        <w:rPr>
          <w:b w:val="0"/>
        </w:rPr>
        <w:t>(додається).</w:t>
      </w:r>
    </w:p>
    <w:p w:rsidR="00581BFF" w:rsidRDefault="00581BFF" w:rsidP="00930243">
      <w:pPr>
        <w:tabs>
          <w:tab w:val="left" w:pos="3600"/>
        </w:tabs>
        <w:ind w:right="98" w:firstLine="720"/>
        <w:jc w:val="both"/>
        <w:outlineLvl w:val="0"/>
        <w:rPr>
          <w:sz w:val="28"/>
          <w:szCs w:val="28"/>
        </w:rPr>
      </w:pPr>
    </w:p>
    <w:p w:rsidR="00581BFF" w:rsidRPr="00465B1E" w:rsidRDefault="00581BFF" w:rsidP="001E348F">
      <w:pPr>
        <w:spacing w:before="158" w:line="319" w:lineRule="exact"/>
        <w:ind w:left="840"/>
        <w:rPr>
          <w:b/>
          <w:sz w:val="28"/>
          <w:szCs w:val="28"/>
        </w:rPr>
      </w:pPr>
      <w:r w:rsidRPr="00465B1E">
        <w:rPr>
          <w:b/>
          <w:sz w:val="28"/>
          <w:szCs w:val="28"/>
        </w:rPr>
        <w:t>Голова селищної ради:</w:t>
      </w:r>
    </w:p>
    <w:p w:rsidR="00581BFF" w:rsidRPr="00B05A04" w:rsidRDefault="00581BFF" w:rsidP="00C6767F">
      <w:pPr>
        <w:jc w:val="both"/>
        <w:rPr>
          <w:sz w:val="28"/>
          <w:szCs w:val="28"/>
        </w:rPr>
      </w:pPr>
      <w:r w:rsidRPr="00B05A04">
        <w:rPr>
          <w:sz w:val="28"/>
          <w:szCs w:val="28"/>
        </w:rPr>
        <w:t xml:space="preserve">Переходимо до розгляду </w:t>
      </w:r>
      <w:r w:rsidRPr="001E348F">
        <w:rPr>
          <w:sz w:val="28"/>
          <w:szCs w:val="28"/>
        </w:rPr>
        <w:t>сьомого</w:t>
      </w:r>
      <w:r w:rsidRPr="00B05A04">
        <w:rPr>
          <w:sz w:val="28"/>
          <w:szCs w:val="28"/>
        </w:rPr>
        <w:t xml:space="preserve"> питання.</w:t>
      </w:r>
    </w:p>
    <w:p w:rsidR="00581BFF" w:rsidRDefault="00581BFF" w:rsidP="00C6767F">
      <w:pPr>
        <w:tabs>
          <w:tab w:val="left" w:pos="3600"/>
        </w:tabs>
        <w:ind w:right="98" w:firstLine="720"/>
        <w:jc w:val="both"/>
        <w:outlineLvl w:val="0"/>
        <w:rPr>
          <w:sz w:val="28"/>
          <w:szCs w:val="28"/>
        </w:rPr>
      </w:pPr>
      <w:r w:rsidRPr="002F4B1F">
        <w:rPr>
          <w:sz w:val="28"/>
          <w:szCs w:val="28"/>
        </w:rPr>
        <w:t>Слово для інформації</w:t>
      </w:r>
      <w:r w:rsidRPr="00147FD0">
        <w:rPr>
          <w:sz w:val="28"/>
          <w:szCs w:val="28"/>
        </w:rPr>
        <w:t xml:space="preserve"> </w:t>
      </w:r>
      <w:r w:rsidRPr="00F5144B">
        <w:rPr>
          <w:b/>
          <w:sz w:val="28"/>
          <w:szCs w:val="28"/>
        </w:rPr>
        <w:t xml:space="preserve">Про внесення змін до рішення від 22 грудня </w:t>
      </w:r>
      <w:r>
        <w:rPr>
          <w:b/>
          <w:sz w:val="28"/>
          <w:szCs w:val="28"/>
        </w:rPr>
        <w:t xml:space="preserve">          </w:t>
      </w:r>
      <w:r w:rsidRPr="00F5144B">
        <w:rPr>
          <w:b/>
          <w:sz w:val="28"/>
          <w:szCs w:val="28"/>
        </w:rPr>
        <w:t>2020 року №</w:t>
      </w:r>
      <w:r>
        <w:rPr>
          <w:b/>
          <w:sz w:val="28"/>
          <w:szCs w:val="28"/>
        </w:rPr>
        <w:t xml:space="preserve"> </w:t>
      </w:r>
      <w:r w:rsidRPr="00F5144B">
        <w:rPr>
          <w:b/>
          <w:sz w:val="28"/>
          <w:szCs w:val="28"/>
        </w:rPr>
        <w:t>29 "Про створення Відділу освіти, молоді та спорту Голованівської селищної ради"</w:t>
      </w:r>
      <w:r w:rsidRPr="002F4B1F">
        <w:rPr>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1E348F">
      <w:pPr>
        <w:tabs>
          <w:tab w:val="left" w:pos="3600"/>
        </w:tabs>
        <w:ind w:right="98" w:firstLine="720"/>
        <w:outlineLvl w:val="0"/>
        <w:rPr>
          <w:sz w:val="28"/>
          <w:szCs w:val="28"/>
        </w:rPr>
      </w:pPr>
    </w:p>
    <w:p w:rsidR="00581BFF" w:rsidRPr="00930243" w:rsidRDefault="00581BFF" w:rsidP="001E348F">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C6767F">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C6767F">
      <w:pPr>
        <w:tabs>
          <w:tab w:val="left" w:pos="3600"/>
        </w:tabs>
        <w:ind w:right="98" w:firstLine="720"/>
        <w:jc w:val="both"/>
        <w:outlineLvl w:val="0"/>
        <w:rPr>
          <w:bCs/>
          <w:sz w:val="28"/>
          <w:szCs w:val="28"/>
        </w:rPr>
      </w:pPr>
      <w:r>
        <w:rPr>
          <w:bCs/>
          <w:sz w:val="28"/>
          <w:szCs w:val="28"/>
        </w:rPr>
        <w:t>Для організації роботи відділу освіти, молоді та спорту Голованівської селищної ради необхідно внести зміні до її структури, замінивши посади фахівців без зміни загальної чисельності працюючих.</w:t>
      </w:r>
    </w:p>
    <w:p w:rsidR="00581BFF" w:rsidRDefault="00581BFF" w:rsidP="00C6767F">
      <w:pPr>
        <w:tabs>
          <w:tab w:val="left" w:pos="3600"/>
        </w:tabs>
        <w:ind w:right="98" w:firstLine="720"/>
        <w:jc w:val="both"/>
        <w:outlineLvl w:val="0"/>
        <w:rPr>
          <w:bCs/>
          <w:sz w:val="28"/>
          <w:szCs w:val="28"/>
        </w:rPr>
      </w:pPr>
    </w:p>
    <w:p w:rsidR="00581BFF" w:rsidRPr="001E348F" w:rsidRDefault="00581BFF" w:rsidP="001E348F">
      <w:pPr>
        <w:tabs>
          <w:tab w:val="left" w:pos="3600"/>
        </w:tabs>
        <w:ind w:right="98" w:firstLine="720"/>
        <w:outlineLvl w:val="0"/>
        <w:rPr>
          <w:bCs/>
          <w:sz w:val="28"/>
          <w:szCs w:val="28"/>
        </w:rPr>
      </w:pPr>
      <w:r w:rsidRPr="00465B1E">
        <w:rPr>
          <w:b/>
          <w:sz w:val="28"/>
          <w:szCs w:val="28"/>
        </w:rPr>
        <w:t>Голова селищної ради:</w:t>
      </w:r>
    </w:p>
    <w:p w:rsidR="00581BFF" w:rsidRPr="005A5546"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765D96">
      <w:pPr>
        <w:ind w:firstLine="708"/>
        <w:rPr>
          <w:sz w:val="28"/>
          <w:szCs w:val="28"/>
        </w:rPr>
      </w:pPr>
    </w:p>
    <w:p w:rsidR="00581BFF" w:rsidRPr="00B05A04" w:rsidRDefault="00581BFF" w:rsidP="00765D96">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416A3E">
        <w:tc>
          <w:tcPr>
            <w:tcW w:w="534" w:type="dxa"/>
          </w:tcPr>
          <w:p w:rsidR="00581BFF" w:rsidRPr="00ED61E6" w:rsidRDefault="00581BFF" w:rsidP="00416A3E">
            <w:pPr>
              <w:ind w:right="-2"/>
              <w:jc w:val="center"/>
            </w:pPr>
            <w:r w:rsidRPr="00ED61E6">
              <w:t>№</w:t>
            </w:r>
          </w:p>
        </w:tc>
        <w:tc>
          <w:tcPr>
            <w:tcW w:w="6095" w:type="dxa"/>
          </w:tcPr>
          <w:p w:rsidR="00581BFF" w:rsidRPr="00ED61E6" w:rsidRDefault="00581BFF" w:rsidP="00416A3E">
            <w:pPr>
              <w:ind w:right="-2"/>
              <w:jc w:val="center"/>
            </w:pPr>
            <w:r w:rsidRPr="00ED61E6">
              <w:t>ПІБ депутата</w:t>
            </w:r>
          </w:p>
        </w:tc>
        <w:tc>
          <w:tcPr>
            <w:tcW w:w="2551" w:type="dxa"/>
          </w:tcPr>
          <w:p w:rsidR="00581BFF" w:rsidRPr="00ED61E6" w:rsidRDefault="00581BFF" w:rsidP="00416A3E">
            <w:pPr>
              <w:ind w:right="-2"/>
              <w:jc w:val="center"/>
            </w:pPr>
            <w:r w:rsidRPr="00ED61E6">
              <w:t>Результати голосування</w:t>
            </w:r>
          </w:p>
        </w:tc>
      </w:tr>
      <w:tr w:rsidR="00581BFF" w:rsidRPr="00ED61E6" w:rsidTr="00416A3E">
        <w:tc>
          <w:tcPr>
            <w:tcW w:w="534" w:type="dxa"/>
          </w:tcPr>
          <w:p w:rsidR="00581BFF" w:rsidRPr="00ED61E6" w:rsidRDefault="00581BFF" w:rsidP="00416A3E">
            <w:pPr>
              <w:ind w:right="-2"/>
              <w:jc w:val="center"/>
            </w:pPr>
            <w:r w:rsidRPr="00ED61E6">
              <w:t>1</w:t>
            </w:r>
          </w:p>
        </w:tc>
        <w:tc>
          <w:tcPr>
            <w:tcW w:w="6095" w:type="dxa"/>
          </w:tcPr>
          <w:p w:rsidR="00581BFF" w:rsidRPr="00ED61E6" w:rsidRDefault="00581BFF" w:rsidP="00416A3E">
            <w:r w:rsidRPr="00ED61E6">
              <w:t>Цобенко Сергій Олександрович – селищний голова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w:t>
            </w:r>
          </w:p>
        </w:tc>
        <w:tc>
          <w:tcPr>
            <w:tcW w:w="6095" w:type="dxa"/>
          </w:tcPr>
          <w:p w:rsidR="00581BFF" w:rsidRPr="00ED61E6" w:rsidRDefault="00581BFF" w:rsidP="00416A3E">
            <w:r w:rsidRPr="00ED61E6">
              <w:t>Брижатюк Олена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3</w:t>
            </w:r>
          </w:p>
        </w:tc>
        <w:tc>
          <w:tcPr>
            <w:tcW w:w="6095" w:type="dxa"/>
          </w:tcPr>
          <w:p w:rsidR="00581BFF" w:rsidRPr="00ED61E6" w:rsidRDefault="00581BFF" w:rsidP="00416A3E">
            <w:r w:rsidRPr="00ED61E6">
              <w:t>Голімбієвська Тамара Павлівна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4</w:t>
            </w:r>
          </w:p>
        </w:tc>
        <w:tc>
          <w:tcPr>
            <w:tcW w:w="6095" w:type="dxa"/>
          </w:tcPr>
          <w:p w:rsidR="00581BFF" w:rsidRPr="00ED61E6" w:rsidRDefault="00581BFF" w:rsidP="00416A3E">
            <w:r w:rsidRPr="00ED61E6">
              <w:t>Грушецький Анатолій Георгійович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5</w:t>
            </w:r>
          </w:p>
        </w:tc>
        <w:tc>
          <w:tcPr>
            <w:tcW w:w="6095" w:type="dxa"/>
          </w:tcPr>
          <w:p w:rsidR="00581BFF" w:rsidRPr="00ED61E6" w:rsidRDefault="00581BFF" w:rsidP="00416A3E">
            <w:r w:rsidRPr="00ED61E6">
              <w:t>Дудар Василь Серафимович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6</w:t>
            </w:r>
          </w:p>
        </w:tc>
        <w:tc>
          <w:tcPr>
            <w:tcW w:w="6095" w:type="dxa"/>
          </w:tcPr>
          <w:p w:rsidR="00581BFF" w:rsidRPr="00ED61E6" w:rsidRDefault="00581BFF" w:rsidP="00416A3E">
            <w:r w:rsidRPr="00ED61E6">
              <w:t>Захаренко Вадим Володимирович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7</w:t>
            </w:r>
          </w:p>
        </w:tc>
        <w:tc>
          <w:tcPr>
            <w:tcW w:w="6095" w:type="dxa"/>
          </w:tcPr>
          <w:p w:rsidR="00581BFF" w:rsidRPr="00ED61E6" w:rsidRDefault="00581BFF" w:rsidP="00416A3E">
            <w:r w:rsidRPr="00ED61E6">
              <w:t>Кучмій Богдан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8</w:t>
            </w:r>
          </w:p>
        </w:tc>
        <w:tc>
          <w:tcPr>
            <w:tcW w:w="6095" w:type="dxa"/>
          </w:tcPr>
          <w:p w:rsidR="00581BFF" w:rsidRPr="00ED61E6" w:rsidRDefault="00581BFF" w:rsidP="00416A3E">
            <w:r w:rsidRPr="00ED61E6">
              <w:t>Кучмій Юрій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9</w:t>
            </w:r>
          </w:p>
        </w:tc>
        <w:tc>
          <w:tcPr>
            <w:tcW w:w="6095" w:type="dxa"/>
          </w:tcPr>
          <w:p w:rsidR="00581BFF" w:rsidRPr="00ED61E6" w:rsidRDefault="00581BFF" w:rsidP="00416A3E">
            <w:r w:rsidRPr="00ED61E6">
              <w:t>Кругла Тетяна Дмитрівна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10</w:t>
            </w:r>
          </w:p>
        </w:tc>
        <w:tc>
          <w:tcPr>
            <w:tcW w:w="6095" w:type="dxa"/>
          </w:tcPr>
          <w:p w:rsidR="00581BFF" w:rsidRPr="00ED61E6" w:rsidRDefault="00581BFF" w:rsidP="00416A3E">
            <w:r w:rsidRPr="00ED61E6">
              <w:t>Лісовська Тамара Андріївна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11</w:t>
            </w:r>
          </w:p>
        </w:tc>
        <w:tc>
          <w:tcPr>
            <w:tcW w:w="6095" w:type="dxa"/>
          </w:tcPr>
          <w:p w:rsidR="00581BFF" w:rsidRPr="00ED61E6" w:rsidRDefault="00581BFF" w:rsidP="00416A3E">
            <w:r w:rsidRPr="00ED61E6">
              <w:t>Лісовський  Сергій Олександрович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12</w:t>
            </w:r>
          </w:p>
        </w:tc>
        <w:tc>
          <w:tcPr>
            <w:tcW w:w="6095" w:type="dxa"/>
          </w:tcPr>
          <w:p w:rsidR="00581BFF" w:rsidRPr="00ED61E6" w:rsidRDefault="00581BFF" w:rsidP="00416A3E">
            <w:r w:rsidRPr="00ED61E6">
              <w:t>Мирошниченко Олена Віталіївна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13</w:t>
            </w:r>
          </w:p>
        </w:tc>
        <w:tc>
          <w:tcPr>
            <w:tcW w:w="6095" w:type="dxa"/>
          </w:tcPr>
          <w:p w:rsidR="00581BFF" w:rsidRPr="00ED61E6" w:rsidRDefault="00581BFF" w:rsidP="00416A3E">
            <w:r w:rsidRPr="00ED61E6">
              <w:t>Мостовик Сергій Віталійович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14</w:t>
            </w:r>
          </w:p>
        </w:tc>
        <w:tc>
          <w:tcPr>
            <w:tcW w:w="6095" w:type="dxa"/>
          </w:tcPr>
          <w:p w:rsidR="00581BFF" w:rsidRPr="00ED61E6" w:rsidRDefault="00581BFF" w:rsidP="00416A3E">
            <w:r w:rsidRPr="00ED61E6">
              <w:t>Напханюк Ольга Іванівна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15</w:t>
            </w:r>
          </w:p>
        </w:tc>
        <w:tc>
          <w:tcPr>
            <w:tcW w:w="6095" w:type="dxa"/>
          </w:tcPr>
          <w:p w:rsidR="00581BFF" w:rsidRPr="00ED61E6" w:rsidRDefault="00581BFF" w:rsidP="00416A3E">
            <w:r w:rsidRPr="00ED61E6">
              <w:t>Напханюк Світлана Олексіївна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16</w:t>
            </w:r>
          </w:p>
        </w:tc>
        <w:tc>
          <w:tcPr>
            <w:tcW w:w="6095" w:type="dxa"/>
          </w:tcPr>
          <w:p w:rsidR="00581BFF" w:rsidRPr="00ED61E6" w:rsidRDefault="00581BFF" w:rsidP="00416A3E">
            <w:r w:rsidRPr="00ED61E6">
              <w:t>Новіков Сергій Алійович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17</w:t>
            </w:r>
          </w:p>
        </w:tc>
        <w:tc>
          <w:tcPr>
            <w:tcW w:w="6095" w:type="dxa"/>
          </w:tcPr>
          <w:p w:rsidR="00581BFF" w:rsidRPr="00ED61E6" w:rsidRDefault="00581BFF" w:rsidP="00416A3E">
            <w:r w:rsidRPr="00ED61E6">
              <w:t>Піщик Тетяна Володимирівна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18</w:t>
            </w:r>
          </w:p>
        </w:tc>
        <w:tc>
          <w:tcPr>
            <w:tcW w:w="6095" w:type="dxa"/>
          </w:tcPr>
          <w:p w:rsidR="00581BFF" w:rsidRPr="00ED61E6" w:rsidRDefault="00581BFF" w:rsidP="00416A3E">
            <w:r w:rsidRPr="00ED61E6">
              <w:t>Романщак Наталія Василівна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19</w:t>
            </w:r>
          </w:p>
        </w:tc>
        <w:tc>
          <w:tcPr>
            <w:tcW w:w="6095" w:type="dxa"/>
          </w:tcPr>
          <w:p w:rsidR="00581BFF" w:rsidRPr="00ED61E6" w:rsidRDefault="00581BFF" w:rsidP="00416A3E">
            <w:r w:rsidRPr="00ED61E6">
              <w:t>Рибак Ігор Федорович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20</w:t>
            </w:r>
          </w:p>
        </w:tc>
        <w:tc>
          <w:tcPr>
            <w:tcW w:w="6095" w:type="dxa"/>
          </w:tcPr>
          <w:p w:rsidR="00581BFF" w:rsidRPr="00ED61E6" w:rsidRDefault="00581BFF" w:rsidP="00416A3E">
            <w:r w:rsidRPr="00ED61E6">
              <w:t>Сачук Валентина Михайлівна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21</w:t>
            </w:r>
          </w:p>
        </w:tc>
        <w:tc>
          <w:tcPr>
            <w:tcW w:w="6095" w:type="dxa"/>
          </w:tcPr>
          <w:p w:rsidR="00581BFF" w:rsidRPr="00ED61E6" w:rsidRDefault="00581BFF" w:rsidP="00416A3E">
            <w:r w:rsidRPr="00ED61E6">
              <w:t>Сторожук Віталій Олексійович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22</w:t>
            </w:r>
          </w:p>
        </w:tc>
        <w:tc>
          <w:tcPr>
            <w:tcW w:w="6095" w:type="dxa"/>
          </w:tcPr>
          <w:p w:rsidR="00581BFF" w:rsidRPr="00ED61E6" w:rsidRDefault="00581BFF" w:rsidP="00416A3E">
            <w:r w:rsidRPr="00ED61E6">
              <w:t>Скрипар Василь Іванович</w:t>
            </w:r>
          </w:p>
        </w:tc>
        <w:tc>
          <w:tcPr>
            <w:tcW w:w="2551" w:type="dxa"/>
          </w:tcPr>
          <w:p w:rsidR="00581BFF" w:rsidRPr="00ED61E6" w:rsidRDefault="00581BFF" w:rsidP="00416A3E">
            <w:pPr>
              <w:ind w:right="-2"/>
            </w:pPr>
            <w:r>
              <w:t>відсутній</w:t>
            </w:r>
          </w:p>
        </w:tc>
      </w:tr>
      <w:tr w:rsidR="00581BFF" w:rsidRPr="00ED61E6" w:rsidTr="00416A3E">
        <w:tc>
          <w:tcPr>
            <w:tcW w:w="534" w:type="dxa"/>
          </w:tcPr>
          <w:p w:rsidR="00581BFF" w:rsidRPr="00ED61E6" w:rsidRDefault="00581BFF" w:rsidP="00416A3E">
            <w:pPr>
              <w:ind w:right="-2"/>
              <w:jc w:val="center"/>
            </w:pPr>
            <w:r w:rsidRPr="00ED61E6">
              <w:t>23</w:t>
            </w:r>
          </w:p>
        </w:tc>
        <w:tc>
          <w:tcPr>
            <w:tcW w:w="6095" w:type="dxa"/>
          </w:tcPr>
          <w:p w:rsidR="00581BFF" w:rsidRPr="00ED61E6" w:rsidRDefault="00581BFF" w:rsidP="00416A3E">
            <w:r w:rsidRPr="00ED61E6">
              <w:t>Сулима Ольга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24</w:t>
            </w:r>
          </w:p>
        </w:tc>
        <w:tc>
          <w:tcPr>
            <w:tcW w:w="6095" w:type="dxa"/>
          </w:tcPr>
          <w:p w:rsidR="00581BFF" w:rsidRPr="00ED61E6" w:rsidRDefault="00581BFF" w:rsidP="00416A3E">
            <w:r w:rsidRPr="00ED61E6">
              <w:t>Туз Сергій Віталійович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25</w:t>
            </w:r>
          </w:p>
        </w:tc>
        <w:tc>
          <w:tcPr>
            <w:tcW w:w="6095" w:type="dxa"/>
          </w:tcPr>
          <w:p w:rsidR="00581BFF" w:rsidRPr="00ED61E6" w:rsidRDefault="00581BFF" w:rsidP="00416A3E">
            <w:r w:rsidRPr="00ED61E6">
              <w:t>Чушкін Олексій Іванович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26</w:t>
            </w:r>
          </w:p>
        </w:tc>
        <w:tc>
          <w:tcPr>
            <w:tcW w:w="6095" w:type="dxa"/>
          </w:tcPr>
          <w:p w:rsidR="00581BFF" w:rsidRPr="00ED61E6" w:rsidRDefault="00581BFF" w:rsidP="00416A3E">
            <w:r w:rsidRPr="00ED61E6">
              <w:t>Чушкіна Надія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27</w:t>
            </w:r>
          </w:p>
        </w:tc>
        <w:tc>
          <w:tcPr>
            <w:tcW w:w="6095" w:type="dxa"/>
          </w:tcPr>
          <w:p w:rsidR="00581BFF" w:rsidRPr="00ED61E6" w:rsidRDefault="00581BFF" w:rsidP="00416A3E">
            <w:r w:rsidRPr="00ED61E6">
              <w:t>Ясінський Микола Володимирович</w:t>
            </w:r>
          </w:p>
        </w:tc>
        <w:tc>
          <w:tcPr>
            <w:tcW w:w="2551" w:type="dxa"/>
          </w:tcPr>
          <w:p w:rsidR="00581BFF" w:rsidRPr="00ED61E6" w:rsidRDefault="00581BFF" w:rsidP="00416A3E">
            <w:pPr>
              <w:ind w:right="-2"/>
            </w:pPr>
            <w:r>
              <w:t>За</w:t>
            </w:r>
          </w:p>
        </w:tc>
      </w:tr>
    </w:tbl>
    <w:p w:rsidR="00581BFF" w:rsidRPr="001D1725" w:rsidRDefault="00581BFF" w:rsidP="00765D96">
      <w:pPr>
        <w:rPr>
          <w:sz w:val="28"/>
          <w:szCs w:val="28"/>
        </w:rPr>
      </w:pPr>
      <w:r>
        <w:rPr>
          <w:sz w:val="28"/>
          <w:szCs w:val="28"/>
        </w:rPr>
        <w:t>Усього проголосували</w:t>
      </w:r>
      <w:r w:rsidRPr="001D1725">
        <w:rPr>
          <w:sz w:val="28"/>
          <w:szCs w:val="28"/>
        </w:rPr>
        <w:t>,  з них :</w:t>
      </w:r>
    </w:p>
    <w:p w:rsidR="00581BFF" w:rsidRDefault="00581BFF" w:rsidP="00765D96">
      <w:pPr>
        <w:spacing w:line="319" w:lineRule="exact"/>
        <w:ind w:left="840"/>
        <w:rPr>
          <w:i/>
          <w:sz w:val="28"/>
        </w:rPr>
      </w:pPr>
      <w:r>
        <w:rPr>
          <w:i/>
          <w:sz w:val="28"/>
        </w:rPr>
        <w:t xml:space="preserve"> «За» - 24 чол.</w:t>
      </w:r>
    </w:p>
    <w:p w:rsidR="00581BFF" w:rsidRDefault="00581BFF" w:rsidP="00765D96">
      <w:pPr>
        <w:spacing w:line="322" w:lineRule="exact"/>
        <w:ind w:left="840"/>
        <w:rPr>
          <w:i/>
          <w:sz w:val="28"/>
        </w:rPr>
      </w:pPr>
      <w:r>
        <w:rPr>
          <w:i/>
          <w:sz w:val="28"/>
        </w:rPr>
        <w:t>«Проти – немає.</w:t>
      </w:r>
    </w:p>
    <w:p w:rsidR="00581BFF" w:rsidRDefault="00581BFF" w:rsidP="00765D96">
      <w:pPr>
        <w:ind w:left="840"/>
        <w:rPr>
          <w:i/>
          <w:sz w:val="28"/>
        </w:rPr>
      </w:pPr>
      <w:r>
        <w:rPr>
          <w:i/>
          <w:sz w:val="28"/>
        </w:rPr>
        <w:t>«Утримались» - немає.</w:t>
      </w:r>
    </w:p>
    <w:p w:rsidR="00581BFF" w:rsidRDefault="00581BFF" w:rsidP="00765D96">
      <w:pPr>
        <w:pStyle w:val="Heading1"/>
        <w:spacing w:before="9"/>
        <w:ind w:left="119"/>
        <w:jc w:val="left"/>
        <w:rPr>
          <w:b w:val="0"/>
        </w:rPr>
      </w:pPr>
      <w:r w:rsidRPr="001D1725">
        <w:rPr>
          <w:b w:val="0"/>
        </w:rPr>
        <w:t>Прийнято</w:t>
      </w:r>
      <w:r>
        <w:rPr>
          <w:b w:val="0"/>
        </w:rPr>
        <w:t xml:space="preserve"> рішення № 65 </w:t>
      </w:r>
      <w:r w:rsidRPr="001D1725">
        <w:rPr>
          <w:b w:val="0"/>
        </w:rPr>
        <w:t>(додається).</w:t>
      </w:r>
    </w:p>
    <w:p w:rsidR="00581BFF" w:rsidRDefault="00581BFF" w:rsidP="00765D96">
      <w:pPr>
        <w:pStyle w:val="Heading1"/>
        <w:spacing w:before="9"/>
        <w:ind w:left="119"/>
        <w:jc w:val="left"/>
        <w:rPr>
          <w:b w:val="0"/>
        </w:rPr>
      </w:pPr>
    </w:p>
    <w:p w:rsidR="00581BFF" w:rsidRPr="00465B1E" w:rsidRDefault="00581BFF" w:rsidP="00765D96">
      <w:pPr>
        <w:spacing w:before="158" w:line="319" w:lineRule="exact"/>
        <w:ind w:left="840"/>
        <w:rPr>
          <w:b/>
          <w:sz w:val="28"/>
          <w:szCs w:val="28"/>
        </w:rPr>
      </w:pPr>
      <w:r w:rsidRPr="00465B1E">
        <w:rPr>
          <w:b/>
          <w:sz w:val="28"/>
          <w:szCs w:val="28"/>
        </w:rPr>
        <w:t>Голова селищної ради:</w:t>
      </w:r>
    </w:p>
    <w:p w:rsidR="00581BFF" w:rsidRDefault="00581BFF" w:rsidP="00C6767F">
      <w:pPr>
        <w:jc w:val="both"/>
        <w:rPr>
          <w:sz w:val="28"/>
          <w:szCs w:val="28"/>
        </w:rPr>
      </w:pPr>
      <w:r w:rsidRPr="00B05A04">
        <w:rPr>
          <w:sz w:val="28"/>
          <w:szCs w:val="28"/>
        </w:rPr>
        <w:t xml:space="preserve">Переходимо до розгляду </w:t>
      </w:r>
      <w:r w:rsidRPr="00765D96">
        <w:rPr>
          <w:sz w:val="28"/>
          <w:szCs w:val="28"/>
        </w:rPr>
        <w:t xml:space="preserve">восьмого </w:t>
      </w:r>
      <w:r w:rsidRPr="00B05A04">
        <w:rPr>
          <w:sz w:val="28"/>
          <w:szCs w:val="28"/>
        </w:rPr>
        <w:t>питання</w:t>
      </w:r>
      <w:r>
        <w:rPr>
          <w:sz w:val="28"/>
          <w:szCs w:val="28"/>
        </w:rPr>
        <w:t xml:space="preserve"> порядку денного.</w:t>
      </w:r>
    </w:p>
    <w:p w:rsidR="00581BFF" w:rsidRDefault="00581BFF" w:rsidP="00C6767F">
      <w:pPr>
        <w:tabs>
          <w:tab w:val="left" w:pos="3600"/>
        </w:tabs>
        <w:ind w:right="98" w:firstLine="720"/>
        <w:jc w:val="both"/>
        <w:outlineLvl w:val="0"/>
        <w:rPr>
          <w:sz w:val="28"/>
          <w:szCs w:val="28"/>
        </w:rPr>
      </w:pPr>
      <w:r w:rsidRPr="002F4B1F">
        <w:rPr>
          <w:sz w:val="28"/>
          <w:szCs w:val="28"/>
        </w:rPr>
        <w:t>Слово для інформації</w:t>
      </w:r>
      <w:r w:rsidRPr="00FD4764">
        <w:rPr>
          <w:bCs/>
          <w:sz w:val="28"/>
          <w:szCs w:val="28"/>
        </w:rPr>
        <w:t xml:space="preserve"> </w:t>
      </w:r>
      <w:r>
        <w:rPr>
          <w:bCs/>
          <w:sz w:val="28"/>
          <w:szCs w:val="28"/>
        </w:rPr>
        <w:t>"</w:t>
      </w:r>
      <w:r w:rsidRPr="00F5144B">
        <w:rPr>
          <w:b/>
          <w:bCs/>
          <w:sz w:val="28"/>
          <w:szCs w:val="28"/>
        </w:rPr>
        <w:t>Про комунальну установу "Голованівський центр професійного розвитку педагогічних працівників" Голованівської селищної ради</w:t>
      </w:r>
      <w:r>
        <w:rPr>
          <w:b/>
          <w:sz w:val="28"/>
          <w:szCs w:val="28"/>
        </w:rPr>
        <w:t>"</w:t>
      </w:r>
      <w:r w:rsidRPr="00FD4764">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765D96">
      <w:pPr>
        <w:tabs>
          <w:tab w:val="left" w:pos="3600"/>
        </w:tabs>
        <w:ind w:right="98" w:firstLine="720"/>
        <w:outlineLvl w:val="0"/>
        <w:rPr>
          <w:sz w:val="28"/>
          <w:szCs w:val="28"/>
        </w:rPr>
      </w:pPr>
    </w:p>
    <w:p w:rsidR="00581BFF" w:rsidRPr="00765D96" w:rsidRDefault="00581BFF" w:rsidP="00765D96">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765D96">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765D96">
      <w:pPr>
        <w:tabs>
          <w:tab w:val="left" w:pos="3600"/>
        </w:tabs>
        <w:ind w:right="98" w:firstLine="720"/>
        <w:jc w:val="both"/>
        <w:outlineLvl w:val="0"/>
        <w:rPr>
          <w:sz w:val="28"/>
          <w:szCs w:val="28"/>
        </w:rPr>
      </w:pPr>
      <w:r>
        <w:rPr>
          <w:bCs/>
          <w:sz w:val="28"/>
          <w:szCs w:val="28"/>
        </w:rPr>
        <w:t>У</w:t>
      </w:r>
      <w:r w:rsidRPr="0067583F">
        <w:t xml:space="preserve"> </w:t>
      </w:r>
      <w:hyperlink r:id="rId9"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rPr>
        <w:t>«</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w:t>
      </w:r>
      <w:r>
        <w:rPr>
          <w:bCs/>
          <w:sz w:val="28"/>
          <w:szCs w:val="28"/>
          <w:shd w:val="clear" w:color="auto" w:fill="FFFFFF"/>
        </w:rPr>
        <w:t xml:space="preserve">адою прийнято рішення про передачу </w:t>
      </w:r>
      <w:r w:rsidRPr="00765D96">
        <w:rPr>
          <w:bCs/>
          <w:sz w:val="28"/>
          <w:szCs w:val="28"/>
        </w:rPr>
        <w:t>комунальної установи "Голованівський центр професійного розвитку педагогічних працівників"</w:t>
      </w:r>
      <w:r>
        <w:rPr>
          <w:bCs/>
          <w:sz w:val="28"/>
          <w:szCs w:val="28"/>
        </w:rPr>
        <w:t xml:space="preserve"> </w:t>
      </w:r>
      <w:r w:rsidRPr="00930243">
        <w:rPr>
          <w:sz w:val="28"/>
          <w:szCs w:val="28"/>
        </w:rPr>
        <w:t>Голованівської селищної ради</w:t>
      </w:r>
      <w:r>
        <w:rPr>
          <w:bCs/>
          <w:sz w:val="28"/>
          <w:szCs w:val="28"/>
        </w:rPr>
        <w:t xml:space="preserve"> </w:t>
      </w:r>
      <w:r>
        <w:rPr>
          <w:sz w:val="28"/>
          <w:szCs w:val="28"/>
        </w:rPr>
        <w:t xml:space="preserve">на баланс Голованівської селищної ради. </w:t>
      </w:r>
    </w:p>
    <w:p w:rsidR="00581BFF" w:rsidRDefault="00581BFF" w:rsidP="00765D96">
      <w:pPr>
        <w:tabs>
          <w:tab w:val="left" w:pos="3600"/>
        </w:tabs>
        <w:ind w:right="98" w:firstLine="720"/>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  Крім того, в даному проекті рішення пропонується затвердити штатний розпис та  Положення про проведення конкурсів на заміщення вакантних посад директора, консультантів та психолога.</w:t>
      </w:r>
    </w:p>
    <w:p w:rsidR="00581BFF" w:rsidRPr="002F29D5" w:rsidRDefault="00581BFF" w:rsidP="00765D96">
      <w:pPr>
        <w:tabs>
          <w:tab w:val="left" w:pos="3600"/>
        </w:tabs>
        <w:ind w:right="98" w:firstLine="720"/>
        <w:outlineLvl w:val="0"/>
        <w:rPr>
          <w:bCs/>
          <w:i/>
        </w:rPr>
      </w:pPr>
    </w:p>
    <w:p w:rsidR="00581BFF" w:rsidRPr="00465B1E" w:rsidRDefault="00581BFF" w:rsidP="00765D96">
      <w:pPr>
        <w:spacing w:before="158" w:line="319" w:lineRule="exact"/>
        <w:ind w:left="840"/>
        <w:rPr>
          <w:b/>
          <w:sz w:val="28"/>
          <w:szCs w:val="28"/>
        </w:rPr>
      </w:pPr>
      <w:r w:rsidRPr="00465B1E">
        <w:rPr>
          <w:b/>
          <w:sz w:val="28"/>
          <w:szCs w:val="28"/>
        </w:rPr>
        <w:t>Голова селищної ради:</w:t>
      </w:r>
    </w:p>
    <w:p w:rsidR="00581BFF" w:rsidRPr="005A5546"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416A3E">
      <w:pPr>
        <w:pStyle w:val="40"/>
        <w:shd w:val="clear" w:color="auto" w:fill="auto"/>
        <w:spacing w:before="0" w:after="0" w:line="240" w:lineRule="auto"/>
        <w:ind w:left="23" w:firstLine="684"/>
        <w:rPr>
          <w:b w:val="0"/>
          <w:sz w:val="28"/>
          <w:szCs w:val="16"/>
        </w:rPr>
      </w:pPr>
    </w:p>
    <w:p w:rsidR="00581BFF" w:rsidRPr="00B05A04" w:rsidRDefault="00581BFF" w:rsidP="00416A3E">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416A3E">
        <w:tc>
          <w:tcPr>
            <w:tcW w:w="534" w:type="dxa"/>
          </w:tcPr>
          <w:p w:rsidR="00581BFF" w:rsidRPr="00ED61E6" w:rsidRDefault="00581BFF" w:rsidP="00416A3E">
            <w:pPr>
              <w:ind w:right="-2"/>
              <w:jc w:val="center"/>
            </w:pPr>
            <w:r w:rsidRPr="00ED61E6">
              <w:t>№</w:t>
            </w:r>
          </w:p>
        </w:tc>
        <w:tc>
          <w:tcPr>
            <w:tcW w:w="6095" w:type="dxa"/>
          </w:tcPr>
          <w:p w:rsidR="00581BFF" w:rsidRPr="00ED61E6" w:rsidRDefault="00581BFF" w:rsidP="00416A3E">
            <w:pPr>
              <w:ind w:right="-2"/>
              <w:jc w:val="center"/>
            </w:pPr>
            <w:r w:rsidRPr="00ED61E6">
              <w:t>ПІБ депутата</w:t>
            </w:r>
          </w:p>
        </w:tc>
        <w:tc>
          <w:tcPr>
            <w:tcW w:w="2551" w:type="dxa"/>
          </w:tcPr>
          <w:p w:rsidR="00581BFF" w:rsidRPr="00ED61E6" w:rsidRDefault="00581BFF" w:rsidP="00416A3E">
            <w:pPr>
              <w:ind w:right="-2"/>
              <w:jc w:val="center"/>
            </w:pPr>
            <w:r w:rsidRPr="00ED61E6">
              <w:t>Результати голосування</w:t>
            </w:r>
          </w:p>
        </w:tc>
      </w:tr>
      <w:tr w:rsidR="00581BFF" w:rsidRPr="00ED61E6" w:rsidTr="00416A3E">
        <w:tc>
          <w:tcPr>
            <w:tcW w:w="534" w:type="dxa"/>
          </w:tcPr>
          <w:p w:rsidR="00581BFF" w:rsidRPr="00ED61E6" w:rsidRDefault="00581BFF" w:rsidP="00416A3E">
            <w:pPr>
              <w:ind w:right="-2"/>
              <w:jc w:val="center"/>
            </w:pPr>
            <w:r w:rsidRPr="00ED61E6">
              <w:t>1</w:t>
            </w:r>
          </w:p>
        </w:tc>
        <w:tc>
          <w:tcPr>
            <w:tcW w:w="6095" w:type="dxa"/>
          </w:tcPr>
          <w:p w:rsidR="00581BFF" w:rsidRPr="00ED61E6" w:rsidRDefault="00581BFF" w:rsidP="00416A3E">
            <w:r w:rsidRPr="00ED61E6">
              <w:t>Цобенко Сергій Олександрович – селищний голова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w:t>
            </w:r>
          </w:p>
        </w:tc>
        <w:tc>
          <w:tcPr>
            <w:tcW w:w="6095" w:type="dxa"/>
          </w:tcPr>
          <w:p w:rsidR="00581BFF" w:rsidRPr="00ED61E6" w:rsidRDefault="00581BFF" w:rsidP="00416A3E">
            <w:r w:rsidRPr="00ED61E6">
              <w:t>Брижатюк Олена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3</w:t>
            </w:r>
          </w:p>
        </w:tc>
        <w:tc>
          <w:tcPr>
            <w:tcW w:w="6095" w:type="dxa"/>
          </w:tcPr>
          <w:p w:rsidR="00581BFF" w:rsidRPr="00ED61E6" w:rsidRDefault="00581BFF" w:rsidP="00416A3E">
            <w:r w:rsidRPr="00ED61E6">
              <w:t>Голімбієвська Тамара Павлівна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4</w:t>
            </w:r>
          </w:p>
        </w:tc>
        <w:tc>
          <w:tcPr>
            <w:tcW w:w="6095" w:type="dxa"/>
          </w:tcPr>
          <w:p w:rsidR="00581BFF" w:rsidRPr="00ED61E6" w:rsidRDefault="00581BFF" w:rsidP="00416A3E">
            <w:r w:rsidRPr="00ED61E6">
              <w:t>Грушецький Анатолій Георгійович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5</w:t>
            </w:r>
          </w:p>
        </w:tc>
        <w:tc>
          <w:tcPr>
            <w:tcW w:w="6095" w:type="dxa"/>
          </w:tcPr>
          <w:p w:rsidR="00581BFF" w:rsidRPr="00ED61E6" w:rsidRDefault="00581BFF" w:rsidP="00416A3E">
            <w:r w:rsidRPr="00ED61E6">
              <w:t>Дудар Василь Серафимович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6</w:t>
            </w:r>
          </w:p>
        </w:tc>
        <w:tc>
          <w:tcPr>
            <w:tcW w:w="6095" w:type="dxa"/>
          </w:tcPr>
          <w:p w:rsidR="00581BFF" w:rsidRPr="00ED61E6" w:rsidRDefault="00581BFF" w:rsidP="00416A3E">
            <w:r w:rsidRPr="00ED61E6">
              <w:t>Захаренко Вадим Володимирович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7</w:t>
            </w:r>
          </w:p>
        </w:tc>
        <w:tc>
          <w:tcPr>
            <w:tcW w:w="6095" w:type="dxa"/>
          </w:tcPr>
          <w:p w:rsidR="00581BFF" w:rsidRPr="00ED61E6" w:rsidRDefault="00581BFF" w:rsidP="00416A3E">
            <w:r w:rsidRPr="00ED61E6">
              <w:t>Кучмій Богдан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8</w:t>
            </w:r>
          </w:p>
        </w:tc>
        <w:tc>
          <w:tcPr>
            <w:tcW w:w="6095" w:type="dxa"/>
          </w:tcPr>
          <w:p w:rsidR="00581BFF" w:rsidRPr="00ED61E6" w:rsidRDefault="00581BFF" w:rsidP="00416A3E">
            <w:r w:rsidRPr="00ED61E6">
              <w:t>Кучмій Юрій Борисович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9</w:t>
            </w:r>
          </w:p>
        </w:tc>
        <w:tc>
          <w:tcPr>
            <w:tcW w:w="6095" w:type="dxa"/>
          </w:tcPr>
          <w:p w:rsidR="00581BFF" w:rsidRPr="00ED61E6" w:rsidRDefault="00581BFF" w:rsidP="00416A3E">
            <w:r w:rsidRPr="00ED61E6">
              <w:t>Кругла Тетяна Дмитрівна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10</w:t>
            </w:r>
          </w:p>
        </w:tc>
        <w:tc>
          <w:tcPr>
            <w:tcW w:w="6095" w:type="dxa"/>
          </w:tcPr>
          <w:p w:rsidR="00581BFF" w:rsidRPr="00ED61E6" w:rsidRDefault="00581BFF" w:rsidP="00416A3E">
            <w:r w:rsidRPr="00ED61E6">
              <w:t>Лісовська Тамара Андріївна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11</w:t>
            </w:r>
          </w:p>
        </w:tc>
        <w:tc>
          <w:tcPr>
            <w:tcW w:w="6095" w:type="dxa"/>
          </w:tcPr>
          <w:p w:rsidR="00581BFF" w:rsidRPr="00ED61E6" w:rsidRDefault="00581BFF" w:rsidP="00416A3E">
            <w:r w:rsidRPr="00ED61E6">
              <w:t>Лісовський  Сергій Олександрович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12</w:t>
            </w:r>
          </w:p>
        </w:tc>
        <w:tc>
          <w:tcPr>
            <w:tcW w:w="6095" w:type="dxa"/>
          </w:tcPr>
          <w:p w:rsidR="00581BFF" w:rsidRPr="00ED61E6" w:rsidRDefault="00581BFF" w:rsidP="00416A3E">
            <w:r w:rsidRPr="00ED61E6">
              <w:t>Мирошниченко Олена Віталіївна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13</w:t>
            </w:r>
          </w:p>
        </w:tc>
        <w:tc>
          <w:tcPr>
            <w:tcW w:w="6095" w:type="dxa"/>
          </w:tcPr>
          <w:p w:rsidR="00581BFF" w:rsidRPr="00ED61E6" w:rsidRDefault="00581BFF" w:rsidP="00416A3E">
            <w:r w:rsidRPr="00ED61E6">
              <w:t>Мостовик Сергій Віталійович</w:t>
            </w:r>
          </w:p>
        </w:tc>
        <w:tc>
          <w:tcPr>
            <w:tcW w:w="2551" w:type="dxa"/>
          </w:tcPr>
          <w:p w:rsidR="00581BFF" w:rsidRPr="00ED61E6" w:rsidRDefault="00581BFF" w:rsidP="00416A3E">
            <w:pPr>
              <w:tabs>
                <w:tab w:val="left" w:pos="285"/>
                <w:tab w:val="left" w:pos="360"/>
                <w:tab w:val="center" w:pos="512"/>
              </w:tabs>
              <w:ind w:right="-2"/>
            </w:pPr>
            <w:r>
              <w:t>відсутній</w:t>
            </w:r>
          </w:p>
        </w:tc>
      </w:tr>
      <w:tr w:rsidR="00581BFF" w:rsidRPr="00ED61E6" w:rsidTr="00416A3E">
        <w:tc>
          <w:tcPr>
            <w:tcW w:w="534" w:type="dxa"/>
          </w:tcPr>
          <w:p w:rsidR="00581BFF" w:rsidRPr="00ED61E6" w:rsidRDefault="00581BFF" w:rsidP="00416A3E">
            <w:pPr>
              <w:ind w:right="-2"/>
              <w:jc w:val="center"/>
            </w:pPr>
            <w:r w:rsidRPr="00ED61E6">
              <w:t>14</w:t>
            </w:r>
          </w:p>
        </w:tc>
        <w:tc>
          <w:tcPr>
            <w:tcW w:w="6095" w:type="dxa"/>
          </w:tcPr>
          <w:p w:rsidR="00581BFF" w:rsidRPr="00ED61E6" w:rsidRDefault="00581BFF" w:rsidP="00416A3E">
            <w:r w:rsidRPr="00ED61E6">
              <w:t>Напханюк Ольга Іванівна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15</w:t>
            </w:r>
          </w:p>
        </w:tc>
        <w:tc>
          <w:tcPr>
            <w:tcW w:w="6095" w:type="dxa"/>
          </w:tcPr>
          <w:p w:rsidR="00581BFF" w:rsidRPr="00ED61E6" w:rsidRDefault="00581BFF" w:rsidP="00416A3E">
            <w:r w:rsidRPr="00ED61E6">
              <w:t>Напханюк Світлана Олексіївна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16</w:t>
            </w:r>
          </w:p>
        </w:tc>
        <w:tc>
          <w:tcPr>
            <w:tcW w:w="6095" w:type="dxa"/>
          </w:tcPr>
          <w:p w:rsidR="00581BFF" w:rsidRPr="00ED61E6" w:rsidRDefault="00581BFF" w:rsidP="00416A3E">
            <w:r w:rsidRPr="00ED61E6">
              <w:t>Новіков Сергій Алійович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17</w:t>
            </w:r>
          </w:p>
        </w:tc>
        <w:tc>
          <w:tcPr>
            <w:tcW w:w="6095" w:type="dxa"/>
          </w:tcPr>
          <w:p w:rsidR="00581BFF" w:rsidRPr="00ED61E6" w:rsidRDefault="00581BFF" w:rsidP="00416A3E">
            <w:r w:rsidRPr="00ED61E6">
              <w:t>Піщик Тетяна Володимирівна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18</w:t>
            </w:r>
          </w:p>
        </w:tc>
        <w:tc>
          <w:tcPr>
            <w:tcW w:w="6095" w:type="dxa"/>
          </w:tcPr>
          <w:p w:rsidR="00581BFF" w:rsidRPr="00ED61E6" w:rsidRDefault="00581BFF" w:rsidP="00416A3E">
            <w:r w:rsidRPr="00ED61E6">
              <w:t>Романщак Наталія Василівна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19</w:t>
            </w:r>
          </w:p>
        </w:tc>
        <w:tc>
          <w:tcPr>
            <w:tcW w:w="6095" w:type="dxa"/>
          </w:tcPr>
          <w:p w:rsidR="00581BFF" w:rsidRPr="00ED61E6" w:rsidRDefault="00581BFF" w:rsidP="00416A3E">
            <w:r w:rsidRPr="00ED61E6">
              <w:t>Рибак Ігор Федорович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20</w:t>
            </w:r>
          </w:p>
        </w:tc>
        <w:tc>
          <w:tcPr>
            <w:tcW w:w="6095" w:type="dxa"/>
          </w:tcPr>
          <w:p w:rsidR="00581BFF" w:rsidRPr="00ED61E6" w:rsidRDefault="00581BFF" w:rsidP="00416A3E">
            <w:r w:rsidRPr="00ED61E6">
              <w:t>Сачук Валентина Михайлівна</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21</w:t>
            </w:r>
          </w:p>
        </w:tc>
        <w:tc>
          <w:tcPr>
            <w:tcW w:w="6095" w:type="dxa"/>
          </w:tcPr>
          <w:p w:rsidR="00581BFF" w:rsidRPr="00ED61E6" w:rsidRDefault="00581BFF" w:rsidP="00416A3E">
            <w:r w:rsidRPr="00ED61E6">
              <w:t>Сторожук Віталій Олексійович</w:t>
            </w:r>
          </w:p>
        </w:tc>
        <w:tc>
          <w:tcPr>
            <w:tcW w:w="2551" w:type="dxa"/>
          </w:tcPr>
          <w:p w:rsidR="00581BFF" w:rsidRPr="00ED61E6" w:rsidRDefault="00581BFF" w:rsidP="00416A3E">
            <w:pPr>
              <w:ind w:right="-2"/>
            </w:pPr>
            <w:r>
              <w:t>За</w:t>
            </w:r>
          </w:p>
        </w:tc>
      </w:tr>
      <w:tr w:rsidR="00581BFF" w:rsidRPr="00ED61E6" w:rsidTr="00416A3E">
        <w:tc>
          <w:tcPr>
            <w:tcW w:w="534" w:type="dxa"/>
          </w:tcPr>
          <w:p w:rsidR="00581BFF" w:rsidRPr="00ED61E6" w:rsidRDefault="00581BFF" w:rsidP="00416A3E">
            <w:pPr>
              <w:ind w:right="-2"/>
              <w:jc w:val="center"/>
            </w:pPr>
            <w:r w:rsidRPr="00ED61E6">
              <w:t>22</w:t>
            </w:r>
          </w:p>
        </w:tc>
        <w:tc>
          <w:tcPr>
            <w:tcW w:w="6095" w:type="dxa"/>
          </w:tcPr>
          <w:p w:rsidR="00581BFF" w:rsidRPr="00ED61E6" w:rsidRDefault="00581BFF" w:rsidP="00416A3E">
            <w:r w:rsidRPr="00ED61E6">
              <w:t>Скрипар Василь Іванович</w:t>
            </w:r>
          </w:p>
        </w:tc>
        <w:tc>
          <w:tcPr>
            <w:tcW w:w="2551" w:type="dxa"/>
          </w:tcPr>
          <w:p w:rsidR="00581BFF" w:rsidRPr="00ED61E6" w:rsidRDefault="00581BFF" w:rsidP="00416A3E">
            <w:pPr>
              <w:ind w:right="-2"/>
            </w:pPr>
            <w:r>
              <w:t>відсутній</w:t>
            </w:r>
          </w:p>
        </w:tc>
      </w:tr>
      <w:tr w:rsidR="00581BFF" w:rsidRPr="00ED61E6" w:rsidTr="00416A3E">
        <w:tc>
          <w:tcPr>
            <w:tcW w:w="534" w:type="dxa"/>
          </w:tcPr>
          <w:p w:rsidR="00581BFF" w:rsidRPr="00ED61E6" w:rsidRDefault="00581BFF" w:rsidP="00416A3E">
            <w:pPr>
              <w:ind w:right="-2"/>
              <w:jc w:val="center"/>
            </w:pPr>
            <w:r w:rsidRPr="00ED61E6">
              <w:t>23</w:t>
            </w:r>
          </w:p>
        </w:tc>
        <w:tc>
          <w:tcPr>
            <w:tcW w:w="6095" w:type="dxa"/>
          </w:tcPr>
          <w:p w:rsidR="00581BFF" w:rsidRPr="00ED61E6" w:rsidRDefault="00581BFF" w:rsidP="00416A3E">
            <w:r w:rsidRPr="00ED61E6">
              <w:t>Сулима Ольга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24</w:t>
            </w:r>
          </w:p>
        </w:tc>
        <w:tc>
          <w:tcPr>
            <w:tcW w:w="6095" w:type="dxa"/>
          </w:tcPr>
          <w:p w:rsidR="00581BFF" w:rsidRPr="00ED61E6" w:rsidRDefault="00581BFF" w:rsidP="00416A3E">
            <w:r w:rsidRPr="00ED61E6">
              <w:t>Туз Сергій Віталійович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25</w:t>
            </w:r>
          </w:p>
        </w:tc>
        <w:tc>
          <w:tcPr>
            <w:tcW w:w="6095" w:type="dxa"/>
          </w:tcPr>
          <w:p w:rsidR="00581BFF" w:rsidRPr="00ED61E6" w:rsidRDefault="00581BFF" w:rsidP="00416A3E">
            <w:r w:rsidRPr="00ED61E6">
              <w:t>Чушкін Олексій Іванович</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26</w:t>
            </w:r>
          </w:p>
        </w:tc>
        <w:tc>
          <w:tcPr>
            <w:tcW w:w="6095" w:type="dxa"/>
          </w:tcPr>
          <w:p w:rsidR="00581BFF" w:rsidRPr="00ED61E6" w:rsidRDefault="00581BFF" w:rsidP="00416A3E">
            <w:r w:rsidRPr="00ED61E6">
              <w:t>Чушкіна Надія Василівна</w:t>
            </w:r>
          </w:p>
        </w:tc>
        <w:tc>
          <w:tcPr>
            <w:tcW w:w="2551" w:type="dxa"/>
          </w:tcPr>
          <w:p w:rsidR="00581BFF" w:rsidRPr="00ED61E6" w:rsidRDefault="00581BFF" w:rsidP="00416A3E">
            <w:pPr>
              <w:tabs>
                <w:tab w:val="left" w:pos="285"/>
                <w:tab w:val="left" w:pos="360"/>
                <w:tab w:val="center" w:pos="512"/>
              </w:tabs>
              <w:ind w:right="-2"/>
            </w:pPr>
            <w:r>
              <w:t>За</w:t>
            </w:r>
          </w:p>
        </w:tc>
      </w:tr>
      <w:tr w:rsidR="00581BFF" w:rsidRPr="00ED61E6" w:rsidTr="00416A3E">
        <w:tc>
          <w:tcPr>
            <w:tcW w:w="534" w:type="dxa"/>
          </w:tcPr>
          <w:p w:rsidR="00581BFF" w:rsidRPr="00ED61E6" w:rsidRDefault="00581BFF" w:rsidP="00416A3E">
            <w:pPr>
              <w:ind w:right="-2"/>
              <w:jc w:val="center"/>
            </w:pPr>
            <w:r w:rsidRPr="00ED61E6">
              <w:t>27</w:t>
            </w:r>
          </w:p>
        </w:tc>
        <w:tc>
          <w:tcPr>
            <w:tcW w:w="6095" w:type="dxa"/>
          </w:tcPr>
          <w:p w:rsidR="00581BFF" w:rsidRPr="00ED61E6" w:rsidRDefault="00581BFF" w:rsidP="00416A3E">
            <w:r w:rsidRPr="00ED61E6">
              <w:t>Ясінський Микола Володимирович</w:t>
            </w:r>
          </w:p>
        </w:tc>
        <w:tc>
          <w:tcPr>
            <w:tcW w:w="2551" w:type="dxa"/>
          </w:tcPr>
          <w:p w:rsidR="00581BFF" w:rsidRPr="00ED61E6" w:rsidRDefault="00581BFF" w:rsidP="00416A3E">
            <w:pPr>
              <w:ind w:right="-2"/>
            </w:pPr>
            <w:r>
              <w:t>За</w:t>
            </w:r>
          </w:p>
        </w:tc>
      </w:tr>
    </w:tbl>
    <w:p w:rsidR="00581BFF" w:rsidRPr="001D1725" w:rsidRDefault="00581BFF" w:rsidP="00416A3E">
      <w:pPr>
        <w:rPr>
          <w:sz w:val="28"/>
          <w:szCs w:val="28"/>
        </w:rPr>
      </w:pPr>
      <w:r>
        <w:rPr>
          <w:sz w:val="28"/>
          <w:szCs w:val="28"/>
        </w:rPr>
        <w:t>Усього проголосували</w:t>
      </w:r>
      <w:r w:rsidRPr="001D1725">
        <w:rPr>
          <w:sz w:val="28"/>
          <w:szCs w:val="28"/>
        </w:rPr>
        <w:t>,  з них :</w:t>
      </w:r>
    </w:p>
    <w:p w:rsidR="00581BFF" w:rsidRDefault="00581BFF" w:rsidP="00416A3E">
      <w:pPr>
        <w:spacing w:line="319" w:lineRule="exact"/>
        <w:ind w:left="840"/>
        <w:rPr>
          <w:i/>
          <w:sz w:val="28"/>
        </w:rPr>
      </w:pPr>
      <w:r>
        <w:rPr>
          <w:i/>
          <w:sz w:val="28"/>
        </w:rPr>
        <w:t xml:space="preserve"> «За» - 24 чол.</w:t>
      </w:r>
    </w:p>
    <w:p w:rsidR="00581BFF" w:rsidRDefault="00581BFF" w:rsidP="00416A3E">
      <w:pPr>
        <w:spacing w:line="322" w:lineRule="exact"/>
        <w:ind w:left="840"/>
        <w:rPr>
          <w:i/>
          <w:sz w:val="28"/>
        </w:rPr>
      </w:pPr>
      <w:r>
        <w:rPr>
          <w:i/>
          <w:sz w:val="28"/>
        </w:rPr>
        <w:t>«Проти – немає.</w:t>
      </w:r>
    </w:p>
    <w:p w:rsidR="00581BFF" w:rsidRDefault="00581BFF" w:rsidP="00416A3E">
      <w:pPr>
        <w:ind w:left="840"/>
        <w:rPr>
          <w:i/>
          <w:sz w:val="28"/>
        </w:rPr>
      </w:pPr>
      <w:r>
        <w:rPr>
          <w:i/>
          <w:sz w:val="28"/>
        </w:rPr>
        <w:t>«Утримались» - немає.</w:t>
      </w:r>
    </w:p>
    <w:p w:rsidR="00581BFF" w:rsidRDefault="00581BFF" w:rsidP="00416A3E">
      <w:pPr>
        <w:pStyle w:val="Heading1"/>
        <w:spacing w:before="9"/>
        <w:ind w:left="119"/>
        <w:jc w:val="left"/>
        <w:rPr>
          <w:b w:val="0"/>
        </w:rPr>
      </w:pPr>
      <w:r w:rsidRPr="001D1725">
        <w:rPr>
          <w:b w:val="0"/>
        </w:rPr>
        <w:t>Прийнято</w:t>
      </w:r>
      <w:r>
        <w:rPr>
          <w:b w:val="0"/>
        </w:rPr>
        <w:t xml:space="preserve"> рішення № 66 </w:t>
      </w:r>
      <w:r w:rsidRPr="001D1725">
        <w:rPr>
          <w:b w:val="0"/>
        </w:rPr>
        <w:t>(додається).</w:t>
      </w:r>
    </w:p>
    <w:p w:rsidR="00581BFF" w:rsidRDefault="00581BFF" w:rsidP="00416A3E">
      <w:pPr>
        <w:pStyle w:val="Heading1"/>
        <w:tabs>
          <w:tab w:val="left" w:pos="1478"/>
        </w:tabs>
        <w:spacing w:before="9"/>
        <w:ind w:left="119" w:firstLine="720"/>
        <w:jc w:val="left"/>
        <w:rPr>
          <w:b w:val="0"/>
        </w:rPr>
      </w:pPr>
    </w:p>
    <w:p w:rsidR="00581BFF" w:rsidRPr="00416A3E" w:rsidRDefault="00581BFF" w:rsidP="00416A3E">
      <w:pPr>
        <w:pStyle w:val="Heading1"/>
        <w:tabs>
          <w:tab w:val="left" w:pos="1478"/>
        </w:tabs>
        <w:spacing w:before="9"/>
        <w:ind w:left="119" w:firstLine="720"/>
        <w:jc w:val="left"/>
      </w:pPr>
      <w:r w:rsidRPr="00416A3E">
        <w:t>Голова селищної ради:</w:t>
      </w:r>
    </w:p>
    <w:p w:rsidR="00581BFF" w:rsidRDefault="00581BFF" w:rsidP="00C6767F">
      <w:pPr>
        <w:jc w:val="both"/>
        <w:rPr>
          <w:b/>
          <w:iCs/>
          <w:sz w:val="28"/>
          <w:szCs w:val="28"/>
        </w:rPr>
      </w:pPr>
      <w:r w:rsidRPr="00B05A04">
        <w:rPr>
          <w:sz w:val="28"/>
          <w:szCs w:val="28"/>
        </w:rPr>
        <w:t xml:space="preserve">Переходимо до розгляду </w:t>
      </w:r>
      <w:r w:rsidRPr="00F17E83">
        <w:rPr>
          <w:sz w:val="28"/>
          <w:szCs w:val="28"/>
        </w:rPr>
        <w:t>дев'ятого</w:t>
      </w:r>
      <w:r w:rsidRPr="00B05A04">
        <w:rPr>
          <w:sz w:val="28"/>
          <w:szCs w:val="28"/>
        </w:rPr>
        <w:t xml:space="preserve"> </w:t>
      </w:r>
      <w:r>
        <w:rPr>
          <w:sz w:val="28"/>
          <w:szCs w:val="28"/>
        </w:rPr>
        <w:t>питання.</w:t>
      </w:r>
      <w:r w:rsidRPr="00710F73">
        <w:rPr>
          <w:iCs/>
          <w:sz w:val="28"/>
          <w:szCs w:val="28"/>
        </w:rPr>
        <w:t xml:space="preserve"> </w:t>
      </w:r>
    </w:p>
    <w:p w:rsidR="00581BFF" w:rsidRPr="009325BA" w:rsidRDefault="00581BFF" w:rsidP="00C6767F">
      <w:pPr>
        <w:jc w:val="both"/>
        <w:rPr>
          <w:sz w:val="28"/>
          <w:szCs w:val="28"/>
        </w:rPr>
      </w:pPr>
      <w:r w:rsidRPr="00F5144B">
        <w:rPr>
          <w:sz w:val="28"/>
          <w:szCs w:val="28"/>
        </w:rPr>
        <w:t>Слово для інформації</w:t>
      </w:r>
      <w:r w:rsidRPr="00F5144B">
        <w:rPr>
          <w:bCs/>
          <w:sz w:val="28"/>
          <w:szCs w:val="28"/>
        </w:rPr>
        <w:t xml:space="preserve"> </w:t>
      </w:r>
      <w:r>
        <w:rPr>
          <w:bCs/>
          <w:sz w:val="28"/>
          <w:szCs w:val="28"/>
        </w:rPr>
        <w:t>"</w:t>
      </w:r>
      <w:r w:rsidRPr="00F5144B">
        <w:rPr>
          <w:b/>
          <w:bCs/>
          <w:sz w:val="28"/>
          <w:szCs w:val="28"/>
        </w:rPr>
        <w:t>Про затвердження Стратегії розвитку комунальної установи "Голованівський центр професійного розвитку педагогічних працівників" Голованівської селищної ради</w:t>
      </w:r>
      <w:r w:rsidRPr="00F5144B">
        <w:rPr>
          <w:b/>
          <w:sz w:val="28"/>
          <w:szCs w:val="28"/>
        </w:rPr>
        <w:t xml:space="preserve">" </w:t>
      </w:r>
      <w:r w:rsidRPr="009325BA">
        <w:rPr>
          <w:sz w:val="28"/>
          <w:szCs w:val="28"/>
        </w:rPr>
        <w:t>надається</w:t>
      </w:r>
      <w:r w:rsidRPr="009325BA">
        <w:rPr>
          <w:b/>
          <w:sz w:val="28"/>
          <w:szCs w:val="28"/>
        </w:rPr>
        <w:t xml:space="preserve"> Закалашнюк Аллі Анатоліївні, </w:t>
      </w:r>
      <w:r w:rsidRPr="009325BA">
        <w:rPr>
          <w:sz w:val="28"/>
          <w:szCs w:val="28"/>
        </w:rPr>
        <w:t>в.о. директора комунальної установи "Голованівський центр професійного розвитку педагогічних працівників"</w:t>
      </w:r>
      <w:r>
        <w:rPr>
          <w:sz w:val="28"/>
          <w:szCs w:val="28"/>
        </w:rPr>
        <w:t xml:space="preserve"> Голованівської селищної рад</w:t>
      </w:r>
      <w:r w:rsidRPr="009325BA">
        <w:rPr>
          <w:sz w:val="28"/>
          <w:szCs w:val="28"/>
        </w:rPr>
        <w:t>и</w:t>
      </w:r>
      <w:r>
        <w:rPr>
          <w:sz w:val="28"/>
          <w:szCs w:val="28"/>
        </w:rPr>
        <w:t>.</w:t>
      </w:r>
    </w:p>
    <w:p w:rsidR="00581BFF" w:rsidRPr="005A5546" w:rsidRDefault="00581BFF" w:rsidP="00E07479">
      <w:pPr>
        <w:rPr>
          <w:sz w:val="28"/>
          <w:szCs w:val="28"/>
        </w:rPr>
      </w:pPr>
    </w:p>
    <w:p w:rsidR="00581BFF" w:rsidRPr="00765D96" w:rsidRDefault="00581BFF" w:rsidP="00E07479">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E07479">
      <w:pPr>
        <w:widowControl/>
        <w:shd w:val="clear" w:color="auto" w:fill="FFFFFF"/>
        <w:autoSpaceDE/>
        <w:autoSpaceDN/>
        <w:ind w:left="17" w:right="374"/>
        <w:jc w:val="both"/>
        <w:rPr>
          <w:sz w:val="28"/>
          <w:szCs w:val="28"/>
        </w:rPr>
      </w:pPr>
      <w:r w:rsidRPr="008A5984">
        <w:rPr>
          <w:sz w:val="28"/>
          <w:szCs w:val="28"/>
        </w:rPr>
        <w:t>Шановні депутати!</w:t>
      </w:r>
    </w:p>
    <w:p w:rsidR="00581BFF" w:rsidRPr="00991E72" w:rsidRDefault="00581BFF" w:rsidP="00991E72">
      <w:pPr>
        <w:shd w:val="clear" w:color="auto" w:fill="FFFFFF"/>
        <w:ind w:firstLine="567"/>
        <w:jc w:val="both"/>
        <w:textAlignment w:val="baseline"/>
        <w:rPr>
          <w:sz w:val="28"/>
          <w:szCs w:val="28"/>
          <w:lang w:eastAsia="ru-RU"/>
        </w:rPr>
      </w:pPr>
      <w:r w:rsidRPr="00991E72">
        <w:rPr>
          <w:bCs/>
          <w:sz w:val="28"/>
          <w:szCs w:val="28"/>
          <w:lang w:eastAsia="ru-RU"/>
        </w:rPr>
        <w:t>Мета стратегії розвитку Центру</w:t>
      </w:r>
      <w:r w:rsidRPr="00991E72">
        <w:rPr>
          <w:sz w:val="28"/>
          <w:szCs w:val="28"/>
          <w:lang w:eastAsia="ru-RU"/>
        </w:rPr>
        <w:t> – визначити перспективи розвитку центру як установи, що сприяє професійному розвитку педагогічних працівників закладів дошкільної, позашкільної, загальної середньої освіти, інклюзивно-ресурсного центру (далі – педагогічні працівники) шляхом консультативної та інформаційної діяльності відповідно до суспільних потреб, зумовлених розвитком української держави.</w:t>
      </w:r>
    </w:p>
    <w:p w:rsidR="00581BFF" w:rsidRPr="00991E72" w:rsidRDefault="00581BFF" w:rsidP="00991E72">
      <w:pPr>
        <w:shd w:val="clear" w:color="auto" w:fill="FFFFFF"/>
        <w:ind w:firstLine="567"/>
        <w:jc w:val="both"/>
        <w:textAlignment w:val="baseline"/>
        <w:rPr>
          <w:sz w:val="28"/>
          <w:szCs w:val="28"/>
          <w:lang w:eastAsia="ru-RU"/>
        </w:rPr>
      </w:pPr>
      <w:r w:rsidRPr="00991E72">
        <w:rPr>
          <w:bCs/>
          <w:sz w:val="28"/>
          <w:szCs w:val="28"/>
          <w:lang w:eastAsia="ru-RU"/>
        </w:rPr>
        <w:t>Провідна ідея центру</w:t>
      </w:r>
      <w:r w:rsidRPr="00991E72">
        <w:rPr>
          <w:sz w:val="28"/>
          <w:szCs w:val="28"/>
          <w:lang w:eastAsia="ru-RU"/>
        </w:rPr>
        <w:t xml:space="preserve"> – створити умови для розвитку творчої ініціативи та академічної свободи педагогів в пошуках нових форм і методів педагогічної діяльності для надання якісних освітніх послуг. </w:t>
      </w:r>
    </w:p>
    <w:p w:rsidR="00581BFF" w:rsidRPr="00991E72" w:rsidRDefault="00581BFF" w:rsidP="00991E72">
      <w:pPr>
        <w:ind w:firstLine="567"/>
        <w:jc w:val="both"/>
        <w:outlineLvl w:val="4"/>
        <w:rPr>
          <w:sz w:val="28"/>
          <w:szCs w:val="28"/>
          <w:lang w:eastAsia="ru-RU"/>
        </w:rPr>
      </w:pPr>
      <w:r w:rsidRPr="00991E72">
        <w:rPr>
          <w:sz w:val="28"/>
          <w:szCs w:val="28"/>
          <w:lang w:eastAsia="ru-RU"/>
        </w:rPr>
        <w:t>Візія Центру: професійний розвиток, підтримка педагогічного працівника.</w:t>
      </w:r>
    </w:p>
    <w:p w:rsidR="00581BFF" w:rsidRPr="00991E72" w:rsidRDefault="00581BFF" w:rsidP="00991E72">
      <w:pPr>
        <w:ind w:firstLine="567"/>
        <w:jc w:val="both"/>
        <w:outlineLvl w:val="4"/>
        <w:rPr>
          <w:sz w:val="28"/>
          <w:szCs w:val="28"/>
          <w:lang w:eastAsia="ru-RU"/>
        </w:rPr>
      </w:pPr>
      <w:r w:rsidRPr="00991E72">
        <w:rPr>
          <w:sz w:val="28"/>
          <w:szCs w:val="28"/>
          <w:lang w:eastAsia="ru-RU"/>
        </w:rPr>
        <w:t>Місія Центру: стати мобільною</w:t>
      </w:r>
      <w:r>
        <w:rPr>
          <w:sz w:val="28"/>
          <w:szCs w:val="28"/>
          <w:lang w:eastAsia="ru-RU"/>
        </w:rPr>
        <w:t xml:space="preserve"> </w:t>
      </w:r>
      <w:r w:rsidRPr="00991E72">
        <w:rPr>
          <w:sz w:val="28"/>
          <w:szCs w:val="28"/>
          <w:lang w:eastAsia="ru-RU"/>
        </w:rPr>
        <w:t>та дієвою службою професійного розвитку педагогічних працівників.</w:t>
      </w:r>
    </w:p>
    <w:p w:rsidR="00581BFF" w:rsidRPr="00991E72" w:rsidRDefault="00581BFF" w:rsidP="00991E72">
      <w:pPr>
        <w:ind w:firstLine="567"/>
        <w:jc w:val="both"/>
        <w:outlineLvl w:val="4"/>
        <w:rPr>
          <w:sz w:val="28"/>
          <w:szCs w:val="28"/>
          <w:lang w:eastAsia="ru-RU"/>
        </w:rPr>
      </w:pPr>
      <w:r w:rsidRPr="00991E72">
        <w:rPr>
          <w:bCs/>
          <w:sz w:val="28"/>
          <w:szCs w:val="28"/>
          <w:lang w:eastAsia="ru-RU"/>
        </w:rPr>
        <w:t>Принципи діяльності:</w:t>
      </w:r>
      <w:r w:rsidRPr="00991E72">
        <w:rPr>
          <w:sz w:val="28"/>
          <w:szCs w:val="28"/>
          <w:lang w:eastAsia="ru-RU"/>
        </w:rPr>
        <w:t xml:space="preserve"> організація діяльності центру ґрунтується на принципах, визначених статтею 6 Закону України «</w:t>
      </w:r>
      <w:hyperlink r:id="rId10" w:history="1">
        <w:r w:rsidRPr="00991E72">
          <w:rPr>
            <w:sz w:val="28"/>
            <w:szCs w:val="28"/>
            <w:lang w:eastAsia="ru-RU"/>
          </w:rPr>
          <w:t>Про освіту</w:t>
        </w:r>
      </w:hyperlink>
      <w:r w:rsidRPr="00991E72">
        <w:rPr>
          <w:sz w:val="28"/>
          <w:szCs w:val="28"/>
          <w:lang w:eastAsia="ru-RU"/>
        </w:rPr>
        <w:t>», зокрема:</w:t>
      </w:r>
      <w:bookmarkStart w:id="7" w:name="n74"/>
      <w:bookmarkEnd w:id="7"/>
    </w:p>
    <w:p w:rsidR="00581BFF" w:rsidRPr="00991E72" w:rsidRDefault="00581BFF" w:rsidP="00991E72">
      <w:pPr>
        <w:ind w:firstLine="567"/>
        <w:jc w:val="both"/>
        <w:outlineLvl w:val="4"/>
        <w:rPr>
          <w:sz w:val="28"/>
          <w:szCs w:val="28"/>
          <w:lang w:eastAsia="ru-RU"/>
        </w:rPr>
      </w:pPr>
      <w:r w:rsidRPr="00991E72">
        <w:rPr>
          <w:color w:val="000000"/>
          <w:sz w:val="28"/>
          <w:szCs w:val="28"/>
        </w:rPr>
        <w:t>1) людиноцентризм;</w:t>
      </w:r>
      <w:bookmarkStart w:id="8" w:name="n75"/>
      <w:bookmarkStart w:id="9" w:name="n80"/>
      <w:bookmarkEnd w:id="8"/>
      <w:bookmarkEnd w:id="9"/>
    </w:p>
    <w:p w:rsidR="00581BFF" w:rsidRPr="00991E72" w:rsidRDefault="00581BFF" w:rsidP="00991E72">
      <w:pPr>
        <w:ind w:firstLine="567"/>
        <w:jc w:val="both"/>
        <w:outlineLvl w:val="4"/>
        <w:rPr>
          <w:sz w:val="28"/>
          <w:szCs w:val="28"/>
          <w:lang w:eastAsia="ru-RU"/>
        </w:rPr>
      </w:pPr>
      <w:r w:rsidRPr="00991E72">
        <w:rPr>
          <w:color w:val="000000"/>
          <w:sz w:val="28"/>
          <w:szCs w:val="28"/>
        </w:rPr>
        <w:t>2) науковий характер освіти;</w:t>
      </w:r>
      <w:bookmarkStart w:id="10" w:name="n81"/>
      <w:bookmarkStart w:id="11" w:name="n89"/>
      <w:bookmarkEnd w:id="10"/>
      <w:bookmarkEnd w:id="11"/>
    </w:p>
    <w:p w:rsidR="00581BFF" w:rsidRPr="00991E72" w:rsidRDefault="00581BFF" w:rsidP="00991E72">
      <w:pPr>
        <w:ind w:firstLine="567"/>
        <w:jc w:val="both"/>
        <w:outlineLvl w:val="4"/>
        <w:rPr>
          <w:sz w:val="28"/>
          <w:szCs w:val="28"/>
          <w:lang w:eastAsia="ru-RU"/>
        </w:rPr>
      </w:pPr>
      <w:r w:rsidRPr="00991E72">
        <w:rPr>
          <w:color w:val="000000"/>
          <w:sz w:val="28"/>
          <w:szCs w:val="28"/>
        </w:rPr>
        <w:t>3) академічна доброчесність</w:t>
      </w:r>
      <w:bookmarkStart w:id="12" w:name="n90"/>
      <w:bookmarkEnd w:id="12"/>
      <w:r w:rsidRPr="00991E72">
        <w:rPr>
          <w:color w:val="000000"/>
          <w:sz w:val="28"/>
          <w:szCs w:val="28"/>
        </w:rPr>
        <w:t xml:space="preserve"> та академічна свобода;</w:t>
      </w:r>
      <w:bookmarkStart w:id="13" w:name="n91"/>
      <w:bookmarkStart w:id="14" w:name="n92"/>
      <w:bookmarkEnd w:id="13"/>
      <w:bookmarkEnd w:id="14"/>
    </w:p>
    <w:p w:rsidR="00581BFF" w:rsidRPr="00991E72" w:rsidRDefault="00581BFF" w:rsidP="00991E72">
      <w:pPr>
        <w:ind w:firstLine="567"/>
        <w:jc w:val="both"/>
        <w:outlineLvl w:val="4"/>
        <w:rPr>
          <w:sz w:val="28"/>
          <w:szCs w:val="28"/>
          <w:lang w:eastAsia="ru-RU"/>
        </w:rPr>
      </w:pPr>
      <w:r w:rsidRPr="00991E72">
        <w:rPr>
          <w:color w:val="000000"/>
          <w:sz w:val="28"/>
          <w:szCs w:val="28"/>
        </w:rPr>
        <w:t>4) гуманізм</w:t>
      </w:r>
      <w:bookmarkStart w:id="15" w:name="n93"/>
      <w:bookmarkEnd w:id="15"/>
      <w:r w:rsidRPr="00991E72">
        <w:rPr>
          <w:color w:val="000000"/>
          <w:sz w:val="28"/>
          <w:szCs w:val="28"/>
        </w:rPr>
        <w:t>, демократизм</w:t>
      </w:r>
      <w:bookmarkStart w:id="16" w:name="n94"/>
      <w:bookmarkStart w:id="17" w:name="n104"/>
      <w:bookmarkStart w:id="18" w:name="n106"/>
      <w:bookmarkEnd w:id="16"/>
      <w:bookmarkEnd w:id="17"/>
      <w:bookmarkEnd w:id="18"/>
      <w:r w:rsidRPr="00991E72">
        <w:rPr>
          <w:color w:val="000000"/>
          <w:sz w:val="28"/>
          <w:szCs w:val="28"/>
        </w:rPr>
        <w:t>, сприяння навчанню впродовж життя.</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Основні напрями та завдання діяльності:</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1) надання консультативної підтримки педагогічним працівниками з питань планування та визначення траєкторії їхнього професійного розвитку, проведення супервізії, розроблення внутрішніх документів закладу освіти, освітніх програм, навчальних програм з навчальних предметів (інтегрованих курсів), а також особливостей організації освітнього процесу у закладах освіти за різними формами здобуття освіти, у тому числі з використанням технологій дистанційного навчання;</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2) професійна підтримка педагогічних працівників з питань впровадження компетентнісного, особистісно орієнтованого, діяльнісного, інклюзивного підходів до навчання здобувачів освіти і нових освітніх технологій;</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3) сприяння професійному розвитку педагогічних працівників, зокрема шляхом:</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координації діяльності професійних спільнот педагогічних працівників (методичних об’єднань, творчих груп тощо);</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узагальнення та поширення інформації з питань професійного розвитку педагогічних працівників;</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формування баз даних програм підвищення кваліфікації, інших джерел інформації (вебресурсів), необхідних для професійного розвитку педагогічних працівників, та їх оприлюднення на власному веб-сайті;</w:t>
      </w:r>
    </w:p>
    <w:p w:rsidR="00581BFF" w:rsidRPr="00991E72" w:rsidRDefault="00581BFF" w:rsidP="00991E72">
      <w:pPr>
        <w:shd w:val="clear" w:color="auto" w:fill="FFFFFF"/>
        <w:ind w:firstLine="567"/>
        <w:jc w:val="both"/>
        <w:rPr>
          <w:sz w:val="28"/>
          <w:szCs w:val="28"/>
          <w:lang w:eastAsia="ru-RU"/>
        </w:rPr>
      </w:pPr>
      <w:r w:rsidRPr="00991E72">
        <w:rPr>
          <w:sz w:val="28"/>
          <w:szCs w:val="28"/>
          <w:lang w:eastAsia="ru-RU"/>
        </w:rPr>
        <w:t>4) надання психологічної підтримки педагогічним працівникам;</w:t>
      </w:r>
    </w:p>
    <w:p w:rsidR="00581BFF" w:rsidRDefault="00581BFF" w:rsidP="00991E72">
      <w:pPr>
        <w:shd w:val="clear" w:color="auto" w:fill="FFFFFF"/>
        <w:ind w:firstLine="567"/>
        <w:jc w:val="both"/>
        <w:textAlignment w:val="baseline"/>
        <w:rPr>
          <w:sz w:val="28"/>
          <w:szCs w:val="28"/>
          <w:lang w:eastAsia="ru-RU"/>
        </w:rPr>
      </w:pPr>
      <w:r w:rsidRPr="00991E72">
        <w:rPr>
          <w:sz w:val="28"/>
          <w:szCs w:val="28"/>
          <w:lang w:eastAsia="ru-RU"/>
        </w:rPr>
        <w:t>5) взаємодія та співпраця з місцевими органами виконавчої влади, органами місцевого самоврядування, органами та установами забезпечення якості освіти, закладами освіти, міжнародними та громадськими організаціями, засобами масової інформації з питань діяльності Центру.</w:t>
      </w:r>
    </w:p>
    <w:p w:rsidR="00581BFF" w:rsidRDefault="00581BFF" w:rsidP="00991E72">
      <w:pPr>
        <w:shd w:val="clear" w:color="auto" w:fill="FFFFFF"/>
        <w:ind w:firstLine="567"/>
        <w:jc w:val="both"/>
        <w:textAlignment w:val="baseline"/>
        <w:rPr>
          <w:sz w:val="28"/>
          <w:szCs w:val="28"/>
          <w:lang w:eastAsia="ru-RU"/>
        </w:rPr>
      </w:pPr>
    </w:p>
    <w:p w:rsidR="00581BFF" w:rsidRDefault="00581BFF" w:rsidP="00991E72">
      <w:pPr>
        <w:pStyle w:val="Heading1"/>
        <w:tabs>
          <w:tab w:val="left" w:pos="1478"/>
        </w:tabs>
        <w:spacing w:before="9"/>
        <w:ind w:left="119" w:firstLine="720"/>
        <w:jc w:val="left"/>
      </w:pPr>
      <w:r w:rsidRPr="00416A3E">
        <w:t>Голова селищної ради:</w:t>
      </w:r>
    </w:p>
    <w:p w:rsidR="00581BFF" w:rsidRPr="005A5546" w:rsidRDefault="00581BFF" w:rsidP="00C6767F">
      <w:pPr>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sidRPr="002F29D5">
        <w:rPr>
          <w:sz w:val="28"/>
          <w:szCs w:val="28"/>
        </w:rPr>
        <w:t>На  зас</w:t>
      </w:r>
      <w:r>
        <w:rPr>
          <w:sz w:val="28"/>
          <w:szCs w:val="28"/>
        </w:rPr>
        <w:t>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4B2C09" w:rsidRDefault="00581BFF" w:rsidP="00991E72">
      <w:pPr>
        <w:pStyle w:val="40"/>
        <w:shd w:val="clear" w:color="auto" w:fill="auto"/>
        <w:spacing w:before="0" w:after="0" w:line="240" w:lineRule="auto"/>
        <w:ind w:left="23" w:firstLine="684"/>
        <w:rPr>
          <w:b w:val="0"/>
          <w:sz w:val="16"/>
          <w:szCs w:val="16"/>
        </w:rPr>
      </w:pPr>
      <w:r w:rsidRPr="004B2C09">
        <w:rPr>
          <w:b w:val="0"/>
          <w:sz w:val="16"/>
          <w:szCs w:val="16"/>
        </w:rPr>
        <w:t xml:space="preserve"> </w:t>
      </w:r>
    </w:p>
    <w:p w:rsidR="00581BFF" w:rsidRPr="00B05A04" w:rsidRDefault="00581BFF" w:rsidP="00991E72">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5E3A44">
        <w:tc>
          <w:tcPr>
            <w:tcW w:w="534" w:type="dxa"/>
          </w:tcPr>
          <w:p w:rsidR="00581BFF" w:rsidRPr="00ED61E6" w:rsidRDefault="00581BFF" w:rsidP="005E3A44">
            <w:pPr>
              <w:ind w:right="-2"/>
              <w:jc w:val="center"/>
            </w:pPr>
            <w:r w:rsidRPr="00ED61E6">
              <w:t>№</w:t>
            </w:r>
          </w:p>
        </w:tc>
        <w:tc>
          <w:tcPr>
            <w:tcW w:w="6095" w:type="dxa"/>
          </w:tcPr>
          <w:p w:rsidR="00581BFF" w:rsidRPr="00ED61E6" w:rsidRDefault="00581BFF" w:rsidP="005E3A44">
            <w:pPr>
              <w:ind w:right="-2"/>
              <w:jc w:val="center"/>
            </w:pPr>
            <w:r w:rsidRPr="00ED61E6">
              <w:t>ПІБ депутата</w:t>
            </w:r>
          </w:p>
        </w:tc>
        <w:tc>
          <w:tcPr>
            <w:tcW w:w="2551" w:type="dxa"/>
          </w:tcPr>
          <w:p w:rsidR="00581BFF" w:rsidRPr="00ED61E6" w:rsidRDefault="00581BFF" w:rsidP="005E3A44">
            <w:pPr>
              <w:ind w:right="-2"/>
              <w:jc w:val="center"/>
            </w:pPr>
            <w:r w:rsidRPr="00ED61E6">
              <w:t>Результати голосування</w:t>
            </w:r>
          </w:p>
        </w:tc>
      </w:tr>
      <w:tr w:rsidR="00581BFF" w:rsidRPr="00ED61E6" w:rsidTr="005E3A44">
        <w:tc>
          <w:tcPr>
            <w:tcW w:w="534" w:type="dxa"/>
          </w:tcPr>
          <w:p w:rsidR="00581BFF" w:rsidRPr="00ED61E6" w:rsidRDefault="00581BFF" w:rsidP="005E3A44">
            <w:pPr>
              <w:ind w:right="-2"/>
              <w:jc w:val="center"/>
            </w:pPr>
            <w:r w:rsidRPr="00ED61E6">
              <w:t>1</w:t>
            </w:r>
          </w:p>
        </w:tc>
        <w:tc>
          <w:tcPr>
            <w:tcW w:w="6095" w:type="dxa"/>
          </w:tcPr>
          <w:p w:rsidR="00581BFF" w:rsidRPr="00ED61E6" w:rsidRDefault="00581BFF" w:rsidP="005E3A44">
            <w:r w:rsidRPr="00ED61E6">
              <w:t>Цобенко Сергій Олександрович – селищний голова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w:t>
            </w:r>
          </w:p>
        </w:tc>
        <w:tc>
          <w:tcPr>
            <w:tcW w:w="6095" w:type="dxa"/>
          </w:tcPr>
          <w:p w:rsidR="00581BFF" w:rsidRPr="00ED61E6" w:rsidRDefault="00581BFF" w:rsidP="005E3A44">
            <w:r w:rsidRPr="00ED61E6">
              <w:t>Брижатюк Олена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3</w:t>
            </w:r>
          </w:p>
        </w:tc>
        <w:tc>
          <w:tcPr>
            <w:tcW w:w="6095" w:type="dxa"/>
          </w:tcPr>
          <w:p w:rsidR="00581BFF" w:rsidRPr="00ED61E6" w:rsidRDefault="00581BFF" w:rsidP="005E3A44">
            <w:r w:rsidRPr="00ED61E6">
              <w:t>Голімбієвська Тамара Павлівна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4</w:t>
            </w:r>
          </w:p>
        </w:tc>
        <w:tc>
          <w:tcPr>
            <w:tcW w:w="6095" w:type="dxa"/>
          </w:tcPr>
          <w:p w:rsidR="00581BFF" w:rsidRPr="00ED61E6" w:rsidRDefault="00581BFF" w:rsidP="005E3A44">
            <w:r w:rsidRPr="00ED61E6">
              <w:t>Грушецький Анатолій Георгійович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5</w:t>
            </w:r>
          </w:p>
        </w:tc>
        <w:tc>
          <w:tcPr>
            <w:tcW w:w="6095" w:type="dxa"/>
          </w:tcPr>
          <w:p w:rsidR="00581BFF" w:rsidRPr="00ED61E6" w:rsidRDefault="00581BFF" w:rsidP="005E3A44">
            <w:r w:rsidRPr="00ED61E6">
              <w:t>Дудар Василь Серафимович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6</w:t>
            </w:r>
          </w:p>
        </w:tc>
        <w:tc>
          <w:tcPr>
            <w:tcW w:w="6095" w:type="dxa"/>
          </w:tcPr>
          <w:p w:rsidR="00581BFF" w:rsidRPr="00ED61E6" w:rsidRDefault="00581BFF" w:rsidP="005E3A44">
            <w:r w:rsidRPr="00ED61E6">
              <w:t>Захаренко Вадим Володимирович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7</w:t>
            </w:r>
          </w:p>
        </w:tc>
        <w:tc>
          <w:tcPr>
            <w:tcW w:w="6095" w:type="dxa"/>
          </w:tcPr>
          <w:p w:rsidR="00581BFF" w:rsidRPr="00ED61E6" w:rsidRDefault="00581BFF" w:rsidP="005E3A44">
            <w:r w:rsidRPr="00ED61E6">
              <w:t>Кучмій Богдан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8</w:t>
            </w:r>
          </w:p>
        </w:tc>
        <w:tc>
          <w:tcPr>
            <w:tcW w:w="6095" w:type="dxa"/>
          </w:tcPr>
          <w:p w:rsidR="00581BFF" w:rsidRPr="00ED61E6" w:rsidRDefault="00581BFF" w:rsidP="005E3A44">
            <w:r w:rsidRPr="00ED61E6">
              <w:t>Кучмій Юрій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9</w:t>
            </w:r>
          </w:p>
        </w:tc>
        <w:tc>
          <w:tcPr>
            <w:tcW w:w="6095" w:type="dxa"/>
          </w:tcPr>
          <w:p w:rsidR="00581BFF" w:rsidRPr="00ED61E6" w:rsidRDefault="00581BFF" w:rsidP="005E3A44">
            <w:r w:rsidRPr="00ED61E6">
              <w:t>Кругла Тетяна Дмитрівна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10</w:t>
            </w:r>
          </w:p>
        </w:tc>
        <w:tc>
          <w:tcPr>
            <w:tcW w:w="6095" w:type="dxa"/>
          </w:tcPr>
          <w:p w:rsidR="00581BFF" w:rsidRPr="00ED61E6" w:rsidRDefault="00581BFF" w:rsidP="005E3A44">
            <w:r w:rsidRPr="00ED61E6">
              <w:t>Лісовська Тамара Андріївна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11</w:t>
            </w:r>
          </w:p>
        </w:tc>
        <w:tc>
          <w:tcPr>
            <w:tcW w:w="6095" w:type="dxa"/>
          </w:tcPr>
          <w:p w:rsidR="00581BFF" w:rsidRPr="00ED61E6" w:rsidRDefault="00581BFF" w:rsidP="005E3A44">
            <w:r w:rsidRPr="00ED61E6">
              <w:t>Лісовський  Сергій Олександрович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12</w:t>
            </w:r>
          </w:p>
        </w:tc>
        <w:tc>
          <w:tcPr>
            <w:tcW w:w="6095" w:type="dxa"/>
          </w:tcPr>
          <w:p w:rsidR="00581BFF" w:rsidRPr="00ED61E6" w:rsidRDefault="00581BFF" w:rsidP="005E3A44">
            <w:r w:rsidRPr="00ED61E6">
              <w:t>Мирошниченко Олена Віталіївна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13</w:t>
            </w:r>
          </w:p>
        </w:tc>
        <w:tc>
          <w:tcPr>
            <w:tcW w:w="6095" w:type="dxa"/>
          </w:tcPr>
          <w:p w:rsidR="00581BFF" w:rsidRPr="00ED61E6" w:rsidRDefault="00581BFF" w:rsidP="005E3A44">
            <w:r w:rsidRPr="00ED61E6">
              <w:t>Мостовик Сергій Віталійович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14</w:t>
            </w:r>
          </w:p>
        </w:tc>
        <w:tc>
          <w:tcPr>
            <w:tcW w:w="6095" w:type="dxa"/>
          </w:tcPr>
          <w:p w:rsidR="00581BFF" w:rsidRPr="00ED61E6" w:rsidRDefault="00581BFF" w:rsidP="005E3A44">
            <w:r w:rsidRPr="00ED61E6">
              <w:t>Напханюк Ольга Іванівна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15</w:t>
            </w:r>
          </w:p>
        </w:tc>
        <w:tc>
          <w:tcPr>
            <w:tcW w:w="6095" w:type="dxa"/>
          </w:tcPr>
          <w:p w:rsidR="00581BFF" w:rsidRPr="00ED61E6" w:rsidRDefault="00581BFF" w:rsidP="005E3A44">
            <w:r w:rsidRPr="00ED61E6">
              <w:t>Напханюк Світлана Олексіївна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16</w:t>
            </w:r>
          </w:p>
        </w:tc>
        <w:tc>
          <w:tcPr>
            <w:tcW w:w="6095" w:type="dxa"/>
          </w:tcPr>
          <w:p w:rsidR="00581BFF" w:rsidRPr="00ED61E6" w:rsidRDefault="00581BFF" w:rsidP="005E3A44">
            <w:r w:rsidRPr="00ED61E6">
              <w:t>Новіков Сергій Алійович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17</w:t>
            </w:r>
          </w:p>
        </w:tc>
        <w:tc>
          <w:tcPr>
            <w:tcW w:w="6095" w:type="dxa"/>
          </w:tcPr>
          <w:p w:rsidR="00581BFF" w:rsidRPr="00ED61E6" w:rsidRDefault="00581BFF" w:rsidP="005E3A44">
            <w:r w:rsidRPr="00ED61E6">
              <w:t>Піщик Тетяна Володимирівна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18</w:t>
            </w:r>
          </w:p>
        </w:tc>
        <w:tc>
          <w:tcPr>
            <w:tcW w:w="6095" w:type="dxa"/>
          </w:tcPr>
          <w:p w:rsidR="00581BFF" w:rsidRPr="00ED61E6" w:rsidRDefault="00581BFF" w:rsidP="005E3A44">
            <w:r w:rsidRPr="00ED61E6">
              <w:t>Романщак Наталія Василівна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19</w:t>
            </w:r>
          </w:p>
        </w:tc>
        <w:tc>
          <w:tcPr>
            <w:tcW w:w="6095" w:type="dxa"/>
          </w:tcPr>
          <w:p w:rsidR="00581BFF" w:rsidRPr="00ED61E6" w:rsidRDefault="00581BFF" w:rsidP="005E3A44">
            <w:r w:rsidRPr="00ED61E6">
              <w:t>Рибак Ігор Федорович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20</w:t>
            </w:r>
          </w:p>
        </w:tc>
        <w:tc>
          <w:tcPr>
            <w:tcW w:w="6095" w:type="dxa"/>
          </w:tcPr>
          <w:p w:rsidR="00581BFF" w:rsidRPr="00ED61E6" w:rsidRDefault="00581BFF" w:rsidP="005E3A44">
            <w:r w:rsidRPr="00ED61E6">
              <w:t>Сачук Валентина Михайлівна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21</w:t>
            </w:r>
          </w:p>
        </w:tc>
        <w:tc>
          <w:tcPr>
            <w:tcW w:w="6095" w:type="dxa"/>
          </w:tcPr>
          <w:p w:rsidR="00581BFF" w:rsidRPr="00ED61E6" w:rsidRDefault="00581BFF" w:rsidP="005E3A44">
            <w:r w:rsidRPr="00ED61E6">
              <w:t>Сторожук Віталій Олексійович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22</w:t>
            </w:r>
          </w:p>
        </w:tc>
        <w:tc>
          <w:tcPr>
            <w:tcW w:w="6095" w:type="dxa"/>
          </w:tcPr>
          <w:p w:rsidR="00581BFF" w:rsidRPr="00ED61E6" w:rsidRDefault="00581BFF" w:rsidP="005E3A44">
            <w:r w:rsidRPr="00ED61E6">
              <w:t>Скрипар Василь Іванович</w:t>
            </w:r>
          </w:p>
        </w:tc>
        <w:tc>
          <w:tcPr>
            <w:tcW w:w="2551" w:type="dxa"/>
          </w:tcPr>
          <w:p w:rsidR="00581BFF" w:rsidRPr="00ED61E6" w:rsidRDefault="00581BFF" w:rsidP="005E3A44">
            <w:pPr>
              <w:ind w:right="-2"/>
            </w:pPr>
            <w:r>
              <w:t>відсутній</w:t>
            </w:r>
          </w:p>
        </w:tc>
      </w:tr>
      <w:tr w:rsidR="00581BFF" w:rsidRPr="00ED61E6" w:rsidTr="005E3A44">
        <w:tc>
          <w:tcPr>
            <w:tcW w:w="534" w:type="dxa"/>
          </w:tcPr>
          <w:p w:rsidR="00581BFF" w:rsidRPr="00ED61E6" w:rsidRDefault="00581BFF" w:rsidP="005E3A44">
            <w:pPr>
              <w:ind w:right="-2"/>
              <w:jc w:val="center"/>
            </w:pPr>
            <w:r w:rsidRPr="00ED61E6">
              <w:t>23</w:t>
            </w:r>
          </w:p>
        </w:tc>
        <w:tc>
          <w:tcPr>
            <w:tcW w:w="6095" w:type="dxa"/>
          </w:tcPr>
          <w:p w:rsidR="00581BFF" w:rsidRPr="00ED61E6" w:rsidRDefault="00581BFF" w:rsidP="005E3A44">
            <w:r w:rsidRPr="00ED61E6">
              <w:t>Сулима Ольга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24</w:t>
            </w:r>
          </w:p>
        </w:tc>
        <w:tc>
          <w:tcPr>
            <w:tcW w:w="6095" w:type="dxa"/>
          </w:tcPr>
          <w:p w:rsidR="00581BFF" w:rsidRPr="00ED61E6" w:rsidRDefault="00581BFF" w:rsidP="005E3A44">
            <w:r w:rsidRPr="00ED61E6">
              <w:t>Туз Сергій Віталійович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25</w:t>
            </w:r>
          </w:p>
        </w:tc>
        <w:tc>
          <w:tcPr>
            <w:tcW w:w="6095" w:type="dxa"/>
          </w:tcPr>
          <w:p w:rsidR="00581BFF" w:rsidRPr="00ED61E6" w:rsidRDefault="00581BFF" w:rsidP="005E3A44">
            <w:r w:rsidRPr="00ED61E6">
              <w:t>Чушкін Олексій Іванович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26</w:t>
            </w:r>
          </w:p>
        </w:tc>
        <w:tc>
          <w:tcPr>
            <w:tcW w:w="6095" w:type="dxa"/>
          </w:tcPr>
          <w:p w:rsidR="00581BFF" w:rsidRPr="00ED61E6" w:rsidRDefault="00581BFF" w:rsidP="005E3A44">
            <w:r w:rsidRPr="00ED61E6">
              <w:t>Чушкіна Надія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27</w:t>
            </w:r>
          </w:p>
        </w:tc>
        <w:tc>
          <w:tcPr>
            <w:tcW w:w="6095" w:type="dxa"/>
          </w:tcPr>
          <w:p w:rsidR="00581BFF" w:rsidRPr="00ED61E6" w:rsidRDefault="00581BFF" w:rsidP="005E3A44">
            <w:r w:rsidRPr="00ED61E6">
              <w:t>Ясінський Микола Володимирович</w:t>
            </w:r>
          </w:p>
        </w:tc>
        <w:tc>
          <w:tcPr>
            <w:tcW w:w="2551" w:type="dxa"/>
          </w:tcPr>
          <w:p w:rsidR="00581BFF" w:rsidRPr="00ED61E6" w:rsidRDefault="00581BFF" w:rsidP="005E3A44">
            <w:pPr>
              <w:ind w:right="-2"/>
            </w:pPr>
            <w:r>
              <w:t>За</w:t>
            </w:r>
          </w:p>
        </w:tc>
      </w:tr>
    </w:tbl>
    <w:p w:rsidR="00581BFF" w:rsidRPr="001D1725" w:rsidRDefault="00581BFF" w:rsidP="00991E72">
      <w:pPr>
        <w:rPr>
          <w:sz w:val="28"/>
          <w:szCs w:val="28"/>
        </w:rPr>
      </w:pPr>
      <w:r>
        <w:rPr>
          <w:sz w:val="28"/>
          <w:szCs w:val="28"/>
        </w:rPr>
        <w:t>Усього проголосували</w:t>
      </w:r>
      <w:r w:rsidRPr="001D1725">
        <w:rPr>
          <w:sz w:val="28"/>
          <w:szCs w:val="28"/>
        </w:rPr>
        <w:t>,  з них :</w:t>
      </w:r>
    </w:p>
    <w:p w:rsidR="00581BFF" w:rsidRDefault="00581BFF" w:rsidP="00991E72">
      <w:pPr>
        <w:spacing w:line="319" w:lineRule="exact"/>
        <w:ind w:left="840"/>
        <w:rPr>
          <w:i/>
          <w:sz w:val="28"/>
        </w:rPr>
      </w:pPr>
      <w:r>
        <w:rPr>
          <w:i/>
          <w:sz w:val="28"/>
        </w:rPr>
        <w:t xml:space="preserve"> «За» - 24 чол.</w:t>
      </w:r>
    </w:p>
    <w:p w:rsidR="00581BFF" w:rsidRDefault="00581BFF" w:rsidP="00991E72">
      <w:pPr>
        <w:spacing w:line="322" w:lineRule="exact"/>
        <w:ind w:left="840"/>
        <w:rPr>
          <w:i/>
          <w:sz w:val="28"/>
        </w:rPr>
      </w:pPr>
      <w:r>
        <w:rPr>
          <w:i/>
          <w:sz w:val="28"/>
        </w:rPr>
        <w:t>«Проти – немає.</w:t>
      </w:r>
    </w:p>
    <w:p w:rsidR="00581BFF" w:rsidRDefault="00581BFF" w:rsidP="00991E72">
      <w:pPr>
        <w:ind w:left="840"/>
        <w:rPr>
          <w:i/>
          <w:sz w:val="28"/>
        </w:rPr>
      </w:pPr>
      <w:r>
        <w:rPr>
          <w:i/>
          <w:sz w:val="28"/>
        </w:rPr>
        <w:t>«Утримались» - немає.</w:t>
      </w:r>
    </w:p>
    <w:p w:rsidR="00581BFF" w:rsidRDefault="00581BFF" w:rsidP="00991E72">
      <w:pPr>
        <w:pStyle w:val="Heading1"/>
        <w:spacing w:before="9"/>
        <w:ind w:left="119"/>
        <w:jc w:val="left"/>
        <w:rPr>
          <w:b w:val="0"/>
        </w:rPr>
      </w:pPr>
      <w:r w:rsidRPr="001D1725">
        <w:rPr>
          <w:b w:val="0"/>
        </w:rPr>
        <w:t>Прийнято</w:t>
      </w:r>
      <w:r>
        <w:rPr>
          <w:b w:val="0"/>
        </w:rPr>
        <w:t xml:space="preserve"> рішення № 67 </w:t>
      </w:r>
      <w:r w:rsidRPr="001D1725">
        <w:rPr>
          <w:b w:val="0"/>
        </w:rPr>
        <w:t>(додається).</w:t>
      </w:r>
    </w:p>
    <w:p w:rsidR="00581BFF" w:rsidRPr="00991E72" w:rsidRDefault="00581BFF" w:rsidP="00991E72">
      <w:pPr>
        <w:shd w:val="clear" w:color="auto" w:fill="FFFFFF"/>
        <w:ind w:firstLine="567"/>
        <w:jc w:val="both"/>
        <w:textAlignment w:val="baseline"/>
        <w:rPr>
          <w:sz w:val="28"/>
          <w:szCs w:val="28"/>
          <w:lang w:eastAsia="ru-RU"/>
        </w:rPr>
      </w:pPr>
    </w:p>
    <w:p w:rsidR="00581BFF" w:rsidRPr="00416A3E" w:rsidRDefault="00581BFF" w:rsidP="00991E72">
      <w:pPr>
        <w:pStyle w:val="Heading1"/>
        <w:tabs>
          <w:tab w:val="left" w:pos="1478"/>
        </w:tabs>
        <w:spacing w:before="9"/>
        <w:ind w:left="119" w:firstLine="720"/>
        <w:jc w:val="left"/>
      </w:pPr>
      <w:r>
        <w:rPr>
          <w:bCs w:val="0"/>
        </w:rPr>
        <w:t xml:space="preserve">    </w:t>
      </w:r>
      <w:r w:rsidRPr="00416A3E">
        <w:t>Голова селищної ради:</w:t>
      </w:r>
    </w:p>
    <w:p w:rsidR="00581BFF" w:rsidRDefault="00581BFF" w:rsidP="00C6767F">
      <w:pPr>
        <w:ind w:firstLine="708"/>
        <w:jc w:val="both"/>
        <w:rPr>
          <w:sz w:val="28"/>
          <w:szCs w:val="28"/>
        </w:rPr>
      </w:pPr>
      <w:r w:rsidRPr="00B05A04">
        <w:rPr>
          <w:sz w:val="28"/>
          <w:szCs w:val="28"/>
        </w:rPr>
        <w:t xml:space="preserve">Переходимо до розгляду </w:t>
      </w:r>
      <w:r w:rsidRPr="00991E72">
        <w:rPr>
          <w:sz w:val="28"/>
          <w:szCs w:val="28"/>
        </w:rPr>
        <w:t>десятого</w:t>
      </w:r>
      <w:r w:rsidRPr="00B05A04">
        <w:rPr>
          <w:sz w:val="28"/>
          <w:szCs w:val="28"/>
        </w:rPr>
        <w:t xml:space="preserve"> питання</w:t>
      </w:r>
      <w:r>
        <w:rPr>
          <w:sz w:val="28"/>
          <w:szCs w:val="28"/>
        </w:rPr>
        <w:t xml:space="preserve"> порядку денного. </w:t>
      </w:r>
    </w:p>
    <w:p w:rsidR="00581BFF" w:rsidRPr="002F29D5" w:rsidRDefault="00581BFF" w:rsidP="00C6767F">
      <w:pPr>
        <w:tabs>
          <w:tab w:val="left" w:pos="3600"/>
        </w:tabs>
        <w:ind w:right="98" w:firstLine="720"/>
        <w:jc w:val="both"/>
        <w:outlineLvl w:val="0"/>
        <w:rPr>
          <w:bCs/>
          <w:i/>
        </w:rPr>
      </w:pPr>
      <w:r>
        <w:rPr>
          <w:sz w:val="28"/>
          <w:szCs w:val="28"/>
        </w:rPr>
        <w:t>Слово для інформації "</w:t>
      </w:r>
      <w:r w:rsidRPr="00F5144B">
        <w:rPr>
          <w:b/>
          <w:iCs/>
          <w:sz w:val="28"/>
          <w:szCs w:val="28"/>
        </w:rPr>
        <w:t>Про Голованівський ліцей ім.Т.Г.Шевченка Голованівської селищної ради</w:t>
      </w:r>
      <w:r>
        <w:rPr>
          <w:b/>
          <w:iCs/>
          <w:sz w:val="28"/>
          <w:szCs w:val="28"/>
        </w:rPr>
        <w:t>"</w:t>
      </w:r>
      <w:r w:rsidRPr="00F5144B">
        <w:rPr>
          <w:b/>
          <w:iCs/>
          <w:sz w:val="28"/>
          <w:szCs w:val="28"/>
        </w:rPr>
        <w:t xml:space="preserve"> </w:t>
      </w:r>
      <w:r w:rsidRPr="009325BA">
        <w:rPr>
          <w:sz w:val="28"/>
          <w:szCs w:val="28"/>
        </w:rPr>
        <w:t xml:space="preserve">надається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765D96">
      <w:pPr>
        <w:tabs>
          <w:tab w:val="left" w:pos="3600"/>
        </w:tabs>
        <w:ind w:right="98"/>
        <w:jc w:val="both"/>
        <w:outlineLvl w:val="0"/>
        <w:rPr>
          <w:bCs/>
          <w:sz w:val="28"/>
          <w:szCs w:val="28"/>
        </w:rPr>
      </w:pPr>
    </w:p>
    <w:p w:rsidR="00581BFF" w:rsidRPr="00765D96" w:rsidRDefault="00581BFF" w:rsidP="00991E72">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991E72">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991E72">
      <w:pPr>
        <w:tabs>
          <w:tab w:val="left" w:pos="3600"/>
        </w:tabs>
        <w:ind w:right="98" w:firstLine="720"/>
        <w:jc w:val="both"/>
        <w:outlineLvl w:val="0"/>
        <w:rPr>
          <w:sz w:val="28"/>
          <w:szCs w:val="28"/>
        </w:rPr>
      </w:pPr>
      <w:r>
        <w:rPr>
          <w:bCs/>
          <w:sz w:val="28"/>
          <w:szCs w:val="28"/>
        </w:rPr>
        <w:t>У</w:t>
      </w:r>
      <w:r w:rsidRPr="0067583F">
        <w:t xml:space="preserve"> </w:t>
      </w:r>
      <w:hyperlink r:id="rId11"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rPr>
        <w:t>«</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w:t>
      </w:r>
      <w:r>
        <w:rPr>
          <w:bCs/>
          <w:sz w:val="28"/>
          <w:szCs w:val="28"/>
          <w:shd w:val="clear" w:color="auto" w:fill="FFFFFF"/>
        </w:rPr>
        <w:t xml:space="preserve"> радою прийнято рішення про передачу </w:t>
      </w:r>
      <w:r w:rsidRPr="00991E72">
        <w:rPr>
          <w:iCs/>
          <w:sz w:val="28"/>
          <w:szCs w:val="28"/>
        </w:rPr>
        <w:t>Голованівського ліцею ім.Т.Г.Шевченка Голованівської селищної ради</w:t>
      </w:r>
      <w:r w:rsidRPr="00991E72">
        <w:rPr>
          <w:sz w:val="28"/>
          <w:szCs w:val="28"/>
        </w:rPr>
        <w:t xml:space="preserve"> </w:t>
      </w:r>
      <w:r>
        <w:rPr>
          <w:sz w:val="28"/>
          <w:szCs w:val="28"/>
        </w:rPr>
        <w:t xml:space="preserve">на баланс Голованівської селищної ради. </w:t>
      </w:r>
    </w:p>
    <w:p w:rsidR="00581BFF" w:rsidRDefault="00581BFF" w:rsidP="00991E72">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991E72">
      <w:pPr>
        <w:tabs>
          <w:tab w:val="left" w:pos="3600"/>
        </w:tabs>
        <w:ind w:right="98"/>
        <w:jc w:val="both"/>
        <w:outlineLvl w:val="0"/>
        <w:rPr>
          <w:bCs/>
          <w:sz w:val="28"/>
          <w:szCs w:val="28"/>
        </w:rPr>
      </w:pPr>
    </w:p>
    <w:p w:rsidR="00581BFF" w:rsidRPr="00416A3E" w:rsidRDefault="00581BFF" w:rsidP="00991E72">
      <w:pPr>
        <w:pStyle w:val="Heading1"/>
        <w:tabs>
          <w:tab w:val="left" w:pos="1478"/>
        </w:tabs>
        <w:spacing w:before="9"/>
        <w:ind w:left="119" w:firstLine="720"/>
        <w:jc w:val="left"/>
      </w:pPr>
      <w:r>
        <w:rPr>
          <w:bCs w:val="0"/>
        </w:rPr>
        <w:tab/>
      </w:r>
      <w:r w:rsidRPr="00416A3E">
        <w:t>Голова селищної ради:</w:t>
      </w:r>
    </w:p>
    <w:p w:rsidR="00581BFF" w:rsidRPr="005A5546" w:rsidRDefault="00581BFF" w:rsidP="00C6767F">
      <w:pPr>
        <w:ind w:firstLine="708"/>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 xml:space="preserve">Нам необхідно прийняти рішення з даного питання. З відповідним </w:t>
      </w:r>
      <w:r>
        <w:rPr>
          <w:sz w:val="28"/>
          <w:szCs w:val="28"/>
        </w:rPr>
        <w:t>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991E72">
      <w:pPr>
        <w:pStyle w:val="40"/>
        <w:shd w:val="clear" w:color="auto" w:fill="auto"/>
        <w:spacing w:before="0" w:after="0" w:line="240" w:lineRule="auto"/>
        <w:ind w:left="23" w:firstLine="684"/>
        <w:rPr>
          <w:b w:val="0"/>
          <w:sz w:val="28"/>
          <w:szCs w:val="16"/>
        </w:rPr>
      </w:pPr>
      <w:r>
        <w:rPr>
          <w:sz w:val="28"/>
          <w:szCs w:val="28"/>
        </w:rPr>
        <w:t xml:space="preserve"> </w:t>
      </w:r>
    </w:p>
    <w:p w:rsidR="00581BFF" w:rsidRDefault="00581BFF" w:rsidP="00991E72">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5E3A44">
        <w:tc>
          <w:tcPr>
            <w:tcW w:w="534" w:type="dxa"/>
          </w:tcPr>
          <w:p w:rsidR="00581BFF" w:rsidRPr="00ED61E6" w:rsidRDefault="00581BFF" w:rsidP="005E3A44">
            <w:pPr>
              <w:ind w:right="-2"/>
              <w:jc w:val="center"/>
            </w:pPr>
            <w:r w:rsidRPr="00ED61E6">
              <w:t>№</w:t>
            </w:r>
          </w:p>
        </w:tc>
        <w:tc>
          <w:tcPr>
            <w:tcW w:w="6095" w:type="dxa"/>
          </w:tcPr>
          <w:p w:rsidR="00581BFF" w:rsidRPr="00ED61E6" w:rsidRDefault="00581BFF" w:rsidP="005E3A44">
            <w:pPr>
              <w:ind w:right="-2"/>
              <w:jc w:val="center"/>
            </w:pPr>
            <w:r w:rsidRPr="00ED61E6">
              <w:t>ПІБ депутата</w:t>
            </w:r>
          </w:p>
        </w:tc>
        <w:tc>
          <w:tcPr>
            <w:tcW w:w="2551" w:type="dxa"/>
          </w:tcPr>
          <w:p w:rsidR="00581BFF" w:rsidRPr="00ED61E6" w:rsidRDefault="00581BFF" w:rsidP="005E3A44">
            <w:pPr>
              <w:ind w:right="-2"/>
              <w:jc w:val="center"/>
            </w:pPr>
            <w:r w:rsidRPr="00ED61E6">
              <w:t>Результати голосування</w:t>
            </w:r>
          </w:p>
        </w:tc>
      </w:tr>
      <w:tr w:rsidR="00581BFF" w:rsidRPr="00ED61E6" w:rsidTr="005E3A44">
        <w:tc>
          <w:tcPr>
            <w:tcW w:w="534" w:type="dxa"/>
          </w:tcPr>
          <w:p w:rsidR="00581BFF" w:rsidRPr="00ED61E6" w:rsidRDefault="00581BFF" w:rsidP="005E3A44">
            <w:pPr>
              <w:ind w:right="-2"/>
              <w:jc w:val="center"/>
            </w:pPr>
            <w:r w:rsidRPr="00ED61E6">
              <w:t>1</w:t>
            </w:r>
          </w:p>
        </w:tc>
        <w:tc>
          <w:tcPr>
            <w:tcW w:w="6095" w:type="dxa"/>
          </w:tcPr>
          <w:p w:rsidR="00581BFF" w:rsidRPr="00ED61E6" w:rsidRDefault="00581BFF" w:rsidP="005E3A44">
            <w:r w:rsidRPr="00ED61E6">
              <w:t>Цобенко Сергій Олександрович – селищний голова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w:t>
            </w:r>
          </w:p>
        </w:tc>
        <w:tc>
          <w:tcPr>
            <w:tcW w:w="6095" w:type="dxa"/>
          </w:tcPr>
          <w:p w:rsidR="00581BFF" w:rsidRPr="00ED61E6" w:rsidRDefault="00581BFF" w:rsidP="005E3A44">
            <w:r w:rsidRPr="00ED61E6">
              <w:t>Брижатюк Олена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3</w:t>
            </w:r>
          </w:p>
        </w:tc>
        <w:tc>
          <w:tcPr>
            <w:tcW w:w="6095" w:type="dxa"/>
          </w:tcPr>
          <w:p w:rsidR="00581BFF" w:rsidRPr="00ED61E6" w:rsidRDefault="00581BFF" w:rsidP="005E3A44">
            <w:r w:rsidRPr="00ED61E6">
              <w:t>Голімбієвська Тамара Павлівна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4</w:t>
            </w:r>
          </w:p>
        </w:tc>
        <w:tc>
          <w:tcPr>
            <w:tcW w:w="6095" w:type="dxa"/>
          </w:tcPr>
          <w:p w:rsidR="00581BFF" w:rsidRPr="00ED61E6" w:rsidRDefault="00581BFF" w:rsidP="005E3A44">
            <w:r w:rsidRPr="00ED61E6">
              <w:t>Грушецький Анатолій Георгійович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5</w:t>
            </w:r>
          </w:p>
        </w:tc>
        <w:tc>
          <w:tcPr>
            <w:tcW w:w="6095" w:type="dxa"/>
          </w:tcPr>
          <w:p w:rsidR="00581BFF" w:rsidRPr="00ED61E6" w:rsidRDefault="00581BFF" w:rsidP="005E3A44">
            <w:r w:rsidRPr="00ED61E6">
              <w:t>Дудар Василь Серафимович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6</w:t>
            </w:r>
          </w:p>
        </w:tc>
        <w:tc>
          <w:tcPr>
            <w:tcW w:w="6095" w:type="dxa"/>
          </w:tcPr>
          <w:p w:rsidR="00581BFF" w:rsidRPr="00ED61E6" w:rsidRDefault="00581BFF" w:rsidP="005E3A44">
            <w:r w:rsidRPr="00ED61E6">
              <w:t>Захаренко Вадим Володимирович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7</w:t>
            </w:r>
          </w:p>
        </w:tc>
        <w:tc>
          <w:tcPr>
            <w:tcW w:w="6095" w:type="dxa"/>
          </w:tcPr>
          <w:p w:rsidR="00581BFF" w:rsidRPr="00ED61E6" w:rsidRDefault="00581BFF" w:rsidP="005E3A44">
            <w:r w:rsidRPr="00ED61E6">
              <w:t>Кучмій Богдан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8</w:t>
            </w:r>
          </w:p>
        </w:tc>
        <w:tc>
          <w:tcPr>
            <w:tcW w:w="6095" w:type="dxa"/>
          </w:tcPr>
          <w:p w:rsidR="00581BFF" w:rsidRPr="00ED61E6" w:rsidRDefault="00581BFF" w:rsidP="005E3A44">
            <w:r w:rsidRPr="00ED61E6">
              <w:t>Кучмій Юрій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9</w:t>
            </w:r>
          </w:p>
        </w:tc>
        <w:tc>
          <w:tcPr>
            <w:tcW w:w="6095" w:type="dxa"/>
          </w:tcPr>
          <w:p w:rsidR="00581BFF" w:rsidRPr="00ED61E6" w:rsidRDefault="00581BFF" w:rsidP="005E3A44">
            <w:r w:rsidRPr="00ED61E6">
              <w:t>Кругла Тетяна Дмитрівна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10</w:t>
            </w:r>
          </w:p>
        </w:tc>
        <w:tc>
          <w:tcPr>
            <w:tcW w:w="6095" w:type="dxa"/>
          </w:tcPr>
          <w:p w:rsidR="00581BFF" w:rsidRPr="00ED61E6" w:rsidRDefault="00581BFF" w:rsidP="005E3A44">
            <w:r w:rsidRPr="00ED61E6">
              <w:t>Лісовська Тамара Андріївна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11</w:t>
            </w:r>
          </w:p>
        </w:tc>
        <w:tc>
          <w:tcPr>
            <w:tcW w:w="6095" w:type="dxa"/>
          </w:tcPr>
          <w:p w:rsidR="00581BFF" w:rsidRPr="00ED61E6" w:rsidRDefault="00581BFF" w:rsidP="005E3A44">
            <w:r w:rsidRPr="00ED61E6">
              <w:t>Лісовський  Сергій Олександрович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12</w:t>
            </w:r>
          </w:p>
        </w:tc>
        <w:tc>
          <w:tcPr>
            <w:tcW w:w="6095" w:type="dxa"/>
          </w:tcPr>
          <w:p w:rsidR="00581BFF" w:rsidRPr="00ED61E6" w:rsidRDefault="00581BFF" w:rsidP="005E3A44">
            <w:r w:rsidRPr="00ED61E6">
              <w:t>Мирошниченко Олена Віталіївна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13</w:t>
            </w:r>
          </w:p>
        </w:tc>
        <w:tc>
          <w:tcPr>
            <w:tcW w:w="6095" w:type="dxa"/>
          </w:tcPr>
          <w:p w:rsidR="00581BFF" w:rsidRPr="00ED61E6" w:rsidRDefault="00581BFF" w:rsidP="005E3A44">
            <w:r w:rsidRPr="00ED61E6">
              <w:t>Мостовик Сергій Віталійович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14</w:t>
            </w:r>
          </w:p>
        </w:tc>
        <w:tc>
          <w:tcPr>
            <w:tcW w:w="6095" w:type="dxa"/>
          </w:tcPr>
          <w:p w:rsidR="00581BFF" w:rsidRPr="00ED61E6" w:rsidRDefault="00581BFF" w:rsidP="005E3A44">
            <w:r w:rsidRPr="00ED61E6">
              <w:t>Напханюк Ольга Іванівна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15</w:t>
            </w:r>
          </w:p>
        </w:tc>
        <w:tc>
          <w:tcPr>
            <w:tcW w:w="6095" w:type="dxa"/>
          </w:tcPr>
          <w:p w:rsidR="00581BFF" w:rsidRPr="00ED61E6" w:rsidRDefault="00581BFF" w:rsidP="005E3A44">
            <w:r w:rsidRPr="00ED61E6">
              <w:t>Напханюк Світлана Олексіївна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16</w:t>
            </w:r>
          </w:p>
        </w:tc>
        <w:tc>
          <w:tcPr>
            <w:tcW w:w="6095" w:type="dxa"/>
          </w:tcPr>
          <w:p w:rsidR="00581BFF" w:rsidRPr="00ED61E6" w:rsidRDefault="00581BFF" w:rsidP="005E3A44">
            <w:r w:rsidRPr="00ED61E6">
              <w:t>Новіков Сергій Алійович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17</w:t>
            </w:r>
          </w:p>
        </w:tc>
        <w:tc>
          <w:tcPr>
            <w:tcW w:w="6095" w:type="dxa"/>
          </w:tcPr>
          <w:p w:rsidR="00581BFF" w:rsidRPr="00ED61E6" w:rsidRDefault="00581BFF" w:rsidP="005E3A44">
            <w:r w:rsidRPr="00ED61E6">
              <w:t>Піщик Тетяна Володимирівна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18</w:t>
            </w:r>
          </w:p>
        </w:tc>
        <w:tc>
          <w:tcPr>
            <w:tcW w:w="6095" w:type="dxa"/>
          </w:tcPr>
          <w:p w:rsidR="00581BFF" w:rsidRPr="00ED61E6" w:rsidRDefault="00581BFF" w:rsidP="005E3A44">
            <w:r w:rsidRPr="00ED61E6">
              <w:t>Романщак Наталія Василівна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19</w:t>
            </w:r>
          </w:p>
        </w:tc>
        <w:tc>
          <w:tcPr>
            <w:tcW w:w="6095" w:type="dxa"/>
          </w:tcPr>
          <w:p w:rsidR="00581BFF" w:rsidRPr="00ED61E6" w:rsidRDefault="00581BFF" w:rsidP="005E3A44">
            <w:r w:rsidRPr="00ED61E6">
              <w:t>Рибак Ігор Федорович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20</w:t>
            </w:r>
          </w:p>
        </w:tc>
        <w:tc>
          <w:tcPr>
            <w:tcW w:w="6095" w:type="dxa"/>
          </w:tcPr>
          <w:p w:rsidR="00581BFF" w:rsidRPr="00ED61E6" w:rsidRDefault="00581BFF" w:rsidP="005E3A44">
            <w:r w:rsidRPr="00ED61E6">
              <w:t>Сачук Валентина Михайлівна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21</w:t>
            </w:r>
          </w:p>
        </w:tc>
        <w:tc>
          <w:tcPr>
            <w:tcW w:w="6095" w:type="dxa"/>
          </w:tcPr>
          <w:p w:rsidR="00581BFF" w:rsidRPr="00ED61E6" w:rsidRDefault="00581BFF" w:rsidP="005E3A44">
            <w:r w:rsidRPr="00ED61E6">
              <w:t>Сторожук Віталій Олексійович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22</w:t>
            </w:r>
          </w:p>
        </w:tc>
        <w:tc>
          <w:tcPr>
            <w:tcW w:w="6095" w:type="dxa"/>
          </w:tcPr>
          <w:p w:rsidR="00581BFF" w:rsidRPr="00ED61E6" w:rsidRDefault="00581BFF" w:rsidP="005E3A44">
            <w:r w:rsidRPr="00ED61E6">
              <w:t>Скрипар Василь Іванович</w:t>
            </w:r>
          </w:p>
        </w:tc>
        <w:tc>
          <w:tcPr>
            <w:tcW w:w="2551" w:type="dxa"/>
          </w:tcPr>
          <w:p w:rsidR="00581BFF" w:rsidRPr="00ED61E6" w:rsidRDefault="00581BFF" w:rsidP="005E3A44">
            <w:pPr>
              <w:ind w:right="-2"/>
            </w:pPr>
            <w:r>
              <w:t>відсутній</w:t>
            </w:r>
          </w:p>
        </w:tc>
      </w:tr>
      <w:tr w:rsidR="00581BFF" w:rsidRPr="00ED61E6" w:rsidTr="005E3A44">
        <w:tc>
          <w:tcPr>
            <w:tcW w:w="534" w:type="dxa"/>
          </w:tcPr>
          <w:p w:rsidR="00581BFF" w:rsidRPr="00ED61E6" w:rsidRDefault="00581BFF" w:rsidP="005E3A44">
            <w:pPr>
              <w:ind w:right="-2"/>
              <w:jc w:val="center"/>
            </w:pPr>
            <w:r w:rsidRPr="00ED61E6">
              <w:t>23</w:t>
            </w:r>
          </w:p>
        </w:tc>
        <w:tc>
          <w:tcPr>
            <w:tcW w:w="6095" w:type="dxa"/>
          </w:tcPr>
          <w:p w:rsidR="00581BFF" w:rsidRPr="00ED61E6" w:rsidRDefault="00581BFF" w:rsidP="005E3A44">
            <w:r w:rsidRPr="00ED61E6">
              <w:t>Сулима Ольга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24</w:t>
            </w:r>
          </w:p>
        </w:tc>
        <w:tc>
          <w:tcPr>
            <w:tcW w:w="6095" w:type="dxa"/>
          </w:tcPr>
          <w:p w:rsidR="00581BFF" w:rsidRPr="00ED61E6" w:rsidRDefault="00581BFF" w:rsidP="005E3A44">
            <w:r w:rsidRPr="00ED61E6">
              <w:t>Туз Сергій Віталійович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25</w:t>
            </w:r>
          </w:p>
        </w:tc>
        <w:tc>
          <w:tcPr>
            <w:tcW w:w="6095" w:type="dxa"/>
          </w:tcPr>
          <w:p w:rsidR="00581BFF" w:rsidRPr="00ED61E6" w:rsidRDefault="00581BFF" w:rsidP="005E3A44">
            <w:r w:rsidRPr="00ED61E6">
              <w:t>Чушкін Олексій Іванович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26</w:t>
            </w:r>
          </w:p>
        </w:tc>
        <w:tc>
          <w:tcPr>
            <w:tcW w:w="6095" w:type="dxa"/>
          </w:tcPr>
          <w:p w:rsidR="00581BFF" w:rsidRPr="00ED61E6" w:rsidRDefault="00581BFF" w:rsidP="005E3A44">
            <w:r w:rsidRPr="00ED61E6">
              <w:t>Чушкіна Надія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27</w:t>
            </w:r>
          </w:p>
        </w:tc>
        <w:tc>
          <w:tcPr>
            <w:tcW w:w="6095" w:type="dxa"/>
          </w:tcPr>
          <w:p w:rsidR="00581BFF" w:rsidRPr="00ED61E6" w:rsidRDefault="00581BFF" w:rsidP="005E3A44">
            <w:r w:rsidRPr="00ED61E6">
              <w:t>Ясінський Микола Володимирович</w:t>
            </w:r>
          </w:p>
        </w:tc>
        <w:tc>
          <w:tcPr>
            <w:tcW w:w="2551" w:type="dxa"/>
          </w:tcPr>
          <w:p w:rsidR="00581BFF" w:rsidRPr="00ED61E6" w:rsidRDefault="00581BFF" w:rsidP="005E3A44">
            <w:pPr>
              <w:ind w:right="-2"/>
            </w:pPr>
            <w:r>
              <w:t>За</w:t>
            </w:r>
          </w:p>
        </w:tc>
      </w:tr>
    </w:tbl>
    <w:p w:rsidR="00581BFF" w:rsidRPr="001D1725" w:rsidRDefault="00581BFF" w:rsidP="00CB44C6">
      <w:pPr>
        <w:rPr>
          <w:sz w:val="28"/>
          <w:szCs w:val="28"/>
        </w:rPr>
      </w:pPr>
      <w:r>
        <w:rPr>
          <w:sz w:val="28"/>
          <w:szCs w:val="28"/>
        </w:rPr>
        <w:t>Усього проголосували</w:t>
      </w:r>
      <w:r w:rsidRPr="001D1725">
        <w:rPr>
          <w:sz w:val="28"/>
          <w:szCs w:val="28"/>
        </w:rPr>
        <w:t>,  з них :</w:t>
      </w:r>
    </w:p>
    <w:p w:rsidR="00581BFF" w:rsidRDefault="00581BFF" w:rsidP="00CB44C6">
      <w:pPr>
        <w:spacing w:line="319" w:lineRule="exact"/>
        <w:ind w:left="840"/>
        <w:rPr>
          <w:i/>
          <w:sz w:val="28"/>
        </w:rPr>
      </w:pPr>
      <w:r>
        <w:rPr>
          <w:i/>
          <w:sz w:val="28"/>
        </w:rPr>
        <w:t xml:space="preserve"> «За» - 24 чол.</w:t>
      </w:r>
    </w:p>
    <w:p w:rsidR="00581BFF" w:rsidRDefault="00581BFF" w:rsidP="00CB44C6">
      <w:pPr>
        <w:spacing w:line="322" w:lineRule="exact"/>
        <w:ind w:left="840"/>
        <w:rPr>
          <w:i/>
          <w:sz w:val="28"/>
        </w:rPr>
      </w:pPr>
      <w:r>
        <w:rPr>
          <w:i/>
          <w:sz w:val="28"/>
        </w:rPr>
        <w:t>«Проти – немає.</w:t>
      </w:r>
    </w:p>
    <w:p w:rsidR="00581BFF" w:rsidRDefault="00581BFF" w:rsidP="00CB44C6">
      <w:pPr>
        <w:ind w:left="840"/>
        <w:rPr>
          <w:i/>
          <w:sz w:val="28"/>
        </w:rPr>
      </w:pPr>
      <w:r>
        <w:rPr>
          <w:i/>
          <w:sz w:val="28"/>
        </w:rPr>
        <w:t>«Утримались» - немає.</w:t>
      </w:r>
    </w:p>
    <w:p w:rsidR="00581BFF" w:rsidRDefault="00581BFF" w:rsidP="00CB44C6">
      <w:pPr>
        <w:pStyle w:val="Heading1"/>
        <w:spacing w:before="9"/>
        <w:ind w:left="119"/>
        <w:jc w:val="left"/>
        <w:rPr>
          <w:b w:val="0"/>
        </w:rPr>
      </w:pPr>
      <w:r w:rsidRPr="001D1725">
        <w:rPr>
          <w:b w:val="0"/>
        </w:rPr>
        <w:t>Прийнято</w:t>
      </w:r>
      <w:r>
        <w:rPr>
          <w:b w:val="0"/>
        </w:rPr>
        <w:t xml:space="preserve"> рішення № 68 </w:t>
      </w:r>
      <w:r w:rsidRPr="001D1725">
        <w:rPr>
          <w:b w:val="0"/>
        </w:rPr>
        <w:t>(додається).</w:t>
      </w:r>
    </w:p>
    <w:p w:rsidR="00581BFF" w:rsidRDefault="00581BFF" w:rsidP="00CB44C6">
      <w:pPr>
        <w:pStyle w:val="Heading1"/>
        <w:spacing w:before="9"/>
        <w:ind w:left="119"/>
        <w:jc w:val="left"/>
        <w:rPr>
          <w:b w:val="0"/>
        </w:rPr>
      </w:pPr>
    </w:p>
    <w:p w:rsidR="00581BFF" w:rsidRDefault="00581BFF" w:rsidP="00C6767F">
      <w:pPr>
        <w:jc w:val="both"/>
        <w:rPr>
          <w:sz w:val="28"/>
          <w:szCs w:val="28"/>
        </w:rPr>
      </w:pPr>
      <w:r w:rsidRPr="00B05A04">
        <w:rPr>
          <w:sz w:val="28"/>
          <w:szCs w:val="28"/>
        </w:rPr>
        <w:t xml:space="preserve">Переходимо до розгляду </w:t>
      </w:r>
      <w:r w:rsidRPr="00CB44C6">
        <w:rPr>
          <w:sz w:val="28"/>
          <w:szCs w:val="28"/>
        </w:rPr>
        <w:t>одинадцятого</w:t>
      </w:r>
      <w:r w:rsidRPr="00B05A04">
        <w:rPr>
          <w:sz w:val="28"/>
          <w:szCs w:val="28"/>
        </w:rPr>
        <w:t xml:space="preserve"> питання</w:t>
      </w:r>
      <w:r>
        <w:rPr>
          <w:sz w:val="28"/>
          <w:szCs w:val="28"/>
        </w:rPr>
        <w:t xml:space="preserve"> порядку денного.</w:t>
      </w:r>
    </w:p>
    <w:p w:rsidR="00581BFF" w:rsidRDefault="00581BFF" w:rsidP="00C6767F">
      <w:pPr>
        <w:tabs>
          <w:tab w:val="left" w:pos="3600"/>
        </w:tabs>
        <w:ind w:right="98" w:firstLine="720"/>
        <w:jc w:val="both"/>
        <w:outlineLvl w:val="0"/>
        <w:rPr>
          <w:sz w:val="28"/>
          <w:szCs w:val="28"/>
        </w:rPr>
      </w:pPr>
      <w:r w:rsidRPr="002F4B1F">
        <w:rPr>
          <w:sz w:val="28"/>
          <w:szCs w:val="28"/>
        </w:rPr>
        <w:t>Слово для інформації</w:t>
      </w:r>
      <w:r w:rsidRPr="000F7839">
        <w:rPr>
          <w:b/>
          <w:i/>
        </w:rPr>
        <w:t xml:space="preserve"> </w:t>
      </w:r>
      <w:r>
        <w:rPr>
          <w:b/>
          <w:i/>
        </w:rPr>
        <w:t>"</w:t>
      </w:r>
      <w:r w:rsidRPr="009325BA">
        <w:rPr>
          <w:b/>
          <w:sz w:val="28"/>
          <w:szCs w:val="28"/>
        </w:rPr>
        <w:t xml:space="preserve">Про затвердження </w:t>
      </w:r>
      <w:r w:rsidRPr="00F5144B">
        <w:rPr>
          <w:b/>
          <w:sz w:val="28"/>
          <w:szCs w:val="28"/>
        </w:rPr>
        <w:t>С</w:t>
      </w:r>
      <w:r w:rsidRPr="009325BA">
        <w:rPr>
          <w:b/>
          <w:sz w:val="28"/>
          <w:szCs w:val="28"/>
        </w:rPr>
        <w:t xml:space="preserve">татуту </w:t>
      </w:r>
      <w:r w:rsidRPr="00F5144B">
        <w:rPr>
          <w:b/>
          <w:sz w:val="28"/>
          <w:szCs w:val="28"/>
        </w:rPr>
        <w:t>закладу дошкільної освіти "Малятко"</w:t>
      </w:r>
      <w:r w:rsidRPr="009325BA">
        <w:rPr>
          <w:b/>
          <w:sz w:val="28"/>
          <w:szCs w:val="28"/>
        </w:rPr>
        <w:t xml:space="preserve"> Голованівської селищної ради</w:t>
      </w:r>
      <w:r>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CB44C6">
      <w:pPr>
        <w:tabs>
          <w:tab w:val="left" w:pos="3600"/>
        </w:tabs>
        <w:ind w:right="98" w:firstLine="720"/>
        <w:outlineLvl w:val="0"/>
        <w:rPr>
          <w:sz w:val="28"/>
          <w:szCs w:val="28"/>
        </w:rPr>
      </w:pPr>
    </w:p>
    <w:p w:rsidR="00581BFF" w:rsidRPr="00765D96" w:rsidRDefault="00581BFF" w:rsidP="00CB44C6">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CB44C6">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CB44C6">
      <w:pPr>
        <w:tabs>
          <w:tab w:val="left" w:pos="3600"/>
        </w:tabs>
        <w:ind w:right="98" w:firstLine="720"/>
        <w:jc w:val="both"/>
        <w:outlineLvl w:val="0"/>
        <w:rPr>
          <w:sz w:val="28"/>
          <w:szCs w:val="28"/>
        </w:rPr>
      </w:pPr>
      <w:r>
        <w:rPr>
          <w:bCs/>
          <w:sz w:val="28"/>
          <w:szCs w:val="28"/>
        </w:rPr>
        <w:t>У</w:t>
      </w:r>
      <w:r w:rsidRPr="0067583F">
        <w:t xml:space="preserve"> </w:t>
      </w:r>
      <w:hyperlink r:id="rId12"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rPr>
        <w:t>«</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ра</w:t>
      </w:r>
      <w:r>
        <w:rPr>
          <w:bCs/>
          <w:sz w:val="28"/>
          <w:szCs w:val="28"/>
          <w:shd w:val="clear" w:color="auto" w:fill="FFFFFF"/>
        </w:rPr>
        <w:t xml:space="preserve">дою прийнято рішення про передачу </w:t>
      </w:r>
      <w:r w:rsidRPr="00CB44C6">
        <w:rPr>
          <w:sz w:val="28"/>
          <w:szCs w:val="28"/>
        </w:rPr>
        <w:t xml:space="preserve">закладу дошкільної освіти "Малятко" Голованівської селищної ради </w:t>
      </w:r>
      <w:r>
        <w:rPr>
          <w:sz w:val="28"/>
          <w:szCs w:val="28"/>
        </w:rPr>
        <w:t xml:space="preserve">на баланс Голованівської селищної ради. </w:t>
      </w:r>
    </w:p>
    <w:p w:rsidR="00581BFF" w:rsidRDefault="00581BFF" w:rsidP="00CB44C6">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Pr="00CB44C6" w:rsidRDefault="00581BFF" w:rsidP="00CB44C6">
      <w:pPr>
        <w:tabs>
          <w:tab w:val="left" w:pos="3600"/>
        </w:tabs>
        <w:ind w:right="98" w:firstLine="720"/>
        <w:outlineLvl w:val="0"/>
        <w:rPr>
          <w:bCs/>
          <w:sz w:val="28"/>
          <w:szCs w:val="28"/>
        </w:rPr>
      </w:pPr>
    </w:p>
    <w:p w:rsidR="00581BFF" w:rsidRDefault="00581BFF" w:rsidP="00CB44C6">
      <w:pPr>
        <w:pStyle w:val="Heading1"/>
        <w:spacing w:before="9"/>
        <w:ind w:left="119"/>
        <w:jc w:val="left"/>
      </w:pPr>
      <w:r>
        <w:rPr>
          <w:b w:val="0"/>
        </w:rPr>
        <w:t xml:space="preserve">             </w:t>
      </w:r>
      <w:r w:rsidRPr="00416A3E">
        <w:t>Голова селищної ради:</w:t>
      </w:r>
    </w:p>
    <w:p w:rsidR="00581BFF"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sidRPr="002F29D5">
        <w:rPr>
          <w:sz w:val="28"/>
          <w:szCs w:val="28"/>
        </w:rPr>
        <w:t>На  з</w:t>
      </w:r>
      <w:r>
        <w:rPr>
          <w:sz w:val="28"/>
          <w:szCs w:val="28"/>
        </w:rPr>
        <w:t>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CB44C6">
      <w:pPr>
        <w:pStyle w:val="40"/>
        <w:shd w:val="clear" w:color="auto" w:fill="auto"/>
        <w:spacing w:before="0" w:after="0" w:line="240" w:lineRule="auto"/>
        <w:ind w:left="23" w:firstLine="684"/>
        <w:rPr>
          <w:b w:val="0"/>
          <w:sz w:val="28"/>
          <w:szCs w:val="16"/>
        </w:rPr>
      </w:pPr>
    </w:p>
    <w:p w:rsidR="00581BFF" w:rsidRPr="00B05A04" w:rsidRDefault="00581BFF" w:rsidP="00CB44C6">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5E3A44">
        <w:tc>
          <w:tcPr>
            <w:tcW w:w="534" w:type="dxa"/>
          </w:tcPr>
          <w:p w:rsidR="00581BFF" w:rsidRPr="00ED61E6" w:rsidRDefault="00581BFF" w:rsidP="005E3A44">
            <w:pPr>
              <w:ind w:right="-2"/>
              <w:jc w:val="center"/>
            </w:pPr>
            <w:r w:rsidRPr="00ED61E6">
              <w:t>№</w:t>
            </w:r>
          </w:p>
        </w:tc>
        <w:tc>
          <w:tcPr>
            <w:tcW w:w="6095" w:type="dxa"/>
          </w:tcPr>
          <w:p w:rsidR="00581BFF" w:rsidRPr="00ED61E6" w:rsidRDefault="00581BFF" w:rsidP="005E3A44">
            <w:pPr>
              <w:ind w:right="-2"/>
              <w:jc w:val="center"/>
            </w:pPr>
            <w:r w:rsidRPr="00ED61E6">
              <w:t>ПІБ депутата</w:t>
            </w:r>
          </w:p>
        </w:tc>
        <w:tc>
          <w:tcPr>
            <w:tcW w:w="2551" w:type="dxa"/>
          </w:tcPr>
          <w:p w:rsidR="00581BFF" w:rsidRPr="00ED61E6" w:rsidRDefault="00581BFF" w:rsidP="005E3A44">
            <w:pPr>
              <w:ind w:right="-2"/>
              <w:jc w:val="center"/>
            </w:pPr>
            <w:r w:rsidRPr="00ED61E6">
              <w:t>Результати голосування</w:t>
            </w:r>
          </w:p>
        </w:tc>
      </w:tr>
      <w:tr w:rsidR="00581BFF" w:rsidRPr="00ED61E6" w:rsidTr="005E3A44">
        <w:tc>
          <w:tcPr>
            <w:tcW w:w="534" w:type="dxa"/>
          </w:tcPr>
          <w:p w:rsidR="00581BFF" w:rsidRPr="00ED61E6" w:rsidRDefault="00581BFF" w:rsidP="005E3A44">
            <w:pPr>
              <w:ind w:right="-2"/>
              <w:jc w:val="center"/>
            </w:pPr>
            <w:r w:rsidRPr="00ED61E6">
              <w:t>1</w:t>
            </w:r>
          </w:p>
        </w:tc>
        <w:tc>
          <w:tcPr>
            <w:tcW w:w="6095" w:type="dxa"/>
          </w:tcPr>
          <w:p w:rsidR="00581BFF" w:rsidRPr="00ED61E6" w:rsidRDefault="00581BFF" w:rsidP="005E3A44">
            <w:r w:rsidRPr="00ED61E6">
              <w:t>Цобенко Сергій Олександрович – селищний голова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w:t>
            </w:r>
          </w:p>
        </w:tc>
        <w:tc>
          <w:tcPr>
            <w:tcW w:w="6095" w:type="dxa"/>
          </w:tcPr>
          <w:p w:rsidR="00581BFF" w:rsidRPr="00ED61E6" w:rsidRDefault="00581BFF" w:rsidP="005E3A44">
            <w:r w:rsidRPr="00ED61E6">
              <w:t>Брижатюк Олена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3</w:t>
            </w:r>
          </w:p>
        </w:tc>
        <w:tc>
          <w:tcPr>
            <w:tcW w:w="6095" w:type="dxa"/>
          </w:tcPr>
          <w:p w:rsidR="00581BFF" w:rsidRPr="00ED61E6" w:rsidRDefault="00581BFF" w:rsidP="005E3A44">
            <w:r w:rsidRPr="00ED61E6">
              <w:t>Голімбієвська Тамара Павлівна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4</w:t>
            </w:r>
          </w:p>
        </w:tc>
        <w:tc>
          <w:tcPr>
            <w:tcW w:w="6095" w:type="dxa"/>
          </w:tcPr>
          <w:p w:rsidR="00581BFF" w:rsidRPr="00ED61E6" w:rsidRDefault="00581BFF" w:rsidP="005E3A44">
            <w:r w:rsidRPr="00ED61E6">
              <w:t>Грушецький Анатолій Георгійович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5</w:t>
            </w:r>
          </w:p>
        </w:tc>
        <w:tc>
          <w:tcPr>
            <w:tcW w:w="6095" w:type="dxa"/>
          </w:tcPr>
          <w:p w:rsidR="00581BFF" w:rsidRPr="00ED61E6" w:rsidRDefault="00581BFF" w:rsidP="005E3A44">
            <w:r w:rsidRPr="00ED61E6">
              <w:t>Дудар Василь Серафимович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6</w:t>
            </w:r>
          </w:p>
        </w:tc>
        <w:tc>
          <w:tcPr>
            <w:tcW w:w="6095" w:type="dxa"/>
          </w:tcPr>
          <w:p w:rsidR="00581BFF" w:rsidRPr="00ED61E6" w:rsidRDefault="00581BFF" w:rsidP="005E3A44">
            <w:r w:rsidRPr="00ED61E6">
              <w:t>Захаренко Вадим Володимирович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7</w:t>
            </w:r>
          </w:p>
        </w:tc>
        <w:tc>
          <w:tcPr>
            <w:tcW w:w="6095" w:type="dxa"/>
          </w:tcPr>
          <w:p w:rsidR="00581BFF" w:rsidRPr="00ED61E6" w:rsidRDefault="00581BFF" w:rsidP="005E3A44">
            <w:r w:rsidRPr="00ED61E6">
              <w:t>Кучмій Богдан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8</w:t>
            </w:r>
          </w:p>
        </w:tc>
        <w:tc>
          <w:tcPr>
            <w:tcW w:w="6095" w:type="dxa"/>
          </w:tcPr>
          <w:p w:rsidR="00581BFF" w:rsidRPr="00ED61E6" w:rsidRDefault="00581BFF" w:rsidP="005E3A44">
            <w:r w:rsidRPr="00ED61E6">
              <w:t>Кучмій Юрій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9</w:t>
            </w:r>
          </w:p>
        </w:tc>
        <w:tc>
          <w:tcPr>
            <w:tcW w:w="6095" w:type="dxa"/>
          </w:tcPr>
          <w:p w:rsidR="00581BFF" w:rsidRPr="00ED61E6" w:rsidRDefault="00581BFF" w:rsidP="005E3A44">
            <w:r w:rsidRPr="00ED61E6">
              <w:t>Кругла Тетяна Дмитрівна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10</w:t>
            </w:r>
          </w:p>
        </w:tc>
        <w:tc>
          <w:tcPr>
            <w:tcW w:w="6095" w:type="dxa"/>
          </w:tcPr>
          <w:p w:rsidR="00581BFF" w:rsidRPr="00ED61E6" w:rsidRDefault="00581BFF" w:rsidP="005E3A44">
            <w:r w:rsidRPr="00ED61E6">
              <w:t>Лісовська Тамара Андріївна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11</w:t>
            </w:r>
          </w:p>
        </w:tc>
        <w:tc>
          <w:tcPr>
            <w:tcW w:w="6095" w:type="dxa"/>
          </w:tcPr>
          <w:p w:rsidR="00581BFF" w:rsidRPr="00ED61E6" w:rsidRDefault="00581BFF" w:rsidP="005E3A44">
            <w:r w:rsidRPr="00ED61E6">
              <w:t>Лісовський  Сергій Олександрович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12</w:t>
            </w:r>
          </w:p>
        </w:tc>
        <w:tc>
          <w:tcPr>
            <w:tcW w:w="6095" w:type="dxa"/>
          </w:tcPr>
          <w:p w:rsidR="00581BFF" w:rsidRPr="00ED61E6" w:rsidRDefault="00581BFF" w:rsidP="005E3A44">
            <w:r w:rsidRPr="00ED61E6">
              <w:t>Мирошниченко Олена Віталіївна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13</w:t>
            </w:r>
          </w:p>
        </w:tc>
        <w:tc>
          <w:tcPr>
            <w:tcW w:w="6095" w:type="dxa"/>
          </w:tcPr>
          <w:p w:rsidR="00581BFF" w:rsidRPr="00ED61E6" w:rsidRDefault="00581BFF" w:rsidP="005E3A44">
            <w:r w:rsidRPr="00ED61E6">
              <w:t>Мостовик Сергій Віталійович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14</w:t>
            </w:r>
          </w:p>
        </w:tc>
        <w:tc>
          <w:tcPr>
            <w:tcW w:w="6095" w:type="dxa"/>
          </w:tcPr>
          <w:p w:rsidR="00581BFF" w:rsidRPr="00ED61E6" w:rsidRDefault="00581BFF" w:rsidP="005E3A44">
            <w:r w:rsidRPr="00ED61E6">
              <w:t>Напханюк Ольга Іванівна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15</w:t>
            </w:r>
          </w:p>
        </w:tc>
        <w:tc>
          <w:tcPr>
            <w:tcW w:w="6095" w:type="dxa"/>
          </w:tcPr>
          <w:p w:rsidR="00581BFF" w:rsidRPr="00ED61E6" w:rsidRDefault="00581BFF" w:rsidP="005E3A44">
            <w:r w:rsidRPr="00ED61E6">
              <w:t>Напханюк Світлана Олексіївна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16</w:t>
            </w:r>
          </w:p>
        </w:tc>
        <w:tc>
          <w:tcPr>
            <w:tcW w:w="6095" w:type="dxa"/>
          </w:tcPr>
          <w:p w:rsidR="00581BFF" w:rsidRPr="00ED61E6" w:rsidRDefault="00581BFF" w:rsidP="005E3A44">
            <w:r w:rsidRPr="00ED61E6">
              <w:t>Новіков Сергій Алійович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17</w:t>
            </w:r>
          </w:p>
        </w:tc>
        <w:tc>
          <w:tcPr>
            <w:tcW w:w="6095" w:type="dxa"/>
          </w:tcPr>
          <w:p w:rsidR="00581BFF" w:rsidRPr="00ED61E6" w:rsidRDefault="00581BFF" w:rsidP="005E3A44">
            <w:r w:rsidRPr="00ED61E6">
              <w:t>Піщик Тетяна Володимирівна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18</w:t>
            </w:r>
          </w:p>
        </w:tc>
        <w:tc>
          <w:tcPr>
            <w:tcW w:w="6095" w:type="dxa"/>
          </w:tcPr>
          <w:p w:rsidR="00581BFF" w:rsidRPr="00ED61E6" w:rsidRDefault="00581BFF" w:rsidP="005E3A44">
            <w:r w:rsidRPr="00ED61E6">
              <w:t>Романщак Наталія Василівна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19</w:t>
            </w:r>
          </w:p>
        </w:tc>
        <w:tc>
          <w:tcPr>
            <w:tcW w:w="6095" w:type="dxa"/>
          </w:tcPr>
          <w:p w:rsidR="00581BFF" w:rsidRPr="00ED61E6" w:rsidRDefault="00581BFF" w:rsidP="005E3A44">
            <w:r w:rsidRPr="00ED61E6">
              <w:t>Рибак Ігор Федорович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20</w:t>
            </w:r>
          </w:p>
        </w:tc>
        <w:tc>
          <w:tcPr>
            <w:tcW w:w="6095" w:type="dxa"/>
          </w:tcPr>
          <w:p w:rsidR="00581BFF" w:rsidRPr="00ED61E6" w:rsidRDefault="00581BFF" w:rsidP="005E3A44">
            <w:r w:rsidRPr="00ED61E6">
              <w:t>Сачук Валентина Михайлівна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21</w:t>
            </w:r>
          </w:p>
        </w:tc>
        <w:tc>
          <w:tcPr>
            <w:tcW w:w="6095" w:type="dxa"/>
          </w:tcPr>
          <w:p w:rsidR="00581BFF" w:rsidRPr="00ED61E6" w:rsidRDefault="00581BFF" w:rsidP="005E3A44">
            <w:r w:rsidRPr="00ED61E6">
              <w:t>Сторожук Віталій Олексійович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22</w:t>
            </w:r>
          </w:p>
        </w:tc>
        <w:tc>
          <w:tcPr>
            <w:tcW w:w="6095" w:type="dxa"/>
          </w:tcPr>
          <w:p w:rsidR="00581BFF" w:rsidRPr="00ED61E6" w:rsidRDefault="00581BFF" w:rsidP="005E3A44">
            <w:r w:rsidRPr="00ED61E6">
              <w:t>Скрипар Василь Іванович</w:t>
            </w:r>
          </w:p>
        </w:tc>
        <w:tc>
          <w:tcPr>
            <w:tcW w:w="2551" w:type="dxa"/>
          </w:tcPr>
          <w:p w:rsidR="00581BFF" w:rsidRPr="00ED61E6" w:rsidRDefault="00581BFF" w:rsidP="005E3A44">
            <w:pPr>
              <w:ind w:right="-2"/>
            </w:pPr>
            <w:r>
              <w:t>відсутній</w:t>
            </w:r>
          </w:p>
        </w:tc>
      </w:tr>
      <w:tr w:rsidR="00581BFF" w:rsidRPr="00ED61E6" w:rsidTr="005E3A44">
        <w:tc>
          <w:tcPr>
            <w:tcW w:w="534" w:type="dxa"/>
          </w:tcPr>
          <w:p w:rsidR="00581BFF" w:rsidRPr="00ED61E6" w:rsidRDefault="00581BFF" w:rsidP="005E3A44">
            <w:pPr>
              <w:ind w:right="-2"/>
              <w:jc w:val="center"/>
            </w:pPr>
            <w:r w:rsidRPr="00ED61E6">
              <w:t>23</w:t>
            </w:r>
          </w:p>
        </w:tc>
        <w:tc>
          <w:tcPr>
            <w:tcW w:w="6095" w:type="dxa"/>
          </w:tcPr>
          <w:p w:rsidR="00581BFF" w:rsidRPr="00ED61E6" w:rsidRDefault="00581BFF" w:rsidP="005E3A44">
            <w:r w:rsidRPr="00ED61E6">
              <w:t>Сулима Ольга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24</w:t>
            </w:r>
          </w:p>
        </w:tc>
        <w:tc>
          <w:tcPr>
            <w:tcW w:w="6095" w:type="dxa"/>
          </w:tcPr>
          <w:p w:rsidR="00581BFF" w:rsidRPr="00ED61E6" w:rsidRDefault="00581BFF" w:rsidP="005E3A44">
            <w:r w:rsidRPr="00ED61E6">
              <w:t>Туз Сергій Віталійович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25</w:t>
            </w:r>
          </w:p>
        </w:tc>
        <w:tc>
          <w:tcPr>
            <w:tcW w:w="6095" w:type="dxa"/>
          </w:tcPr>
          <w:p w:rsidR="00581BFF" w:rsidRPr="00ED61E6" w:rsidRDefault="00581BFF" w:rsidP="005E3A44">
            <w:r w:rsidRPr="00ED61E6">
              <w:t>Чушкін Олексій Іванович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26</w:t>
            </w:r>
          </w:p>
        </w:tc>
        <w:tc>
          <w:tcPr>
            <w:tcW w:w="6095" w:type="dxa"/>
          </w:tcPr>
          <w:p w:rsidR="00581BFF" w:rsidRPr="00ED61E6" w:rsidRDefault="00581BFF" w:rsidP="005E3A44">
            <w:r w:rsidRPr="00ED61E6">
              <w:t>Чушкіна Надія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27</w:t>
            </w:r>
          </w:p>
        </w:tc>
        <w:tc>
          <w:tcPr>
            <w:tcW w:w="6095" w:type="dxa"/>
          </w:tcPr>
          <w:p w:rsidR="00581BFF" w:rsidRPr="00ED61E6" w:rsidRDefault="00581BFF" w:rsidP="005E3A44">
            <w:r w:rsidRPr="00ED61E6">
              <w:t>Ясінський Микола Володимирович</w:t>
            </w:r>
          </w:p>
        </w:tc>
        <w:tc>
          <w:tcPr>
            <w:tcW w:w="2551" w:type="dxa"/>
          </w:tcPr>
          <w:p w:rsidR="00581BFF" w:rsidRPr="00ED61E6" w:rsidRDefault="00581BFF" w:rsidP="005E3A44">
            <w:pPr>
              <w:ind w:right="-2"/>
            </w:pPr>
            <w:r>
              <w:t>За</w:t>
            </w:r>
          </w:p>
        </w:tc>
      </w:tr>
    </w:tbl>
    <w:p w:rsidR="00581BFF" w:rsidRPr="001D1725" w:rsidRDefault="00581BFF" w:rsidP="00CB44C6">
      <w:pPr>
        <w:rPr>
          <w:sz w:val="28"/>
          <w:szCs w:val="28"/>
        </w:rPr>
      </w:pPr>
      <w:r>
        <w:rPr>
          <w:sz w:val="28"/>
          <w:szCs w:val="28"/>
        </w:rPr>
        <w:t>Усього проголосували</w:t>
      </w:r>
      <w:r w:rsidRPr="001D1725">
        <w:rPr>
          <w:sz w:val="28"/>
          <w:szCs w:val="28"/>
        </w:rPr>
        <w:t>,  з них :</w:t>
      </w:r>
    </w:p>
    <w:p w:rsidR="00581BFF" w:rsidRDefault="00581BFF" w:rsidP="00CB44C6">
      <w:pPr>
        <w:spacing w:line="319" w:lineRule="exact"/>
        <w:ind w:left="840"/>
        <w:rPr>
          <w:i/>
          <w:sz w:val="28"/>
        </w:rPr>
      </w:pPr>
      <w:r>
        <w:rPr>
          <w:i/>
          <w:sz w:val="28"/>
        </w:rPr>
        <w:t xml:space="preserve"> «За» - 24 чол.</w:t>
      </w:r>
    </w:p>
    <w:p w:rsidR="00581BFF" w:rsidRDefault="00581BFF" w:rsidP="00CB44C6">
      <w:pPr>
        <w:spacing w:line="322" w:lineRule="exact"/>
        <w:ind w:left="840"/>
        <w:rPr>
          <w:i/>
          <w:sz w:val="28"/>
        </w:rPr>
      </w:pPr>
      <w:r>
        <w:rPr>
          <w:i/>
          <w:sz w:val="28"/>
        </w:rPr>
        <w:t>«Проти – немає.</w:t>
      </w:r>
    </w:p>
    <w:p w:rsidR="00581BFF" w:rsidRDefault="00581BFF" w:rsidP="00CB44C6">
      <w:pPr>
        <w:ind w:left="840"/>
        <w:rPr>
          <w:i/>
          <w:sz w:val="28"/>
        </w:rPr>
      </w:pPr>
      <w:r>
        <w:rPr>
          <w:i/>
          <w:sz w:val="28"/>
        </w:rPr>
        <w:t>«Утримались» - немає.</w:t>
      </w:r>
    </w:p>
    <w:p w:rsidR="00581BFF" w:rsidRDefault="00581BFF" w:rsidP="00CB44C6">
      <w:pPr>
        <w:pStyle w:val="Heading1"/>
        <w:spacing w:before="9"/>
        <w:ind w:left="119"/>
        <w:jc w:val="left"/>
        <w:rPr>
          <w:b w:val="0"/>
        </w:rPr>
      </w:pPr>
      <w:r w:rsidRPr="001D1725">
        <w:rPr>
          <w:b w:val="0"/>
        </w:rPr>
        <w:t>Прийнято</w:t>
      </w:r>
      <w:r>
        <w:rPr>
          <w:b w:val="0"/>
        </w:rPr>
        <w:t xml:space="preserve"> рішення № 69 </w:t>
      </w:r>
      <w:r w:rsidRPr="001D1725">
        <w:rPr>
          <w:b w:val="0"/>
        </w:rPr>
        <w:t>(додається).</w:t>
      </w:r>
    </w:p>
    <w:p w:rsidR="00581BFF" w:rsidRDefault="00581BFF" w:rsidP="00CB44C6">
      <w:pPr>
        <w:pStyle w:val="Heading1"/>
        <w:spacing w:before="9"/>
        <w:ind w:left="119"/>
        <w:jc w:val="left"/>
        <w:rPr>
          <w:b w:val="0"/>
        </w:rPr>
      </w:pPr>
    </w:p>
    <w:p w:rsidR="00581BFF" w:rsidRDefault="00581BFF" w:rsidP="00CB44C6">
      <w:pPr>
        <w:tabs>
          <w:tab w:val="left" w:pos="1753"/>
        </w:tabs>
        <w:rPr>
          <w:b/>
          <w:sz w:val="28"/>
          <w:szCs w:val="28"/>
        </w:rPr>
      </w:pPr>
      <w:r>
        <w:rPr>
          <w:sz w:val="28"/>
          <w:szCs w:val="28"/>
        </w:rPr>
        <w:t xml:space="preserve">                 </w:t>
      </w:r>
      <w:r w:rsidRPr="00CB44C6">
        <w:rPr>
          <w:b/>
          <w:sz w:val="28"/>
          <w:szCs w:val="28"/>
        </w:rPr>
        <w:t>Голова селищної ради:</w:t>
      </w:r>
    </w:p>
    <w:p w:rsidR="00581BFF" w:rsidRDefault="00581BFF" w:rsidP="00C6767F">
      <w:pPr>
        <w:jc w:val="both"/>
        <w:rPr>
          <w:sz w:val="28"/>
          <w:szCs w:val="28"/>
        </w:rPr>
      </w:pPr>
      <w:r w:rsidRPr="00B05A04">
        <w:rPr>
          <w:sz w:val="28"/>
          <w:szCs w:val="28"/>
        </w:rPr>
        <w:t xml:space="preserve">Переходимо до розгляду </w:t>
      </w:r>
      <w:r w:rsidRPr="00CB44C6">
        <w:rPr>
          <w:sz w:val="28"/>
          <w:szCs w:val="28"/>
        </w:rPr>
        <w:t>дванадцятого</w:t>
      </w:r>
      <w:r w:rsidRPr="00B05A04">
        <w:rPr>
          <w:sz w:val="28"/>
          <w:szCs w:val="28"/>
        </w:rPr>
        <w:t xml:space="preserve"> питання</w:t>
      </w:r>
      <w:r>
        <w:rPr>
          <w:sz w:val="28"/>
          <w:szCs w:val="28"/>
        </w:rPr>
        <w:t xml:space="preserve"> порядку денного.</w:t>
      </w:r>
    </w:p>
    <w:p w:rsidR="00581BFF" w:rsidRPr="002F29D5" w:rsidRDefault="00581BFF" w:rsidP="00C6767F">
      <w:pPr>
        <w:tabs>
          <w:tab w:val="left" w:pos="3600"/>
        </w:tabs>
        <w:ind w:right="98" w:firstLine="720"/>
        <w:jc w:val="both"/>
        <w:outlineLvl w:val="0"/>
        <w:rPr>
          <w:bCs/>
          <w:i/>
        </w:rPr>
      </w:pPr>
      <w:r w:rsidRPr="002F4B1F">
        <w:rPr>
          <w:sz w:val="28"/>
          <w:szCs w:val="28"/>
        </w:rPr>
        <w:t>Слово для інформації</w:t>
      </w:r>
      <w:r w:rsidRPr="00F5144B">
        <w:rPr>
          <w:b/>
        </w:rPr>
        <w:t xml:space="preserve"> </w:t>
      </w:r>
      <w:r>
        <w:rPr>
          <w:b/>
        </w:rPr>
        <w:t>"</w:t>
      </w:r>
      <w:r w:rsidRPr="00F5144B">
        <w:rPr>
          <w:b/>
          <w:sz w:val="28"/>
          <w:szCs w:val="28"/>
        </w:rPr>
        <w:t>Про затвердження Статуту закладу дошкільної освіти "Дзвіночок" Голованівської селищної ради</w:t>
      </w:r>
      <w:r>
        <w:rPr>
          <w:b/>
          <w:sz w:val="28"/>
          <w:szCs w:val="28"/>
        </w:rPr>
        <w:t>"</w:t>
      </w:r>
      <w:r w:rsidRPr="00F5144B">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CB44C6">
      <w:pPr>
        <w:tabs>
          <w:tab w:val="left" w:pos="1753"/>
        </w:tabs>
        <w:rPr>
          <w:b/>
          <w:sz w:val="28"/>
          <w:szCs w:val="28"/>
        </w:rPr>
      </w:pPr>
    </w:p>
    <w:p w:rsidR="00581BFF" w:rsidRPr="00765D96" w:rsidRDefault="00581BFF" w:rsidP="00CB44C6">
      <w:pPr>
        <w:widowControl/>
        <w:shd w:val="clear" w:color="auto" w:fill="FFFFFF"/>
        <w:autoSpaceDE/>
        <w:autoSpaceDN/>
        <w:ind w:left="15" w:right="375"/>
        <w:jc w:val="both"/>
        <w:rPr>
          <w:b/>
          <w:sz w:val="28"/>
          <w:szCs w:val="28"/>
        </w:rPr>
      </w:pPr>
      <w:r>
        <w:rPr>
          <w:b/>
          <w:sz w:val="28"/>
          <w:szCs w:val="28"/>
        </w:rPr>
        <w:t xml:space="preserve"> </w:t>
      </w:r>
      <w:r w:rsidRPr="008A5984">
        <w:rPr>
          <w:b/>
          <w:sz w:val="28"/>
          <w:szCs w:val="28"/>
        </w:rPr>
        <w:t>Виступаючий:</w:t>
      </w:r>
    </w:p>
    <w:p w:rsidR="00581BFF" w:rsidRPr="008A5984" w:rsidRDefault="00581BFF" w:rsidP="00CB44C6">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CB44C6">
      <w:pPr>
        <w:tabs>
          <w:tab w:val="left" w:pos="3600"/>
        </w:tabs>
        <w:ind w:right="98" w:firstLine="720"/>
        <w:jc w:val="both"/>
        <w:outlineLvl w:val="0"/>
        <w:rPr>
          <w:sz w:val="28"/>
          <w:szCs w:val="28"/>
        </w:rPr>
      </w:pPr>
      <w:r>
        <w:rPr>
          <w:bCs/>
          <w:sz w:val="28"/>
          <w:szCs w:val="28"/>
        </w:rPr>
        <w:t>У</w:t>
      </w:r>
      <w:r w:rsidRPr="0067583F">
        <w:t xml:space="preserve"> </w:t>
      </w:r>
      <w:hyperlink r:id="rId13"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радою прийнято</w:t>
      </w:r>
      <w:r>
        <w:rPr>
          <w:bCs/>
          <w:sz w:val="28"/>
          <w:szCs w:val="28"/>
          <w:shd w:val="clear" w:color="auto" w:fill="FFFFFF"/>
        </w:rPr>
        <w:t xml:space="preserve"> рішення про передачу </w:t>
      </w:r>
      <w:r w:rsidRPr="00CB44C6">
        <w:rPr>
          <w:sz w:val="28"/>
          <w:szCs w:val="28"/>
        </w:rPr>
        <w:t>закладу дошкільної освіти "Дзвіночок"</w:t>
      </w:r>
      <w:r w:rsidRPr="00F5144B">
        <w:rPr>
          <w:b/>
          <w:sz w:val="28"/>
          <w:szCs w:val="28"/>
        </w:rPr>
        <w:t xml:space="preserve"> </w:t>
      </w:r>
      <w:r w:rsidRPr="00CB44C6">
        <w:rPr>
          <w:sz w:val="28"/>
          <w:szCs w:val="28"/>
        </w:rPr>
        <w:t xml:space="preserve">Голованівської селищної ради </w:t>
      </w:r>
      <w:r>
        <w:rPr>
          <w:sz w:val="28"/>
          <w:szCs w:val="28"/>
        </w:rPr>
        <w:t xml:space="preserve">на баланс Голованівської селищної ради. </w:t>
      </w:r>
    </w:p>
    <w:p w:rsidR="00581BFF" w:rsidRDefault="00581BFF" w:rsidP="00CB44C6">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CB44C6">
      <w:pPr>
        <w:tabs>
          <w:tab w:val="left" w:pos="3600"/>
        </w:tabs>
        <w:ind w:right="98"/>
        <w:jc w:val="both"/>
        <w:outlineLvl w:val="0"/>
        <w:rPr>
          <w:sz w:val="28"/>
          <w:szCs w:val="28"/>
        </w:rPr>
      </w:pPr>
    </w:p>
    <w:p w:rsidR="00581BFF" w:rsidRDefault="00581BFF" w:rsidP="00DA0889">
      <w:pPr>
        <w:tabs>
          <w:tab w:val="left" w:pos="1215"/>
        </w:tabs>
        <w:ind w:right="98"/>
        <w:jc w:val="both"/>
        <w:outlineLvl w:val="0"/>
        <w:rPr>
          <w:b/>
          <w:sz w:val="28"/>
          <w:szCs w:val="28"/>
        </w:rPr>
      </w:pPr>
      <w:r>
        <w:rPr>
          <w:sz w:val="28"/>
          <w:szCs w:val="28"/>
        </w:rPr>
        <w:tab/>
      </w:r>
      <w:r w:rsidRPr="00CB44C6">
        <w:rPr>
          <w:b/>
          <w:sz w:val="28"/>
          <w:szCs w:val="28"/>
        </w:rPr>
        <w:t>Голова селищної ради</w:t>
      </w:r>
      <w:r>
        <w:rPr>
          <w:b/>
          <w:sz w:val="28"/>
          <w:szCs w:val="28"/>
        </w:rPr>
        <w:t>:</w:t>
      </w:r>
    </w:p>
    <w:p w:rsidR="00581BFF"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проект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даного питання. З відповідним проектом рішення ви ознайомлені. Прошу визначитись щодо даного проекту рішення голосуванням.</w:t>
      </w:r>
    </w:p>
    <w:p w:rsidR="00581BFF" w:rsidRPr="007D2C71" w:rsidRDefault="00581BFF" w:rsidP="00DA0889">
      <w:pPr>
        <w:pStyle w:val="40"/>
        <w:shd w:val="clear" w:color="auto" w:fill="auto"/>
        <w:spacing w:before="0" w:after="0" w:line="240" w:lineRule="auto"/>
        <w:ind w:left="23" w:firstLine="684"/>
        <w:rPr>
          <w:b w:val="0"/>
          <w:sz w:val="28"/>
          <w:szCs w:val="16"/>
        </w:rPr>
      </w:pPr>
    </w:p>
    <w:p w:rsidR="00581BFF" w:rsidRDefault="00581BFF" w:rsidP="00DA0889">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5E3A44">
        <w:tc>
          <w:tcPr>
            <w:tcW w:w="534" w:type="dxa"/>
          </w:tcPr>
          <w:p w:rsidR="00581BFF" w:rsidRPr="00ED61E6" w:rsidRDefault="00581BFF" w:rsidP="005E3A44">
            <w:pPr>
              <w:ind w:right="-2"/>
              <w:jc w:val="center"/>
            </w:pPr>
            <w:r w:rsidRPr="00ED61E6">
              <w:t>№</w:t>
            </w:r>
          </w:p>
        </w:tc>
        <w:tc>
          <w:tcPr>
            <w:tcW w:w="6095" w:type="dxa"/>
          </w:tcPr>
          <w:p w:rsidR="00581BFF" w:rsidRPr="00ED61E6" w:rsidRDefault="00581BFF" w:rsidP="005E3A44">
            <w:pPr>
              <w:ind w:right="-2"/>
              <w:jc w:val="center"/>
            </w:pPr>
            <w:r w:rsidRPr="00ED61E6">
              <w:t>ПІБ депутата</w:t>
            </w:r>
          </w:p>
        </w:tc>
        <w:tc>
          <w:tcPr>
            <w:tcW w:w="2551" w:type="dxa"/>
          </w:tcPr>
          <w:p w:rsidR="00581BFF" w:rsidRPr="00ED61E6" w:rsidRDefault="00581BFF" w:rsidP="005E3A44">
            <w:pPr>
              <w:ind w:right="-2"/>
              <w:jc w:val="center"/>
            </w:pPr>
            <w:r w:rsidRPr="00ED61E6">
              <w:t>Результати голосування</w:t>
            </w:r>
          </w:p>
        </w:tc>
      </w:tr>
      <w:tr w:rsidR="00581BFF" w:rsidRPr="00ED61E6" w:rsidTr="005E3A44">
        <w:tc>
          <w:tcPr>
            <w:tcW w:w="534" w:type="dxa"/>
          </w:tcPr>
          <w:p w:rsidR="00581BFF" w:rsidRPr="00ED61E6" w:rsidRDefault="00581BFF" w:rsidP="005E3A44">
            <w:pPr>
              <w:ind w:right="-2"/>
              <w:jc w:val="center"/>
            </w:pPr>
            <w:r w:rsidRPr="00ED61E6">
              <w:t>1</w:t>
            </w:r>
          </w:p>
        </w:tc>
        <w:tc>
          <w:tcPr>
            <w:tcW w:w="6095" w:type="dxa"/>
          </w:tcPr>
          <w:p w:rsidR="00581BFF" w:rsidRPr="00ED61E6" w:rsidRDefault="00581BFF" w:rsidP="005E3A44">
            <w:r w:rsidRPr="00ED61E6">
              <w:t>Цобенко Сергій Олександрович – селищний голова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w:t>
            </w:r>
          </w:p>
        </w:tc>
        <w:tc>
          <w:tcPr>
            <w:tcW w:w="6095" w:type="dxa"/>
          </w:tcPr>
          <w:p w:rsidR="00581BFF" w:rsidRPr="00ED61E6" w:rsidRDefault="00581BFF" w:rsidP="005E3A44">
            <w:r w:rsidRPr="00ED61E6">
              <w:t>Брижатюк Олена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3</w:t>
            </w:r>
          </w:p>
        </w:tc>
        <w:tc>
          <w:tcPr>
            <w:tcW w:w="6095" w:type="dxa"/>
          </w:tcPr>
          <w:p w:rsidR="00581BFF" w:rsidRPr="00ED61E6" w:rsidRDefault="00581BFF" w:rsidP="005E3A44">
            <w:r w:rsidRPr="00ED61E6">
              <w:t>Голімбієвська Тамара Павлівна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4</w:t>
            </w:r>
          </w:p>
        </w:tc>
        <w:tc>
          <w:tcPr>
            <w:tcW w:w="6095" w:type="dxa"/>
          </w:tcPr>
          <w:p w:rsidR="00581BFF" w:rsidRPr="00ED61E6" w:rsidRDefault="00581BFF" w:rsidP="005E3A44">
            <w:r w:rsidRPr="00ED61E6">
              <w:t>Грушецький Анатолій Георгійович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5</w:t>
            </w:r>
          </w:p>
        </w:tc>
        <w:tc>
          <w:tcPr>
            <w:tcW w:w="6095" w:type="dxa"/>
          </w:tcPr>
          <w:p w:rsidR="00581BFF" w:rsidRPr="00ED61E6" w:rsidRDefault="00581BFF" w:rsidP="005E3A44">
            <w:r w:rsidRPr="00ED61E6">
              <w:t>Дудар Василь Серафимович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6</w:t>
            </w:r>
          </w:p>
        </w:tc>
        <w:tc>
          <w:tcPr>
            <w:tcW w:w="6095" w:type="dxa"/>
          </w:tcPr>
          <w:p w:rsidR="00581BFF" w:rsidRPr="00ED61E6" w:rsidRDefault="00581BFF" w:rsidP="005E3A44">
            <w:r w:rsidRPr="00ED61E6">
              <w:t>Захаренко Вадим Володимирович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7</w:t>
            </w:r>
          </w:p>
        </w:tc>
        <w:tc>
          <w:tcPr>
            <w:tcW w:w="6095" w:type="dxa"/>
          </w:tcPr>
          <w:p w:rsidR="00581BFF" w:rsidRPr="00ED61E6" w:rsidRDefault="00581BFF" w:rsidP="005E3A44">
            <w:r w:rsidRPr="00ED61E6">
              <w:t>Кучмій Богдан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8</w:t>
            </w:r>
          </w:p>
        </w:tc>
        <w:tc>
          <w:tcPr>
            <w:tcW w:w="6095" w:type="dxa"/>
          </w:tcPr>
          <w:p w:rsidR="00581BFF" w:rsidRPr="00ED61E6" w:rsidRDefault="00581BFF" w:rsidP="005E3A44">
            <w:r w:rsidRPr="00ED61E6">
              <w:t>Кучмій Юрій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9</w:t>
            </w:r>
          </w:p>
        </w:tc>
        <w:tc>
          <w:tcPr>
            <w:tcW w:w="6095" w:type="dxa"/>
          </w:tcPr>
          <w:p w:rsidR="00581BFF" w:rsidRPr="00ED61E6" w:rsidRDefault="00581BFF" w:rsidP="005E3A44">
            <w:r w:rsidRPr="00ED61E6">
              <w:t>Кругла Тетяна Дмитрівна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10</w:t>
            </w:r>
          </w:p>
        </w:tc>
        <w:tc>
          <w:tcPr>
            <w:tcW w:w="6095" w:type="dxa"/>
          </w:tcPr>
          <w:p w:rsidR="00581BFF" w:rsidRPr="00ED61E6" w:rsidRDefault="00581BFF" w:rsidP="005E3A44">
            <w:r w:rsidRPr="00ED61E6">
              <w:t>Лісовська Тамара Андріївна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11</w:t>
            </w:r>
          </w:p>
        </w:tc>
        <w:tc>
          <w:tcPr>
            <w:tcW w:w="6095" w:type="dxa"/>
          </w:tcPr>
          <w:p w:rsidR="00581BFF" w:rsidRPr="00ED61E6" w:rsidRDefault="00581BFF" w:rsidP="005E3A44">
            <w:r w:rsidRPr="00ED61E6">
              <w:t>Лісовський  Сергій Олександрович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12</w:t>
            </w:r>
          </w:p>
        </w:tc>
        <w:tc>
          <w:tcPr>
            <w:tcW w:w="6095" w:type="dxa"/>
          </w:tcPr>
          <w:p w:rsidR="00581BFF" w:rsidRPr="00ED61E6" w:rsidRDefault="00581BFF" w:rsidP="005E3A44">
            <w:r w:rsidRPr="00ED61E6">
              <w:t>Мирошниченко Олена Віталіївна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13</w:t>
            </w:r>
          </w:p>
        </w:tc>
        <w:tc>
          <w:tcPr>
            <w:tcW w:w="6095" w:type="dxa"/>
          </w:tcPr>
          <w:p w:rsidR="00581BFF" w:rsidRPr="00ED61E6" w:rsidRDefault="00581BFF" w:rsidP="005E3A44">
            <w:r w:rsidRPr="00ED61E6">
              <w:t>Мостовик Сергій Віталійович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14</w:t>
            </w:r>
          </w:p>
        </w:tc>
        <w:tc>
          <w:tcPr>
            <w:tcW w:w="6095" w:type="dxa"/>
          </w:tcPr>
          <w:p w:rsidR="00581BFF" w:rsidRPr="00ED61E6" w:rsidRDefault="00581BFF" w:rsidP="005E3A44">
            <w:r w:rsidRPr="00ED61E6">
              <w:t>Напханюк Ольга Іванівна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15</w:t>
            </w:r>
          </w:p>
        </w:tc>
        <w:tc>
          <w:tcPr>
            <w:tcW w:w="6095" w:type="dxa"/>
          </w:tcPr>
          <w:p w:rsidR="00581BFF" w:rsidRPr="00ED61E6" w:rsidRDefault="00581BFF" w:rsidP="005E3A44">
            <w:r w:rsidRPr="00ED61E6">
              <w:t>Напханюк Світлана Олексіївна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16</w:t>
            </w:r>
          </w:p>
        </w:tc>
        <w:tc>
          <w:tcPr>
            <w:tcW w:w="6095" w:type="dxa"/>
          </w:tcPr>
          <w:p w:rsidR="00581BFF" w:rsidRPr="00ED61E6" w:rsidRDefault="00581BFF" w:rsidP="005E3A44">
            <w:r w:rsidRPr="00ED61E6">
              <w:t>Новіков Сергій Алійович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17</w:t>
            </w:r>
          </w:p>
        </w:tc>
        <w:tc>
          <w:tcPr>
            <w:tcW w:w="6095" w:type="dxa"/>
          </w:tcPr>
          <w:p w:rsidR="00581BFF" w:rsidRPr="00ED61E6" w:rsidRDefault="00581BFF" w:rsidP="005E3A44">
            <w:r w:rsidRPr="00ED61E6">
              <w:t>Піщик Тетяна Володимирівна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18</w:t>
            </w:r>
          </w:p>
        </w:tc>
        <w:tc>
          <w:tcPr>
            <w:tcW w:w="6095" w:type="dxa"/>
          </w:tcPr>
          <w:p w:rsidR="00581BFF" w:rsidRPr="00ED61E6" w:rsidRDefault="00581BFF" w:rsidP="005E3A44">
            <w:r w:rsidRPr="00ED61E6">
              <w:t>Романщак Наталія Василівна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19</w:t>
            </w:r>
          </w:p>
        </w:tc>
        <w:tc>
          <w:tcPr>
            <w:tcW w:w="6095" w:type="dxa"/>
          </w:tcPr>
          <w:p w:rsidR="00581BFF" w:rsidRPr="00ED61E6" w:rsidRDefault="00581BFF" w:rsidP="005E3A44">
            <w:r w:rsidRPr="00ED61E6">
              <w:t>Рибак Ігор Федорович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20</w:t>
            </w:r>
          </w:p>
        </w:tc>
        <w:tc>
          <w:tcPr>
            <w:tcW w:w="6095" w:type="dxa"/>
          </w:tcPr>
          <w:p w:rsidR="00581BFF" w:rsidRPr="00ED61E6" w:rsidRDefault="00581BFF" w:rsidP="005E3A44">
            <w:r w:rsidRPr="00ED61E6">
              <w:t>Сачук Валентина Михайлівна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21</w:t>
            </w:r>
          </w:p>
        </w:tc>
        <w:tc>
          <w:tcPr>
            <w:tcW w:w="6095" w:type="dxa"/>
          </w:tcPr>
          <w:p w:rsidR="00581BFF" w:rsidRPr="00ED61E6" w:rsidRDefault="00581BFF" w:rsidP="005E3A44">
            <w:r w:rsidRPr="00ED61E6">
              <w:t>Сторожук Віталій Олексійович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22</w:t>
            </w:r>
          </w:p>
        </w:tc>
        <w:tc>
          <w:tcPr>
            <w:tcW w:w="6095" w:type="dxa"/>
          </w:tcPr>
          <w:p w:rsidR="00581BFF" w:rsidRPr="00ED61E6" w:rsidRDefault="00581BFF" w:rsidP="005E3A44">
            <w:r w:rsidRPr="00ED61E6">
              <w:t>Скрипар Василь Іванович</w:t>
            </w:r>
          </w:p>
        </w:tc>
        <w:tc>
          <w:tcPr>
            <w:tcW w:w="2551" w:type="dxa"/>
          </w:tcPr>
          <w:p w:rsidR="00581BFF" w:rsidRPr="00ED61E6" w:rsidRDefault="00581BFF" w:rsidP="005E3A44">
            <w:pPr>
              <w:ind w:right="-2"/>
            </w:pPr>
            <w:r>
              <w:t>відсутній</w:t>
            </w:r>
          </w:p>
        </w:tc>
      </w:tr>
      <w:tr w:rsidR="00581BFF" w:rsidRPr="00ED61E6" w:rsidTr="005E3A44">
        <w:tc>
          <w:tcPr>
            <w:tcW w:w="534" w:type="dxa"/>
          </w:tcPr>
          <w:p w:rsidR="00581BFF" w:rsidRPr="00ED61E6" w:rsidRDefault="00581BFF" w:rsidP="005E3A44">
            <w:pPr>
              <w:ind w:right="-2"/>
              <w:jc w:val="center"/>
            </w:pPr>
            <w:r w:rsidRPr="00ED61E6">
              <w:t>23</w:t>
            </w:r>
          </w:p>
        </w:tc>
        <w:tc>
          <w:tcPr>
            <w:tcW w:w="6095" w:type="dxa"/>
          </w:tcPr>
          <w:p w:rsidR="00581BFF" w:rsidRPr="00ED61E6" w:rsidRDefault="00581BFF" w:rsidP="005E3A44">
            <w:r w:rsidRPr="00ED61E6">
              <w:t>Сулима Ольга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24</w:t>
            </w:r>
          </w:p>
        </w:tc>
        <w:tc>
          <w:tcPr>
            <w:tcW w:w="6095" w:type="dxa"/>
          </w:tcPr>
          <w:p w:rsidR="00581BFF" w:rsidRPr="00ED61E6" w:rsidRDefault="00581BFF" w:rsidP="005E3A44">
            <w:r w:rsidRPr="00ED61E6">
              <w:t>Туз Сергій Віталійович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25</w:t>
            </w:r>
          </w:p>
        </w:tc>
        <w:tc>
          <w:tcPr>
            <w:tcW w:w="6095" w:type="dxa"/>
          </w:tcPr>
          <w:p w:rsidR="00581BFF" w:rsidRPr="00ED61E6" w:rsidRDefault="00581BFF" w:rsidP="005E3A44">
            <w:r w:rsidRPr="00ED61E6">
              <w:t>Чушкін Олексій Іванович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26</w:t>
            </w:r>
          </w:p>
        </w:tc>
        <w:tc>
          <w:tcPr>
            <w:tcW w:w="6095" w:type="dxa"/>
          </w:tcPr>
          <w:p w:rsidR="00581BFF" w:rsidRPr="00ED61E6" w:rsidRDefault="00581BFF" w:rsidP="005E3A44">
            <w:r w:rsidRPr="00ED61E6">
              <w:t>Чушкіна Надія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27</w:t>
            </w:r>
          </w:p>
        </w:tc>
        <w:tc>
          <w:tcPr>
            <w:tcW w:w="6095" w:type="dxa"/>
          </w:tcPr>
          <w:p w:rsidR="00581BFF" w:rsidRPr="00ED61E6" w:rsidRDefault="00581BFF" w:rsidP="005E3A44">
            <w:r w:rsidRPr="00ED61E6">
              <w:t>Ясінський Микола Володимирович</w:t>
            </w:r>
          </w:p>
        </w:tc>
        <w:tc>
          <w:tcPr>
            <w:tcW w:w="2551" w:type="dxa"/>
          </w:tcPr>
          <w:p w:rsidR="00581BFF" w:rsidRPr="00ED61E6" w:rsidRDefault="00581BFF" w:rsidP="005E3A44">
            <w:pPr>
              <w:ind w:right="-2"/>
            </w:pPr>
            <w:r>
              <w:t>За</w:t>
            </w:r>
          </w:p>
        </w:tc>
      </w:tr>
    </w:tbl>
    <w:p w:rsidR="00581BFF" w:rsidRPr="001D1725" w:rsidRDefault="00581BFF" w:rsidP="00DA0889">
      <w:pPr>
        <w:rPr>
          <w:sz w:val="28"/>
          <w:szCs w:val="28"/>
        </w:rPr>
      </w:pPr>
      <w:r>
        <w:rPr>
          <w:sz w:val="28"/>
          <w:szCs w:val="28"/>
        </w:rPr>
        <w:t>Усього проголосували</w:t>
      </w:r>
      <w:r w:rsidRPr="001D1725">
        <w:rPr>
          <w:sz w:val="28"/>
          <w:szCs w:val="28"/>
        </w:rPr>
        <w:t>,  з них :</w:t>
      </w:r>
    </w:p>
    <w:p w:rsidR="00581BFF" w:rsidRDefault="00581BFF" w:rsidP="00DA0889">
      <w:pPr>
        <w:spacing w:line="319" w:lineRule="exact"/>
        <w:ind w:left="840"/>
        <w:rPr>
          <w:i/>
          <w:sz w:val="28"/>
        </w:rPr>
      </w:pPr>
      <w:r>
        <w:rPr>
          <w:i/>
          <w:sz w:val="28"/>
        </w:rPr>
        <w:t xml:space="preserve"> «За» - 24 чол.</w:t>
      </w:r>
    </w:p>
    <w:p w:rsidR="00581BFF" w:rsidRDefault="00581BFF" w:rsidP="00DA0889">
      <w:pPr>
        <w:spacing w:line="322" w:lineRule="exact"/>
        <w:ind w:left="840"/>
        <w:rPr>
          <w:i/>
          <w:sz w:val="28"/>
        </w:rPr>
      </w:pPr>
      <w:r>
        <w:rPr>
          <w:i/>
          <w:sz w:val="28"/>
        </w:rPr>
        <w:t>«Проти – немає.</w:t>
      </w:r>
    </w:p>
    <w:p w:rsidR="00581BFF" w:rsidRDefault="00581BFF" w:rsidP="00DA0889">
      <w:pPr>
        <w:ind w:left="840"/>
        <w:rPr>
          <w:i/>
          <w:sz w:val="28"/>
        </w:rPr>
      </w:pPr>
      <w:r>
        <w:rPr>
          <w:i/>
          <w:sz w:val="28"/>
        </w:rPr>
        <w:t>«Утримались» - немає.</w:t>
      </w:r>
    </w:p>
    <w:p w:rsidR="00581BFF" w:rsidRDefault="00581BFF" w:rsidP="00DA0889">
      <w:pPr>
        <w:pStyle w:val="Heading1"/>
        <w:spacing w:before="9"/>
        <w:ind w:left="119"/>
        <w:jc w:val="left"/>
        <w:rPr>
          <w:b w:val="0"/>
        </w:rPr>
      </w:pPr>
      <w:r w:rsidRPr="001D1725">
        <w:rPr>
          <w:b w:val="0"/>
        </w:rPr>
        <w:t>Прийнято</w:t>
      </w:r>
      <w:r>
        <w:rPr>
          <w:b w:val="0"/>
        </w:rPr>
        <w:t xml:space="preserve"> рішення № 70 </w:t>
      </w:r>
      <w:r w:rsidRPr="001D1725">
        <w:rPr>
          <w:b w:val="0"/>
        </w:rPr>
        <w:t>(додається).</w:t>
      </w:r>
    </w:p>
    <w:p w:rsidR="00581BFF" w:rsidRPr="00B05A04" w:rsidRDefault="00581BFF" w:rsidP="00DA0889">
      <w:pPr>
        <w:rPr>
          <w:sz w:val="28"/>
          <w:szCs w:val="28"/>
        </w:rPr>
      </w:pPr>
    </w:p>
    <w:p w:rsidR="00581BFF" w:rsidRDefault="00581BFF" w:rsidP="00DA0889">
      <w:pPr>
        <w:tabs>
          <w:tab w:val="left" w:pos="1215"/>
        </w:tabs>
        <w:ind w:right="98" w:firstLine="720"/>
        <w:jc w:val="both"/>
        <w:outlineLvl w:val="0"/>
        <w:rPr>
          <w:b/>
          <w:sz w:val="28"/>
          <w:szCs w:val="28"/>
        </w:rPr>
      </w:pPr>
      <w:r>
        <w:rPr>
          <w:sz w:val="28"/>
          <w:szCs w:val="28"/>
        </w:rPr>
        <w:t xml:space="preserve">     </w:t>
      </w:r>
      <w:r w:rsidRPr="00CB44C6">
        <w:rPr>
          <w:b/>
          <w:sz w:val="28"/>
          <w:szCs w:val="28"/>
        </w:rPr>
        <w:t>Голова селищної ради</w:t>
      </w:r>
      <w:r>
        <w:rPr>
          <w:b/>
          <w:sz w:val="28"/>
          <w:szCs w:val="28"/>
        </w:rPr>
        <w:t>:</w:t>
      </w:r>
    </w:p>
    <w:p w:rsidR="00581BFF" w:rsidRDefault="00581BFF" w:rsidP="00C6767F">
      <w:pPr>
        <w:jc w:val="both"/>
        <w:rPr>
          <w:sz w:val="28"/>
          <w:szCs w:val="28"/>
        </w:rPr>
      </w:pPr>
      <w:r w:rsidRPr="00B05A04">
        <w:rPr>
          <w:sz w:val="28"/>
          <w:szCs w:val="28"/>
        </w:rPr>
        <w:t xml:space="preserve">Переходимо до розгляду </w:t>
      </w:r>
      <w:r w:rsidRPr="00DA0889">
        <w:rPr>
          <w:sz w:val="28"/>
          <w:szCs w:val="28"/>
        </w:rPr>
        <w:t>тринадцятого</w:t>
      </w:r>
      <w:r w:rsidRPr="00B05A04">
        <w:rPr>
          <w:sz w:val="28"/>
          <w:szCs w:val="28"/>
        </w:rPr>
        <w:t xml:space="preserve"> питання</w:t>
      </w:r>
      <w:r>
        <w:rPr>
          <w:sz w:val="28"/>
          <w:szCs w:val="28"/>
        </w:rPr>
        <w:t xml:space="preserve"> порядку денного.</w:t>
      </w:r>
    </w:p>
    <w:p w:rsidR="00581BFF" w:rsidRDefault="00581BFF" w:rsidP="00C6767F">
      <w:pPr>
        <w:tabs>
          <w:tab w:val="left" w:pos="3600"/>
        </w:tabs>
        <w:ind w:right="98" w:firstLine="720"/>
        <w:jc w:val="both"/>
        <w:outlineLvl w:val="0"/>
        <w:rPr>
          <w:sz w:val="28"/>
          <w:szCs w:val="28"/>
        </w:rPr>
      </w:pPr>
      <w:r w:rsidRPr="002F4B1F">
        <w:rPr>
          <w:sz w:val="28"/>
          <w:szCs w:val="28"/>
        </w:rPr>
        <w:t>Слово для інформації</w:t>
      </w:r>
      <w:r w:rsidRPr="000F7839">
        <w:rPr>
          <w:b/>
          <w:i/>
        </w:rPr>
        <w:t xml:space="preserve"> </w:t>
      </w:r>
      <w:r>
        <w:rPr>
          <w:b/>
          <w:i/>
        </w:rPr>
        <w:t>"</w:t>
      </w:r>
      <w:r w:rsidRPr="00871017">
        <w:rPr>
          <w:b/>
          <w:bCs/>
          <w:sz w:val="28"/>
          <w:szCs w:val="28"/>
        </w:rPr>
        <w:t>Про затвердження Статуту закладу дошкільної освіти "Сонечко" Голованівської селищної ради</w:t>
      </w:r>
      <w:r>
        <w:rPr>
          <w:b/>
          <w:sz w:val="28"/>
          <w:szCs w:val="28"/>
        </w:rPr>
        <w:t>"</w:t>
      </w:r>
      <w:r>
        <w:rPr>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DA0889">
      <w:pPr>
        <w:tabs>
          <w:tab w:val="left" w:pos="3600"/>
        </w:tabs>
        <w:ind w:right="98" w:firstLine="720"/>
        <w:outlineLvl w:val="0"/>
        <w:rPr>
          <w:sz w:val="28"/>
          <w:szCs w:val="28"/>
        </w:rPr>
      </w:pPr>
    </w:p>
    <w:p w:rsidR="00581BFF" w:rsidRPr="00765D96" w:rsidRDefault="00581BFF" w:rsidP="00DA0889">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DA0889">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DA0889">
      <w:pPr>
        <w:tabs>
          <w:tab w:val="left" w:pos="3600"/>
        </w:tabs>
        <w:ind w:right="98" w:firstLine="720"/>
        <w:jc w:val="both"/>
        <w:outlineLvl w:val="0"/>
        <w:rPr>
          <w:sz w:val="28"/>
          <w:szCs w:val="28"/>
        </w:rPr>
      </w:pPr>
      <w:r>
        <w:rPr>
          <w:bCs/>
          <w:sz w:val="28"/>
          <w:szCs w:val="28"/>
        </w:rPr>
        <w:t>У</w:t>
      </w:r>
      <w:r w:rsidRPr="0067583F">
        <w:t xml:space="preserve"> </w:t>
      </w:r>
      <w:hyperlink r:id="rId14"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радою прийнято</w:t>
      </w:r>
      <w:r>
        <w:rPr>
          <w:bCs/>
          <w:sz w:val="28"/>
          <w:szCs w:val="28"/>
          <w:shd w:val="clear" w:color="auto" w:fill="FFFFFF"/>
        </w:rPr>
        <w:t xml:space="preserve"> рішення про передачу </w:t>
      </w:r>
      <w:r w:rsidRPr="00CB44C6">
        <w:rPr>
          <w:sz w:val="28"/>
          <w:szCs w:val="28"/>
        </w:rPr>
        <w:t xml:space="preserve">закладу дошкільної освіти </w:t>
      </w:r>
      <w:r w:rsidRPr="00DA0889">
        <w:rPr>
          <w:bCs/>
          <w:sz w:val="28"/>
          <w:szCs w:val="28"/>
        </w:rPr>
        <w:t>"Сонечко"</w:t>
      </w:r>
      <w:r w:rsidRPr="00871017">
        <w:rPr>
          <w:b/>
          <w:bCs/>
          <w:sz w:val="28"/>
          <w:szCs w:val="28"/>
        </w:rPr>
        <w:t xml:space="preserve"> </w:t>
      </w:r>
      <w:r w:rsidRPr="00CB44C6">
        <w:rPr>
          <w:sz w:val="28"/>
          <w:szCs w:val="28"/>
        </w:rPr>
        <w:t xml:space="preserve">Голованівської селищної ради </w:t>
      </w:r>
      <w:r>
        <w:rPr>
          <w:sz w:val="28"/>
          <w:szCs w:val="28"/>
        </w:rPr>
        <w:t xml:space="preserve">на баланс Голованівської селищної ради. </w:t>
      </w:r>
    </w:p>
    <w:p w:rsidR="00581BFF" w:rsidRDefault="00581BFF" w:rsidP="00DA0889">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DA0889">
      <w:pPr>
        <w:tabs>
          <w:tab w:val="left" w:pos="3600"/>
        </w:tabs>
        <w:ind w:right="98"/>
        <w:jc w:val="both"/>
        <w:outlineLvl w:val="0"/>
        <w:rPr>
          <w:sz w:val="28"/>
          <w:szCs w:val="28"/>
        </w:rPr>
      </w:pPr>
    </w:p>
    <w:p w:rsidR="00581BFF" w:rsidRDefault="00581BFF" w:rsidP="00DA0889">
      <w:pPr>
        <w:tabs>
          <w:tab w:val="left" w:pos="1215"/>
        </w:tabs>
        <w:ind w:right="98"/>
        <w:jc w:val="both"/>
        <w:outlineLvl w:val="0"/>
        <w:rPr>
          <w:b/>
          <w:sz w:val="28"/>
          <w:szCs w:val="28"/>
        </w:rPr>
      </w:pPr>
      <w:r>
        <w:rPr>
          <w:sz w:val="28"/>
          <w:szCs w:val="28"/>
        </w:rPr>
        <w:tab/>
      </w:r>
      <w:r w:rsidRPr="00CB44C6">
        <w:rPr>
          <w:b/>
          <w:sz w:val="28"/>
          <w:szCs w:val="28"/>
        </w:rPr>
        <w:t>Голова селищної ради</w:t>
      </w:r>
      <w:r>
        <w:rPr>
          <w:b/>
          <w:sz w:val="28"/>
          <w:szCs w:val="28"/>
        </w:rPr>
        <w:t>:</w:t>
      </w:r>
    </w:p>
    <w:p w:rsidR="00581BFF"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Прошу визначити</w:t>
      </w:r>
      <w:r>
        <w:rPr>
          <w:sz w:val="28"/>
          <w:szCs w:val="28"/>
        </w:rPr>
        <w:t>сь щодо даного проє</w:t>
      </w:r>
      <w:r w:rsidRPr="005A5546">
        <w:rPr>
          <w:sz w:val="28"/>
          <w:szCs w:val="28"/>
        </w:rPr>
        <w:t>кту рішення голосуванням.</w:t>
      </w:r>
    </w:p>
    <w:p w:rsidR="00581BFF" w:rsidRPr="007D2C71" w:rsidRDefault="00581BFF" w:rsidP="00DA0889">
      <w:pPr>
        <w:pStyle w:val="40"/>
        <w:shd w:val="clear" w:color="auto" w:fill="auto"/>
        <w:spacing w:before="0" w:after="0" w:line="240" w:lineRule="auto"/>
        <w:ind w:left="23" w:firstLine="684"/>
        <w:rPr>
          <w:b w:val="0"/>
          <w:sz w:val="28"/>
          <w:szCs w:val="16"/>
        </w:rPr>
      </w:pPr>
    </w:p>
    <w:p w:rsidR="00581BFF" w:rsidRPr="00B05A04" w:rsidRDefault="00581BFF" w:rsidP="00DA0889">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5E3A44">
        <w:tc>
          <w:tcPr>
            <w:tcW w:w="534" w:type="dxa"/>
          </w:tcPr>
          <w:p w:rsidR="00581BFF" w:rsidRPr="00ED61E6" w:rsidRDefault="00581BFF" w:rsidP="005E3A44">
            <w:pPr>
              <w:ind w:right="-2"/>
              <w:jc w:val="center"/>
            </w:pPr>
            <w:r w:rsidRPr="00ED61E6">
              <w:t>№</w:t>
            </w:r>
          </w:p>
        </w:tc>
        <w:tc>
          <w:tcPr>
            <w:tcW w:w="6095" w:type="dxa"/>
          </w:tcPr>
          <w:p w:rsidR="00581BFF" w:rsidRPr="00ED61E6" w:rsidRDefault="00581BFF" w:rsidP="005E3A44">
            <w:pPr>
              <w:ind w:right="-2"/>
              <w:jc w:val="center"/>
            </w:pPr>
            <w:r w:rsidRPr="00ED61E6">
              <w:t>ПІБ депутата</w:t>
            </w:r>
          </w:p>
        </w:tc>
        <w:tc>
          <w:tcPr>
            <w:tcW w:w="2551" w:type="dxa"/>
          </w:tcPr>
          <w:p w:rsidR="00581BFF" w:rsidRPr="00ED61E6" w:rsidRDefault="00581BFF" w:rsidP="005E3A44">
            <w:pPr>
              <w:ind w:right="-2"/>
              <w:jc w:val="center"/>
            </w:pPr>
            <w:r w:rsidRPr="00ED61E6">
              <w:t>Результати голосування</w:t>
            </w:r>
          </w:p>
        </w:tc>
      </w:tr>
      <w:tr w:rsidR="00581BFF" w:rsidRPr="00ED61E6" w:rsidTr="005E3A44">
        <w:tc>
          <w:tcPr>
            <w:tcW w:w="534" w:type="dxa"/>
          </w:tcPr>
          <w:p w:rsidR="00581BFF" w:rsidRPr="00ED61E6" w:rsidRDefault="00581BFF" w:rsidP="005E3A44">
            <w:pPr>
              <w:ind w:right="-2"/>
              <w:jc w:val="center"/>
            </w:pPr>
            <w:r w:rsidRPr="00ED61E6">
              <w:t>1</w:t>
            </w:r>
          </w:p>
        </w:tc>
        <w:tc>
          <w:tcPr>
            <w:tcW w:w="6095" w:type="dxa"/>
          </w:tcPr>
          <w:p w:rsidR="00581BFF" w:rsidRPr="00ED61E6" w:rsidRDefault="00581BFF" w:rsidP="005E3A44">
            <w:r w:rsidRPr="00ED61E6">
              <w:t>Цобенко Сергій Олександрович – селищний голова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w:t>
            </w:r>
          </w:p>
        </w:tc>
        <w:tc>
          <w:tcPr>
            <w:tcW w:w="6095" w:type="dxa"/>
          </w:tcPr>
          <w:p w:rsidR="00581BFF" w:rsidRPr="00ED61E6" w:rsidRDefault="00581BFF" w:rsidP="005E3A44">
            <w:r w:rsidRPr="00ED61E6">
              <w:t>Брижатюк Олена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3</w:t>
            </w:r>
          </w:p>
        </w:tc>
        <w:tc>
          <w:tcPr>
            <w:tcW w:w="6095" w:type="dxa"/>
          </w:tcPr>
          <w:p w:rsidR="00581BFF" w:rsidRPr="00ED61E6" w:rsidRDefault="00581BFF" w:rsidP="005E3A44">
            <w:r w:rsidRPr="00ED61E6">
              <w:t>Голімбієвська Тамара Павлівна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4</w:t>
            </w:r>
          </w:p>
        </w:tc>
        <w:tc>
          <w:tcPr>
            <w:tcW w:w="6095" w:type="dxa"/>
          </w:tcPr>
          <w:p w:rsidR="00581BFF" w:rsidRPr="00ED61E6" w:rsidRDefault="00581BFF" w:rsidP="005E3A44">
            <w:r w:rsidRPr="00ED61E6">
              <w:t>Грушецький Анатолій Георгійович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5</w:t>
            </w:r>
          </w:p>
        </w:tc>
        <w:tc>
          <w:tcPr>
            <w:tcW w:w="6095" w:type="dxa"/>
          </w:tcPr>
          <w:p w:rsidR="00581BFF" w:rsidRPr="00ED61E6" w:rsidRDefault="00581BFF" w:rsidP="005E3A44">
            <w:r w:rsidRPr="00ED61E6">
              <w:t>Дудар Василь Серафимович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6</w:t>
            </w:r>
          </w:p>
        </w:tc>
        <w:tc>
          <w:tcPr>
            <w:tcW w:w="6095" w:type="dxa"/>
          </w:tcPr>
          <w:p w:rsidR="00581BFF" w:rsidRPr="00ED61E6" w:rsidRDefault="00581BFF" w:rsidP="005E3A44">
            <w:r w:rsidRPr="00ED61E6">
              <w:t>Захаренко Вадим Володимирович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7</w:t>
            </w:r>
          </w:p>
        </w:tc>
        <w:tc>
          <w:tcPr>
            <w:tcW w:w="6095" w:type="dxa"/>
          </w:tcPr>
          <w:p w:rsidR="00581BFF" w:rsidRPr="00ED61E6" w:rsidRDefault="00581BFF" w:rsidP="005E3A44">
            <w:r w:rsidRPr="00ED61E6">
              <w:t>Кучмій Богдан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8</w:t>
            </w:r>
          </w:p>
        </w:tc>
        <w:tc>
          <w:tcPr>
            <w:tcW w:w="6095" w:type="dxa"/>
          </w:tcPr>
          <w:p w:rsidR="00581BFF" w:rsidRPr="00ED61E6" w:rsidRDefault="00581BFF" w:rsidP="005E3A44">
            <w:r w:rsidRPr="00ED61E6">
              <w:t>Кучмій Юрій Борисович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9</w:t>
            </w:r>
          </w:p>
        </w:tc>
        <w:tc>
          <w:tcPr>
            <w:tcW w:w="6095" w:type="dxa"/>
          </w:tcPr>
          <w:p w:rsidR="00581BFF" w:rsidRPr="00ED61E6" w:rsidRDefault="00581BFF" w:rsidP="005E3A44">
            <w:r w:rsidRPr="00ED61E6">
              <w:t>Кругла Тетяна Дмитрівна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10</w:t>
            </w:r>
          </w:p>
        </w:tc>
        <w:tc>
          <w:tcPr>
            <w:tcW w:w="6095" w:type="dxa"/>
          </w:tcPr>
          <w:p w:rsidR="00581BFF" w:rsidRPr="00ED61E6" w:rsidRDefault="00581BFF" w:rsidP="005E3A44">
            <w:r w:rsidRPr="00ED61E6">
              <w:t>Лісовська Тамара Андріївна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11</w:t>
            </w:r>
          </w:p>
        </w:tc>
        <w:tc>
          <w:tcPr>
            <w:tcW w:w="6095" w:type="dxa"/>
          </w:tcPr>
          <w:p w:rsidR="00581BFF" w:rsidRPr="00ED61E6" w:rsidRDefault="00581BFF" w:rsidP="005E3A44">
            <w:r w:rsidRPr="00ED61E6">
              <w:t>Лісовський  Сергій Олександрович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12</w:t>
            </w:r>
          </w:p>
        </w:tc>
        <w:tc>
          <w:tcPr>
            <w:tcW w:w="6095" w:type="dxa"/>
          </w:tcPr>
          <w:p w:rsidR="00581BFF" w:rsidRPr="00ED61E6" w:rsidRDefault="00581BFF" w:rsidP="005E3A44">
            <w:r w:rsidRPr="00ED61E6">
              <w:t>Мирошниченко Олена Віталіївна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13</w:t>
            </w:r>
          </w:p>
        </w:tc>
        <w:tc>
          <w:tcPr>
            <w:tcW w:w="6095" w:type="dxa"/>
          </w:tcPr>
          <w:p w:rsidR="00581BFF" w:rsidRPr="00ED61E6" w:rsidRDefault="00581BFF" w:rsidP="005E3A44">
            <w:r w:rsidRPr="00ED61E6">
              <w:t>Мостовик Сергій Віталійович</w:t>
            </w:r>
          </w:p>
        </w:tc>
        <w:tc>
          <w:tcPr>
            <w:tcW w:w="2551" w:type="dxa"/>
          </w:tcPr>
          <w:p w:rsidR="00581BFF" w:rsidRPr="00ED61E6" w:rsidRDefault="00581BFF" w:rsidP="005E3A44">
            <w:pPr>
              <w:tabs>
                <w:tab w:val="left" w:pos="285"/>
                <w:tab w:val="left" w:pos="360"/>
                <w:tab w:val="center" w:pos="512"/>
              </w:tabs>
              <w:ind w:right="-2"/>
            </w:pPr>
            <w:r>
              <w:t>відсутній</w:t>
            </w:r>
          </w:p>
        </w:tc>
      </w:tr>
      <w:tr w:rsidR="00581BFF" w:rsidRPr="00ED61E6" w:rsidTr="005E3A44">
        <w:tc>
          <w:tcPr>
            <w:tcW w:w="534" w:type="dxa"/>
          </w:tcPr>
          <w:p w:rsidR="00581BFF" w:rsidRPr="00ED61E6" w:rsidRDefault="00581BFF" w:rsidP="005E3A44">
            <w:pPr>
              <w:ind w:right="-2"/>
              <w:jc w:val="center"/>
            </w:pPr>
            <w:r w:rsidRPr="00ED61E6">
              <w:t>14</w:t>
            </w:r>
          </w:p>
        </w:tc>
        <w:tc>
          <w:tcPr>
            <w:tcW w:w="6095" w:type="dxa"/>
          </w:tcPr>
          <w:p w:rsidR="00581BFF" w:rsidRPr="00ED61E6" w:rsidRDefault="00581BFF" w:rsidP="005E3A44">
            <w:r w:rsidRPr="00ED61E6">
              <w:t>Напханюк Ольга Іванівна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15</w:t>
            </w:r>
          </w:p>
        </w:tc>
        <w:tc>
          <w:tcPr>
            <w:tcW w:w="6095" w:type="dxa"/>
          </w:tcPr>
          <w:p w:rsidR="00581BFF" w:rsidRPr="00ED61E6" w:rsidRDefault="00581BFF" w:rsidP="005E3A44">
            <w:r w:rsidRPr="00ED61E6">
              <w:t>Напханюк Світлана Олексіївна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16</w:t>
            </w:r>
          </w:p>
        </w:tc>
        <w:tc>
          <w:tcPr>
            <w:tcW w:w="6095" w:type="dxa"/>
          </w:tcPr>
          <w:p w:rsidR="00581BFF" w:rsidRPr="00ED61E6" w:rsidRDefault="00581BFF" w:rsidP="005E3A44">
            <w:r w:rsidRPr="00ED61E6">
              <w:t>Новіков Сергій Алійович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17</w:t>
            </w:r>
          </w:p>
        </w:tc>
        <w:tc>
          <w:tcPr>
            <w:tcW w:w="6095" w:type="dxa"/>
          </w:tcPr>
          <w:p w:rsidR="00581BFF" w:rsidRPr="00ED61E6" w:rsidRDefault="00581BFF" w:rsidP="005E3A44">
            <w:r w:rsidRPr="00ED61E6">
              <w:t>Піщик Тетяна Володимирівна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18</w:t>
            </w:r>
          </w:p>
        </w:tc>
        <w:tc>
          <w:tcPr>
            <w:tcW w:w="6095" w:type="dxa"/>
          </w:tcPr>
          <w:p w:rsidR="00581BFF" w:rsidRPr="00ED61E6" w:rsidRDefault="00581BFF" w:rsidP="005E3A44">
            <w:r w:rsidRPr="00ED61E6">
              <w:t>Романщак Наталія Василівна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19</w:t>
            </w:r>
          </w:p>
        </w:tc>
        <w:tc>
          <w:tcPr>
            <w:tcW w:w="6095" w:type="dxa"/>
          </w:tcPr>
          <w:p w:rsidR="00581BFF" w:rsidRPr="00ED61E6" w:rsidRDefault="00581BFF" w:rsidP="005E3A44">
            <w:r w:rsidRPr="00ED61E6">
              <w:t>Рибак Ігор Федорович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20</w:t>
            </w:r>
          </w:p>
        </w:tc>
        <w:tc>
          <w:tcPr>
            <w:tcW w:w="6095" w:type="dxa"/>
          </w:tcPr>
          <w:p w:rsidR="00581BFF" w:rsidRPr="00ED61E6" w:rsidRDefault="00581BFF" w:rsidP="005E3A44">
            <w:r w:rsidRPr="00ED61E6">
              <w:t>Сачук Валентина Михайлівна</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21</w:t>
            </w:r>
          </w:p>
        </w:tc>
        <w:tc>
          <w:tcPr>
            <w:tcW w:w="6095" w:type="dxa"/>
          </w:tcPr>
          <w:p w:rsidR="00581BFF" w:rsidRPr="00ED61E6" w:rsidRDefault="00581BFF" w:rsidP="005E3A44">
            <w:r w:rsidRPr="00ED61E6">
              <w:t>Сторожук Віталій Олексійович</w:t>
            </w:r>
          </w:p>
        </w:tc>
        <w:tc>
          <w:tcPr>
            <w:tcW w:w="2551" w:type="dxa"/>
          </w:tcPr>
          <w:p w:rsidR="00581BFF" w:rsidRPr="00ED61E6" w:rsidRDefault="00581BFF" w:rsidP="005E3A44">
            <w:pPr>
              <w:ind w:right="-2"/>
            </w:pPr>
            <w:r>
              <w:t>За</w:t>
            </w:r>
          </w:p>
        </w:tc>
      </w:tr>
      <w:tr w:rsidR="00581BFF" w:rsidRPr="00ED61E6" w:rsidTr="005E3A44">
        <w:tc>
          <w:tcPr>
            <w:tcW w:w="534" w:type="dxa"/>
          </w:tcPr>
          <w:p w:rsidR="00581BFF" w:rsidRPr="00ED61E6" w:rsidRDefault="00581BFF" w:rsidP="005E3A44">
            <w:pPr>
              <w:ind w:right="-2"/>
              <w:jc w:val="center"/>
            </w:pPr>
            <w:r w:rsidRPr="00ED61E6">
              <w:t>22</w:t>
            </w:r>
          </w:p>
        </w:tc>
        <w:tc>
          <w:tcPr>
            <w:tcW w:w="6095" w:type="dxa"/>
          </w:tcPr>
          <w:p w:rsidR="00581BFF" w:rsidRPr="00ED61E6" w:rsidRDefault="00581BFF" w:rsidP="005E3A44">
            <w:r w:rsidRPr="00ED61E6">
              <w:t>Скрипар Василь Іванович</w:t>
            </w:r>
          </w:p>
        </w:tc>
        <w:tc>
          <w:tcPr>
            <w:tcW w:w="2551" w:type="dxa"/>
          </w:tcPr>
          <w:p w:rsidR="00581BFF" w:rsidRPr="00ED61E6" w:rsidRDefault="00581BFF" w:rsidP="005E3A44">
            <w:pPr>
              <w:ind w:right="-2"/>
            </w:pPr>
            <w:r>
              <w:t>відсутній</w:t>
            </w:r>
          </w:p>
        </w:tc>
      </w:tr>
      <w:tr w:rsidR="00581BFF" w:rsidRPr="00ED61E6" w:rsidTr="005E3A44">
        <w:tc>
          <w:tcPr>
            <w:tcW w:w="534" w:type="dxa"/>
          </w:tcPr>
          <w:p w:rsidR="00581BFF" w:rsidRPr="00ED61E6" w:rsidRDefault="00581BFF" w:rsidP="005E3A44">
            <w:pPr>
              <w:ind w:right="-2"/>
              <w:jc w:val="center"/>
            </w:pPr>
            <w:r w:rsidRPr="00ED61E6">
              <w:t>23</w:t>
            </w:r>
          </w:p>
        </w:tc>
        <w:tc>
          <w:tcPr>
            <w:tcW w:w="6095" w:type="dxa"/>
          </w:tcPr>
          <w:p w:rsidR="00581BFF" w:rsidRPr="00ED61E6" w:rsidRDefault="00581BFF" w:rsidP="005E3A44">
            <w:r w:rsidRPr="00ED61E6">
              <w:t>Сулима Ольга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24</w:t>
            </w:r>
          </w:p>
        </w:tc>
        <w:tc>
          <w:tcPr>
            <w:tcW w:w="6095" w:type="dxa"/>
          </w:tcPr>
          <w:p w:rsidR="00581BFF" w:rsidRPr="00ED61E6" w:rsidRDefault="00581BFF" w:rsidP="005E3A44">
            <w:r w:rsidRPr="00ED61E6">
              <w:t>Туз Сергій Віталійович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25</w:t>
            </w:r>
          </w:p>
        </w:tc>
        <w:tc>
          <w:tcPr>
            <w:tcW w:w="6095" w:type="dxa"/>
          </w:tcPr>
          <w:p w:rsidR="00581BFF" w:rsidRPr="00ED61E6" w:rsidRDefault="00581BFF" w:rsidP="005E3A44">
            <w:r w:rsidRPr="00ED61E6">
              <w:t>Чушкін Олексій Іванович</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26</w:t>
            </w:r>
          </w:p>
        </w:tc>
        <w:tc>
          <w:tcPr>
            <w:tcW w:w="6095" w:type="dxa"/>
          </w:tcPr>
          <w:p w:rsidR="00581BFF" w:rsidRPr="00ED61E6" w:rsidRDefault="00581BFF" w:rsidP="005E3A44">
            <w:r w:rsidRPr="00ED61E6">
              <w:t>Чушкіна Надія Василівна</w:t>
            </w:r>
          </w:p>
        </w:tc>
        <w:tc>
          <w:tcPr>
            <w:tcW w:w="2551" w:type="dxa"/>
          </w:tcPr>
          <w:p w:rsidR="00581BFF" w:rsidRPr="00ED61E6" w:rsidRDefault="00581BFF" w:rsidP="005E3A44">
            <w:pPr>
              <w:tabs>
                <w:tab w:val="left" w:pos="285"/>
                <w:tab w:val="left" w:pos="360"/>
                <w:tab w:val="center" w:pos="512"/>
              </w:tabs>
              <w:ind w:right="-2"/>
            </w:pPr>
            <w:r>
              <w:t>За</w:t>
            </w:r>
          </w:p>
        </w:tc>
      </w:tr>
      <w:tr w:rsidR="00581BFF" w:rsidRPr="00ED61E6" w:rsidTr="005E3A44">
        <w:tc>
          <w:tcPr>
            <w:tcW w:w="534" w:type="dxa"/>
          </w:tcPr>
          <w:p w:rsidR="00581BFF" w:rsidRPr="00ED61E6" w:rsidRDefault="00581BFF" w:rsidP="005E3A44">
            <w:pPr>
              <w:ind w:right="-2"/>
              <w:jc w:val="center"/>
            </w:pPr>
            <w:r w:rsidRPr="00ED61E6">
              <w:t>27</w:t>
            </w:r>
          </w:p>
        </w:tc>
        <w:tc>
          <w:tcPr>
            <w:tcW w:w="6095" w:type="dxa"/>
          </w:tcPr>
          <w:p w:rsidR="00581BFF" w:rsidRPr="00ED61E6" w:rsidRDefault="00581BFF" w:rsidP="005E3A44">
            <w:r w:rsidRPr="00ED61E6">
              <w:t>Ясінський Микола Володимирович</w:t>
            </w:r>
          </w:p>
        </w:tc>
        <w:tc>
          <w:tcPr>
            <w:tcW w:w="2551" w:type="dxa"/>
          </w:tcPr>
          <w:p w:rsidR="00581BFF" w:rsidRPr="00ED61E6" w:rsidRDefault="00581BFF" w:rsidP="005E3A44">
            <w:pPr>
              <w:ind w:right="-2"/>
            </w:pPr>
            <w:r>
              <w:t>За</w:t>
            </w:r>
          </w:p>
        </w:tc>
      </w:tr>
    </w:tbl>
    <w:p w:rsidR="00581BFF" w:rsidRPr="001D1725" w:rsidRDefault="00581BFF" w:rsidP="005E3A44">
      <w:pPr>
        <w:rPr>
          <w:sz w:val="28"/>
          <w:szCs w:val="28"/>
        </w:rPr>
      </w:pPr>
      <w:r>
        <w:rPr>
          <w:sz w:val="28"/>
          <w:szCs w:val="28"/>
        </w:rPr>
        <w:t>Усього проголосували</w:t>
      </w:r>
      <w:r w:rsidRPr="001D1725">
        <w:rPr>
          <w:sz w:val="28"/>
          <w:szCs w:val="28"/>
        </w:rPr>
        <w:t>,  з них :</w:t>
      </w:r>
    </w:p>
    <w:p w:rsidR="00581BFF" w:rsidRDefault="00581BFF" w:rsidP="005E3A44">
      <w:pPr>
        <w:spacing w:line="319" w:lineRule="exact"/>
        <w:ind w:left="840"/>
        <w:rPr>
          <w:i/>
          <w:sz w:val="28"/>
        </w:rPr>
      </w:pPr>
      <w:r>
        <w:rPr>
          <w:i/>
          <w:sz w:val="28"/>
        </w:rPr>
        <w:t xml:space="preserve"> «За» - 24 чол.</w:t>
      </w:r>
    </w:p>
    <w:p w:rsidR="00581BFF" w:rsidRDefault="00581BFF" w:rsidP="005E3A44">
      <w:pPr>
        <w:spacing w:line="322" w:lineRule="exact"/>
        <w:ind w:left="840"/>
        <w:rPr>
          <w:i/>
          <w:sz w:val="28"/>
        </w:rPr>
      </w:pPr>
      <w:r>
        <w:rPr>
          <w:i/>
          <w:sz w:val="28"/>
        </w:rPr>
        <w:t>«Проти – немає.</w:t>
      </w:r>
    </w:p>
    <w:p w:rsidR="00581BFF" w:rsidRDefault="00581BFF" w:rsidP="005E3A44">
      <w:pPr>
        <w:ind w:left="840"/>
        <w:rPr>
          <w:i/>
          <w:sz w:val="28"/>
        </w:rPr>
      </w:pPr>
      <w:r>
        <w:rPr>
          <w:i/>
          <w:sz w:val="28"/>
        </w:rPr>
        <w:t>«Утримались» - немає.</w:t>
      </w:r>
    </w:p>
    <w:p w:rsidR="00581BFF" w:rsidRDefault="00581BFF" w:rsidP="005E3A44">
      <w:pPr>
        <w:pStyle w:val="Heading1"/>
        <w:spacing w:before="9"/>
        <w:ind w:left="119"/>
        <w:jc w:val="left"/>
        <w:rPr>
          <w:b w:val="0"/>
        </w:rPr>
      </w:pPr>
      <w:r w:rsidRPr="001D1725">
        <w:rPr>
          <w:b w:val="0"/>
        </w:rPr>
        <w:t>Прийнято</w:t>
      </w:r>
      <w:r>
        <w:rPr>
          <w:b w:val="0"/>
        </w:rPr>
        <w:t xml:space="preserve"> рішення № 71 </w:t>
      </w:r>
      <w:r w:rsidRPr="001D1725">
        <w:rPr>
          <w:b w:val="0"/>
        </w:rPr>
        <w:t>(додається).</w:t>
      </w:r>
    </w:p>
    <w:p w:rsidR="00581BFF" w:rsidRDefault="00581BFF" w:rsidP="005E3A44">
      <w:pPr>
        <w:pStyle w:val="Heading1"/>
        <w:spacing w:before="9"/>
        <w:ind w:left="119"/>
        <w:jc w:val="left"/>
        <w:rPr>
          <w:b w:val="0"/>
        </w:rPr>
      </w:pPr>
    </w:p>
    <w:p w:rsidR="00581BFF" w:rsidRDefault="00581BFF" w:rsidP="005E3A44">
      <w:pPr>
        <w:tabs>
          <w:tab w:val="left" w:pos="1215"/>
        </w:tabs>
        <w:ind w:right="98"/>
        <w:jc w:val="both"/>
        <w:outlineLvl w:val="0"/>
        <w:rPr>
          <w:b/>
          <w:sz w:val="28"/>
          <w:szCs w:val="28"/>
        </w:rPr>
      </w:pPr>
      <w:r>
        <w:rPr>
          <w:b/>
        </w:rPr>
        <w:t xml:space="preserve">     </w:t>
      </w:r>
      <w:r w:rsidRPr="00CB44C6">
        <w:rPr>
          <w:b/>
          <w:sz w:val="28"/>
          <w:szCs w:val="28"/>
        </w:rPr>
        <w:t>Голова селищної ради</w:t>
      </w:r>
      <w:r>
        <w:rPr>
          <w:b/>
          <w:sz w:val="28"/>
          <w:szCs w:val="28"/>
        </w:rPr>
        <w:t>:</w:t>
      </w:r>
    </w:p>
    <w:p w:rsidR="00581BFF" w:rsidRDefault="00581BFF" w:rsidP="00C6767F">
      <w:pPr>
        <w:ind w:firstLine="708"/>
        <w:jc w:val="both"/>
        <w:rPr>
          <w:sz w:val="28"/>
          <w:szCs w:val="28"/>
        </w:rPr>
      </w:pPr>
      <w:r w:rsidRPr="00B05A04">
        <w:rPr>
          <w:sz w:val="28"/>
          <w:szCs w:val="28"/>
        </w:rPr>
        <w:t xml:space="preserve">Переходимо до розгляду </w:t>
      </w:r>
      <w:r w:rsidRPr="005E3A44">
        <w:rPr>
          <w:sz w:val="28"/>
          <w:szCs w:val="28"/>
        </w:rPr>
        <w:t>чотирнадцятого</w:t>
      </w:r>
      <w:r w:rsidRPr="00B05A04">
        <w:rPr>
          <w:sz w:val="28"/>
          <w:szCs w:val="28"/>
        </w:rPr>
        <w:t xml:space="preserve"> питання</w:t>
      </w:r>
      <w:r>
        <w:rPr>
          <w:sz w:val="28"/>
          <w:szCs w:val="28"/>
        </w:rPr>
        <w:t xml:space="preserve"> порядку денного. </w:t>
      </w:r>
    </w:p>
    <w:p w:rsidR="00581BFF" w:rsidRDefault="00581BFF" w:rsidP="00C6767F">
      <w:pPr>
        <w:tabs>
          <w:tab w:val="left" w:pos="3600"/>
        </w:tabs>
        <w:ind w:right="98" w:firstLine="720"/>
        <w:jc w:val="both"/>
        <w:outlineLvl w:val="0"/>
        <w:rPr>
          <w:sz w:val="28"/>
          <w:szCs w:val="28"/>
        </w:rPr>
      </w:pPr>
      <w:r>
        <w:rPr>
          <w:sz w:val="28"/>
          <w:szCs w:val="28"/>
        </w:rPr>
        <w:t>Слово для інформації "</w:t>
      </w:r>
      <w:r w:rsidRPr="00871017">
        <w:rPr>
          <w:b/>
          <w:sz w:val="28"/>
          <w:szCs w:val="28"/>
        </w:rPr>
        <w:t>Про затвердження Статуту комунальної установи  "Інклюзивно-ресурсний центр" Голованівської селищної ради  Кіровоградської області</w:t>
      </w:r>
      <w:r>
        <w:rPr>
          <w:b/>
          <w:sz w:val="28"/>
          <w:szCs w:val="28"/>
        </w:rPr>
        <w:t>"</w:t>
      </w:r>
      <w:r w:rsidRPr="001950BB">
        <w:rPr>
          <w:b/>
          <w:sz w:val="28"/>
          <w:szCs w:val="28"/>
        </w:rPr>
        <w:t xml:space="preserve"> </w:t>
      </w:r>
      <w:r>
        <w:rPr>
          <w:sz w:val="28"/>
          <w:szCs w:val="28"/>
        </w:rPr>
        <w:t xml:space="preserve">надається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C6767F">
      <w:pPr>
        <w:tabs>
          <w:tab w:val="left" w:pos="3600"/>
        </w:tabs>
        <w:ind w:right="98" w:firstLine="720"/>
        <w:jc w:val="both"/>
        <w:outlineLvl w:val="0"/>
        <w:rPr>
          <w:sz w:val="28"/>
          <w:szCs w:val="28"/>
        </w:rPr>
      </w:pPr>
    </w:p>
    <w:p w:rsidR="00581BFF" w:rsidRPr="00765D96" w:rsidRDefault="00581BFF" w:rsidP="005E3A44">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5E3A44">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5E3A44">
      <w:pPr>
        <w:tabs>
          <w:tab w:val="left" w:pos="3600"/>
        </w:tabs>
        <w:ind w:right="98" w:firstLine="720"/>
        <w:jc w:val="both"/>
        <w:outlineLvl w:val="0"/>
        <w:rPr>
          <w:sz w:val="28"/>
          <w:szCs w:val="28"/>
        </w:rPr>
      </w:pPr>
      <w:r>
        <w:rPr>
          <w:bCs/>
          <w:sz w:val="28"/>
          <w:szCs w:val="28"/>
        </w:rPr>
        <w:t>У</w:t>
      </w:r>
      <w:r w:rsidRPr="0067583F">
        <w:t xml:space="preserve"> </w:t>
      </w:r>
      <w:hyperlink r:id="rId15"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Голованівською районною радою прийнято</w:t>
      </w:r>
      <w:r>
        <w:rPr>
          <w:bCs/>
          <w:sz w:val="28"/>
          <w:szCs w:val="28"/>
          <w:shd w:val="clear" w:color="auto" w:fill="FFFFFF"/>
        </w:rPr>
        <w:t xml:space="preserve"> рішення про передачу </w:t>
      </w:r>
      <w:r w:rsidRPr="005E3A44">
        <w:rPr>
          <w:sz w:val="28"/>
          <w:szCs w:val="28"/>
        </w:rPr>
        <w:t>комунальної установи  "Інклюзивно-ресурсний центр" Голованівської селищної ради</w:t>
      </w:r>
      <w:r w:rsidRPr="00871017">
        <w:rPr>
          <w:b/>
          <w:sz w:val="28"/>
          <w:szCs w:val="28"/>
        </w:rPr>
        <w:t xml:space="preserve">  </w:t>
      </w:r>
      <w:r w:rsidRPr="00CB44C6">
        <w:rPr>
          <w:sz w:val="28"/>
          <w:szCs w:val="28"/>
        </w:rPr>
        <w:t xml:space="preserve">Голованівської селищної ради </w:t>
      </w:r>
      <w:r>
        <w:rPr>
          <w:sz w:val="28"/>
          <w:szCs w:val="28"/>
        </w:rPr>
        <w:t xml:space="preserve">на баланс Голованівської селищної ради. </w:t>
      </w:r>
    </w:p>
    <w:p w:rsidR="00581BFF" w:rsidRDefault="00581BFF" w:rsidP="005E3A44">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5E3A44">
      <w:pPr>
        <w:tabs>
          <w:tab w:val="left" w:pos="3600"/>
        </w:tabs>
        <w:ind w:right="98"/>
        <w:jc w:val="both"/>
        <w:outlineLvl w:val="0"/>
        <w:rPr>
          <w:sz w:val="28"/>
          <w:szCs w:val="28"/>
        </w:rPr>
      </w:pPr>
    </w:p>
    <w:p w:rsidR="00581BFF" w:rsidRDefault="00581BFF" w:rsidP="005E3A44">
      <w:pPr>
        <w:tabs>
          <w:tab w:val="left" w:pos="1215"/>
        </w:tabs>
        <w:ind w:right="98"/>
        <w:jc w:val="both"/>
        <w:outlineLvl w:val="0"/>
        <w:rPr>
          <w:b/>
          <w:sz w:val="28"/>
          <w:szCs w:val="28"/>
        </w:rPr>
      </w:pPr>
      <w:r>
        <w:rPr>
          <w:sz w:val="28"/>
          <w:szCs w:val="28"/>
        </w:rPr>
        <w:tab/>
      </w:r>
      <w:r w:rsidRPr="00CB44C6">
        <w:rPr>
          <w:b/>
          <w:sz w:val="28"/>
          <w:szCs w:val="28"/>
        </w:rPr>
        <w:t>Голова селищної ради</w:t>
      </w:r>
      <w:r>
        <w:rPr>
          <w:b/>
          <w:sz w:val="28"/>
          <w:szCs w:val="28"/>
        </w:rPr>
        <w:t>:</w:t>
      </w:r>
    </w:p>
    <w:p w:rsidR="00581BFF" w:rsidRPr="007D2C71"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5E3A44">
      <w:pPr>
        <w:tabs>
          <w:tab w:val="left" w:pos="1215"/>
        </w:tabs>
        <w:ind w:right="98"/>
        <w:jc w:val="both"/>
        <w:outlineLvl w:val="0"/>
        <w:rPr>
          <w:b/>
          <w:sz w:val="28"/>
          <w:szCs w:val="28"/>
        </w:rPr>
      </w:pPr>
    </w:p>
    <w:p w:rsidR="00581BFF" w:rsidRPr="00B05A04" w:rsidRDefault="00581BFF" w:rsidP="003576E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14FF4">
        <w:tc>
          <w:tcPr>
            <w:tcW w:w="534" w:type="dxa"/>
          </w:tcPr>
          <w:p w:rsidR="00581BFF" w:rsidRPr="00ED61E6" w:rsidRDefault="00581BFF" w:rsidP="00014FF4">
            <w:pPr>
              <w:ind w:right="-2"/>
              <w:jc w:val="center"/>
            </w:pPr>
            <w:r w:rsidRPr="00ED61E6">
              <w:t>№</w:t>
            </w:r>
          </w:p>
        </w:tc>
        <w:tc>
          <w:tcPr>
            <w:tcW w:w="6095" w:type="dxa"/>
          </w:tcPr>
          <w:p w:rsidR="00581BFF" w:rsidRPr="00ED61E6" w:rsidRDefault="00581BFF" w:rsidP="00014FF4">
            <w:pPr>
              <w:ind w:right="-2"/>
              <w:jc w:val="center"/>
            </w:pPr>
            <w:r w:rsidRPr="00ED61E6">
              <w:t>ПІБ депутата</w:t>
            </w:r>
          </w:p>
        </w:tc>
        <w:tc>
          <w:tcPr>
            <w:tcW w:w="2551" w:type="dxa"/>
          </w:tcPr>
          <w:p w:rsidR="00581BFF" w:rsidRPr="00ED61E6" w:rsidRDefault="00581BFF" w:rsidP="00014FF4">
            <w:pPr>
              <w:ind w:right="-2"/>
              <w:jc w:val="center"/>
            </w:pPr>
            <w:r w:rsidRPr="00ED61E6">
              <w:t>Результати голосування</w:t>
            </w:r>
          </w:p>
        </w:tc>
      </w:tr>
      <w:tr w:rsidR="00581BFF" w:rsidRPr="00ED61E6" w:rsidTr="00014FF4">
        <w:tc>
          <w:tcPr>
            <w:tcW w:w="534" w:type="dxa"/>
          </w:tcPr>
          <w:p w:rsidR="00581BFF" w:rsidRPr="00ED61E6" w:rsidRDefault="00581BFF" w:rsidP="00014FF4">
            <w:pPr>
              <w:ind w:right="-2"/>
              <w:jc w:val="center"/>
            </w:pPr>
            <w:r w:rsidRPr="00ED61E6">
              <w:t>1</w:t>
            </w:r>
          </w:p>
        </w:tc>
        <w:tc>
          <w:tcPr>
            <w:tcW w:w="6095" w:type="dxa"/>
          </w:tcPr>
          <w:p w:rsidR="00581BFF" w:rsidRPr="00ED61E6" w:rsidRDefault="00581BFF" w:rsidP="00014FF4">
            <w:r w:rsidRPr="00ED61E6">
              <w:t>Цобенко Сергій Олександрович – селищний голова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w:t>
            </w:r>
          </w:p>
        </w:tc>
        <w:tc>
          <w:tcPr>
            <w:tcW w:w="6095" w:type="dxa"/>
          </w:tcPr>
          <w:p w:rsidR="00581BFF" w:rsidRPr="00ED61E6" w:rsidRDefault="00581BFF" w:rsidP="00014FF4">
            <w:r w:rsidRPr="00ED61E6">
              <w:t>Брижатюк Олена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3</w:t>
            </w:r>
          </w:p>
        </w:tc>
        <w:tc>
          <w:tcPr>
            <w:tcW w:w="6095" w:type="dxa"/>
          </w:tcPr>
          <w:p w:rsidR="00581BFF" w:rsidRPr="00ED61E6" w:rsidRDefault="00581BFF" w:rsidP="00014FF4">
            <w:r w:rsidRPr="00ED61E6">
              <w:t>Голімбієвська Тамара Павлівна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4</w:t>
            </w:r>
          </w:p>
        </w:tc>
        <w:tc>
          <w:tcPr>
            <w:tcW w:w="6095" w:type="dxa"/>
          </w:tcPr>
          <w:p w:rsidR="00581BFF" w:rsidRPr="00ED61E6" w:rsidRDefault="00581BFF" w:rsidP="00014FF4">
            <w:r w:rsidRPr="00ED61E6">
              <w:t>Грушецький Анатолій Георгійович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5</w:t>
            </w:r>
          </w:p>
        </w:tc>
        <w:tc>
          <w:tcPr>
            <w:tcW w:w="6095" w:type="dxa"/>
          </w:tcPr>
          <w:p w:rsidR="00581BFF" w:rsidRPr="00ED61E6" w:rsidRDefault="00581BFF" w:rsidP="00014FF4">
            <w:r w:rsidRPr="00ED61E6">
              <w:t>Дудар Василь Серафимович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6</w:t>
            </w:r>
          </w:p>
        </w:tc>
        <w:tc>
          <w:tcPr>
            <w:tcW w:w="6095" w:type="dxa"/>
          </w:tcPr>
          <w:p w:rsidR="00581BFF" w:rsidRPr="00ED61E6" w:rsidRDefault="00581BFF" w:rsidP="00014FF4">
            <w:r w:rsidRPr="00ED61E6">
              <w:t>Захаренко Вадим Володимирович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7</w:t>
            </w:r>
          </w:p>
        </w:tc>
        <w:tc>
          <w:tcPr>
            <w:tcW w:w="6095" w:type="dxa"/>
          </w:tcPr>
          <w:p w:rsidR="00581BFF" w:rsidRPr="00ED61E6" w:rsidRDefault="00581BFF" w:rsidP="00014FF4">
            <w:r w:rsidRPr="00ED61E6">
              <w:t>Кучмій Богдан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8</w:t>
            </w:r>
          </w:p>
        </w:tc>
        <w:tc>
          <w:tcPr>
            <w:tcW w:w="6095" w:type="dxa"/>
          </w:tcPr>
          <w:p w:rsidR="00581BFF" w:rsidRPr="00ED61E6" w:rsidRDefault="00581BFF" w:rsidP="00014FF4">
            <w:r w:rsidRPr="00ED61E6">
              <w:t>Кучмій Юрій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9</w:t>
            </w:r>
          </w:p>
        </w:tc>
        <w:tc>
          <w:tcPr>
            <w:tcW w:w="6095" w:type="dxa"/>
          </w:tcPr>
          <w:p w:rsidR="00581BFF" w:rsidRPr="00ED61E6" w:rsidRDefault="00581BFF" w:rsidP="00014FF4">
            <w:r w:rsidRPr="00ED61E6">
              <w:t>Кругла Тетяна Дмитрівна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10</w:t>
            </w:r>
          </w:p>
        </w:tc>
        <w:tc>
          <w:tcPr>
            <w:tcW w:w="6095" w:type="dxa"/>
          </w:tcPr>
          <w:p w:rsidR="00581BFF" w:rsidRPr="00ED61E6" w:rsidRDefault="00581BFF" w:rsidP="00014FF4">
            <w:r w:rsidRPr="00ED61E6">
              <w:t>Лісовська Тамара Андріївна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11</w:t>
            </w:r>
          </w:p>
        </w:tc>
        <w:tc>
          <w:tcPr>
            <w:tcW w:w="6095" w:type="dxa"/>
          </w:tcPr>
          <w:p w:rsidR="00581BFF" w:rsidRPr="00ED61E6" w:rsidRDefault="00581BFF" w:rsidP="00014FF4">
            <w:r w:rsidRPr="00ED61E6">
              <w:t>Лісовський  Сергій Олександрович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12</w:t>
            </w:r>
          </w:p>
        </w:tc>
        <w:tc>
          <w:tcPr>
            <w:tcW w:w="6095" w:type="dxa"/>
          </w:tcPr>
          <w:p w:rsidR="00581BFF" w:rsidRPr="00ED61E6" w:rsidRDefault="00581BFF" w:rsidP="00014FF4">
            <w:r w:rsidRPr="00ED61E6">
              <w:t>Мирошниченко Олена Віталіївна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13</w:t>
            </w:r>
          </w:p>
        </w:tc>
        <w:tc>
          <w:tcPr>
            <w:tcW w:w="6095" w:type="dxa"/>
          </w:tcPr>
          <w:p w:rsidR="00581BFF" w:rsidRPr="00ED61E6" w:rsidRDefault="00581BFF" w:rsidP="00014FF4">
            <w:r w:rsidRPr="00ED61E6">
              <w:t>Мостовик Сергій Віталійович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14</w:t>
            </w:r>
          </w:p>
        </w:tc>
        <w:tc>
          <w:tcPr>
            <w:tcW w:w="6095" w:type="dxa"/>
          </w:tcPr>
          <w:p w:rsidR="00581BFF" w:rsidRPr="00ED61E6" w:rsidRDefault="00581BFF" w:rsidP="00014FF4">
            <w:r w:rsidRPr="00ED61E6">
              <w:t>Напханюк Ольга Іванівна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15</w:t>
            </w:r>
          </w:p>
        </w:tc>
        <w:tc>
          <w:tcPr>
            <w:tcW w:w="6095" w:type="dxa"/>
          </w:tcPr>
          <w:p w:rsidR="00581BFF" w:rsidRPr="00ED61E6" w:rsidRDefault="00581BFF" w:rsidP="00014FF4">
            <w:r w:rsidRPr="00ED61E6">
              <w:t>Напханюк Світлана Олексіївна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16</w:t>
            </w:r>
          </w:p>
        </w:tc>
        <w:tc>
          <w:tcPr>
            <w:tcW w:w="6095" w:type="dxa"/>
          </w:tcPr>
          <w:p w:rsidR="00581BFF" w:rsidRPr="00ED61E6" w:rsidRDefault="00581BFF" w:rsidP="00014FF4">
            <w:r w:rsidRPr="00ED61E6">
              <w:t>Новіков Сергій Алійович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17</w:t>
            </w:r>
          </w:p>
        </w:tc>
        <w:tc>
          <w:tcPr>
            <w:tcW w:w="6095" w:type="dxa"/>
          </w:tcPr>
          <w:p w:rsidR="00581BFF" w:rsidRPr="00ED61E6" w:rsidRDefault="00581BFF" w:rsidP="00014FF4">
            <w:r w:rsidRPr="00ED61E6">
              <w:t>Піщик Тетяна Володимирівна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18</w:t>
            </w:r>
          </w:p>
        </w:tc>
        <w:tc>
          <w:tcPr>
            <w:tcW w:w="6095" w:type="dxa"/>
          </w:tcPr>
          <w:p w:rsidR="00581BFF" w:rsidRPr="00ED61E6" w:rsidRDefault="00581BFF" w:rsidP="00014FF4">
            <w:r w:rsidRPr="00ED61E6">
              <w:t>Романщак Наталія Василівна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19</w:t>
            </w:r>
          </w:p>
        </w:tc>
        <w:tc>
          <w:tcPr>
            <w:tcW w:w="6095" w:type="dxa"/>
          </w:tcPr>
          <w:p w:rsidR="00581BFF" w:rsidRPr="00ED61E6" w:rsidRDefault="00581BFF" w:rsidP="00014FF4">
            <w:r w:rsidRPr="00ED61E6">
              <w:t>Рибак Ігор Федорович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20</w:t>
            </w:r>
          </w:p>
        </w:tc>
        <w:tc>
          <w:tcPr>
            <w:tcW w:w="6095" w:type="dxa"/>
          </w:tcPr>
          <w:p w:rsidR="00581BFF" w:rsidRPr="00ED61E6" w:rsidRDefault="00581BFF" w:rsidP="00014FF4">
            <w:r w:rsidRPr="00ED61E6">
              <w:t>Сачук Валентина Михайлівна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21</w:t>
            </w:r>
          </w:p>
        </w:tc>
        <w:tc>
          <w:tcPr>
            <w:tcW w:w="6095" w:type="dxa"/>
          </w:tcPr>
          <w:p w:rsidR="00581BFF" w:rsidRPr="00ED61E6" w:rsidRDefault="00581BFF" w:rsidP="00014FF4">
            <w:r w:rsidRPr="00ED61E6">
              <w:t>Сторожук Віталій Олексійович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22</w:t>
            </w:r>
          </w:p>
        </w:tc>
        <w:tc>
          <w:tcPr>
            <w:tcW w:w="6095" w:type="dxa"/>
          </w:tcPr>
          <w:p w:rsidR="00581BFF" w:rsidRPr="00ED61E6" w:rsidRDefault="00581BFF" w:rsidP="00014FF4">
            <w:r w:rsidRPr="00ED61E6">
              <w:t>Скрипар Василь Іванович</w:t>
            </w:r>
          </w:p>
        </w:tc>
        <w:tc>
          <w:tcPr>
            <w:tcW w:w="2551" w:type="dxa"/>
          </w:tcPr>
          <w:p w:rsidR="00581BFF" w:rsidRPr="00ED61E6" w:rsidRDefault="00581BFF" w:rsidP="00014FF4">
            <w:pPr>
              <w:ind w:right="-2"/>
            </w:pPr>
            <w:r>
              <w:t>відсутній</w:t>
            </w:r>
          </w:p>
        </w:tc>
      </w:tr>
      <w:tr w:rsidR="00581BFF" w:rsidRPr="00ED61E6" w:rsidTr="00014FF4">
        <w:tc>
          <w:tcPr>
            <w:tcW w:w="534" w:type="dxa"/>
          </w:tcPr>
          <w:p w:rsidR="00581BFF" w:rsidRPr="00ED61E6" w:rsidRDefault="00581BFF" w:rsidP="00014FF4">
            <w:pPr>
              <w:ind w:right="-2"/>
              <w:jc w:val="center"/>
            </w:pPr>
            <w:r w:rsidRPr="00ED61E6">
              <w:t>23</w:t>
            </w:r>
          </w:p>
        </w:tc>
        <w:tc>
          <w:tcPr>
            <w:tcW w:w="6095" w:type="dxa"/>
          </w:tcPr>
          <w:p w:rsidR="00581BFF" w:rsidRPr="00ED61E6" w:rsidRDefault="00581BFF" w:rsidP="00014FF4">
            <w:r w:rsidRPr="00ED61E6">
              <w:t>Сулима Ольга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24</w:t>
            </w:r>
          </w:p>
        </w:tc>
        <w:tc>
          <w:tcPr>
            <w:tcW w:w="6095" w:type="dxa"/>
          </w:tcPr>
          <w:p w:rsidR="00581BFF" w:rsidRPr="00ED61E6" w:rsidRDefault="00581BFF" w:rsidP="00014FF4">
            <w:r w:rsidRPr="00ED61E6">
              <w:t>Туз Сергій Віталійович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25</w:t>
            </w:r>
          </w:p>
        </w:tc>
        <w:tc>
          <w:tcPr>
            <w:tcW w:w="6095" w:type="dxa"/>
          </w:tcPr>
          <w:p w:rsidR="00581BFF" w:rsidRPr="00ED61E6" w:rsidRDefault="00581BFF" w:rsidP="00014FF4">
            <w:r w:rsidRPr="00ED61E6">
              <w:t>Чушкін Олексій Іванович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26</w:t>
            </w:r>
          </w:p>
        </w:tc>
        <w:tc>
          <w:tcPr>
            <w:tcW w:w="6095" w:type="dxa"/>
          </w:tcPr>
          <w:p w:rsidR="00581BFF" w:rsidRPr="00ED61E6" w:rsidRDefault="00581BFF" w:rsidP="00014FF4">
            <w:r w:rsidRPr="00ED61E6">
              <w:t>Чушкіна Надія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27</w:t>
            </w:r>
          </w:p>
        </w:tc>
        <w:tc>
          <w:tcPr>
            <w:tcW w:w="6095" w:type="dxa"/>
          </w:tcPr>
          <w:p w:rsidR="00581BFF" w:rsidRPr="00ED61E6" w:rsidRDefault="00581BFF" w:rsidP="00014FF4">
            <w:r w:rsidRPr="00ED61E6">
              <w:t>Ясінський Микола Володимирович</w:t>
            </w:r>
          </w:p>
        </w:tc>
        <w:tc>
          <w:tcPr>
            <w:tcW w:w="2551" w:type="dxa"/>
          </w:tcPr>
          <w:p w:rsidR="00581BFF" w:rsidRPr="00ED61E6" w:rsidRDefault="00581BFF" w:rsidP="00014FF4">
            <w:pPr>
              <w:ind w:right="-2"/>
            </w:pPr>
            <w:r>
              <w:t>За</w:t>
            </w:r>
          </w:p>
        </w:tc>
      </w:tr>
    </w:tbl>
    <w:p w:rsidR="00581BFF" w:rsidRPr="001D1725" w:rsidRDefault="00581BFF" w:rsidP="003576E0">
      <w:pPr>
        <w:rPr>
          <w:sz w:val="28"/>
          <w:szCs w:val="28"/>
        </w:rPr>
      </w:pPr>
      <w:r>
        <w:rPr>
          <w:sz w:val="28"/>
          <w:szCs w:val="28"/>
        </w:rPr>
        <w:t>Усього проголосували</w:t>
      </w:r>
      <w:r w:rsidRPr="001D1725">
        <w:rPr>
          <w:sz w:val="28"/>
          <w:szCs w:val="28"/>
        </w:rPr>
        <w:t>,  з них :</w:t>
      </w:r>
    </w:p>
    <w:p w:rsidR="00581BFF" w:rsidRDefault="00581BFF" w:rsidP="003576E0">
      <w:pPr>
        <w:spacing w:line="319" w:lineRule="exact"/>
        <w:ind w:left="840"/>
        <w:rPr>
          <w:i/>
          <w:sz w:val="28"/>
        </w:rPr>
      </w:pPr>
      <w:r>
        <w:rPr>
          <w:i/>
          <w:sz w:val="28"/>
        </w:rPr>
        <w:t xml:space="preserve"> «За» - 24 чол.</w:t>
      </w:r>
    </w:p>
    <w:p w:rsidR="00581BFF" w:rsidRDefault="00581BFF" w:rsidP="003576E0">
      <w:pPr>
        <w:spacing w:line="322" w:lineRule="exact"/>
        <w:ind w:left="840"/>
        <w:rPr>
          <w:i/>
          <w:sz w:val="28"/>
        </w:rPr>
      </w:pPr>
      <w:r>
        <w:rPr>
          <w:i/>
          <w:sz w:val="28"/>
        </w:rPr>
        <w:t>«Проти – немає.</w:t>
      </w:r>
    </w:p>
    <w:p w:rsidR="00581BFF" w:rsidRDefault="00581BFF" w:rsidP="003576E0">
      <w:pPr>
        <w:ind w:left="840"/>
        <w:rPr>
          <w:i/>
          <w:sz w:val="28"/>
        </w:rPr>
      </w:pPr>
      <w:r>
        <w:rPr>
          <w:i/>
          <w:sz w:val="28"/>
        </w:rPr>
        <w:t>«Утримались» - немає.</w:t>
      </w:r>
    </w:p>
    <w:p w:rsidR="00581BFF" w:rsidRDefault="00581BFF" w:rsidP="003576E0">
      <w:pPr>
        <w:pStyle w:val="Heading1"/>
        <w:spacing w:before="9"/>
        <w:ind w:left="119"/>
        <w:jc w:val="left"/>
        <w:rPr>
          <w:b w:val="0"/>
        </w:rPr>
      </w:pPr>
      <w:r w:rsidRPr="001D1725">
        <w:rPr>
          <w:b w:val="0"/>
        </w:rPr>
        <w:t>Прийнято</w:t>
      </w:r>
      <w:r>
        <w:rPr>
          <w:b w:val="0"/>
        </w:rPr>
        <w:t xml:space="preserve"> рішення № 72 </w:t>
      </w:r>
      <w:r w:rsidRPr="001D1725">
        <w:rPr>
          <w:b w:val="0"/>
        </w:rPr>
        <w:t>(додається).</w:t>
      </w:r>
    </w:p>
    <w:p w:rsidR="00581BFF" w:rsidRDefault="00581BFF" w:rsidP="003576E0">
      <w:pPr>
        <w:pStyle w:val="Heading1"/>
        <w:spacing w:before="9"/>
        <w:ind w:left="119"/>
        <w:jc w:val="left"/>
        <w:rPr>
          <w:b w:val="0"/>
        </w:rPr>
      </w:pPr>
    </w:p>
    <w:p w:rsidR="00581BFF" w:rsidRPr="003576E0" w:rsidRDefault="00581BFF" w:rsidP="003576E0">
      <w:pPr>
        <w:pStyle w:val="Heading1"/>
        <w:tabs>
          <w:tab w:val="left" w:pos="1202"/>
        </w:tabs>
        <w:spacing w:before="9"/>
        <w:ind w:left="119"/>
        <w:jc w:val="left"/>
      </w:pPr>
      <w:r>
        <w:rPr>
          <w:b w:val="0"/>
        </w:rPr>
        <w:tab/>
      </w:r>
      <w:r w:rsidRPr="003576E0">
        <w:t>Голова селищної ради:</w:t>
      </w:r>
    </w:p>
    <w:p w:rsidR="00581BFF" w:rsidRDefault="00581BFF" w:rsidP="003576E0">
      <w:pPr>
        <w:ind w:firstLine="708"/>
        <w:rPr>
          <w:sz w:val="28"/>
          <w:szCs w:val="28"/>
        </w:rPr>
      </w:pPr>
      <w:r w:rsidRPr="00B05A04">
        <w:rPr>
          <w:sz w:val="28"/>
          <w:szCs w:val="28"/>
        </w:rPr>
        <w:t xml:space="preserve">Переходимо до розгляду </w:t>
      </w:r>
      <w:r w:rsidRPr="003576E0">
        <w:rPr>
          <w:sz w:val="28"/>
          <w:szCs w:val="28"/>
        </w:rPr>
        <w:t xml:space="preserve">п’ятнадцятого </w:t>
      </w:r>
      <w:r w:rsidRPr="00B05A04">
        <w:rPr>
          <w:sz w:val="28"/>
          <w:szCs w:val="28"/>
        </w:rPr>
        <w:t xml:space="preserve"> питання</w:t>
      </w:r>
      <w:r>
        <w:rPr>
          <w:sz w:val="28"/>
          <w:szCs w:val="28"/>
        </w:rPr>
        <w:t xml:space="preserve"> порядку денного. </w:t>
      </w:r>
    </w:p>
    <w:p w:rsidR="00581BFF" w:rsidRDefault="00581BFF" w:rsidP="003576E0">
      <w:pPr>
        <w:tabs>
          <w:tab w:val="left" w:pos="3600"/>
        </w:tabs>
        <w:ind w:right="98" w:firstLine="720"/>
        <w:outlineLvl w:val="0"/>
        <w:rPr>
          <w:sz w:val="28"/>
          <w:szCs w:val="28"/>
        </w:rPr>
      </w:pPr>
      <w:r>
        <w:rPr>
          <w:sz w:val="28"/>
          <w:szCs w:val="28"/>
        </w:rPr>
        <w:t>Слово для інформації "</w:t>
      </w:r>
      <w:r w:rsidRPr="00871017">
        <w:rPr>
          <w:b/>
          <w:sz w:val="28"/>
          <w:szCs w:val="28"/>
        </w:rPr>
        <w:t>Про затвердження Статуту Голованівського будинку дитячої та юнацької творчості Голованівської селищної ради</w:t>
      </w:r>
      <w:r>
        <w:rPr>
          <w:b/>
          <w:sz w:val="28"/>
          <w:szCs w:val="28"/>
        </w:rPr>
        <w:t>"</w:t>
      </w:r>
      <w:r w:rsidRPr="00871017">
        <w:rPr>
          <w:b/>
          <w:sz w:val="28"/>
          <w:szCs w:val="28"/>
        </w:rPr>
        <w:t xml:space="preserve"> </w:t>
      </w:r>
      <w:r>
        <w:rPr>
          <w:sz w:val="28"/>
          <w:szCs w:val="28"/>
        </w:rPr>
        <w:t xml:space="preserve">надається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3576E0">
      <w:pPr>
        <w:tabs>
          <w:tab w:val="left" w:pos="3600"/>
        </w:tabs>
        <w:ind w:right="98" w:firstLine="720"/>
        <w:outlineLvl w:val="0"/>
        <w:rPr>
          <w:sz w:val="28"/>
          <w:szCs w:val="28"/>
        </w:rPr>
      </w:pPr>
    </w:p>
    <w:p w:rsidR="00581BFF" w:rsidRPr="00765D96" w:rsidRDefault="00581BFF" w:rsidP="003576E0">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3576E0">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3576E0">
      <w:pPr>
        <w:tabs>
          <w:tab w:val="left" w:pos="3600"/>
        </w:tabs>
        <w:ind w:right="98" w:firstLine="720"/>
        <w:jc w:val="both"/>
        <w:outlineLvl w:val="0"/>
        <w:rPr>
          <w:sz w:val="28"/>
          <w:szCs w:val="28"/>
        </w:rPr>
      </w:pPr>
      <w:r>
        <w:rPr>
          <w:bCs/>
          <w:sz w:val="28"/>
          <w:szCs w:val="28"/>
        </w:rPr>
        <w:t>У</w:t>
      </w:r>
      <w:r w:rsidRPr="0067583F">
        <w:t xml:space="preserve"> </w:t>
      </w:r>
      <w:hyperlink r:id="rId16"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3576E0">
        <w:rPr>
          <w:sz w:val="28"/>
          <w:szCs w:val="28"/>
        </w:rPr>
        <w:t>Голованівського будинку дитячої та юнацької творчості Голованівської селищної ради</w:t>
      </w:r>
      <w:r w:rsidRPr="00CB44C6">
        <w:rPr>
          <w:sz w:val="28"/>
          <w:szCs w:val="28"/>
        </w:rPr>
        <w:t xml:space="preserve"> </w:t>
      </w:r>
      <w:r>
        <w:rPr>
          <w:sz w:val="28"/>
          <w:szCs w:val="28"/>
        </w:rPr>
        <w:t xml:space="preserve">на баланс селищної ради. </w:t>
      </w:r>
    </w:p>
    <w:p w:rsidR="00581BFF" w:rsidRDefault="00581BFF" w:rsidP="003576E0">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3576E0">
      <w:pPr>
        <w:tabs>
          <w:tab w:val="left" w:pos="3600"/>
        </w:tabs>
        <w:ind w:right="98"/>
        <w:jc w:val="both"/>
        <w:outlineLvl w:val="0"/>
        <w:rPr>
          <w:sz w:val="28"/>
          <w:szCs w:val="28"/>
        </w:rPr>
      </w:pPr>
    </w:p>
    <w:p w:rsidR="00581BFF" w:rsidRPr="003576E0" w:rsidRDefault="00581BFF" w:rsidP="003576E0">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581BFF" w:rsidRPr="005A5546" w:rsidRDefault="00581BFF" w:rsidP="00C6767F">
      <w:pPr>
        <w:ind w:firstLine="708"/>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3576E0">
      <w:pPr>
        <w:tabs>
          <w:tab w:val="left" w:pos="3600"/>
        </w:tabs>
        <w:ind w:right="98"/>
        <w:outlineLvl w:val="0"/>
        <w:rPr>
          <w:bCs/>
          <w:sz w:val="28"/>
          <w:szCs w:val="28"/>
          <w:u w:val="single"/>
        </w:rPr>
      </w:pPr>
    </w:p>
    <w:p w:rsidR="00581BFF" w:rsidRPr="00B05A04" w:rsidRDefault="00581BFF" w:rsidP="003576E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14FF4">
        <w:tc>
          <w:tcPr>
            <w:tcW w:w="534" w:type="dxa"/>
          </w:tcPr>
          <w:p w:rsidR="00581BFF" w:rsidRPr="00ED61E6" w:rsidRDefault="00581BFF" w:rsidP="00014FF4">
            <w:pPr>
              <w:ind w:right="-2"/>
              <w:jc w:val="center"/>
            </w:pPr>
            <w:r w:rsidRPr="00ED61E6">
              <w:t>№</w:t>
            </w:r>
          </w:p>
        </w:tc>
        <w:tc>
          <w:tcPr>
            <w:tcW w:w="6095" w:type="dxa"/>
          </w:tcPr>
          <w:p w:rsidR="00581BFF" w:rsidRPr="00ED61E6" w:rsidRDefault="00581BFF" w:rsidP="00014FF4">
            <w:pPr>
              <w:ind w:right="-2"/>
              <w:jc w:val="center"/>
            </w:pPr>
            <w:r w:rsidRPr="00ED61E6">
              <w:t>ПІБ депутата</w:t>
            </w:r>
          </w:p>
        </w:tc>
        <w:tc>
          <w:tcPr>
            <w:tcW w:w="2551" w:type="dxa"/>
          </w:tcPr>
          <w:p w:rsidR="00581BFF" w:rsidRPr="00ED61E6" w:rsidRDefault="00581BFF" w:rsidP="00014FF4">
            <w:pPr>
              <w:ind w:right="-2"/>
              <w:jc w:val="center"/>
            </w:pPr>
            <w:r w:rsidRPr="00ED61E6">
              <w:t>Результати голосування</w:t>
            </w:r>
          </w:p>
        </w:tc>
      </w:tr>
      <w:tr w:rsidR="00581BFF" w:rsidRPr="00ED61E6" w:rsidTr="00014FF4">
        <w:tc>
          <w:tcPr>
            <w:tcW w:w="534" w:type="dxa"/>
          </w:tcPr>
          <w:p w:rsidR="00581BFF" w:rsidRPr="00ED61E6" w:rsidRDefault="00581BFF" w:rsidP="00014FF4">
            <w:pPr>
              <w:ind w:right="-2"/>
              <w:jc w:val="center"/>
            </w:pPr>
            <w:r w:rsidRPr="00ED61E6">
              <w:t>1</w:t>
            </w:r>
          </w:p>
        </w:tc>
        <w:tc>
          <w:tcPr>
            <w:tcW w:w="6095" w:type="dxa"/>
          </w:tcPr>
          <w:p w:rsidR="00581BFF" w:rsidRPr="00ED61E6" w:rsidRDefault="00581BFF" w:rsidP="00014FF4">
            <w:r w:rsidRPr="00ED61E6">
              <w:t>Цобенко Сергій Олександрович – селищний голова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w:t>
            </w:r>
          </w:p>
        </w:tc>
        <w:tc>
          <w:tcPr>
            <w:tcW w:w="6095" w:type="dxa"/>
          </w:tcPr>
          <w:p w:rsidR="00581BFF" w:rsidRPr="00ED61E6" w:rsidRDefault="00581BFF" w:rsidP="00014FF4">
            <w:r w:rsidRPr="00ED61E6">
              <w:t>Брижатюк Олена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3</w:t>
            </w:r>
          </w:p>
        </w:tc>
        <w:tc>
          <w:tcPr>
            <w:tcW w:w="6095" w:type="dxa"/>
          </w:tcPr>
          <w:p w:rsidR="00581BFF" w:rsidRPr="00ED61E6" w:rsidRDefault="00581BFF" w:rsidP="00014FF4">
            <w:r w:rsidRPr="00ED61E6">
              <w:t>Голімбієвська Тамара Павлівна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4</w:t>
            </w:r>
          </w:p>
        </w:tc>
        <w:tc>
          <w:tcPr>
            <w:tcW w:w="6095" w:type="dxa"/>
          </w:tcPr>
          <w:p w:rsidR="00581BFF" w:rsidRPr="00ED61E6" w:rsidRDefault="00581BFF" w:rsidP="00014FF4">
            <w:r w:rsidRPr="00ED61E6">
              <w:t>Грушецький Анатолій Георгійович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5</w:t>
            </w:r>
          </w:p>
        </w:tc>
        <w:tc>
          <w:tcPr>
            <w:tcW w:w="6095" w:type="dxa"/>
          </w:tcPr>
          <w:p w:rsidR="00581BFF" w:rsidRPr="00ED61E6" w:rsidRDefault="00581BFF" w:rsidP="00014FF4">
            <w:r w:rsidRPr="00ED61E6">
              <w:t>Дудар Василь Серафимович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6</w:t>
            </w:r>
          </w:p>
        </w:tc>
        <w:tc>
          <w:tcPr>
            <w:tcW w:w="6095" w:type="dxa"/>
          </w:tcPr>
          <w:p w:rsidR="00581BFF" w:rsidRPr="00ED61E6" w:rsidRDefault="00581BFF" w:rsidP="00014FF4">
            <w:r w:rsidRPr="00ED61E6">
              <w:t>Захаренко Вадим Володимирович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7</w:t>
            </w:r>
          </w:p>
        </w:tc>
        <w:tc>
          <w:tcPr>
            <w:tcW w:w="6095" w:type="dxa"/>
          </w:tcPr>
          <w:p w:rsidR="00581BFF" w:rsidRPr="00ED61E6" w:rsidRDefault="00581BFF" w:rsidP="00014FF4">
            <w:r w:rsidRPr="00ED61E6">
              <w:t>Кучмій Богдан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8</w:t>
            </w:r>
          </w:p>
        </w:tc>
        <w:tc>
          <w:tcPr>
            <w:tcW w:w="6095" w:type="dxa"/>
          </w:tcPr>
          <w:p w:rsidR="00581BFF" w:rsidRPr="00ED61E6" w:rsidRDefault="00581BFF" w:rsidP="00014FF4">
            <w:r w:rsidRPr="00ED61E6">
              <w:t>Кучмій Юрій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9</w:t>
            </w:r>
          </w:p>
        </w:tc>
        <w:tc>
          <w:tcPr>
            <w:tcW w:w="6095" w:type="dxa"/>
          </w:tcPr>
          <w:p w:rsidR="00581BFF" w:rsidRPr="00ED61E6" w:rsidRDefault="00581BFF" w:rsidP="00014FF4">
            <w:r w:rsidRPr="00ED61E6">
              <w:t>Кругла Тетяна Дмитрівна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10</w:t>
            </w:r>
          </w:p>
        </w:tc>
        <w:tc>
          <w:tcPr>
            <w:tcW w:w="6095" w:type="dxa"/>
          </w:tcPr>
          <w:p w:rsidR="00581BFF" w:rsidRPr="00ED61E6" w:rsidRDefault="00581BFF" w:rsidP="00014FF4">
            <w:r w:rsidRPr="00ED61E6">
              <w:t>Лісовська Тамара Андріївна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11</w:t>
            </w:r>
          </w:p>
        </w:tc>
        <w:tc>
          <w:tcPr>
            <w:tcW w:w="6095" w:type="dxa"/>
          </w:tcPr>
          <w:p w:rsidR="00581BFF" w:rsidRPr="00ED61E6" w:rsidRDefault="00581BFF" w:rsidP="00014FF4">
            <w:r w:rsidRPr="00ED61E6">
              <w:t>Лісовський  Сергій Олександрович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12</w:t>
            </w:r>
          </w:p>
        </w:tc>
        <w:tc>
          <w:tcPr>
            <w:tcW w:w="6095" w:type="dxa"/>
          </w:tcPr>
          <w:p w:rsidR="00581BFF" w:rsidRPr="00ED61E6" w:rsidRDefault="00581BFF" w:rsidP="00014FF4">
            <w:r w:rsidRPr="00ED61E6">
              <w:t>Мирошниченко Олена Віталіївна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13</w:t>
            </w:r>
          </w:p>
        </w:tc>
        <w:tc>
          <w:tcPr>
            <w:tcW w:w="6095" w:type="dxa"/>
          </w:tcPr>
          <w:p w:rsidR="00581BFF" w:rsidRPr="00ED61E6" w:rsidRDefault="00581BFF" w:rsidP="00014FF4">
            <w:r w:rsidRPr="00ED61E6">
              <w:t>Мостовик Сергій Віталійович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14</w:t>
            </w:r>
          </w:p>
        </w:tc>
        <w:tc>
          <w:tcPr>
            <w:tcW w:w="6095" w:type="dxa"/>
          </w:tcPr>
          <w:p w:rsidR="00581BFF" w:rsidRPr="00ED61E6" w:rsidRDefault="00581BFF" w:rsidP="00014FF4">
            <w:r w:rsidRPr="00ED61E6">
              <w:t>Напханюк Ольга Іванівна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15</w:t>
            </w:r>
          </w:p>
        </w:tc>
        <w:tc>
          <w:tcPr>
            <w:tcW w:w="6095" w:type="dxa"/>
          </w:tcPr>
          <w:p w:rsidR="00581BFF" w:rsidRPr="00ED61E6" w:rsidRDefault="00581BFF" w:rsidP="00014FF4">
            <w:r w:rsidRPr="00ED61E6">
              <w:t>Напханюк Світлана Олексіївна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16</w:t>
            </w:r>
          </w:p>
        </w:tc>
        <w:tc>
          <w:tcPr>
            <w:tcW w:w="6095" w:type="dxa"/>
          </w:tcPr>
          <w:p w:rsidR="00581BFF" w:rsidRPr="00ED61E6" w:rsidRDefault="00581BFF" w:rsidP="00014FF4">
            <w:r w:rsidRPr="00ED61E6">
              <w:t>Новіков Сергій Алійович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17</w:t>
            </w:r>
          </w:p>
        </w:tc>
        <w:tc>
          <w:tcPr>
            <w:tcW w:w="6095" w:type="dxa"/>
          </w:tcPr>
          <w:p w:rsidR="00581BFF" w:rsidRPr="00ED61E6" w:rsidRDefault="00581BFF" w:rsidP="00014FF4">
            <w:r w:rsidRPr="00ED61E6">
              <w:t>Піщик Тетяна Володимирівна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18</w:t>
            </w:r>
          </w:p>
        </w:tc>
        <w:tc>
          <w:tcPr>
            <w:tcW w:w="6095" w:type="dxa"/>
          </w:tcPr>
          <w:p w:rsidR="00581BFF" w:rsidRPr="00ED61E6" w:rsidRDefault="00581BFF" w:rsidP="00014FF4">
            <w:r w:rsidRPr="00ED61E6">
              <w:t>Романщак Наталія Василівна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19</w:t>
            </w:r>
          </w:p>
        </w:tc>
        <w:tc>
          <w:tcPr>
            <w:tcW w:w="6095" w:type="dxa"/>
          </w:tcPr>
          <w:p w:rsidR="00581BFF" w:rsidRPr="00ED61E6" w:rsidRDefault="00581BFF" w:rsidP="00014FF4">
            <w:r w:rsidRPr="00ED61E6">
              <w:t>Рибак Ігор Федорович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20</w:t>
            </w:r>
          </w:p>
        </w:tc>
        <w:tc>
          <w:tcPr>
            <w:tcW w:w="6095" w:type="dxa"/>
          </w:tcPr>
          <w:p w:rsidR="00581BFF" w:rsidRPr="00ED61E6" w:rsidRDefault="00581BFF" w:rsidP="00014FF4">
            <w:r w:rsidRPr="00ED61E6">
              <w:t>Сачук Валентина Михайлівна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21</w:t>
            </w:r>
          </w:p>
        </w:tc>
        <w:tc>
          <w:tcPr>
            <w:tcW w:w="6095" w:type="dxa"/>
          </w:tcPr>
          <w:p w:rsidR="00581BFF" w:rsidRPr="00ED61E6" w:rsidRDefault="00581BFF" w:rsidP="00014FF4">
            <w:r w:rsidRPr="00ED61E6">
              <w:t>Сторожук Віталій Олексійович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22</w:t>
            </w:r>
          </w:p>
        </w:tc>
        <w:tc>
          <w:tcPr>
            <w:tcW w:w="6095" w:type="dxa"/>
          </w:tcPr>
          <w:p w:rsidR="00581BFF" w:rsidRPr="00ED61E6" w:rsidRDefault="00581BFF" w:rsidP="00014FF4">
            <w:r w:rsidRPr="00ED61E6">
              <w:t>Скрипар Василь Іванович</w:t>
            </w:r>
          </w:p>
        </w:tc>
        <w:tc>
          <w:tcPr>
            <w:tcW w:w="2551" w:type="dxa"/>
          </w:tcPr>
          <w:p w:rsidR="00581BFF" w:rsidRPr="00ED61E6" w:rsidRDefault="00581BFF" w:rsidP="00014FF4">
            <w:pPr>
              <w:ind w:right="-2"/>
            </w:pPr>
            <w:r>
              <w:t>відсутній</w:t>
            </w:r>
          </w:p>
        </w:tc>
      </w:tr>
      <w:tr w:rsidR="00581BFF" w:rsidRPr="00ED61E6" w:rsidTr="00014FF4">
        <w:tc>
          <w:tcPr>
            <w:tcW w:w="534" w:type="dxa"/>
          </w:tcPr>
          <w:p w:rsidR="00581BFF" w:rsidRPr="00ED61E6" w:rsidRDefault="00581BFF" w:rsidP="00014FF4">
            <w:pPr>
              <w:ind w:right="-2"/>
              <w:jc w:val="center"/>
            </w:pPr>
            <w:r w:rsidRPr="00ED61E6">
              <w:t>23</w:t>
            </w:r>
          </w:p>
        </w:tc>
        <w:tc>
          <w:tcPr>
            <w:tcW w:w="6095" w:type="dxa"/>
          </w:tcPr>
          <w:p w:rsidR="00581BFF" w:rsidRPr="00ED61E6" w:rsidRDefault="00581BFF" w:rsidP="00014FF4">
            <w:r w:rsidRPr="00ED61E6">
              <w:t>Сулима Ольга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24</w:t>
            </w:r>
          </w:p>
        </w:tc>
        <w:tc>
          <w:tcPr>
            <w:tcW w:w="6095" w:type="dxa"/>
          </w:tcPr>
          <w:p w:rsidR="00581BFF" w:rsidRPr="00ED61E6" w:rsidRDefault="00581BFF" w:rsidP="00014FF4">
            <w:r w:rsidRPr="00ED61E6">
              <w:t>Туз Сергій Віталійович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25</w:t>
            </w:r>
          </w:p>
        </w:tc>
        <w:tc>
          <w:tcPr>
            <w:tcW w:w="6095" w:type="dxa"/>
          </w:tcPr>
          <w:p w:rsidR="00581BFF" w:rsidRPr="00ED61E6" w:rsidRDefault="00581BFF" w:rsidP="00014FF4">
            <w:r w:rsidRPr="00ED61E6">
              <w:t>Чушкін Олексій Іванович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26</w:t>
            </w:r>
          </w:p>
        </w:tc>
        <w:tc>
          <w:tcPr>
            <w:tcW w:w="6095" w:type="dxa"/>
          </w:tcPr>
          <w:p w:rsidR="00581BFF" w:rsidRPr="00ED61E6" w:rsidRDefault="00581BFF" w:rsidP="00014FF4">
            <w:r w:rsidRPr="00ED61E6">
              <w:t>Чушкіна Надія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27</w:t>
            </w:r>
          </w:p>
        </w:tc>
        <w:tc>
          <w:tcPr>
            <w:tcW w:w="6095" w:type="dxa"/>
          </w:tcPr>
          <w:p w:rsidR="00581BFF" w:rsidRPr="00ED61E6" w:rsidRDefault="00581BFF" w:rsidP="00014FF4">
            <w:r w:rsidRPr="00ED61E6">
              <w:t>Ясінський Микола Володимирович</w:t>
            </w:r>
          </w:p>
        </w:tc>
        <w:tc>
          <w:tcPr>
            <w:tcW w:w="2551" w:type="dxa"/>
          </w:tcPr>
          <w:p w:rsidR="00581BFF" w:rsidRPr="00ED61E6" w:rsidRDefault="00581BFF" w:rsidP="00014FF4">
            <w:pPr>
              <w:ind w:right="-2"/>
            </w:pPr>
            <w:r>
              <w:t>За</w:t>
            </w:r>
          </w:p>
        </w:tc>
      </w:tr>
    </w:tbl>
    <w:p w:rsidR="00581BFF" w:rsidRPr="001D1725" w:rsidRDefault="00581BFF" w:rsidP="003576E0">
      <w:pPr>
        <w:rPr>
          <w:sz w:val="28"/>
          <w:szCs w:val="28"/>
        </w:rPr>
      </w:pPr>
      <w:r>
        <w:rPr>
          <w:sz w:val="28"/>
          <w:szCs w:val="28"/>
        </w:rPr>
        <w:t>Усього проголосували</w:t>
      </w:r>
      <w:r w:rsidRPr="001D1725">
        <w:rPr>
          <w:sz w:val="28"/>
          <w:szCs w:val="28"/>
        </w:rPr>
        <w:t>,  з них :</w:t>
      </w:r>
    </w:p>
    <w:p w:rsidR="00581BFF" w:rsidRDefault="00581BFF" w:rsidP="003576E0">
      <w:pPr>
        <w:spacing w:line="319" w:lineRule="exact"/>
        <w:ind w:left="840"/>
        <w:rPr>
          <w:i/>
          <w:sz w:val="28"/>
        </w:rPr>
      </w:pPr>
      <w:r>
        <w:rPr>
          <w:i/>
          <w:sz w:val="28"/>
        </w:rPr>
        <w:t xml:space="preserve"> «За» - 24 чол.</w:t>
      </w:r>
    </w:p>
    <w:p w:rsidR="00581BFF" w:rsidRDefault="00581BFF" w:rsidP="003576E0">
      <w:pPr>
        <w:spacing w:line="322" w:lineRule="exact"/>
        <w:ind w:left="840"/>
        <w:rPr>
          <w:i/>
          <w:sz w:val="28"/>
        </w:rPr>
      </w:pPr>
      <w:r>
        <w:rPr>
          <w:i/>
          <w:sz w:val="28"/>
        </w:rPr>
        <w:t>«Проти – немає.</w:t>
      </w:r>
    </w:p>
    <w:p w:rsidR="00581BFF" w:rsidRDefault="00581BFF" w:rsidP="003576E0">
      <w:pPr>
        <w:ind w:left="840"/>
        <w:rPr>
          <w:i/>
          <w:sz w:val="28"/>
        </w:rPr>
      </w:pPr>
      <w:r>
        <w:rPr>
          <w:i/>
          <w:sz w:val="28"/>
        </w:rPr>
        <w:t>«Утримались» - немає.</w:t>
      </w:r>
    </w:p>
    <w:p w:rsidR="00581BFF" w:rsidRDefault="00581BFF" w:rsidP="003576E0">
      <w:pPr>
        <w:pStyle w:val="Heading1"/>
        <w:spacing w:before="9"/>
        <w:ind w:left="119"/>
        <w:jc w:val="left"/>
        <w:rPr>
          <w:b w:val="0"/>
        </w:rPr>
      </w:pPr>
      <w:r w:rsidRPr="001D1725">
        <w:rPr>
          <w:b w:val="0"/>
        </w:rPr>
        <w:t>Прийнято</w:t>
      </w:r>
      <w:r>
        <w:rPr>
          <w:b w:val="0"/>
        </w:rPr>
        <w:t xml:space="preserve"> рішення № 73 </w:t>
      </w:r>
      <w:r w:rsidRPr="001D1725">
        <w:rPr>
          <w:b w:val="0"/>
        </w:rPr>
        <w:t>(додається).</w:t>
      </w:r>
    </w:p>
    <w:p w:rsidR="00581BFF" w:rsidRDefault="00581BFF" w:rsidP="003576E0">
      <w:pPr>
        <w:pStyle w:val="Heading1"/>
        <w:spacing w:before="9"/>
        <w:ind w:left="119"/>
        <w:jc w:val="left"/>
        <w:rPr>
          <w:b w:val="0"/>
        </w:rPr>
      </w:pPr>
    </w:p>
    <w:p w:rsidR="00581BFF" w:rsidRPr="003576E0" w:rsidRDefault="00581BFF" w:rsidP="003576E0">
      <w:pPr>
        <w:tabs>
          <w:tab w:val="left" w:pos="3600"/>
        </w:tabs>
        <w:ind w:right="98"/>
        <w:jc w:val="both"/>
        <w:outlineLvl w:val="0"/>
        <w:rPr>
          <w:b/>
          <w:sz w:val="28"/>
          <w:szCs w:val="28"/>
        </w:rPr>
      </w:pPr>
      <w:r w:rsidRPr="003576E0">
        <w:rPr>
          <w:b/>
          <w:sz w:val="28"/>
          <w:szCs w:val="28"/>
        </w:rPr>
        <w:t>Голова селищної ради:</w:t>
      </w:r>
    </w:p>
    <w:p w:rsidR="00581BFF" w:rsidRDefault="00581BFF" w:rsidP="00C6767F">
      <w:pPr>
        <w:jc w:val="both"/>
        <w:rPr>
          <w:sz w:val="28"/>
          <w:szCs w:val="28"/>
        </w:rPr>
      </w:pPr>
      <w:r w:rsidRPr="00B05A04">
        <w:rPr>
          <w:sz w:val="28"/>
          <w:szCs w:val="28"/>
        </w:rPr>
        <w:t xml:space="preserve">Переходимо до розгляду </w:t>
      </w:r>
      <w:r w:rsidRPr="003576E0">
        <w:rPr>
          <w:sz w:val="28"/>
          <w:szCs w:val="28"/>
        </w:rPr>
        <w:t xml:space="preserve">шістнадцятого </w:t>
      </w:r>
      <w:r w:rsidRPr="00B05A04">
        <w:rPr>
          <w:sz w:val="28"/>
          <w:szCs w:val="28"/>
        </w:rPr>
        <w:t>питання</w:t>
      </w:r>
      <w:r>
        <w:rPr>
          <w:sz w:val="28"/>
          <w:szCs w:val="28"/>
        </w:rPr>
        <w:t xml:space="preserve"> порядку денного.</w:t>
      </w:r>
    </w:p>
    <w:p w:rsidR="00581BFF" w:rsidRPr="002F29D5" w:rsidRDefault="00581BFF" w:rsidP="00C6767F">
      <w:pPr>
        <w:tabs>
          <w:tab w:val="left" w:pos="3600"/>
        </w:tabs>
        <w:ind w:right="98" w:firstLine="720"/>
        <w:jc w:val="both"/>
        <w:outlineLvl w:val="0"/>
        <w:rPr>
          <w:bCs/>
          <w:i/>
        </w:rPr>
      </w:pPr>
      <w:r w:rsidRPr="002F4B1F">
        <w:rPr>
          <w:sz w:val="28"/>
          <w:szCs w:val="28"/>
        </w:rPr>
        <w:t>Слово для інформації</w:t>
      </w:r>
      <w:r w:rsidRPr="00EF104A">
        <w:rPr>
          <w:iCs/>
          <w:sz w:val="28"/>
          <w:szCs w:val="28"/>
        </w:rPr>
        <w:t xml:space="preserve"> </w:t>
      </w:r>
      <w:r>
        <w:rPr>
          <w:iCs/>
          <w:sz w:val="28"/>
          <w:szCs w:val="28"/>
        </w:rPr>
        <w:t>"</w:t>
      </w:r>
      <w:r w:rsidRPr="00871017">
        <w:rPr>
          <w:b/>
          <w:iCs/>
          <w:sz w:val="28"/>
          <w:szCs w:val="28"/>
        </w:rPr>
        <w:t>Про зміну засновника, перейменування та затвердження Статуту (у новій редакції) Голованівської комплексної дитячо-юнацької спортивної школи Голованівської селищної ради</w:t>
      </w:r>
      <w:r>
        <w:rPr>
          <w:b/>
          <w:iCs/>
          <w:sz w:val="28"/>
          <w:szCs w:val="28"/>
        </w:rPr>
        <w:t>"</w:t>
      </w:r>
      <w:r w:rsidRPr="00871017">
        <w:rPr>
          <w:b/>
          <w:iCs/>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3576E0">
      <w:pPr>
        <w:pStyle w:val="Heading1"/>
        <w:spacing w:before="9"/>
        <w:ind w:left="119"/>
        <w:jc w:val="left"/>
        <w:rPr>
          <w:b w:val="0"/>
        </w:rPr>
      </w:pPr>
    </w:p>
    <w:p w:rsidR="00581BFF" w:rsidRPr="00765D96" w:rsidRDefault="00581BFF" w:rsidP="003576E0">
      <w:pPr>
        <w:widowControl/>
        <w:shd w:val="clear" w:color="auto" w:fill="FFFFFF"/>
        <w:autoSpaceDE/>
        <w:autoSpaceDN/>
        <w:ind w:left="15" w:right="375"/>
        <w:jc w:val="both"/>
        <w:rPr>
          <w:b/>
          <w:sz w:val="28"/>
          <w:szCs w:val="28"/>
        </w:rPr>
      </w:pPr>
      <w:r w:rsidRPr="008A5984">
        <w:rPr>
          <w:b/>
          <w:sz w:val="28"/>
          <w:szCs w:val="28"/>
        </w:rPr>
        <w:t>Виступаючий:</w:t>
      </w:r>
    </w:p>
    <w:p w:rsidR="00581BFF" w:rsidRPr="008A5984" w:rsidRDefault="00581BFF" w:rsidP="003576E0">
      <w:pPr>
        <w:widowControl/>
        <w:shd w:val="clear" w:color="auto" w:fill="FFFFFF"/>
        <w:autoSpaceDE/>
        <w:autoSpaceDN/>
        <w:ind w:left="17" w:right="374"/>
        <w:jc w:val="both"/>
        <w:rPr>
          <w:sz w:val="28"/>
          <w:szCs w:val="28"/>
        </w:rPr>
      </w:pPr>
      <w:r w:rsidRPr="008A5984">
        <w:rPr>
          <w:sz w:val="28"/>
          <w:szCs w:val="28"/>
        </w:rPr>
        <w:t>Шановні депутати!</w:t>
      </w:r>
    </w:p>
    <w:p w:rsidR="00581BFF" w:rsidRDefault="00581BFF" w:rsidP="003576E0">
      <w:pPr>
        <w:tabs>
          <w:tab w:val="left" w:pos="3600"/>
        </w:tabs>
        <w:ind w:right="98" w:firstLine="720"/>
        <w:jc w:val="both"/>
        <w:outlineLvl w:val="0"/>
        <w:rPr>
          <w:sz w:val="28"/>
          <w:szCs w:val="28"/>
        </w:rPr>
      </w:pPr>
      <w:r>
        <w:rPr>
          <w:bCs/>
          <w:sz w:val="28"/>
          <w:szCs w:val="28"/>
        </w:rPr>
        <w:t>У</w:t>
      </w:r>
      <w:r w:rsidRPr="0067583F">
        <w:t xml:space="preserve"> </w:t>
      </w:r>
      <w:hyperlink r:id="rId17"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3576E0">
        <w:rPr>
          <w:iCs/>
          <w:sz w:val="28"/>
          <w:szCs w:val="28"/>
        </w:rPr>
        <w:t>Голованівської комплексної дитячо-юнацької спортивної школи Голованівської селищної ради</w:t>
      </w:r>
      <w:r>
        <w:rPr>
          <w:sz w:val="28"/>
          <w:szCs w:val="28"/>
        </w:rPr>
        <w:t xml:space="preserve"> на баланс селищної ради. </w:t>
      </w:r>
    </w:p>
    <w:p w:rsidR="00581BFF" w:rsidRDefault="00581BFF" w:rsidP="003576E0">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3576E0">
      <w:pPr>
        <w:tabs>
          <w:tab w:val="left" w:pos="3600"/>
        </w:tabs>
        <w:ind w:right="98"/>
        <w:jc w:val="both"/>
        <w:outlineLvl w:val="0"/>
        <w:rPr>
          <w:sz w:val="28"/>
          <w:szCs w:val="28"/>
        </w:rPr>
      </w:pPr>
    </w:p>
    <w:p w:rsidR="00581BFF" w:rsidRDefault="00581BFF" w:rsidP="003576E0">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581BFF" w:rsidRDefault="00581BFF" w:rsidP="00C6767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C6767F">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C6767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3576E0">
      <w:pPr>
        <w:rPr>
          <w:b/>
          <w:sz w:val="28"/>
          <w:szCs w:val="28"/>
        </w:rPr>
      </w:pPr>
    </w:p>
    <w:p w:rsidR="00581BFF" w:rsidRDefault="00581BFF" w:rsidP="003576E0">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14FF4">
        <w:tc>
          <w:tcPr>
            <w:tcW w:w="534" w:type="dxa"/>
          </w:tcPr>
          <w:p w:rsidR="00581BFF" w:rsidRPr="00ED61E6" w:rsidRDefault="00581BFF" w:rsidP="00014FF4">
            <w:pPr>
              <w:ind w:right="-2"/>
              <w:jc w:val="center"/>
            </w:pPr>
            <w:r w:rsidRPr="00ED61E6">
              <w:t>№</w:t>
            </w:r>
          </w:p>
        </w:tc>
        <w:tc>
          <w:tcPr>
            <w:tcW w:w="6095" w:type="dxa"/>
          </w:tcPr>
          <w:p w:rsidR="00581BFF" w:rsidRPr="00ED61E6" w:rsidRDefault="00581BFF" w:rsidP="00014FF4">
            <w:pPr>
              <w:ind w:right="-2"/>
              <w:jc w:val="center"/>
            </w:pPr>
            <w:r w:rsidRPr="00ED61E6">
              <w:t>ПІБ депутата</w:t>
            </w:r>
          </w:p>
        </w:tc>
        <w:tc>
          <w:tcPr>
            <w:tcW w:w="2551" w:type="dxa"/>
          </w:tcPr>
          <w:p w:rsidR="00581BFF" w:rsidRPr="00ED61E6" w:rsidRDefault="00581BFF" w:rsidP="00014FF4">
            <w:pPr>
              <w:ind w:right="-2"/>
              <w:jc w:val="center"/>
            </w:pPr>
            <w:r w:rsidRPr="00ED61E6">
              <w:t>Результати голосування</w:t>
            </w:r>
          </w:p>
        </w:tc>
      </w:tr>
      <w:tr w:rsidR="00581BFF" w:rsidRPr="00ED61E6" w:rsidTr="00014FF4">
        <w:tc>
          <w:tcPr>
            <w:tcW w:w="534" w:type="dxa"/>
          </w:tcPr>
          <w:p w:rsidR="00581BFF" w:rsidRPr="00ED61E6" w:rsidRDefault="00581BFF" w:rsidP="00014FF4">
            <w:pPr>
              <w:ind w:right="-2"/>
              <w:jc w:val="center"/>
            </w:pPr>
            <w:r w:rsidRPr="00ED61E6">
              <w:t>1</w:t>
            </w:r>
          </w:p>
        </w:tc>
        <w:tc>
          <w:tcPr>
            <w:tcW w:w="6095" w:type="dxa"/>
          </w:tcPr>
          <w:p w:rsidR="00581BFF" w:rsidRPr="00ED61E6" w:rsidRDefault="00581BFF" w:rsidP="00014FF4">
            <w:r w:rsidRPr="00ED61E6">
              <w:t>Цобенко Сергій Олександрович – селищний голова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w:t>
            </w:r>
          </w:p>
        </w:tc>
        <w:tc>
          <w:tcPr>
            <w:tcW w:w="6095" w:type="dxa"/>
          </w:tcPr>
          <w:p w:rsidR="00581BFF" w:rsidRPr="00ED61E6" w:rsidRDefault="00581BFF" w:rsidP="00014FF4">
            <w:r w:rsidRPr="00ED61E6">
              <w:t>Брижатюк Олена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3</w:t>
            </w:r>
          </w:p>
        </w:tc>
        <w:tc>
          <w:tcPr>
            <w:tcW w:w="6095" w:type="dxa"/>
          </w:tcPr>
          <w:p w:rsidR="00581BFF" w:rsidRPr="00ED61E6" w:rsidRDefault="00581BFF" w:rsidP="00014FF4">
            <w:r w:rsidRPr="00ED61E6">
              <w:t>Голімбієвська Тамара Павлівна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4</w:t>
            </w:r>
          </w:p>
        </w:tc>
        <w:tc>
          <w:tcPr>
            <w:tcW w:w="6095" w:type="dxa"/>
          </w:tcPr>
          <w:p w:rsidR="00581BFF" w:rsidRPr="00ED61E6" w:rsidRDefault="00581BFF" w:rsidP="00014FF4">
            <w:r w:rsidRPr="00ED61E6">
              <w:t>Грушецький Анатолій Георгійович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5</w:t>
            </w:r>
          </w:p>
        </w:tc>
        <w:tc>
          <w:tcPr>
            <w:tcW w:w="6095" w:type="dxa"/>
          </w:tcPr>
          <w:p w:rsidR="00581BFF" w:rsidRPr="00ED61E6" w:rsidRDefault="00581BFF" w:rsidP="00014FF4">
            <w:r w:rsidRPr="00ED61E6">
              <w:t>Дудар Василь Серафимович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6</w:t>
            </w:r>
          </w:p>
        </w:tc>
        <w:tc>
          <w:tcPr>
            <w:tcW w:w="6095" w:type="dxa"/>
          </w:tcPr>
          <w:p w:rsidR="00581BFF" w:rsidRPr="00ED61E6" w:rsidRDefault="00581BFF" w:rsidP="00014FF4">
            <w:r w:rsidRPr="00ED61E6">
              <w:t>Захаренко Вадим Володимирович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7</w:t>
            </w:r>
          </w:p>
        </w:tc>
        <w:tc>
          <w:tcPr>
            <w:tcW w:w="6095" w:type="dxa"/>
          </w:tcPr>
          <w:p w:rsidR="00581BFF" w:rsidRPr="00ED61E6" w:rsidRDefault="00581BFF" w:rsidP="00014FF4">
            <w:r w:rsidRPr="00ED61E6">
              <w:t>Кучмій Богдан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8</w:t>
            </w:r>
          </w:p>
        </w:tc>
        <w:tc>
          <w:tcPr>
            <w:tcW w:w="6095" w:type="dxa"/>
          </w:tcPr>
          <w:p w:rsidR="00581BFF" w:rsidRPr="00ED61E6" w:rsidRDefault="00581BFF" w:rsidP="00014FF4">
            <w:r w:rsidRPr="00ED61E6">
              <w:t>Кучмій Юрій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9</w:t>
            </w:r>
          </w:p>
        </w:tc>
        <w:tc>
          <w:tcPr>
            <w:tcW w:w="6095" w:type="dxa"/>
          </w:tcPr>
          <w:p w:rsidR="00581BFF" w:rsidRPr="00ED61E6" w:rsidRDefault="00581BFF" w:rsidP="00014FF4">
            <w:r w:rsidRPr="00ED61E6">
              <w:t>Кругла Тетяна Дмитрівна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10</w:t>
            </w:r>
          </w:p>
        </w:tc>
        <w:tc>
          <w:tcPr>
            <w:tcW w:w="6095" w:type="dxa"/>
          </w:tcPr>
          <w:p w:rsidR="00581BFF" w:rsidRPr="00ED61E6" w:rsidRDefault="00581BFF" w:rsidP="00014FF4">
            <w:r w:rsidRPr="00ED61E6">
              <w:t>Лісовська Тамара Андріївна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11</w:t>
            </w:r>
          </w:p>
        </w:tc>
        <w:tc>
          <w:tcPr>
            <w:tcW w:w="6095" w:type="dxa"/>
          </w:tcPr>
          <w:p w:rsidR="00581BFF" w:rsidRPr="00ED61E6" w:rsidRDefault="00581BFF" w:rsidP="00014FF4">
            <w:r w:rsidRPr="00ED61E6">
              <w:t>Лісовський  Сергій Олександрович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12</w:t>
            </w:r>
          </w:p>
        </w:tc>
        <w:tc>
          <w:tcPr>
            <w:tcW w:w="6095" w:type="dxa"/>
          </w:tcPr>
          <w:p w:rsidR="00581BFF" w:rsidRPr="00ED61E6" w:rsidRDefault="00581BFF" w:rsidP="00014FF4">
            <w:r w:rsidRPr="00ED61E6">
              <w:t>Мирошниченко Олена Віталіївна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13</w:t>
            </w:r>
          </w:p>
        </w:tc>
        <w:tc>
          <w:tcPr>
            <w:tcW w:w="6095" w:type="dxa"/>
          </w:tcPr>
          <w:p w:rsidR="00581BFF" w:rsidRPr="00ED61E6" w:rsidRDefault="00581BFF" w:rsidP="00014FF4">
            <w:r w:rsidRPr="00ED61E6">
              <w:t>Мостовик Сергій Віталійович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14</w:t>
            </w:r>
          </w:p>
        </w:tc>
        <w:tc>
          <w:tcPr>
            <w:tcW w:w="6095" w:type="dxa"/>
          </w:tcPr>
          <w:p w:rsidR="00581BFF" w:rsidRPr="00ED61E6" w:rsidRDefault="00581BFF" w:rsidP="00014FF4">
            <w:r w:rsidRPr="00ED61E6">
              <w:t>Напханюк Ольга Іванівна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15</w:t>
            </w:r>
          </w:p>
        </w:tc>
        <w:tc>
          <w:tcPr>
            <w:tcW w:w="6095" w:type="dxa"/>
          </w:tcPr>
          <w:p w:rsidR="00581BFF" w:rsidRPr="00ED61E6" w:rsidRDefault="00581BFF" w:rsidP="00014FF4">
            <w:r w:rsidRPr="00ED61E6">
              <w:t>Напханюк Світлана Олексіївна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16</w:t>
            </w:r>
          </w:p>
        </w:tc>
        <w:tc>
          <w:tcPr>
            <w:tcW w:w="6095" w:type="dxa"/>
          </w:tcPr>
          <w:p w:rsidR="00581BFF" w:rsidRPr="00ED61E6" w:rsidRDefault="00581BFF" w:rsidP="00014FF4">
            <w:r w:rsidRPr="00ED61E6">
              <w:t>Новіков Сергій Алійович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17</w:t>
            </w:r>
          </w:p>
        </w:tc>
        <w:tc>
          <w:tcPr>
            <w:tcW w:w="6095" w:type="dxa"/>
          </w:tcPr>
          <w:p w:rsidR="00581BFF" w:rsidRPr="00ED61E6" w:rsidRDefault="00581BFF" w:rsidP="00014FF4">
            <w:r w:rsidRPr="00ED61E6">
              <w:t>Піщик Тетяна Володимирівна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18</w:t>
            </w:r>
          </w:p>
        </w:tc>
        <w:tc>
          <w:tcPr>
            <w:tcW w:w="6095" w:type="dxa"/>
          </w:tcPr>
          <w:p w:rsidR="00581BFF" w:rsidRPr="00ED61E6" w:rsidRDefault="00581BFF" w:rsidP="00014FF4">
            <w:r w:rsidRPr="00ED61E6">
              <w:t>Романщак Наталія Василівна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19</w:t>
            </w:r>
          </w:p>
        </w:tc>
        <w:tc>
          <w:tcPr>
            <w:tcW w:w="6095" w:type="dxa"/>
          </w:tcPr>
          <w:p w:rsidR="00581BFF" w:rsidRPr="00ED61E6" w:rsidRDefault="00581BFF" w:rsidP="00014FF4">
            <w:r w:rsidRPr="00ED61E6">
              <w:t>Рибак Ігор Федорович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20</w:t>
            </w:r>
          </w:p>
        </w:tc>
        <w:tc>
          <w:tcPr>
            <w:tcW w:w="6095" w:type="dxa"/>
          </w:tcPr>
          <w:p w:rsidR="00581BFF" w:rsidRPr="00ED61E6" w:rsidRDefault="00581BFF" w:rsidP="00014FF4">
            <w:r w:rsidRPr="00ED61E6">
              <w:t>Сачук Валентина Михайлівна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21</w:t>
            </w:r>
          </w:p>
        </w:tc>
        <w:tc>
          <w:tcPr>
            <w:tcW w:w="6095" w:type="dxa"/>
          </w:tcPr>
          <w:p w:rsidR="00581BFF" w:rsidRPr="00ED61E6" w:rsidRDefault="00581BFF" w:rsidP="00014FF4">
            <w:r w:rsidRPr="00ED61E6">
              <w:t>Сторожук Віталій Олексійович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22</w:t>
            </w:r>
          </w:p>
        </w:tc>
        <w:tc>
          <w:tcPr>
            <w:tcW w:w="6095" w:type="dxa"/>
          </w:tcPr>
          <w:p w:rsidR="00581BFF" w:rsidRPr="00ED61E6" w:rsidRDefault="00581BFF" w:rsidP="00014FF4">
            <w:r w:rsidRPr="00ED61E6">
              <w:t>Скрипар Василь Іванович</w:t>
            </w:r>
          </w:p>
        </w:tc>
        <w:tc>
          <w:tcPr>
            <w:tcW w:w="2551" w:type="dxa"/>
          </w:tcPr>
          <w:p w:rsidR="00581BFF" w:rsidRPr="00ED61E6" w:rsidRDefault="00581BFF" w:rsidP="00014FF4">
            <w:pPr>
              <w:ind w:right="-2"/>
            </w:pPr>
            <w:r>
              <w:t>відсутній</w:t>
            </w:r>
          </w:p>
        </w:tc>
      </w:tr>
      <w:tr w:rsidR="00581BFF" w:rsidRPr="00ED61E6" w:rsidTr="00014FF4">
        <w:tc>
          <w:tcPr>
            <w:tcW w:w="534" w:type="dxa"/>
          </w:tcPr>
          <w:p w:rsidR="00581BFF" w:rsidRPr="00ED61E6" w:rsidRDefault="00581BFF" w:rsidP="00014FF4">
            <w:pPr>
              <w:ind w:right="-2"/>
              <w:jc w:val="center"/>
            </w:pPr>
            <w:r w:rsidRPr="00ED61E6">
              <w:t>23</w:t>
            </w:r>
          </w:p>
        </w:tc>
        <w:tc>
          <w:tcPr>
            <w:tcW w:w="6095" w:type="dxa"/>
          </w:tcPr>
          <w:p w:rsidR="00581BFF" w:rsidRPr="00ED61E6" w:rsidRDefault="00581BFF" w:rsidP="00014FF4">
            <w:r w:rsidRPr="00ED61E6">
              <w:t>Сулима Ольга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24</w:t>
            </w:r>
          </w:p>
        </w:tc>
        <w:tc>
          <w:tcPr>
            <w:tcW w:w="6095" w:type="dxa"/>
          </w:tcPr>
          <w:p w:rsidR="00581BFF" w:rsidRPr="00ED61E6" w:rsidRDefault="00581BFF" w:rsidP="00014FF4">
            <w:r w:rsidRPr="00ED61E6">
              <w:t>Туз Сергій Віталійович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25</w:t>
            </w:r>
          </w:p>
        </w:tc>
        <w:tc>
          <w:tcPr>
            <w:tcW w:w="6095" w:type="dxa"/>
          </w:tcPr>
          <w:p w:rsidR="00581BFF" w:rsidRPr="00ED61E6" w:rsidRDefault="00581BFF" w:rsidP="00014FF4">
            <w:r w:rsidRPr="00ED61E6">
              <w:t>Чушкін Олексій Іванович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26</w:t>
            </w:r>
          </w:p>
        </w:tc>
        <w:tc>
          <w:tcPr>
            <w:tcW w:w="6095" w:type="dxa"/>
          </w:tcPr>
          <w:p w:rsidR="00581BFF" w:rsidRPr="00ED61E6" w:rsidRDefault="00581BFF" w:rsidP="00014FF4">
            <w:r w:rsidRPr="00ED61E6">
              <w:t>Чушкіна Надія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27</w:t>
            </w:r>
          </w:p>
        </w:tc>
        <w:tc>
          <w:tcPr>
            <w:tcW w:w="6095" w:type="dxa"/>
          </w:tcPr>
          <w:p w:rsidR="00581BFF" w:rsidRPr="00ED61E6" w:rsidRDefault="00581BFF" w:rsidP="00014FF4">
            <w:r w:rsidRPr="00ED61E6">
              <w:t>Ясінський Микола Володимирович</w:t>
            </w:r>
          </w:p>
        </w:tc>
        <w:tc>
          <w:tcPr>
            <w:tcW w:w="2551" w:type="dxa"/>
          </w:tcPr>
          <w:p w:rsidR="00581BFF" w:rsidRPr="00ED61E6" w:rsidRDefault="00581BFF" w:rsidP="00014FF4">
            <w:pPr>
              <w:ind w:right="-2"/>
            </w:pPr>
            <w:r>
              <w:t>За</w:t>
            </w:r>
          </w:p>
        </w:tc>
      </w:tr>
    </w:tbl>
    <w:p w:rsidR="00581BFF" w:rsidRPr="001D1725" w:rsidRDefault="00581BFF" w:rsidP="003576E0">
      <w:pPr>
        <w:rPr>
          <w:sz w:val="28"/>
          <w:szCs w:val="28"/>
        </w:rPr>
      </w:pPr>
      <w:r>
        <w:rPr>
          <w:sz w:val="28"/>
          <w:szCs w:val="28"/>
        </w:rPr>
        <w:t>Усього проголосували</w:t>
      </w:r>
      <w:r w:rsidRPr="001D1725">
        <w:rPr>
          <w:sz w:val="28"/>
          <w:szCs w:val="28"/>
        </w:rPr>
        <w:t>,  з них :</w:t>
      </w:r>
    </w:p>
    <w:p w:rsidR="00581BFF" w:rsidRDefault="00581BFF" w:rsidP="003576E0">
      <w:pPr>
        <w:spacing w:line="319" w:lineRule="exact"/>
        <w:ind w:left="840"/>
        <w:rPr>
          <w:i/>
          <w:sz w:val="28"/>
        </w:rPr>
      </w:pPr>
      <w:r>
        <w:rPr>
          <w:i/>
          <w:sz w:val="28"/>
        </w:rPr>
        <w:t xml:space="preserve"> «За» - 24 чол.</w:t>
      </w:r>
    </w:p>
    <w:p w:rsidR="00581BFF" w:rsidRDefault="00581BFF" w:rsidP="003576E0">
      <w:pPr>
        <w:spacing w:line="322" w:lineRule="exact"/>
        <w:ind w:left="840"/>
        <w:rPr>
          <w:i/>
          <w:sz w:val="28"/>
        </w:rPr>
      </w:pPr>
      <w:r>
        <w:rPr>
          <w:i/>
          <w:sz w:val="28"/>
        </w:rPr>
        <w:t>«Проти – немає.</w:t>
      </w:r>
    </w:p>
    <w:p w:rsidR="00581BFF" w:rsidRDefault="00581BFF" w:rsidP="003576E0">
      <w:pPr>
        <w:ind w:left="840"/>
        <w:rPr>
          <w:i/>
          <w:sz w:val="28"/>
        </w:rPr>
      </w:pPr>
      <w:r>
        <w:rPr>
          <w:i/>
          <w:sz w:val="28"/>
        </w:rPr>
        <w:t>«Утримались» - немає.</w:t>
      </w:r>
    </w:p>
    <w:p w:rsidR="00581BFF" w:rsidRDefault="00581BFF" w:rsidP="003576E0">
      <w:pPr>
        <w:pStyle w:val="Heading1"/>
        <w:spacing w:before="9"/>
        <w:ind w:left="119"/>
        <w:jc w:val="left"/>
        <w:rPr>
          <w:b w:val="0"/>
        </w:rPr>
      </w:pPr>
      <w:r w:rsidRPr="001D1725">
        <w:rPr>
          <w:b w:val="0"/>
        </w:rPr>
        <w:t>Прийнято</w:t>
      </w:r>
      <w:r>
        <w:rPr>
          <w:b w:val="0"/>
        </w:rPr>
        <w:t xml:space="preserve"> рішення № 74 </w:t>
      </w:r>
      <w:r w:rsidRPr="001D1725">
        <w:rPr>
          <w:b w:val="0"/>
        </w:rPr>
        <w:t>(додається).</w:t>
      </w:r>
    </w:p>
    <w:p w:rsidR="00581BFF" w:rsidRPr="00B05A04" w:rsidRDefault="00581BFF" w:rsidP="003576E0">
      <w:pPr>
        <w:rPr>
          <w:sz w:val="28"/>
          <w:szCs w:val="28"/>
        </w:rPr>
      </w:pPr>
    </w:p>
    <w:p w:rsidR="00581BFF" w:rsidRDefault="00581BFF" w:rsidP="003576E0">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581BFF" w:rsidRDefault="00581BFF" w:rsidP="00014FF4">
      <w:pPr>
        <w:rPr>
          <w:sz w:val="28"/>
          <w:szCs w:val="28"/>
        </w:rPr>
      </w:pPr>
      <w:r w:rsidRPr="00B05A04">
        <w:rPr>
          <w:sz w:val="28"/>
          <w:szCs w:val="28"/>
        </w:rPr>
        <w:t xml:space="preserve">Переходимо до розгляду </w:t>
      </w:r>
      <w:r w:rsidRPr="00014FF4">
        <w:rPr>
          <w:sz w:val="28"/>
          <w:szCs w:val="28"/>
        </w:rPr>
        <w:t xml:space="preserve">сімнадцятого </w:t>
      </w:r>
      <w:r w:rsidRPr="00B05A04">
        <w:rPr>
          <w:sz w:val="28"/>
          <w:szCs w:val="28"/>
        </w:rPr>
        <w:t>питання</w:t>
      </w:r>
      <w:r>
        <w:rPr>
          <w:sz w:val="28"/>
          <w:szCs w:val="28"/>
        </w:rPr>
        <w:t xml:space="preserve"> порядку денного.</w:t>
      </w:r>
    </w:p>
    <w:p w:rsidR="00581BFF" w:rsidRDefault="00581BFF" w:rsidP="00014FF4">
      <w:pPr>
        <w:tabs>
          <w:tab w:val="left" w:pos="3600"/>
        </w:tabs>
        <w:ind w:right="98" w:firstLine="720"/>
        <w:outlineLvl w:val="0"/>
        <w:rPr>
          <w:sz w:val="28"/>
          <w:szCs w:val="28"/>
        </w:rPr>
      </w:pPr>
      <w:r w:rsidRPr="002F4B1F">
        <w:rPr>
          <w:sz w:val="28"/>
          <w:szCs w:val="28"/>
        </w:rPr>
        <w:t>Слово для інформації</w:t>
      </w:r>
      <w:r w:rsidRPr="00EF104A">
        <w:rPr>
          <w:iCs/>
          <w:sz w:val="28"/>
          <w:szCs w:val="28"/>
        </w:rPr>
        <w:t xml:space="preserve"> </w:t>
      </w:r>
      <w:r w:rsidRPr="00871017">
        <w:rPr>
          <w:b/>
          <w:iCs/>
          <w:sz w:val="28"/>
          <w:szCs w:val="28"/>
        </w:rPr>
        <w:t>Про внесення змін до рішення Голованівської селищної ради від  22 грудня 2020 року № 34 "Про створення  Відділу культури туризму  та культурної спадщини Голованівської селищної ради"</w:t>
      </w:r>
      <w:r>
        <w:rPr>
          <w:b/>
          <w:iCs/>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014FF4">
      <w:pPr>
        <w:tabs>
          <w:tab w:val="left" w:pos="3600"/>
        </w:tabs>
        <w:ind w:right="98" w:firstLine="720"/>
        <w:outlineLvl w:val="0"/>
        <w:rPr>
          <w:sz w:val="28"/>
          <w:szCs w:val="28"/>
        </w:rPr>
      </w:pPr>
    </w:p>
    <w:p w:rsidR="00581BFF" w:rsidRPr="00765D96" w:rsidRDefault="00581BFF" w:rsidP="00014FF4">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014FF4">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Pr="008A3B4B" w:rsidRDefault="00581BFF" w:rsidP="00014FF4">
      <w:pPr>
        <w:pStyle w:val="NormalWeb"/>
        <w:shd w:val="clear" w:color="auto" w:fill="FFFFFF"/>
        <w:spacing w:before="0" w:beforeAutospacing="0" w:after="0" w:afterAutospacing="0"/>
        <w:jc w:val="both"/>
        <w:rPr>
          <w:sz w:val="28"/>
          <w:szCs w:val="28"/>
        </w:rPr>
      </w:pPr>
      <w:r w:rsidRPr="008A3B4B">
        <w:rPr>
          <w:sz w:val="28"/>
          <w:szCs w:val="28"/>
        </w:rPr>
        <w:t>У</w:t>
      </w:r>
      <w:r w:rsidRPr="008A3B4B">
        <w:rPr>
          <w:iCs/>
          <w:sz w:val="28"/>
          <w:szCs w:val="28"/>
        </w:rPr>
        <w:t xml:space="preserve"> рішення Голованівської селищної ради від  22 грудня 2020 року № 34 "Про створення  Відділу культури туризму  та культурної спадщини Голованівської селищної ради" необхідно внести зміни до структури, доповнивши її розділом «</w:t>
      </w:r>
      <w:r w:rsidRPr="008A3B4B">
        <w:rPr>
          <w:sz w:val="28"/>
          <w:szCs w:val="28"/>
        </w:rPr>
        <w:t>Керівництво і управління у відповідній сфері».</w:t>
      </w:r>
    </w:p>
    <w:p w:rsidR="00581BFF" w:rsidRDefault="00581BFF" w:rsidP="003576E0">
      <w:pPr>
        <w:tabs>
          <w:tab w:val="left" w:pos="3600"/>
        </w:tabs>
        <w:ind w:right="98"/>
        <w:jc w:val="both"/>
        <w:outlineLvl w:val="0"/>
        <w:rPr>
          <w:b/>
          <w:sz w:val="28"/>
          <w:szCs w:val="28"/>
        </w:rPr>
      </w:pPr>
    </w:p>
    <w:p w:rsidR="00581BFF" w:rsidRDefault="00581BFF" w:rsidP="003576E0">
      <w:pPr>
        <w:tabs>
          <w:tab w:val="left" w:pos="3600"/>
        </w:tabs>
        <w:ind w:right="98"/>
        <w:jc w:val="both"/>
        <w:outlineLvl w:val="0"/>
        <w:rPr>
          <w:b/>
          <w:sz w:val="28"/>
          <w:szCs w:val="28"/>
        </w:rPr>
      </w:pPr>
      <w:r w:rsidRPr="003576E0">
        <w:rPr>
          <w:b/>
          <w:sz w:val="28"/>
          <w:szCs w:val="28"/>
        </w:rPr>
        <w:t>Голова селищної ради:</w:t>
      </w:r>
    </w:p>
    <w:p w:rsidR="00581BFF" w:rsidRPr="005B2007" w:rsidRDefault="00581BFF" w:rsidP="008A3B4B">
      <w:pPr>
        <w:ind w:firstLine="707"/>
        <w:rPr>
          <w:sz w:val="28"/>
          <w:szCs w:val="28"/>
        </w:rPr>
      </w:pPr>
      <w:r w:rsidRPr="005B2007">
        <w:rPr>
          <w:sz w:val="28"/>
          <w:szCs w:val="28"/>
        </w:rPr>
        <w:t>Чи є запитання у депутатів? Немає.</w:t>
      </w:r>
    </w:p>
    <w:p w:rsidR="00581BFF" w:rsidRPr="005B2007" w:rsidRDefault="00581BFF" w:rsidP="008A3B4B">
      <w:pPr>
        <w:ind w:firstLine="707"/>
        <w:rPr>
          <w:sz w:val="28"/>
          <w:szCs w:val="28"/>
        </w:rPr>
      </w:pPr>
      <w:r w:rsidRPr="005B2007">
        <w:rPr>
          <w:sz w:val="28"/>
          <w:szCs w:val="28"/>
        </w:rPr>
        <w:t xml:space="preserve">На  засіданнях постійних комісій селищної ради з соціальних питань та з питань регламенту, депутатської діяльності, законності, правопорядку, взаємодії з правоохоронними органами та боротьби з корупцією дане питання розглянуто, внесена пропозиція підтримати </w:t>
      </w:r>
      <w:r>
        <w:rPr>
          <w:sz w:val="28"/>
          <w:szCs w:val="28"/>
        </w:rPr>
        <w:t>проє</w:t>
      </w:r>
      <w:r w:rsidRPr="005B2007">
        <w:rPr>
          <w:sz w:val="28"/>
          <w:szCs w:val="28"/>
        </w:rPr>
        <w:t>кт рішення</w:t>
      </w:r>
      <w:r>
        <w:rPr>
          <w:sz w:val="28"/>
          <w:szCs w:val="28"/>
        </w:rPr>
        <w:t>.</w:t>
      </w:r>
    </w:p>
    <w:p w:rsidR="00581BFF" w:rsidRDefault="00581BFF" w:rsidP="008A3B4B">
      <w:pPr>
        <w:ind w:firstLine="708"/>
        <w:rPr>
          <w:sz w:val="28"/>
          <w:szCs w:val="28"/>
        </w:rPr>
      </w:pPr>
      <w:r w:rsidRPr="005B2007">
        <w:rPr>
          <w:sz w:val="28"/>
          <w:szCs w:val="28"/>
        </w:rPr>
        <w:t>Нам необхідно прийняти рішення з да</w:t>
      </w:r>
      <w:r>
        <w:rPr>
          <w:sz w:val="28"/>
          <w:szCs w:val="28"/>
        </w:rPr>
        <w:t>ного питання. З відповідним проє</w:t>
      </w:r>
      <w:r w:rsidRPr="005B2007">
        <w:rPr>
          <w:sz w:val="28"/>
          <w:szCs w:val="28"/>
        </w:rPr>
        <w:t>ктом рішення ви ознайомлені. Пр</w:t>
      </w:r>
      <w:r>
        <w:rPr>
          <w:sz w:val="28"/>
          <w:szCs w:val="28"/>
        </w:rPr>
        <w:t>ошу визначитись щодо даного проє</w:t>
      </w:r>
      <w:r w:rsidRPr="005B2007">
        <w:rPr>
          <w:sz w:val="28"/>
          <w:szCs w:val="28"/>
        </w:rPr>
        <w:t>кту рішення голосуванням.</w:t>
      </w:r>
    </w:p>
    <w:p w:rsidR="00581BFF" w:rsidRDefault="00581BFF" w:rsidP="008A3B4B">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FC7735">
        <w:tc>
          <w:tcPr>
            <w:tcW w:w="534" w:type="dxa"/>
          </w:tcPr>
          <w:p w:rsidR="00581BFF" w:rsidRPr="00ED61E6" w:rsidRDefault="00581BFF" w:rsidP="00FC7735">
            <w:pPr>
              <w:ind w:right="-2"/>
              <w:jc w:val="center"/>
            </w:pPr>
            <w:r w:rsidRPr="00ED61E6">
              <w:t>№</w:t>
            </w:r>
          </w:p>
        </w:tc>
        <w:tc>
          <w:tcPr>
            <w:tcW w:w="6095" w:type="dxa"/>
          </w:tcPr>
          <w:p w:rsidR="00581BFF" w:rsidRPr="00ED61E6" w:rsidRDefault="00581BFF" w:rsidP="00FC7735">
            <w:pPr>
              <w:ind w:right="-2"/>
              <w:jc w:val="center"/>
            </w:pPr>
            <w:r w:rsidRPr="00ED61E6">
              <w:t>ПІБ депутата</w:t>
            </w:r>
          </w:p>
        </w:tc>
        <w:tc>
          <w:tcPr>
            <w:tcW w:w="2551" w:type="dxa"/>
          </w:tcPr>
          <w:p w:rsidR="00581BFF" w:rsidRPr="00ED61E6" w:rsidRDefault="00581BFF" w:rsidP="00FC7735">
            <w:pPr>
              <w:ind w:right="-2"/>
              <w:jc w:val="center"/>
            </w:pPr>
            <w:r w:rsidRPr="00ED61E6">
              <w:t>Результати голосування</w:t>
            </w:r>
          </w:p>
        </w:tc>
      </w:tr>
      <w:tr w:rsidR="00581BFF" w:rsidRPr="00ED61E6" w:rsidTr="00FC7735">
        <w:tc>
          <w:tcPr>
            <w:tcW w:w="534" w:type="dxa"/>
          </w:tcPr>
          <w:p w:rsidR="00581BFF" w:rsidRPr="00ED61E6" w:rsidRDefault="00581BFF" w:rsidP="00FC7735">
            <w:pPr>
              <w:ind w:right="-2"/>
              <w:jc w:val="center"/>
            </w:pPr>
            <w:r w:rsidRPr="00ED61E6">
              <w:t>1</w:t>
            </w:r>
          </w:p>
        </w:tc>
        <w:tc>
          <w:tcPr>
            <w:tcW w:w="6095" w:type="dxa"/>
          </w:tcPr>
          <w:p w:rsidR="00581BFF" w:rsidRPr="00ED61E6" w:rsidRDefault="00581BFF" w:rsidP="00FC7735">
            <w:r w:rsidRPr="00ED61E6">
              <w:t>Цобенко Сергій Олександрович – селищний голова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w:t>
            </w:r>
          </w:p>
        </w:tc>
        <w:tc>
          <w:tcPr>
            <w:tcW w:w="6095" w:type="dxa"/>
          </w:tcPr>
          <w:p w:rsidR="00581BFF" w:rsidRPr="00ED61E6" w:rsidRDefault="00581BFF" w:rsidP="00FC7735">
            <w:r w:rsidRPr="00ED61E6">
              <w:t>Брижатюк Олена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3</w:t>
            </w:r>
          </w:p>
        </w:tc>
        <w:tc>
          <w:tcPr>
            <w:tcW w:w="6095" w:type="dxa"/>
          </w:tcPr>
          <w:p w:rsidR="00581BFF" w:rsidRPr="00ED61E6" w:rsidRDefault="00581BFF" w:rsidP="00FC7735">
            <w:r w:rsidRPr="00ED61E6">
              <w:t>Голімбієвська Тамара Павлівна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4</w:t>
            </w:r>
          </w:p>
        </w:tc>
        <w:tc>
          <w:tcPr>
            <w:tcW w:w="6095" w:type="dxa"/>
          </w:tcPr>
          <w:p w:rsidR="00581BFF" w:rsidRPr="00ED61E6" w:rsidRDefault="00581BFF" w:rsidP="00FC7735">
            <w:r w:rsidRPr="00ED61E6">
              <w:t>Грушецький Анатолій Георгійович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5</w:t>
            </w:r>
          </w:p>
        </w:tc>
        <w:tc>
          <w:tcPr>
            <w:tcW w:w="6095" w:type="dxa"/>
          </w:tcPr>
          <w:p w:rsidR="00581BFF" w:rsidRPr="00ED61E6" w:rsidRDefault="00581BFF" w:rsidP="00FC7735">
            <w:r w:rsidRPr="00ED61E6">
              <w:t>Дудар Василь Серафимович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6</w:t>
            </w:r>
          </w:p>
        </w:tc>
        <w:tc>
          <w:tcPr>
            <w:tcW w:w="6095" w:type="dxa"/>
          </w:tcPr>
          <w:p w:rsidR="00581BFF" w:rsidRPr="00ED61E6" w:rsidRDefault="00581BFF" w:rsidP="00FC7735">
            <w:r w:rsidRPr="00ED61E6">
              <w:t>Захаренко Вадим Володимирович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7</w:t>
            </w:r>
          </w:p>
        </w:tc>
        <w:tc>
          <w:tcPr>
            <w:tcW w:w="6095" w:type="dxa"/>
          </w:tcPr>
          <w:p w:rsidR="00581BFF" w:rsidRPr="00ED61E6" w:rsidRDefault="00581BFF" w:rsidP="00FC7735">
            <w:r w:rsidRPr="00ED61E6">
              <w:t>Кучмій Богдан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8</w:t>
            </w:r>
          </w:p>
        </w:tc>
        <w:tc>
          <w:tcPr>
            <w:tcW w:w="6095" w:type="dxa"/>
          </w:tcPr>
          <w:p w:rsidR="00581BFF" w:rsidRPr="00ED61E6" w:rsidRDefault="00581BFF" w:rsidP="00FC7735">
            <w:r w:rsidRPr="00ED61E6">
              <w:t>Кучмій Юрій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9</w:t>
            </w:r>
          </w:p>
        </w:tc>
        <w:tc>
          <w:tcPr>
            <w:tcW w:w="6095" w:type="dxa"/>
          </w:tcPr>
          <w:p w:rsidR="00581BFF" w:rsidRPr="00ED61E6" w:rsidRDefault="00581BFF" w:rsidP="00FC7735">
            <w:r w:rsidRPr="00ED61E6">
              <w:t>Кругла Тетяна Дмитрівна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10</w:t>
            </w:r>
          </w:p>
        </w:tc>
        <w:tc>
          <w:tcPr>
            <w:tcW w:w="6095" w:type="dxa"/>
          </w:tcPr>
          <w:p w:rsidR="00581BFF" w:rsidRPr="00ED61E6" w:rsidRDefault="00581BFF" w:rsidP="00FC7735">
            <w:r w:rsidRPr="00ED61E6">
              <w:t>Лісовська Тамара Андріївна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11</w:t>
            </w:r>
          </w:p>
        </w:tc>
        <w:tc>
          <w:tcPr>
            <w:tcW w:w="6095" w:type="dxa"/>
          </w:tcPr>
          <w:p w:rsidR="00581BFF" w:rsidRPr="00ED61E6" w:rsidRDefault="00581BFF" w:rsidP="00FC7735">
            <w:r w:rsidRPr="00ED61E6">
              <w:t>Лісовський  Сергій Олександрович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12</w:t>
            </w:r>
          </w:p>
        </w:tc>
        <w:tc>
          <w:tcPr>
            <w:tcW w:w="6095" w:type="dxa"/>
          </w:tcPr>
          <w:p w:rsidR="00581BFF" w:rsidRPr="00ED61E6" w:rsidRDefault="00581BFF" w:rsidP="00FC7735">
            <w:r w:rsidRPr="00ED61E6">
              <w:t>Мирошниченко Олена Віталіївна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13</w:t>
            </w:r>
          </w:p>
        </w:tc>
        <w:tc>
          <w:tcPr>
            <w:tcW w:w="6095" w:type="dxa"/>
          </w:tcPr>
          <w:p w:rsidR="00581BFF" w:rsidRPr="00ED61E6" w:rsidRDefault="00581BFF" w:rsidP="00FC7735">
            <w:r w:rsidRPr="00ED61E6">
              <w:t>Мостовик Сергій Віталійович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14</w:t>
            </w:r>
          </w:p>
        </w:tc>
        <w:tc>
          <w:tcPr>
            <w:tcW w:w="6095" w:type="dxa"/>
          </w:tcPr>
          <w:p w:rsidR="00581BFF" w:rsidRPr="00ED61E6" w:rsidRDefault="00581BFF" w:rsidP="00FC7735">
            <w:r w:rsidRPr="00ED61E6">
              <w:t>Напханюк Ольга Іванівна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15</w:t>
            </w:r>
          </w:p>
        </w:tc>
        <w:tc>
          <w:tcPr>
            <w:tcW w:w="6095" w:type="dxa"/>
          </w:tcPr>
          <w:p w:rsidR="00581BFF" w:rsidRPr="00ED61E6" w:rsidRDefault="00581BFF" w:rsidP="00FC7735">
            <w:r w:rsidRPr="00ED61E6">
              <w:t>Напханюк Світлана Олексіївна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16</w:t>
            </w:r>
          </w:p>
        </w:tc>
        <w:tc>
          <w:tcPr>
            <w:tcW w:w="6095" w:type="dxa"/>
          </w:tcPr>
          <w:p w:rsidR="00581BFF" w:rsidRPr="00ED61E6" w:rsidRDefault="00581BFF" w:rsidP="00FC7735">
            <w:r w:rsidRPr="00ED61E6">
              <w:t>Новіков Сергій Алійович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17</w:t>
            </w:r>
          </w:p>
        </w:tc>
        <w:tc>
          <w:tcPr>
            <w:tcW w:w="6095" w:type="dxa"/>
          </w:tcPr>
          <w:p w:rsidR="00581BFF" w:rsidRPr="00ED61E6" w:rsidRDefault="00581BFF" w:rsidP="00FC7735">
            <w:r w:rsidRPr="00ED61E6">
              <w:t>Піщик Тетяна Володимирівна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18</w:t>
            </w:r>
          </w:p>
        </w:tc>
        <w:tc>
          <w:tcPr>
            <w:tcW w:w="6095" w:type="dxa"/>
          </w:tcPr>
          <w:p w:rsidR="00581BFF" w:rsidRPr="00ED61E6" w:rsidRDefault="00581BFF" w:rsidP="00FC7735">
            <w:r w:rsidRPr="00ED61E6">
              <w:t>Романщак Наталія Василівна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19</w:t>
            </w:r>
          </w:p>
        </w:tc>
        <w:tc>
          <w:tcPr>
            <w:tcW w:w="6095" w:type="dxa"/>
          </w:tcPr>
          <w:p w:rsidR="00581BFF" w:rsidRPr="00ED61E6" w:rsidRDefault="00581BFF" w:rsidP="00FC7735">
            <w:r w:rsidRPr="00ED61E6">
              <w:t>Рибак Ігор Федорович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20</w:t>
            </w:r>
          </w:p>
        </w:tc>
        <w:tc>
          <w:tcPr>
            <w:tcW w:w="6095" w:type="dxa"/>
          </w:tcPr>
          <w:p w:rsidR="00581BFF" w:rsidRPr="00ED61E6" w:rsidRDefault="00581BFF" w:rsidP="00FC7735">
            <w:r w:rsidRPr="00ED61E6">
              <w:t>Сачук Валентина Михайлівна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21</w:t>
            </w:r>
          </w:p>
        </w:tc>
        <w:tc>
          <w:tcPr>
            <w:tcW w:w="6095" w:type="dxa"/>
          </w:tcPr>
          <w:p w:rsidR="00581BFF" w:rsidRPr="00ED61E6" w:rsidRDefault="00581BFF" w:rsidP="00FC7735">
            <w:r w:rsidRPr="00ED61E6">
              <w:t>Сторожук Віталій Олексійович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22</w:t>
            </w:r>
          </w:p>
        </w:tc>
        <w:tc>
          <w:tcPr>
            <w:tcW w:w="6095" w:type="dxa"/>
          </w:tcPr>
          <w:p w:rsidR="00581BFF" w:rsidRPr="00ED61E6" w:rsidRDefault="00581BFF" w:rsidP="00FC7735">
            <w:r w:rsidRPr="00ED61E6">
              <w:t>Скрипар Василь Іванович</w:t>
            </w:r>
          </w:p>
        </w:tc>
        <w:tc>
          <w:tcPr>
            <w:tcW w:w="2551" w:type="dxa"/>
          </w:tcPr>
          <w:p w:rsidR="00581BFF" w:rsidRPr="00ED61E6" w:rsidRDefault="00581BFF" w:rsidP="00FC7735">
            <w:pPr>
              <w:ind w:right="-2"/>
            </w:pPr>
            <w:r>
              <w:t>відсутній</w:t>
            </w:r>
          </w:p>
        </w:tc>
      </w:tr>
      <w:tr w:rsidR="00581BFF" w:rsidRPr="00ED61E6" w:rsidTr="00FC7735">
        <w:tc>
          <w:tcPr>
            <w:tcW w:w="534" w:type="dxa"/>
          </w:tcPr>
          <w:p w:rsidR="00581BFF" w:rsidRPr="00ED61E6" w:rsidRDefault="00581BFF" w:rsidP="00FC7735">
            <w:pPr>
              <w:ind w:right="-2"/>
              <w:jc w:val="center"/>
            </w:pPr>
            <w:r w:rsidRPr="00ED61E6">
              <w:t>23</w:t>
            </w:r>
          </w:p>
        </w:tc>
        <w:tc>
          <w:tcPr>
            <w:tcW w:w="6095" w:type="dxa"/>
          </w:tcPr>
          <w:p w:rsidR="00581BFF" w:rsidRPr="00ED61E6" w:rsidRDefault="00581BFF" w:rsidP="00FC7735">
            <w:r w:rsidRPr="00ED61E6">
              <w:t>Сулима Ольга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24</w:t>
            </w:r>
          </w:p>
        </w:tc>
        <w:tc>
          <w:tcPr>
            <w:tcW w:w="6095" w:type="dxa"/>
          </w:tcPr>
          <w:p w:rsidR="00581BFF" w:rsidRPr="00ED61E6" w:rsidRDefault="00581BFF" w:rsidP="00FC7735">
            <w:r w:rsidRPr="00ED61E6">
              <w:t>Туз Сергій Віталійович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25</w:t>
            </w:r>
          </w:p>
        </w:tc>
        <w:tc>
          <w:tcPr>
            <w:tcW w:w="6095" w:type="dxa"/>
          </w:tcPr>
          <w:p w:rsidR="00581BFF" w:rsidRPr="00ED61E6" w:rsidRDefault="00581BFF" w:rsidP="00FC7735">
            <w:r w:rsidRPr="00ED61E6">
              <w:t>Чушкін Олексій Іванович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26</w:t>
            </w:r>
          </w:p>
        </w:tc>
        <w:tc>
          <w:tcPr>
            <w:tcW w:w="6095" w:type="dxa"/>
          </w:tcPr>
          <w:p w:rsidR="00581BFF" w:rsidRPr="00ED61E6" w:rsidRDefault="00581BFF" w:rsidP="00FC7735">
            <w:r w:rsidRPr="00ED61E6">
              <w:t>Чушкіна Надія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27</w:t>
            </w:r>
          </w:p>
        </w:tc>
        <w:tc>
          <w:tcPr>
            <w:tcW w:w="6095" w:type="dxa"/>
          </w:tcPr>
          <w:p w:rsidR="00581BFF" w:rsidRPr="00ED61E6" w:rsidRDefault="00581BFF" w:rsidP="00FC7735">
            <w:r w:rsidRPr="00ED61E6">
              <w:t>Ясінський Микола Володимирович</w:t>
            </w:r>
          </w:p>
        </w:tc>
        <w:tc>
          <w:tcPr>
            <w:tcW w:w="2551" w:type="dxa"/>
          </w:tcPr>
          <w:p w:rsidR="00581BFF" w:rsidRPr="00ED61E6" w:rsidRDefault="00581BFF" w:rsidP="00FC7735">
            <w:pPr>
              <w:ind w:right="-2"/>
            </w:pPr>
            <w:r>
              <w:t>За</w:t>
            </w:r>
          </w:p>
        </w:tc>
      </w:tr>
    </w:tbl>
    <w:p w:rsidR="00581BFF" w:rsidRPr="001D1725" w:rsidRDefault="00581BFF" w:rsidP="008A3B4B">
      <w:pPr>
        <w:rPr>
          <w:sz w:val="28"/>
          <w:szCs w:val="28"/>
        </w:rPr>
      </w:pPr>
      <w:r>
        <w:rPr>
          <w:sz w:val="28"/>
          <w:szCs w:val="28"/>
        </w:rPr>
        <w:t>Усього проголосували</w:t>
      </w:r>
      <w:r w:rsidRPr="001D1725">
        <w:rPr>
          <w:sz w:val="28"/>
          <w:szCs w:val="28"/>
        </w:rPr>
        <w:t>,  з них :</w:t>
      </w:r>
    </w:p>
    <w:p w:rsidR="00581BFF" w:rsidRDefault="00581BFF" w:rsidP="008A3B4B">
      <w:pPr>
        <w:spacing w:line="319" w:lineRule="exact"/>
        <w:ind w:left="840"/>
        <w:rPr>
          <w:i/>
          <w:sz w:val="28"/>
        </w:rPr>
      </w:pPr>
      <w:r>
        <w:rPr>
          <w:i/>
          <w:sz w:val="28"/>
        </w:rPr>
        <w:t xml:space="preserve"> «За» - 24 чол.</w:t>
      </w:r>
    </w:p>
    <w:p w:rsidR="00581BFF" w:rsidRDefault="00581BFF" w:rsidP="008A3B4B">
      <w:pPr>
        <w:spacing w:line="322" w:lineRule="exact"/>
        <w:ind w:left="840"/>
        <w:rPr>
          <w:i/>
          <w:sz w:val="28"/>
        </w:rPr>
      </w:pPr>
      <w:r>
        <w:rPr>
          <w:i/>
          <w:sz w:val="28"/>
        </w:rPr>
        <w:t>«Проти – немає.</w:t>
      </w:r>
    </w:p>
    <w:p w:rsidR="00581BFF" w:rsidRDefault="00581BFF" w:rsidP="008A3B4B">
      <w:pPr>
        <w:ind w:left="840"/>
        <w:rPr>
          <w:i/>
          <w:sz w:val="28"/>
        </w:rPr>
      </w:pPr>
      <w:r>
        <w:rPr>
          <w:i/>
          <w:sz w:val="28"/>
        </w:rPr>
        <w:t>«Утримались» - немає.</w:t>
      </w:r>
    </w:p>
    <w:p w:rsidR="00581BFF" w:rsidRPr="008A3B4B" w:rsidRDefault="00581BFF" w:rsidP="008A3B4B">
      <w:pPr>
        <w:pStyle w:val="Heading1"/>
        <w:spacing w:before="9"/>
        <w:ind w:left="119"/>
        <w:jc w:val="left"/>
        <w:rPr>
          <w:b w:val="0"/>
        </w:rPr>
      </w:pPr>
      <w:r w:rsidRPr="008A3B4B">
        <w:rPr>
          <w:b w:val="0"/>
        </w:rPr>
        <w:t>Прийнято рішення № 75 (додається).</w:t>
      </w:r>
    </w:p>
    <w:p w:rsidR="00581BFF" w:rsidRDefault="00581BFF" w:rsidP="003576E0">
      <w:pPr>
        <w:tabs>
          <w:tab w:val="left" w:pos="3600"/>
        </w:tabs>
        <w:ind w:right="98"/>
        <w:jc w:val="both"/>
        <w:outlineLvl w:val="0"/>
        <w:rPr>
          <w:b/>
          <w:sz w:val="28"/>
          <w:szCs w:val="28"/>
        </w:rPr>
      </w:pPr>
    </w:p>
    <w:p w:rsidR="00581BFF" w:rsidRDefault="00581BFF" w:rsidP="003576E0">
      <w:pPr>
        <w:tabs>
          <w:tab w:val="left" w:pos="3600"/>
        </w:tabs>
        <w:ind w:right="98"/>
        <w:jc w:val="both"/>
        <w:outlineLvl w:val="0"/>
        <w:rPr>
          <w:b/>
          <w:sz w:val="28"/>
          <w:szCs w:val="28"/>
        </w:rPr>
      </w:pPr>
      <w:r w:rsidRPr="003576E0">
        <w:rPr>
          <w:b/>
          <w:sz w:val="28"/>
          <w:szCs w:val="28"/>
        </w:rPr>
        <w:t>Голова селищної ради:</w:t>
      </w:r>
    </w:p>
    <w:p w:rsidR="00581BFF" w:rsidRDefault="00581BFF" w:rsidP="00C6767F">
      <w:pPr>
        <w:jc w:val="both"/>
        <w:rPr>
          <w:sz w:val="28"/>
          <w:szCs w:val="28"/>
        </w:rPr>
      </w:pPr>
      <w:r w:rsidRPr="005A5546">
        <w:rPr>
          <w:sz w:val="28"/>
          <w:szCs w:val="28"/>
        </w:rPr>
        <w:t xml:space="preserve">Переходимо до розгляду </w:t>
      </w:r>
      <w:r w:rsidRPr="003576E0">
        <w:rPr>
          <w:sz w:val="28"/>
          <w:szCs w:val="28"/>
        </w:rPr>
        <w:t xml:space="preserve">вісімнадцятого </w:t>
      </w:r>
      <w:r>
        <w:rPr>
          <w:sz w:val="28"/>
          <w:szCs w:val="28"/>
        </w:rPr>
        <w:t>питання.</w:t>
      </w:r>
    </w:p>
    <w:p w:rsidR="00581BFF" w:rsidRPr="002F29D5" w:rsidRDefault="00581BFF" w:rsidP="00C6767F">
      <w:pPr>
        <w:tabs>
          <w:tab w:val="left" w:pos="3600"/>
        </w:tabs>
        <w:ind w:right="98" w:firstLine="720"/>
        <w:jc w:val="both"/>
        <w:outlineLvl w:val="0"/>
        <w:rPr>
          <w:bCs/>
          <w:i/>
        </w:rPr>
      </w:pPr>
      <w:r w:rsidRPr="002F4B1F">
        <w:rPr>
          <w:sz w:val="28"/>
          <w:szCs w:val="28"/>
        </w:rPr>
        <w:t xml:space="preserve">Слово для інформації </w:t>
      </w:r>
      <w:r>
        <w:rPr>
          <w:sz w:val="28"/>
          <w:szCs w:val="28"/>
        </w:rPr>
        <w:t>"</w:t>
      </w:r>
      <w:r w:rsidRPr="00871017">
        <w:rPr>
          <w:b/>
          <w:sz w:val="28"/>
          <w:szCs w:val="28"/>
        </w:rPr>
        <w:t>Про затвердження Порядку призначення на посаду керівників закладів культури комунальної форми власності за результатами конкурсного відбору</w:t>
      </w:r>
      <w:r>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3576E0">
      <w:pPr>
        <w:tabs>
          <w:tab w:val="left" w:pos="1215"/>
        </w:tabs>
        <w:ind w:right="98"/>
        <w:jc w:val="both"/>
        <w:outlineLvl w:val="0"/>
        <w:rPr>
          <w:b/>
          <w:sz w:val="28"/>
          <w:szCs w:val="28"/>
        </w:rPr>
      </w:pPr>
    </w:p>
    <w:p w:rsidR="00581BFF" w:rsidRPr="00765D96" w:rsidRDefault="00581BFF" w:rsidP="003576E0">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C6767F">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Pr="00C6767F" w:rsidRDefault="00581BFF" w:rsidP="00C6767F">
      <w:pPr>
        <w:ind w:right="-2"/>
        <w:jc w:val="both"/>
        <w:rPr>
          <w:color w:val="000000"/>
          <w:sz w:val="28"/>
          <w:szCs w:val="28"/>
        </w:rPr>
      </w:pPr>
      <w:r w:rsidRPr="00C6767F">
        <w:rPr>
          <w:sz w:val="28"/>
          <w:szCs w:val="28"/>
        </w:rPr>
        <w:t xml:space="preserve">На підставі Закону України від 28.01.2016 №955-VIII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Закону України «Про культуру», </w:t>
      </w:r>
      <w:r w:rsidRPr="00C6767F">
        <w:rPr>
          <w:bCs/>
          <w:sz w:val="28"/>
          <w:szCs w:val="28"/>
        </w:rPr>
        <w:t xml:space="preserve">для </w:t>
      </w:r>
      <w:r w:rsidRPr="00C6767F">
        <w:rPr>
          <w:sz w:val="28"/>
          <w:szCs w:val="28"/>
        </w:rPr>
        <w:t xml:space="preserve">визначення механізму призначення на посаду керівників закладів культури комунальної форми власності Голованівської селищної ради розроблено Порядок </w:t>
      </w:r>
      <w:r w:rsidRPr="00C6767F">
        <w:rPr>
          <w:color w:val="000000"/>
          <w:sz w:val="28"/>
          <w:szCs w:val="28"/>
        </w:rPr>
        <w:t>призначення на посаду керівників закладів культури комунальної форми власності за результатами конкурсного відбору</w:t>
      </w:r>
      <w:r>
        <w:rPr>
          <w:color w:val="000000"/>
          <w:sz w:val="28"/>
          <w:szCs w:val="28"/>
        </w:rPr>
        <w:t>.</w:t>
      </w:r>
    </w:p>
    <w:p w:rsidR="00581BFF" w:rsidRDefault="00581BFF" w:rsidP="00C6767F">
      <w:pPr>
        <w:ind w:right="-2"/>
        <w:rPr>
          <w:b/>
          <w:color w:val="000000"/>
        </w:rPr>
      </w:pPr>
    </w:p>
    <w:p w:rsidR="00581BFF" w:rsidRDefault="00581BFF" w:rsidP="00C6767F">
      <w:pPr>
        <w:tabs>
          <w:tab w:val="left" w:pos="1315"/>
        </w:tabs>
        <w:ind w:right="-2"/>
        <w:rPr>
          <w:b/>
          <w:sz w:val="28"/>
          <w:szCs w:val="28"/>
        </w:rPr>
      </w:pPr>
      <w:r>
        <w:rPr>
          <w:b/>
          <w:color w:val="000000"/>
        </w:rPr>
        <w:tab/>
      </w:r>
      <w:r w:rsidRPr="003576E0">
        <w:rPr>
          <w:b/>
          <w:sz w:val="28"/>
          <w:szCs w:val="28"/>
        </w:rPr>
        <w:t>Голова селищної ради:</w:t>
      </w:r>
    </w:p>
    <w:p w:rsidR="00581BFF" w:rsidRDefault="00581BFF" w:rsidP="00014FF4">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014FF4">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014FF4">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C6767F">
      <w:pPr>
        <w:rPr>
          <w:b/>
          <w:sz w:val="28"/>
          <w:szCs w:val="28"/>
        </w:rPr>
      </w:pPr>
    </w:p>
    <w:p w:rsidR="00581BFF" w:rsidRDefault="00581BFF" w:rsidP="00C6767F">
      <w:pPr>
        <w:rPr>
          <w:b/>
          <w:sz w:val="28"/>
          <w:szCs w:val="28"/>
        </w:rPr>
      </w:pPr>
    </w:p>
    <w:p w:rsidR="00581BFF" w:rsidRDefault="00581BFF" w:rsidP="00C6767F">
      <w:pPr>
        <w:rPr>
          <w:b/>
          <w:sz w:val="28"/>
          <w:szCs w:val="28"/>
        </w:rPr>
      </w:pPr>
    </w:p>
    <w:p w:rsidR="00581BFF" w:rsidRPr="00B05A04" w:rsidRDefault="00581BFF" w:rsidP="00C6767F">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14FF4">
        <w:tc>
          <w:tcPr>
            <w:tcW w:w="534" w:type="dxa"/>
          </w:tcPr>
          <w:p w:rsidR="00581BFF" w:rsidRPr="00ED61E6" w:rsidRDefault="00581BFF" w:rsidP="00014FF4">
            <w:pPr>
              <w:ind w:right="-2"/>
              <w:jc w:val="center"/>
            </w:pPr>
            <w:r w:rsidRPr="00ED61E6">
              <w:t>№</w:t>
            </w:r>
          </w:p>
        </w:tc>
        <w:tc>
          <w:tcPr>
            <w:tcW w:w="6095" w:type="dxa"/>
          </w:tcPr>
          <w:p w:rsidR="00581BFF" w:rsidRPr="00ED61E6" w:rsidRDefault="00581BFF" w:rsidP="00014FF4">
            <w:pPr>
              <w:ind w:right="-2"/>
              <w:jc w:val="center"/>
            </w:pPr>
            <w:r w:rsidRPr="00ED61E6">
              <w:t>ПІБ депутата</w:t>
            </w:r>
          </w:p>
        </w:tc>
        <w:tc>
          <w:tcPr>
            <w:tcW w:w="2551" w:type="dxa"/>
          </w:tcPr>
          <w:p w:rsidR="00581BFF" w:rsidRPr="00ED61E6" w:rsidRDefault="00581BFF" w:rsidP="00014FF4">
            <w:pPr>
              <w:ind w:right="-2"/>
              <w:jc w:val="center"/>
            </w:pPr>
            <w:r w:rsidRPr="00ED61E6">
              <w:t>Результати голосування</w:t>
            </w:r>
          </w:p>
        </w:tc>
      </w:tr>
      <w:tr w:rsidR="00581BFF" w:rsidRPr="00ED61E6" w:rsidTr="00014FF4">
        <w:tc>
          <w:tcPr>
            <w:tcW w:w="534" w:type="dxa"/>
          </w:tcPr>
          <w:p w:rsidR="00581BFF" w:rsidRPr="00ED61E6" w:rsidRDefault="00581BFF" w:rsidP="00014FF4">
            <w:pPr>
              <w:ind w:right="-2"/>
              <w:jc w:val="center"/>
            </w:pPr>
            <w:r w:rsidRPr="00ED61E6">
              <w:t>1</w:t>
            </w:r>
          </w:p>
        </w:tc>
        <w:tc>
          <w:tcPr>
            <w:tcW w:w="6095" w:type="dxa"/>
          </w:tcPr>
          <w:p w:rsidR="00581BFF" w:rsidRPr="00ED61E6" w:rsidRDefault="00581BFF" w:rsidP="00014FF4">
            <w:r w:rsidRPr="00ED61E6">
              <w:t>Цобенко Сергій Олександрович – селищний голова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w:t>
            </w:r>
          </w:p>
        </w:tc>
        <w:tc>
          <w:tcPr>
            <w:tcW w:w="6095" w:type="dxa"/>
          </w:tcPr>
          <w:p w:rsidR="00581BFF" w:rsidRPr="00ED61E6" w:rsidRDefault="00581BFF" w:rsidP="00014FF4">
            <w:r w:rsidRPr="00ED61E6">
              <w:t>Брижатюк Олена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3</w:t>
            </w:r>
          </w:p>
        </w:tc>
        <w:tc>
          <w:tcPr>
            <w:tcW w:w="6095" w:type="dxa"/>
          </w:tcPr>
          <w:p w:rsidR="00581BFF" w:rsidRPr="00ED61E6" w:rsidRDefault="00581BFF" w:rsidP="00014FF4">
            <w:r w:rsidRPr="00ED61E6">
              <w:t>Голімбієвська Тамара Павлівна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4</w:t>
            </w:r>
          </w:p>
        </w:tc>
        <w:tc>
          <w:tcPr>
            <w:tcW w:w="6095" w:type="dxa"/>
          </w:tcPr>
          <w:p w:rsidR="00581BFF" w:rsidRPr="00ED61E6" w:rsidRDefault="00581BFF" w:rsidP="00014FF4">
            <w:r w:rsidRPr="00ED61E6">
              <w:t>Грушецький Анатолій Георгійович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5</w:t>
            </w:r>
          </w:p>
        </w:tc>
        <w:tc>
          <w:tcPr>
            <w:tcW w:w="6095" w:type="dxa"/>
          </w:tcPr>
          <w:p w:rsidR="00581BFF" w:rsidRPr="00ED61E6" w:rsidRDefault="00581BFF" w:rsidP="00014FF4">
            <w:r w:rsidRPr="00ED61E6">
              <w:t>Дудар Василь Серафимович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6</w:t>
            </w:r>
          </w:p>
        </w:tc>
        <w:tc>
          <w:tcPr>
            <w:tcW w:w="6095" w:type="dxa"/>
          </w:tcPr>
          <w:p w:rsidR="00581BFF" w:rsidRPr="00ED61E6" w:rsidRDefault="00581BFF" w:rsidP="00014FF4">
            <w:r w:rsidRPr="00ED61E6">
              <w:t>Захаренко Вадим Володимирович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7</w:t>
            </w:r>
          </w:p>
        </w:tc>
        <w:tc>
          <w:tcPr>
            <w:tcW w:w="6095" w:type="dxa"/>
          </w:tcPr>
          <w:p w:rsidR="00581BFF" w:rsidRPr="00ED61E6" w:rsidRDefault="00581BFF" w:rsidP="00014FF4">
            <w:r w:rsidRPr="00ED61E6">
              <w:t>Кучмій Богдан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8</w:t>
            </w:r>
          </w:p>
        </w:tc>
        <w:tc>
          <w:tcPr>
            <w:tcW w:w="6095" w:type="dxa"/>
          </w:tcPr>
          <w:p w:rsidR="00581BFF" w:rsidRPr="00ED61E6" w:rsidRDefault="00581BFF" w:rsidP="00014FF4">
            <w:r w:rsidRPr="00ED61E6">
              <w:t>Кучмій Юрій Борисович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9</w:t>
            </w:r>
          </w:p>
        </w:tc>
        <w:tc>
          <w:tcPr>
            <w:tcW w:w="6095" w:type="dxa"/>
          </w:tcPr>
          <w:p w:rsidR="00581BFF" w:rsidRPr="00ED61E6" w:rsidRDefault="00581BFF" w:rsidP="00014FF4">
            <w:r w:rsidRPr="00ED61E6">
              <w:t>Кругла Тетяна Дмитрівна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10</w:t>
            </w:r>
          </w:p>
        </w:tc>
        <w:tc>
          <w:tcPr>
            <w:tcW w:w="6095" w:type="dxa"/>
          </w:tcPr>
          <w:p w:rsidR="00581BFF" w:rsidRPr="00ED61E6" w:rsidRDefault="00581BFF" w:rsidP="00014FF4">
            <w:r w:rsidRPr="00ED61E6">
              <w:t>Лісовська Тамара Андріївна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11</w:t>
            </w:r>
          </w:p>
        </w:tc>
        <w:tc>
          <w:tcPr>
            <w:tcW w:w="6095" w:type="dxa"/>
          </w:tcPr>
          <w:p w:rsidR="00581BFF" w:rsidRPr="00ED61E6" w:rsidRDefault="00581BFF" w:rsidP="00014FF4">
            <w:r w:rsidRPr="00ED61E6">
              <w:t>Лісовський  Сергій Олександрович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12</w:t>
            </w:r>
          </w:p>
        </w:tc>
        <w:tc>
          <w:tcPr>
            <w:tcW w:w="6095" w:type="dxa"/>
          </w:tcPr>
          <w:p w:rsidR="00581BFF" w:rsidRPr="00ED61E6" w:rsidRDefault="00581BFF" w:rsidP="00014FF4">
            <w:r w:rsidRPr="00ED61E6">
              <w:t>Мирошниченко Олена Віталіївна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13</w:t>
            </w:r>
          </w:p>
        </w:tc>
        <w:tc>
          <w:tcPr>
            <w:tcW w:w="6095" w:type="dxa"/>
          </w:tcPr>
          <w:p w:rsidR="00581BFF" w:rsidRPr="00ED61E6" w:rsidRDefault="00581BFF" w:rsidP="00014FF4">
            <w:r w:rsidRPr="00ED61E6">
              <w:t>Мостовик Сергій Віталійович</w:t>
            </w:r>
          </w:p>
        </w:tc>
        <w:tc>
          <w:tcPr>
            <w:tcW w:w="2551" w:type="dxa"/>
          </w:tcPr>
          <w:p w:rsidR="00581BFF" w:rsidRPr="00ED61E6" w:rsidRDefault="00581BFF" w:rsidP="00014FF4">
            <w:pPr>
              <w:tabs>
                <w:tab w:val="left" w:pos="285"/>
                <w:tab w:val="left" w:pos="360"/>
                <w:tab w:val="center" w:pos="512"/>
              </w:tabs>
              <w:ind w:right="-2"/>
            </w:pPr>
            <w:r>
              <w:t>відсутній</w:t>
            </w:r>
          </w:p>
        </w:tc>
      </w:tr>
      <w:tr w:rsidR="00581BFF" w:rsidRPr="00ED61E6" w:rsidTr="00014FF4">
        <w:tc>
          <w:tcPr>
            <w:tcW w:w="534" w:type="dxa"/>
          </w:tcPr>
          <w:p w:rsidR="00581BFF" w:rsidRPr="00ED61E6" w:rsidRDefault="00581BFF" w:rsidP="00014FF4">
            <w:pPr>
              <w:ind w:right="-2"/>
              <w:jc w:val="center"/>
            </w:pPr>
            <w:r w:rsidRPr="00ED61E6">
              <w:t>14</w:t>
            </w:r>
          </w:p>
        </w:tc>
        <w:tc>
          <w:tcPr>
            <w:tcW w:w="6095" w:type="dxa"/>
          </w:tcPr>
          <w:p w:rsidR="00581BFF" w:rsidRPr="00ED61E6" w:rsidRDefault="00581BFF" w:rsidP="00014FF4">
            <w:r w:rsidRPr="00ED61E6">
              <w:t>Напханюк Ольга Іванівна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15</w:t>
            </w:r>
          </w:p>
        </w:tc>
        <w:tc>
          <w:tcPr>
            <w:tcW w:w="6095" w:type="dxa"/>
          </w:tcPr>
          <w:p w:rsidR="00581BFF" w:rsidRPr="00ED61E6" w:rsidRDefault="00581BFF" w:rsidP="00014FF4">
            <w:r w:rsidRPr="00ED61E6">
              <w:t>Напханюк Світлана Олексіївна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16</w:t>
            </w:r>
          </w:p>
        </w:tc>
        <w:tc>
          <w:tcPr>
            <w:tcW w:w="6095" w:type="dxa"/>
          </w:tcPr>
          <w:p w:rsidR="00581BFF" w:rsidRPr="00ED61E6" w:rsidRDefault="00581BFF" w:rsidP="00014FF4">
            <w:r w:rsidRPr="00ED61E6">
              <w:t>Новіков Сергій Алійович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17</w:t>
            </w:r>
          </w:p>
        </w:tc>
        <w:tc>
          <w:tcPr>
            <w:tcW w:w="6095" w:type="dxa"/>
          </w:tcPr>
          <w:p w:rsidR="00581BFF" w:rsidRPr="00ED61E6" w:rsidRDefault="00581BFF" w:rsidP="00014FF4">
            <w:r w:rsidRPr="00ED61E6">
              <w:t>Піщик Тетяна Володимирівна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18</w:t>
            </w:r>
          </w:p>
        </w:tc>
        <w:tc>
          <w:tcPr>
            <w:tcW w:w="6095" w:type="dxa"/>
          </w:tcPr>
          <w:p w:rsidR="00581BFF" w:rsidRPr="00ED61E6" w:rsidRDefault="00581BFF" w:rsidP="00014FF4">
            <w:r w:rsidRPr="00ED61E6">
              <w:t>Романщак Наталія Василівна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19</w:t>
            </w:r>
          </w:p>
        </w:tc>
        <w:tc>
          <w:tcPr>
            <w:tcW w:w="6095" w:type="dxa"/>
          </w:tcPr>
          <w:p w:rsidR="00581BFF" w:rsidRPr="00ED61E6" w:rsidRDefault="00581BFF" w:rsidP="00014FF4">
            <w:r w:rsidRPr="00ED61E6">
              <w:t>Рибак Ігор Федорович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20</w:t>
            </w:r>
          </w:p>
        </w:tc>
        <w:tc>
          <w:tcPr>
            <w:tcW w:w="6095" w:type="dxa"/>
          </w:tcPr>
          <w:p w:rsidR="00581BFF" w:rsidRPr="00ED61E6" w:rsidRDefault="00581BFF" w:rsidP="00014FF4">
            <w:r w:rsidRPr="00ED61E6">
              <w:t>Сачук Валентина Михайлівна</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21</w:t>
            </w:r>
          </w:p>
        </w:tc>
        <w:tc>
          <w:tcPr>
            <w:tcW w:w="6095" w:type="dxa"/>
          </w:tcPr>
          <w:p w:rsidR="00581BFF" w:rsidRPr="00ED61E6" w:rsidRDefault="00581BFF" w:rsidP="00014FF4">
            <w:r w:rsidRPr="00ED61E6">
              <w:t>Сторожук Віталій Олексійович</w:t>
            </w:r>
          </w:p>
        </w:tc>
        <w:tc>
          <w:tcPr>
            <w:tcW w:w="2551" w:type="dxa"/>
          </w:tcPr>
          <w:p w:rsidR="00581BFF" w:rsidRPr="00ED61E6" w:rsidRDefault="00581BFF" w:rsidP="00014FF4">
            <w:pPr>
              <w:ind w:right="-2"/>
            </w:pPr>
            <w:r>
              <w:t>За</w:t>
            </w:r>
          </w:p>
        </w:tc>
      </w:tr>
      <w:tr w:rsidR="00581BFF" w:rsidRPr="00ED61E6" w:rsidTr="00014FF4">
        <w:tc>
          <w:tcPr>
            <w:tcW w:w="534" w:type="dxa"/>
          </w:tcPr>
          <w:p w:rsidR="00581BFF" w:rsidRPr="00ED61E6" w:rsidRDefault="00581BFF" w:rsidP="00014FF4">
            <w:pPr>
              <w:ind w:right="-2"/>
              <w:jc w:val="center"/>
            </w:pPr>
            <w:r w:rsidRPr="00ED61E6">
              <w:t>22</w:t>
            </w:r>
          </w:p>
        </w:tc>
        <w:tc>
          <w:tcPr>
            <w:tcW w:w="6095" w:type="dxa"/>
          </w:tcPr>
          <w:p w:rsidR="00581BFF" w:rsidRPr="00ED61E6" w:rsidRDefault="00581BFF" w:rsidP="00014FF4">
            <w:r w:rsidRPr="00ED61E6">
              <w:t>Скрипар Василь Іванович</w:t>
            </w:r>
          </w:p>
        </w:tc>
        <w:tc>
          <w:tcPr>
            <w:tcW w:w="2551" w:type="dxa"/>
          </w:tcPr>
          <w:p w:rsidR="00581BFF" w:rsidRPr="00ED61E6" w:rsidRDefault="00581BFF" w:rsidP="00014FF4">
            <w:pPr>
              <w:ind w:right="-2"/>
            </w:pPr>
            <w:r>
              <w:t>відсутній</w:t>
            </w:r>
          </w:p>
        </w:tc>
      </w:tr>
      <w:tr w:rsidR="00581BFF" w:rsidRPr="00ED61E6" w:rsidTr="00014FF4">
        <w:tc>
          <w:tcPr>
            <w:tcW w:w="534" w:type="dxa"/>
          </w:tcPr>
          <w:p w:rsidR="00581BFF" w:rsidRPr="00ED61E6" w:rsidRDefault="00581BFF" w:rsidP="00014FF4">
            <w:pPr>
              <w:ind w:right="-2"/>
              <w:jc w:val="center"/>
            </w:pPr>
            <w:r w:rsidRPr="00ED61E6">
              <w:t>23</w:t>
            </w:r>
          </w:p>
        </w:tc>
        <w:tc>
          <w:tcPr>
            <w:tcW w:w="6095" w:type="dxa"/>
          </w:tcPr>
          <w:p w:rsidR="00581BFF" w:rsidRPr="00ED61E6" w:rsidRDefault="00581BFF" w:rsidP="00014FF4">
            <w:r w:rsidRPr="00ED61E6">
              <w:t>Сулима Ольга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24</w:t>
            </w:r>
          </w:p>
        </w:tc>
        <w:tc>
          <w:tcPr>
            <w:tcW w:w="6095" w:type="dxa"/>
          </w:tcPr>
          <w:p w:rsidR="00581BFF" w:rsidRPr="00ED61E6" w:rsidRDefault="00581BFF" w:rsidP="00014FF4">
            <w:r w:rsidRPr="00ED61E6">
              <w:t>Туз Сергій Віталійович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25</w:t>
            </w:r>
          </w:p>
        </w:tc>
        <w:tc>
          <w:tcPr>
            <w:tcW w:w="6095" w:type="dxa"/>
          </w:tcPr>
          <w:p w:rsidR="00581BFF" w:rsidRPr="00ED61E6" w:rsidRDefault="00581BFF" w:rsidP="00014FF4">
            <w:r w:rsidRPr="00ED61E6">
              <w:t>Чушкін Олексій Іванович</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26</w:t>
            </w:r>
          </w:p>
        </w:tc>
        <w:tc>
          <w:tcPr>
            <w:tcW w:w="6095" w:type="dxa"/>
          </w:tcPr>
          <w:p w:rsidR="00581BFF" w:rsidRPr="00ED61E6" w:rsidRDefault="00581BFF" w:rsidP="00014FF4">
            <w:r w:rsidRPr="00ED61E6">
              <w:t>Чушкіна Надія Василівна</w:t>
            </w:r>
          </w:p>
        </w:tc>
        <w:tc>
          <w:tcPr>
            <w:tcW w:w="2551" w:type="dxa"/>
          </w:tcPr>
          <w:p w:rsidR="00581BFF" w:rsidRPr="00ED61E6" w:rsidRDefault="00581BFF" w:rsidP="00014FF4">
            <w:pPr>
              <w:tabs>
                <w:tab w:val="left" w:pos="285"/>
                <w:tab w:val="left" w:pos="360"/>
                <w:tab w:val="center" w:pos="512"/>
              </w:tabs>
              <w:ind w:right="-2"/>
            </w:pPr>
            <w:r>
              <w:t>За</w:t>
            </w:r>
          </w:p>
        </w:tc>
      </w:tr>
      <w:tr w:rsidR="00581BFF" w:rsidRPr="00ED61E6" w:rsidTr="00014FF4">
        <w:tc>
          <w:tcPr>
            <w:tcW w:w="534" w:type="dxa"/>
          </w:tcPr>
          <w:p w:rsidR="00581BFF" w:rsidRPr="00ED61E6" w:rsidRDefault="00581BFF" w:rsidP="00014FF4">
            <w:pPr>
              <w:ind w:right="-2"/>
              <w:jc w:val="center"/>
            </w:pPr>
            <w:r w:rsidRPr="00ED61E6">
              <w:t>27</w:t>
            </w:r>
          </w:p>
        </w:tc>
        <w:tc>
          <w:tcPr>
            <w:tcW w:w="6095" w:type="dxa"/>
          </w:tcPr>
          <w:p w:rsidR="00581BFF" w:rsidRPr="00ED61E6" w:rsidRDefault="00581BFF" w:rsidP="00014FF4">
            <w:r w:rsidRPr="00ED61E6">
              <w:t>Ясінський Микола Володимирович</w:t>
            </w:r>
          </w:p>
        </w:tc>
        <w:tc>
          <w:tcPr>
            <w:tcW w:w="2551" w:type="dxa"/>
          </w:tcPr>
          <w:p w:rsidR="00581BFF" w:rsidRPr="00ED61E6" w:rsidRDefault="00581BFF" w:rsidP="00014FF4">
            <w:pPr>
              <w:ind w:right="-2"/>
            </w:pPr>
            <w:r>
              <w:t>За</w:t>
            </w:r>
          </w:p>
        </w:tc>
      </w:tr>
    </w:tbl>
    <w:p w:rsidR="00581BFF" w:rsidRPr="001D1725" w:rsidRDefault="00581BFF" w:rsidP="00C6767F">
      <w:pPr>
        <w:rPr>
          <w:sz w:val="28"/>
          <w:szCs w:val="28"/>
        </w:rPr>
      </w:pPr>
      <w:r>
        <w:rPr>
          <w:sz w:val="28"/>
          <w:szCs w:val="28"/>
        </w:rPr>
        <w:t>Усього проголосували</w:t>
      </w:r>
      <w:r w:rsidRPr="001D1725">
        <w:rPr>
          <w:sz w:val="28"/>
          <w:szCs w:val="28"/>
        </w:rPr>
        <w:t>,  з них :</w:t>
      </w:r>
    </w:p>
    <w:p w:rsidR="00581BFF" w:rsidRDefault="00581BFF" w:rsidP="00C6767F">
      <w:pPr>
        <w:spacing w:line="319" w:lineRule="exact"/>
        <w:ind w:left="840"/>
        <w:rPr>
          <w:i/>
          <w:sz w:val="28"/>
        </w:rPr>
      </w:pPr>
      <w:r>
        <w:rPr>
          <w:i/>
          <w:sz w:val="28"/>
        </w:rPr>
        <w:t xml:space="preserve"> «За» - 24 чол.</w:t>
      </w:r>
    </w:p>
    <w:p w:rsidR="00581BFF" w:rsidRDefault="00581BFF" w:rsidP="00C6767F">
      <w:pPr>
        <w:spacing w:line="322" w:lineRule="exact"/>
        <w:ind w:left="840"/>
        <w:rPr>
          <w:i/>
          <w:sz w:val="28"/>
        </w:rPr>
      </w:pPr>
      <w:r>
        <w:rPr>
          <w:i/>
          <w:sz w:val="28"/>
        </w:rPr>
        <w:t>«Проти – немає.</w:t>
      </w:r>
    </w:p>
    <w:p w:rsidR="00581BFF" w:rsidRDefault="00581BFF" w:rsidP="00C6767F">
      <w:pPr>
        <w:ind w:left="840"/>
        <w:rPr>
          <w:i/>
          <w:sz w:val="28"/>
        </w:rPr>
      </w:pPr>
      <w:r>
        <w:rPr>
          <w:i/>
          <w:sz w:val="28"/>
        </w:rPr>
        <w:t>«Утримались» - немає.</w:t>
      </w:r>
    </w:p>
    <w:p w:rsidR="00581BFF" w:rsidRDefault="00581BFF" w:rsidP="00C6767F">
      <w:pPr>
        <w:pStyle w:val="Heading1"/>
        <w:spacing w:before="9"/>
        <w:ind w:left="119"/>
        <w:jc w:val="left"/>
        <w:rPr>
          <w:b w:val="0"/>
        </w:rPr>
      </w:pPr>
      <w:r w:rsidRPr="001D1725">
        <w:rPr>
          <w:b w:val="0"/>
        </w:rPr>
        <w:t>Прийнято</w:t>
      </w:r>
      <w:r>
        <w:rPr>
          <w:b w:val="0"/>
        </w:rPr>
        <w:t xml:space="preserve"> рішення № 76 </w:t>
      </w:r>
      <w:r w:rsidRPr="001D1725">
        <w:rPr>
          <w:b w:val="0"/>
        </w:rPr>
        <w:t>(додається).</w:t>
      </w:r>
    </w:p>
    <w:p w:rsidR="00581BFF" w:rsidRDefault="00581BFF" w:rsidP="00C6767F">
      <w:pPr>
        <w:tabs>
          <w:tab w:val="left" w:pos="1315"/>
        </w:tabs>
        <w:ind w:right="-2"/>
        <w:rPr>
          <w:b/>
          <w:color w:val="000000"/>
        </w:rPr>
      </w:pPr>
    </w:p>
    <w:p w:rsidR="00581BFF" w:rsidRDefault="00581BFF" w:rsidP="008A3B4B">
      <w:pPr>
        <w:pStyle w:val="NormalWeb"/>
        <w:shd w:val="clear" w:color="auto" w:fill="FFFFFF"/>
        <w:tabs>
          <w:tab w:val="left" w:pos="1315"/>
        </w:tabs>
        <w:spacing w:before="0" w:beforeAutospacing="0" w:after="0" w:afterAutospacing="0"/>
        <w:jc w:val="both"/>
        <w:rPr>
          <w:b/>
          <w:sz w:val="28"/>
          <w:szCs w:val="28"/>
        </w:rPr>
      </w:pPr>
      <w:r>
        <w:rPr>
          <w:color w:val="000000"/>
          <w:sz w:val="28"/>
          <w:szCs w:val="28"/>
        </w:rPr>
        <w:t xml:space="preserve">                 </w:t>
      </w:r>
      <w:r w:rsidRPr="003576E0">
        <w:rPr>
          <w:b/>
          <w:sz w:val="28"/>
          <w:szCs w:val="28"/>
        </w:rPr>
        <w:t>Голова селищної ради:</w:t>
      </w:r>
    </w:p>
    <w:p w:rsidR="00581BFF" w:rsidRDefault="00581BFF" w:rsidP="008A3B4B">
      <w:pPr>
        <w:jc w:val="both"/>
        <w:rPr>
          <w:sz w:val="28"/>
          <w:szCs w:val="28"/>
        </w:rPr>
      </w:pPr>
      <w:r w:rsidRPr="005A5546">
        <w:rPr>
          <w:sz w:val="28"/>
          <w:szCs w:val="28"/>
        </w:rPr>
        <w:t xml:space="preserve">Переходимо до розгляду </w:t>
      </w:r>
      <w:r w:rsidRPr="008A3B4B">
        <w:rPr>
          <w:sz w:val="28"/>
          <w:szCs w:val="28"/>
        </w:rPr>
        <w:t xml:space="preserve">дев’ятнадцятого </w:t>
      </w:r>
      <w:r w:rsidRPr="00B05A04">
        <w:rPr>
          <w:sz w:val="28"/>
          <w:szCs w:val="28"/>
        </w:rPr>
        <w:t xml:space="preserve"> </w:t>
      </w:r>
      <w:r>
        <w:rPr>
          <w:sz w:val="28"/>
          <w:szCs w:val="28"/>
        </w:rPr>
        <w:t>питання.</w:t>
      </w:r>
    </w:p>
    <w:p w:rsidR="00581BFF" w:rsidRDefault="00581BFF" w:rsidP="008A3B4B">
      <w:pPr>
        <w:tabs>
          <w:tab w:val="left" w:pos="3600"/>
        </w:tabs>
        <w:ind w:right="98" w:firstLine="720"/>
        <w:jc w:val="both"/>
        <w:outlineLvl w:val="0"/>
        <w:rPr>
          <w:sz w:val="28"/>
          <w:szCs w:val="28"/>
        </w:rPr>
      </w:pPr>
      <w:r w:rsidRPr="002F4B1F">
        <w:rPr>
          <w:sz w:val="28"/>
          <w:szCs w:val="28"/>
        </w:rPr>
        <w:t xml:space="preserve">Слово для інформації </w:t>
      </w:r>
      <w:r>
        <w:rPr>
          <w:sz w:val="28"/>
          <w:szCs w:val="28"/>
        </w:rPr>
        <w:t>"</w:t>
      </w:r>
      <w:r w:rsidRPr="009325BA">
        <w:rPr>
          <w:b/>
          <w:sz w:val="28"/>
          <w:szCs w:val="28"/>
        </w:rPr>
        <w:t>Про зміну засновника, перейменування та затвердження Статуту (у новій редакції) комунального заклад</w:t>
      </w:r>
      <w:r w:rsidRPr="00871017">
        <w:rPr>
          <w:b/>
          <w:sz w:val="28"/>
          <w:szCs w:val="28"/>
        </w:rPr>
        <w:t>у</w:t>
      </w:r>
      <w:r w:rsidRPr="009325BA">
        <w:rPr>
          <w:b/>
          <w:sz w:val="28"/>
          <w:szCs w:val="28"/>
        </w:rPr>
        <w:t xml:space="preserve"> </w:t>
      </w:r>
      <w:r w:rsidRPr="00871017">
        <w:rPr>
          <w:b/>
          <w:sz w:val="28"/>
          <w:szCs w:val="28"/>
        </w:rPr>
        <w:t>"</w:t>
      </w:r>
      <w:r w:rsidRPr="009325BA">
        <w:rPr>
          <w:b/>
          <w:sz w:val="28"/>
          <w:szCs w:val="28"/>
        </w:rPr>
        <w:t>Центр культури та дозвілля</w:t>
      </w:r>
      <w:r w:rsidRPr="00871017">
        <w:rPr>
          <w:b/>
          <w:sz w:val="28"/>
          <w:szCs w:val="28"/>
        </w:rPr>
        <w:t>"</w:t>
      </w:r>
      <w:r w:rsidRPr="009325BA">
        <w:rPr>
          <w:b/>
          <w:sz w:val="28"/>
          <w:szCs w:val="28"/>
        </w:rPr>
        <w:t xml:space="preserve"> Голованівської селищної ради</w:t>
      </w:r>
      <w:r>
        <w:rPr>
          <w:b/>
          <w:sz w:val="28"/>
          <w:szCs w:val="28"/>
        </w:rPr>
        <w:t>"</w:t>
      </w:r>
      <w:r w:rsidRPr="00DD698C">
        <w:rPr>
          <w:sz w:val="28"/>
          <w:szCs w:val="28"/>
        </w:rPr>
        <w:t xml:space="preserve"> 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8A3B4B">
      <w:pPr>
        <w:tabs>
          <w:tab w:val="left" w:pos="3600"/>
        </w:tabs>
        <w:ind w:right="98" w:firstLine="720"/>
        <w:jc w:val="both"/>
        <w:outlineLvl w:val="0"/>
        <w:rPr>
          <w:sz w:val="28"/>
          <w:szCs w:val="28"/>
        </w:rPr>
      </w:pPr>
    </w:p>
    <w:p w:rsidR="00581BFF" w:rsidRPr="00765D96" w:rsidRDefault="00581BFF" w:rsidP="008A3B4B">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8A3B4B">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8A3B4B">
      <w:pPr>
        <w:tabs>
          <w:tab w:val="left" w:pos="3600"/>
        </w:tabs>
        <w:ind w:right="98" w:firstLine="720"/>
        <w:jc w:val="both"/>
        <w:outlineLvl w:val="0"/>
        <w:rPr>
          <w:sz w:val="28"/>
          <w:szCs w:val="28"/>
        </w:rPr>
      </w:pPr>
      <w:r>
        <w:rPr>
          <w:bCs/>
          <w:sz w:val="28"/>
          <w:szCs w:val="28"/>
        </w:rPr>
        <w:t>У</w:t>
      </w:r>
      <w:r w:rsidRPr="0067583F">
        <w:t xml:space="preserve"> </w:t>
      </w:r>
      <w:hyperlink r:id="rId18"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8A3B4B">
        <w:rPr>
          <w:sz w:val="28"/>
          <w:szCs w:val="28"/>
        </w:rPr>
        <w:t>комунального закладу "Центр культури та дозвілля" Голованівської селищної ради</w:t>
      </w:r>
      <w:r>
        <w:rPr>
          <w:sz w:val="28"/>
          <w:szCs w:val="28"/>
        </w:rPr>
        <w:t xml:space="preserve"> на баланс селищної ради. </w:t>
      </w:r>
    </w:p>
    <w:p w:rsidR="00581BFF" w:rsidRDefault="00581BFF" w:rsidP="008A3B4B">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8A3B4B">
      <w:pPr>
        <w:pStyle w:val="NormalWeb"/>
        <w:shd w:val="clear" w:color="auto" w:fill="FFFFFF"/>
        <w:spacing w:before="0" w:beforeAutospacing="0" w:after="0" w:afterAutospacing="0"/>
        <w:jc w:val="both"/>
        <w:rPr>
          <w:sz w:val="28"/>
          <w:szCs w:val="28"/>
        </w:rPr>
      </w:pPr>
    </w:p>
    <w:p w:rsidR="00581BFF" w:rsidRDefault="00581BFF" w:rsidP="008A3B4B">
      <w:pPr>
        <w:pStyle w:val="NormalWeb"/>
        <w:shd w:val="clear" w:color="auto" w:fill="FFFFFF"/>
        <w:tabs>
          <w:tab w:val="left" w:pos="1315"/>
        </w:tabs>
        <w:spacing w:before="0" w:beforeAutospacing="0" w:after="0" w:afterAutospacing="0"/>
        <w:jc w:val="both"/>
        <w:rPr>
          <w:b/>
          <w:sz w:val="28"/>
          <w:szCs w:val="28"/>
        </w:rPr>
      </w:pPr>
      <w:r>
        <w:rPr>
          <w:color w:val="000000"/>
          <w:sz w:val="28"/>
          <w:szCs w:val="28"/>
        </w:rPr>
        <w:t xml:space="preserve">                 </w:t>
      </w:r>
      <w:r w:rsidRPr="003576E0">
        <w:rPr>
          <w:b/>
          <w:sz w:val="28"/>
          <w:szCs w:val="28"/>
        </w:rPr>
        <w:t>Голова селищної ради:</w:t>
      </w:r>
    </w:p>
    <w:p w:rsidR="00581BFF" w:rsidRDefault="00581BFF" w:rsidP="00FC7735">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FC7735">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FC7735">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8A3B4B">
      <w:pPr>
        <w:rPr>
          <w:b/>
          <w:sz w:val="28"/>
          <w:szCs w:val="28"/>
        </w:rPr>
      </w:pPr>
    </w:p>
    <w:p w:rsidR="00581BFF" w:rsidRPr="00B05A04" w:rsidRDefault="00581BFF" w:rsidP="008A3B4B">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FC7735">
        <w:tc>
          <w:tcPr>
            <w:tcW w:w="534" w:type="dxa"/>
          </w:tcPr>
          <w:p w:rsidR="00581BFF" w:rsidRPr="00ED61E6" w:rsidRDefault="00581BFF" w:rsidP="00FC7735">
            <w:pPr>
              <w:ind w:right="-2"/>
              <w:jc w:val="center"/>
            </w:pPr>
            <w:r w:rsidRPr="00ED61E6">
              <w:t>№</w:t>
            </w:r>
          </w:p>
        </w:tc>
        <w:tc>
          <w:tcPr>
            <w:tcW w:w="6095" w:type="dxa"/>
          </w:tcPr>
          <w:p w:rsidR="00581BFF" w:rsidRPr="00ED61E6" w:rsidRDefault="00581BFF" w:rsidP="00FC7735">
            <w:pPr>
              <w:ind w:right="-2"/>
              <w:jc w:val="center"/>
            </w:pPr>
            <w:r w:rsidRPr="00ED61E6">
              <w:t>ПІБ депутата</w:t>
            </w:r>
          </w:p>
        </w:tc>
        <w:tc>
          <w:tcPr>
            <w:tcW w:w="2551" w:type="dxa"/>
          </w:tcPr>
          <w:p w:rsidR="00581BFF" w:rsidRPr="00ED61E6" w:rsidRDefault="00581BFF" w:rsidP="00FC7735">
            <w:pPr>
              <w:ind w:right="-2"/>
              <w:jc w:val="center"/>
            </w:pPr>
            <w:r w:rsidRPr="00ED61E6">
              <w:t>Результати голосування</w:t>
            </w:r>
          </w:p>
        </w:tc>
      </w:tr>
      <w:tr w:rsidR="00581BFF" w:rsidRPr="00ED61E6" w:rsidTr="00FC7735">
        <w:tc>
          <w:tcPr>
            <w:tcW w:w="534" w:type="dxa"/>
          </w:tcPr>
          <w:p w:rsidR="00581BFF" w:rsidRPr="00ED61E6" w:rsidRDefault="00581BFF" w:rsidP="00FC7735">
            <w:pPr>
              <w:ind w:right="-2"/>
              <w:jc w:val="center"/>
            </w:pPr>
            <w:r w:rsidRPr="00ED61E6">
              <w:t>1</w:t>
            </w:r>
          </w:p>
        </w:tc>
        <w:tc>
          <w:tcPr>
            <w:tcW w:w="6095" w:type="dxa"/>
          </w:tcPr>
          <w:p w:rsidR="00581BFF" w:rsidRPr="00ED61E6" w:rsidRDefault="00581BFF" w:rsidP="00FC7735">
            <w:r w:rsidRPr="00ED61E6">
              <w:t>Цобенко Сергій Олександрович – селищний голова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w:t>
            </w:r>
          </w:p>
        </w:tc>
        <w:tc>
          <w:tcPr>
            <w:tcW w:w="6095" w:type="dxa"/>
          </w:tcPr>
          <w:p w:rsidR="00581BFF" w:rsidRPr="00ED61E6" w:rsidRDefault="00581BFF" w:rsidP="00FC7735">
            <w:r w:rsidRPr="00ED61E6">
              <w:t>Брижатюк Олена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3</w:t>
            </w:r>
          </w:p>
        </w:tc>
        <w:tc>
          <w:tcPr>
            <w:tcW w:w="6095" w:type="dxa"/>
          </w:tcPr>
          <w:p w:rsidR="00581BFF" w:rsidRPr="00ED61E6" w:rsidRDefault="00581BFF" w:rsidP="00FC7735">
            <w:r w:rsidRPr="00ED61E6">
              <w:t>Голімбієвська Тамара Павлівна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4</w:t>
            </w:r>
          </w:p>
        </w:tc>
        <w:tc>
          <w:tcPr>
            <w:tcW w:w="6095" w:type="dxa"/>
          </w:tcPr>
          <w:p w:rsidR="00581BFF" w:rsidRPr="00ED61E6" w:rsidRDefault="00581BFF" w:rsidP="00FC7735">
            <w:r w:rsidRPr="00ED61E6">
              <w:t>Грушецький Анатолій Георгійович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5</w:t>
            </w:r>
          </w:p>
        </w:tc>
        <w:tc>
          <w:tcPr>
            <w:tcW w:w="6095" w:type="dxa"/>
          </w:tcPr>
          <w:p w:rsidR="00581BFF" w:rsidRPr="00ED61E6" w:rsidRDefault="00581BFF" w:rsidP="00FC7735">
            <w:r w:rsidRPr="00ED61E6">
              <w:t>Дудар Василь Серафимович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6</w:t>
            </w:r>
          </w:p>
        </w:tc>
        <w:tc>
          <w:tcPr>
            <w:tcW w:w="6095" w:type="dxa"/>
          </w:tcPr>
          <w:p w:rsidR="00581BFF" w:rsidRPr="00ED61E6" w:rsidRDefault="00581BFF" w:rsidP="00FC7735">
            <w:r w:rsidRPr="00ED61E6">
              <w:t>Захаренко Вадим Володимирович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7</w:t>
            </w:r>
          </w:p>
        </w:tc>
        <w:tc>
          <w:tcPr>
            <w:tcW w:w="6095" w:type="dxa"/>
          </w:tcPr>
          <w:p w:rsidR="00581BFF" w:rsidRPr="00ED61E6" w:rsidRDefault="00581BFF" w:rsidP="00FC7735">
            <w:r w:rsidRPr="00ED61E6">
              <w:t>Кучмій Богдан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8</w:t>
            </w:r>
          </w:p>
        </w:tc>
        <w:tc>
          <w:tcPr>
            <w:tcW w:w="6095" w:type="dxa"/>
          </w:tcPr>
          <w:p w:rsidR="00581BFF" w:rsidRPr="00ED61E6" w:rsidRDefault="00581BFF" w:rsidP="00FC7735">
            <w:r w:rsidRPr="00ED61E6">
              <w:t>Кучмій Юрій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9</w:t>
            </w:r>
          </w:p>
        </w:tc>
        <w:tc>
          <w:tcPr>
            <w:tcW w:w="6095" w:type="dxa"/>
          </w:tcPr>
          <w:p w:rsidR="00581BFF" w:rsidRPr="00ED61E6" w:rsidRDefault="00581BFF" w:rsidP="00FC7735">
            <w:r w:rsidRPr="00ED61E6">
              <w:t>Кругла Тетяна Дмитрівна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10</w:t>
            </w:r>
          </w:p>
        </w:tc>
        <w:tc>
          <w:tcPr>
            <w:tcW w:w="6095" w:type="dxa"/>
          </w:tcPr>
          <w:p w:rsidR="00581BFF" w:rsidRPr="00ED61E6" w:rsidRDefault="00581BFF" w:rsidP="00FC7735">
            <w:r w:rsidRPr="00ED61E6">
              <w:t>Лісовська Тамара Андріївна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11</w:t>
            </w:r>
          </w:p>
        </w:tc>
        <w:tc>
          <w:tcPr>
            <w:tcW w:w="6095" w:type="dxa"/>
          </w:tcPr>
          <w:p w:rsidR="00581BFF" w:rsidRPr="00ED61E6" w:rsidRDefault="00581BFF" w:rsidP="00FC7735">
            <w:r w:rsidRPr="00ED61E6">
              <w:t>Лісовський  Сергій Олександрович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12</w:t>
            </w:r>
          </w:p>
        </w:tc>
        <w:tc>
          <w:tcPr>
            <w:tcW w:w="6095" w:type="dxa"/>
          </w:tcPr>
          <w:p w:rsidR="00581BFF" w:rsidRPr="00ED61E6" w:rsidRDefault="00581BFF" w:rsidP="00FC7735">
            <w:r w:rsidRPr="00ED61E6">
              <w:t>Мирошниченко Олена Віталіївна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13</w:t>
            </w:r>
          </w:p>
        </w:tc>
        <w:tc>
          <w:tcPr>
            <w:tcW w:w="6095" w:type="dxa"/>
          </w:tcPr>
          <w:p w:rsidR="00581BFF" w:rsidRPr="00ED61E6" w:rsidRDefault="00581BFF" w:rsidP="00FC7735">
            <w:r w:rsidRPr="00ED61E6">
              <w:t>Мостовик Сергій Віталійович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14</w:t>
            </w:r>
          </w:p>
        </w:tc>
        <w:tc>
          <w:tcPr>
            <w:tcW w:w="6095" w:type="dxa"/>
          </w:tcPr>
          <w:p w:rsidR="00581BFF" w:rsidRPr="00ED61E6" w:rsidRDefault="00581BFF" w:rsidP="00FC7735">
            <w:r w:rsidRPr="00ED61E6">
              <w:t>Напханюк Ольга Іванівна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15</w:t>
            </w:r>
          </w:p>
        </w:tc>
        <w:tc>
          <w:tcPr>
            <w:tcW w:w="6095" w:type="dxa"/>
          </w:tcPr>
          <w:p w:rsidR="00581BFF" w:rsidRPr="00ED61E6" w:rsidRDefault="00581BFF" w:rsidP="00FC7735">
            <w:r w:rsidRPr="00ED61E6">
              <w:t>Напханюк Світлана Олексіївна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16</w:t>
            </w:r>
          </w:p>
        </w:tc>
        <w:tc>
          <w:tcPr>
            <w:tcW w:w="6095" w:type="dxa"/>
          </w:tcPr>
          <w:p w:rsidR="00581BFF" w:rsidRPr="00ED61E6" w:rsidRDefault="00581BFF" w:rsidP="00FC7735">
            <w:r w:rsidRPr="00ED61E6">
              <w:t>Новіков Сергій Алійович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17</w:t>
            </w:r>
          </w:p>
        </w:tc>
        <w:tc>
          <w:tcPr>
            <w:tcW w:w="6095" w:type="dxa"/>
          </w:tcPr>
          <w:p w:rsidR="00581BFF" w:rsidRPr="00ED61E6" w:rsidRDefault="00581BFF" w:rsidP="00FC7735">
            <w:r w:rsidRPr="00ED61E6">
              <w:t>Піщик Тетяна Володимирівна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18</w:t>
            </w:r>
          </w:p>
        </w:tc>
        <w:tc>
          <w:tcPr>
            <w:tcW w:w="6095" w:type="dxa"/>
          </w:tcPr>
          <w:p w:rsidR="00581BFF" w:rsidRPr="00ED61E6" w:rsidRDefault="00581BFF" w:rsidP="00FC7735">
            <w:r w:rsidRPr="00ED61E6">
              <w:t>Романщак Наталія Василівна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19</w:t>
            </w:r>
          </w:p>
        </w:tc>
        <w:tc>
          <w:tcPr>
            <w:tcW w:w="6095" w:type="dxa"/>
          </w:tcPr>
          <w:p w:rsidR="00581BFF" w:rsidRPr="00ED61E6" w:rsidRDefault="00581BFF" w:rsidP="00FC7735">
            <w:r w:rsidRPr="00ED61E6">
              <w:t>Рибак Ігор Федорович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20</w:t>
            </w:r>
          </w:p>
        </w:tc>
        <w:tc>
          <w:tcPr>
            <w:tcW w:w="6095" w:type="dxa"/>
          </w:tcPr>
          <w:p w:rsidR="00581BFF" w:rsidRPr="00ED61E6" w:rsidRDefault="00581BFF" w:rsidP="00FC7735">
            <w:r w:rsidRPr="00ED61E6">
              <w:t>Сачук Валентина Михайлівна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21</w:t>
            </w:r>
          </w:p>
        </w:tc>
        <w:tc>
          <w:tcPr>
            <w:tcW w:w="6095" w:type="dxa"/>
          </w:tcPr>
          <w:p w:rsidR="00581BFF" w:rsidRPr="00ED61E6" w:rsidRDefault="00581BFF" w:rsidP="00FC7735">
            <w:r w:rsidRPr="00ED61E6">
              <w:t>Сторожук Віталій Олексійович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22</w:t>
            </w:r>
          </w:p>
        </w:tc>
        <w:tc>
          <w:tcPr>
            <w:tcW w:w="6095" w:type="dxa"/>
          </w:tcPr>
          <w:p w:rsidR="00581BFF" w:rsidRPr="00ED61E6" w:rsidRDefault="00581BFF" w:rsidP="00FC7735">
            <w:r w:rsidRPr="00ED61E6">
              <w:t>Скрипар Василь Іванович</w:t>
            </w:r>
          </w:p>
        </w:tc>
        <w:tc>
          <w:tcPr>
            <w:tcW w:w="2551" w:type="dxa"/>
          </w:tcPr>
          <w:p w:rsidR="00581BFF" w:rsidRPr="00ED61E6" w:rsidRDefault="00581BFF" w:rsidP="00FC7735">
            <w:pPr>
              <w:ind w:right="-2"/>
            </w:pPr>
            <w:r>
              <w:t>відсутній</w:t>
            </w:r>
          </w:p>
        </w:tc>
      </w:tr>
      <w:tr w:rsidR="00581BFF" w:rsidRPr="00ED61E6" w:rsidTr="00FC7735">
        <w:tc>
          <w:tcPr>
            <w:tcW w:w="534" w:type="dxa"/>
          </w:tcPr>
          <w:p w:rsidR="00581BFF" w:rsidRPr="00ED61E6" w:rsidRDefault="00581BFF" w:rsidP="00FC7735">
            <w:pPr>
              <w:ind w:right="-2"/>
              <w:jc w:val="center"/>
            </w:pPr>
            <w:r w:rsidRPr="00ED61E6">
              <w:t>23</w:t>
            </w:r>
          </w:p>
        </w:tc>
        <w:tc>
          <w:tcPr>
            <w:tcW w:w="6095" w:type="dxa"/>
          </w:tcPr>
          <w:p w:rsidR="00581BFF" w:rsidRPr="00ED61E6" w:rsidRDefault="00581BFF" w:rsidP="00FC7735">
            <w:r w:rsidRPr="00ED61E6">
              <w:t>Сулима Ольга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24</w:t>
            </w:r>
          </w:p>
        </w:tc>
        <w:tc>
          <w:tcPr>
            <w:tcW w:w="6095" w:type="dxa"/>
          </w:tcPr>
          <w:p w:rsidR="00581BFF" w:rsidRPr="00ED61E6" w:rsidRDefault="00581BFF" w:rsidP="00FC7735">
            <w:r w:rsidRPr="00ED61E6">
              <w:t>Туз Сергій Віталійович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25</w:t>
            </w:r>
          </w:p>
        </w:tc>
        <w:tc>
          <w:tcPr>
            <w:tcW w:w="6095" w:type="dxa"/>
          </w:tcPr>
          <w:p w:rsidR="00581BFF" w:rsidRPr="00ED61E6" w:rsidRDefault="00581BFF" w:rsidP="00FC7735">
            <w:r w:rsidRPr="00ED61E6">
              <w:t>Чушкін Олексій Іванович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26</w:t>
            </w:r>
          </w:p>
        </w:tc>
        <w:tc>
          <w:tcPr>
            <w:tcW w:w="6095" w:type="dxa"/>
          </w:tcPr>
          <w:p w:rsidR="00581BFF" w:rsidRPr="00ED61E6" w:rsidRDefault="00581BFF" w:rsidP="00FC7735">
            <w:r w:rsidRPr="00ED61E6">
              <w:t>Чушкіна Надія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27</w:t>
            </w:r>
          </w:p>
        </w:tc>
        <w:tc>
          <w:tcPr>
            <w:tcW w:w="6095" w:type="dxa"/>
          </w:tcPr>
          <w:p w:rsidR="00581BFF" w:rsidRPr="00ED61E6" w:rsidRDefault="00581BFF" w:rsidP="00FC7735">
            <w:r w:rsidRPr="00ED61E6">
              <w:t>Ясінський Микола Володимирович</w:t>
            </w:r>
          </w:p>
        </w:tc>
        <w:tc>
          <w:tcPr>
            <w:tcW w:w="2551" w:type="dxa"/>
          </w:tcPr>
          <w:p w:rsidR="00581BFF" w:rsidRPr="00ED61E6" w:rsidRDefault="00581BFF" w:rsidP="00FC7735">
            <w:pPr>
              <w:ind w:right="-2"/>
            </w:pPr>
            <w:r>
              <w:t>За</w:t>
            </w:r>
          </w:p>
        </w:tc>
      </w:tr>
    </w:tbl>
    <w:p w:rsidR="00581BFF" w:rsidRPr="001D1725" w:rsidRDefault="00581BFF" w:rsidP="008A3B4B">
      <w:pPr>
        <w:rPr>
          <w:sz w:val="28"/>
          <w:szCs w:val="28"/>
        </w:rPr>
      </w:pPr>
      <w:r>
        <w:rPr>
          <w:sz w:val="28"/>
          <w:szCs w:val="28"/>
        </w:rPr>
        <w:t>Усього проголосували</w:t>
      </w:r>
      <w:r w:rsidRPr="001D1725">
        <w:rPr>
          <w:sz w:val="28"/>
          <w:szCs w:val="28"/>
        </w:rPr>
        <w:t>,  з них :</w:t>
      </w:r>
    </w:p>
    <w:p w:rsidR="00581BFF" w:rsidRDefault="00581BFF" w:rsidP="008A3B4B">
      <w:pPr>
        <w:spacing w:line="319" w:lineRule="exact"/>
        <w:ind w:left="840"/>
        <w:rPr>
          <w:i/>
          <w:sz w:val="28"/>
        </w:rPr>
      </w:pPr>
      <w:r>
        <w:rPr>
          <w:i/>
          <w:sz w:val="28"/>
        </w:rPr>
        <w:t xml:space="preserve"> «За» - 24 чол.</w:t>
      </w:r>
    </w:p>
    <w:p w:rsidR="00581BFF" w:rsidRDefault="00581BFF" w:rsidP="008A3B4B">
      <w:pPr>
        <w:spacing w:line="322" w:lineRule="exact"/>
        <w:ind w:left="840"/>
        <w:rPr>
          <w:i/>
          <w:sz w:val="28"/>
        </w:rPr>
      </w:pPr>
      <w:r>
        <w:rPr>
          <w:i/>
          <w:sz w:val="28"/>
        </w:rPr>
        <w:t>«Проти – немає.</w:t>
      </w:r>
    </w:p>
    <w:p w:rsidR="00581BFF" w:rsidRDefault="00581BFF" w:rsidP="008A3B4B">
      <w:pPr>
        <w:ind w:left="840"/>
        <w:rPr>
          <w:i/>
          <w:sz w:val="28"/>
        </w:rPr>
      </w:pPr>
      <w:r>
        <w:rPr>
          <w:i/>
          <w:sz w:val="28"/>
        </w:rPr>
        <w:t>«Утримались» - немає.</w:t>
      </w:r>
    </w:p>
    <w:p w:rsidR="00581BFF" w:rsidRDefault="00581BFF" w:rsidP="008A3B4B">
      <w:pPr>
        <w:pStyle w:val="Heading1"/>
        <w:spacing w:before="9"/>
        <w:ind w:left="119"/>
        <w:jc w:val="left"/>
        <w:rPr>
          <w:b w:val="0"/>
        </w:rPr>
      </w:pPr>
      <w:r w:rsidRPr="001D1725">
        <w:rPr>
          <w:b w:val="0"/>
        </w:rPr>
        <w:t>Прийнято</w:t>
      </w:r>
      <w:r>
        <w:rPr>
          <w:b w:val="0"/>
        </w:rPr>
        <w:t xml:space="preserve"> рішення № 77 </w:t>
      </w:r>
      <w:r w:rsidRPr="001D1725">
        <w:rPr>
          <w:b w:val="0"/>
        </w:rPr>
        <w:t>(додається).</w:t>
      </w:r>
    </w:p>
    <w:p w:rsidR="00581BFF" w:rsidRDefault="00581BFF" w:rsidP="008A3B4B">
      <w:pPr>
        <w:pStyle w:val="Heading1"/>
        <w:spacing w:before="9"/>
        <w:ind w:left="119"/>
        <w:jc w:val="left"/>
        <w:rPr>
          <w:b w:val="0"/>
        </w:rPr>
      </w:pPr>
    </w:p>
    <w:p w:rsidR="00581BFF" w:rsidRDefault="00581BFF" w:rsidP="008A3B4B">
      <w:pPr>
        <w:pStyle w:val="NormalWeb"/>
        <w:shd w:val="clear" w:color="auto" w:fill="FFFFFF"/>
        <w:tabs>
          <w:tab w:val="left" w:pos="1315"/>
        </w:tabs>
        <w:spacing w:before="0" w:beforeAutospacing="0" w:after="0" w:afterAutospacing="0"/>
        <w:jc w:val="both"/>
        <w:rPr>
          <w:b/>
          <w:sz w:val="28"/>
          <w:szCs w:val="28"/>
        </w:rPr>
      </w:pPr>
      <w:r>
        <w:rPr>
          <w:b/>
          <w:sz w:val="28"/>
          <w:szCs w:val="28"/>
        </w:rPr>
        <w:t xml:space="preserve">                  </w:t>
      </w:r>
      <w:r w:rsidRPr="003576E0">
        <w:rPr>
          <w:b/>
          <w:sz w:val="28"/>
          <w:szCs w:val="28"/>
        </w:rPr>
        <w:t>Голова селищної ради:</w:t>
      </w:r>
    </w:p>
    <w:p w:rsidR="00581BFF" w:rsidRDefault="00581BFF" w:rsidP="00901CA7">
      <w:pPr>
        <w:ind w:firstLine="708"/>
        <w:jc w:val="both"/>
        <w:rPr>
          <w:sz w:val="28"/>
          <w:szCs w:val="28"/>
        </w:rPr>
      </w:pPr>
      <w:r w:rsidRPr="00B05A04">
        <w:rPr>
          <w:sz w:val="28"/>
          <w:szCs w:val="28"/>
        </w:rPr>
        <w:t xml:space="preserve">Переходимо до розгляду </w:t>
      </w:r>
      <w:r w:rsidRPr="008A3B4B">
        <w:rPr>
          <w:sz w:val="28"/>
          <w:szCs w:val="28"/>
        </w:rPr>
        <w:t>двадцятого</w:t>
      </w:r>
      <w:r w:rsidRPr="00B05A04">
        <w:rPr>
          <w:sz w:val="28"/>
          <w:szCs w:val="28"/>
        </w:rPr>
        <w:t xml:space="preserve"> питання</w:t>
      </w:r>
      <w:r>
        <w:rPr>
          <w:sz w:val="28"/>
          <w:szCs w:val="28"/>
        </w:rPr>
        <w:t xml:space="preserve"> порядку денного. </w:t>
      </w:r>
    </w:p>
    <w:p w:rsidR="00581BFF" w:rsidRDefault="00581BFF" w:rsidP="00901CA7">
      <w:pPr>
        <w:pStyle w:val="NormalWeb"/>
        <w:shd w:val="clear" w:color="auto" w:fill="FFFFFF"/>
        <w:tabs>
          <w:tab w:val="left" w:pos="1315"/>
        </w:tabs>
        <w:spacing w:before="0" w:beforeAutospacing="0" w:after="0" w:afterAutospacing="0"/>
        <w:jc w:val="both"/>
        <w:rPr>
          <w:sz w:val="28"/>
          <w:szCs w:val="28"/>
        </w:rPr>
      </w:pPr>
      <w:r>
        <w:rPr>
          <w:sz w:val="28"/>
          <w:szCs w:val="28"/>
        </w:rPr>
        <w:t>Слово для інформації "</w:t>
      </w:r>
      <w:r w:rsidRPr="00871017">
        <w:rPr>
          <w:b/>
          <w:iCs/>
          <w:sz w:val="28"/>
          <w:szCs w:val="28"/>
        </w:rPr>
        <w:t>Про зміну засновника, перейменування та затвердження Статуту (у новій редакції) комунального закладу "Бібліотека для дітей" Голованівської селищної ради</w:t>
      </w:r>
      <w:r>
        <w:rPr>
          <w:b/>
          <w:iCs/>
          <w:sz w:val="28"/>
          <w:szCs w:val="28"/>
        </w:rPr>
        <w:t>"</w:t>
      </w:r>
      <w:r w:rsidRPr="00871017">
        <w:rPr>
          <w:b/>
          <w:iCs/>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8A3B4B">
      <w:pPr>
        <w:pStyle w:val="NormalWeb"/>
        <w:shd w:val="clear" w:color="auto" w:fill="FFFFFF"/>
        <w:tabs>
          <w:tab w:val="left" w:pos="1315"/>
        </w:tabs>
        <w:spacing w:before="0" w:beforeAutospacing="0" w:after="0" w:afterAutospacing="0"/>
        <w:jc w:val="both"/>
        <w:rPr>
          <w:sz w:val="28"/>
          <w:szCs w:val="28"/>
        </w:rPr>
      </w:pPr>
    </w:p>
    <w:p w:rsidR="00581BFF" w:rsidRPr="00765D96" w:rsidRDefault="00581BFF" w:rsidP="00901CA7">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901CA7">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901CA7">
      <w:pPr>
        <w:tabs>
          <w:tab w:val="left" w:pos="3600"/>
        </w:tabs>
        <w:ind w:right="98" w:firstLine="720"/>
        <w:jc w:val="both"/>
        <w:outlineLvl w:val="0"/>
        <w:rPr>
          <w:sz w:val="28"/>
          <w:szCs w:val="28"/>
        </w:rPr>
      </w:pPr>
      <w:r>
        <w:rPr>
          <w:bCs/>
          <w:sz w:val="28"/>
          <w:szCs w:val="28"/>
        </w:rPr>
        <w:t>У</w:t>
      </w:r>
      <w:r w:rsidRPr="0067583F">
        <w:t xml:space="preserve"> </w:t>
      </w:r>
      <w:hyperlink r:id="rId19"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901CA7">
        <w:rPr>
          <w:iCs/>
          <w:sz w:val="28"/>
          <w:szCs w:val="28"/>
        </w:rPr>
        <w:t>комунального закладу "Бібліотека для дітей" Голованівської селищної ради"</w:t>
      </w:r>
      <w:r w:rsidRPr="008A3B4B">
        <w:rPr>
          <w:sz w:val="28"/>
          <w:szCs w:val="28"/>
        </w:rPr>
        <w:t xml:space="preserve"> </w:t>
      </w:r>
      <w:r>
        <w:rPr>
          <w:sz w:val="28"/>
          <w:szCs w:val="28"/>
        </w:rPr>
        <w:t xml:space="preserve"> на баланс селищної ради. </w:t>
      </w:r>
    </w:p>
    <w:p w:rsidR="00581BFF" w:rsidRDefault="00581BFF" w:rsidP="00901CA7">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901CA7">
      <w:pPr>
        <w:tabs>
          <w:tab w:val="left" w:pos="3600"/>
        </w:tabs>
        <w:ind w:right="98"/>
        <w:jc w:val="both"/>
        <w:outlineLvl w:val="0"/>
        <w:rPr>
          <w:sz w:val="28"/>
          <w:szCs w:val="28"/>
        </w:rPr>
      </w:pPr>
    </w:p>
    <w:p w:rsidR="00581BFF" w:rsidRDefault="00581BFF" w:rsidP="00901CA7">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581BFF" w:rsidRPr="005A5546" w:rsidRDefault="00581BFF" w:rsidP="00901CA7">
      <w:pPr>
        <w:ind w:firstLine="708"/>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901CA7">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901CA7">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901CA7">
      <w:pPr>
        <w:tabs>
          <w:tab w:val="left" w:pos="3600"/>
        </w:tabs>
        <w:ind w:right="98"/>
        <w:jc w:val="both"/>
        <w:outlineLvl w:val="0"/>
        <w:rPr>
          <w:sz w:val="28"/>
          <w:szCs w:val="28"/>
        </w:rPr>
      </w:pPr>
    </w:p>
    <w:p w:rsidR="00581BFF" w:rsidRPr="00B05A04" w:rsidRDefault="00581BFF" w:rsidP="00901CA7">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FC7735">
        <w:tc>
          <w:tcPr>
            <w:tcW w:w="534" w:type="dxa"/>
          </w:tcPr>
          <w:p w:rsidR="00581BFF" w:rsidRPr="00ED61E6" w:rsidRDefault="00581BFF" w:rsidP="00FC7735">
            <w:pPr>
              <w:ind w:right="-2"/>
              <w:jc w:val="center"/>
            </w:pPr>
            <w:r w:rsidRPr="00ED61E6">
              <w:t>№</w:t>
            </w:r>
          </w:p>
        </w:tc>
        <w:tc>
          <w:tcPr>
            <w:tcW w:w="6095" w:type="dxa"/>
          </w:tcPr>
          <w:p w:rsidR="00581BFF" w:rsidRPr="00ED61E6" w:rsidRDefault="00581BFF" w:rsidP="00FC7735">
            <w:pPr>
              <w:ind w:right="-2"/>
              <w:jc w:val="center"/>
            </w:pPr>
            <w:r w:rsidRPr="00ED61E6">
              <w:t>ПІБ депутата</w:t>
            </w:r>
          </w:p>
        </w:tc>
        <w:tc>
          <w:tcPr>
            <w:tcW w:w="2551" w:type="dxa"/>
          </w:tcPr>
          <w:p w:rsidR="00581BFF" w:rsidRPr="00ED61E6" w:rsidRDefault="00581BFF" w:rsidP="00FC7735">
            <w:pPr>
              <w:ind w:right="-2"/>
              <w:jc w:val="center"/>
            </w:pPr>
            <w:r w:rsidRPr="00ED61E6">
              <w:t>Результати голосування</w:t>
            </w:r>
          </w:p>
        </w:tc>
      </w:tr>
      <w:tr w:rsidR="00581BFF" w:rsidRPr="00ED61E6" w:rsidTr="00FC7735">
        <w:tc>
          <w:tcPr>
            <w:tcW w:w="534" w:type="dxa"/>
          </w:tcPr>
          <w:p w:rsidR="00581BFF" w:rsidRPr="00ED61E6" w:rsidRDefault="00581BFF" w:rsidP="00FC7735">
            <w:pPr>
              <w:ind w:right="-2"/>
              <w:jc w:val="center"/>
            </w:pPr>
            <w:r w:rsidRPr="00ED61E6">
              <w:t>1</w:t>
            </w:r>
          </w:p>
        </w:tc>
        <w:tc>
          <w:tcPr>
            <w:tcW w:w="6095" w:type="dxa"/>
          </w:tcPr>
          <w:p w:rsidR="00581BFF" w:rsidRPr="00ED61E6" w:rsidRDefault="00581BFF" w:rsidP="00FC7735">
            <w:r w:rsidRPr="00ED61E6">
              <w:t>Цобенко Сергій Олександрович – селищний голова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w:t>
            </w:r>
          </w:p>
        </w:tc>
        <w:tc>
          <w:tcPr>
            <w:tcW w:w="6095" w:type="dxa"/>
          </w:tcPr>
          <w:p w:rsidR="00581BFF" w:rsidRPr="00ED61E6" w:rsidRDefault="00581BFF" w:rsidP="00FC7735">
            <w:r w:rsidRPr="00ED61E6">
              <w:t>Брижатюк Олена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3</w:t>
            </w:r>
          </w:p>
        </w:tc>
        <w:tc>
          <w:tcPr>
            <w:tcW w:w="6095" w:type="dxa"/>
          </w:tcPr>
          <w:p w:rsidR="00581BFF" w:rsidRPr="00ED61E6" w:rsidRDefault="00581BFF" w:rsidP="00FC7735">
            <w:r w:rsidRPr="00ED61E6">
              <w:t>Голімбієвська Тамара Павлівна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4</w:t>
            </w:r>
          </w:p>
        </w:tc>
        <w:tc>
          <w:tcPr>
            <w:tcW w:w="6095" w:type="dxa"/>
          </w:tcPr>
          <w:p w:rsidR="00581BFF" w:rsidRPr="00ED61E6" w:rsidRDefault="00581BFF" w:rsidP="00FC7735">
            <w:r w:rsidRPr="00ED61E6">
              <w:t>Грушецький Анатолій Георгійович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5</w:t>
            </w:r>
          </w:p>
        </w:tc>
        <w:tc>
          <w:tcPr>
            <w:tcW w:w="6095" w:type="dxa"/>
          </w:tcPr>
          <w:p w:rsidR="00581BFF" w:rsidRPr="00ED61E6" w:rsidRDefault="00581BFF" w:rsidP="00FC7735">
            <w:r w:rsidRPr="00ED61E6">
              <w:t>Дудар Василь Серафимович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6</w:t>
            </w:r>
          </w:p>
        </w:tc>
        <w:tc>
          <w:tcPr>
            <w:tcW w:w="6095" w:type="dxa"/>
          </w:tcPr>
          <w:p w:rsidR="00581BFF" w:rsidRPr="00ED61E6" w:rsidRDefault="00581BFF" w:rsidP="00FC7735">
            <w:r w:rsidRPr="00ED61E6">
              <w:t>Захаренко Вадим Володимирович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7</w:t>
            </w:r>
          </w:p>
        </w:tc>
        <w:tc>
          <w:tcPr>
            <w:tcW w:w="6095" w:type="dxa"/>
          </w:tcPr>
          <w:p w:rsidR="00581BFF" w:rsidRPr="00ED61E6" w:rsidRDefault="00581BFF" w:rsidP="00FC7735">
            <w:r w:rsidRPr="00ED61E6">
              <w:t>Кучмій Богдан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8</w:t>
            </w:r>
          </w:p>
        </w:tc>
        <w:tc>
          <w:tcPr>
            <w:tcW w:w="6095" w:type="dxa"/>
          </w:tcPr>
          <w:p w:rsidR="00581BFF" w:rsidRPr="00ED61E6" w:rsidRDefault="00581BFF" w:rsidP="00FC7735">
            <w:r w:rsidRPr="00ED61E6">
              <w:t>Кучмій Юрій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9</w:t>
            </w:r>
          </w:p>
        </w:tc>
        <w:tc>
          <w:tcPr>
            <w:tcW w:w="6095" w:type="dxa"/>
          </w:tcPr>
          <w:p w:rsidR="00581BFF" w:rsidRPr="00ED61E6" w:rsidRDefault="00581BFF" w:rsidP="00FC7735">
            <w:r w:rsidRPr="00ED61E6">
              <w:t>Кругла Тетяна Дмитрівна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10</w:t>
            </w:r>
          </w:p>
        </w:tc>
        <w:tc>
          <w:tcPr>
            <w:tcW w:w="6095" w:type="dxa"/>
          </w:tcPr>
          <w:p w:rsidR="00581BFF" w:rsidRPr="00ED61E6" w:rsidRDefault="00581BFF" w:rsidP="00FC7735">
            <w:r w:rsidRPr="00ED61E6">
              <w:t>Лісовська Тамара Андріївна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11</w:t>
            </w:r>
          </w:p>
        </w:tc>
        <w:tc>
          <w:tcPr>
            <w:tcW w:w="6095" w:type="dxa"/>
          </w:tcPr>
          <w:p w:rsidR="00581BFF" w:rsidRPr="00ED61E6" w:rsidRDefault="00581BFF" w:rsidP="00FC7735">
            <w:r w:rsidRPr="00ED61E6">
              <w:t>Лісовський  Сергій Олександрович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12</w:t>
            </w:r>
          </w:p>
        </w:tc>
        <w:tc>
          <w:tcPr>
            <w:tcW w:w="6095" w:type="dxa"/>
          </w:tcPr>
          <w:p w:rsidR="00581BFF" w:rsidRPr="00ED61E6" w:rsidRDefault="00581BFF" w:rsidP="00FC7735">
            <w:r w:rsidRPr="00ED61E6">
              <w:t>Мирошниченко Олена Віталіївна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13</w:t>
            </w:r>
          </w:p>
        </w:tc>
        <w:tc>
          <w:tcPr>
            <w:tcW w:w="6095" w:type="dxa"/>
          </w:tcPr>
          <w:p w:rsidR="00581BFF" w:rsidRPr="00ED61E6" w:rsidRDefault="00581BFF" w:rsidP="00FC7735">
            <w:r w:rsidRPr="00ED61E6">
              <w:t>Мостовик Сергій Віталійович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14</w:t>
            </w:r>
          </w:p>
        </w:tc>
        <w:tc>
          <w:tcPr>
            <w:tcW w:w="6095" w:type="dxa"/>
          </w:tcPr>
          <w:p w:rsidR="00581BFF" w:rsidRPr="00ED61E6" w:rsidRDefault="00581BFF" w:rsidP="00FC7735">
            <w:r w:rsidRPr="00ED61E6">
              <w:t>Напханюк Ольга Іванівна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15</w:t>
            </w:r>
          </w:p>
        </w:tc>
        <w:tc>
          <w:tcPr>
            <w:tcW w:w="6095" w:type="dxa"/>
          </w:tcPr>
          <w:p w:rsidR="00581BFF" w:rsidRPr="00ED61E6" w:rsidRDefault="00581BFF" w:rsidP="00FC7735">
            <w:r w:rsidRPr="00ED61E6">
              <w:t>Напханюк Світлана Олексіївна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16</w:t>
            </w:r>
          </w:p>
        </w:tc>
        <w:tc>
          <w:tcPr>
            <w:tcW w:w="6095" w:type="dxa"/>
          </w:tcPr>
          <w:p w:rsidR="00581BFF" w:rsidRPr="00ED61E6" w:rsidRDefault="00581BFF" w:rsidP="00FC7735">
            <w:r w:rsidRPr="00ED61E6">
              <w:t>Новіков Сергій Алійович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17</w:t>
            </w:r>
          </w:p>
        </w:tc>
        <w:tc>
          <w:tcPr>
            <w:tcW w:w="6095" w:type="dxa"/>
          </w:tcPr>
          <w:p w:rsidR="00581BFF" w:rsidRPr="00ED61E6" w:rsidRDefault="00581BFF" w:rsidP="00FC7735">
            <w:r w:rsidRPr="00ED61E6">
              <w:t>Піщик Тетяна Володимирівна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18</w:t>
            </w:r>
          </w:p>
        </w:tc>
        <w:tc>
          <w:tcPr>
            <w:tcW w:w="6095" w:type="dxa"/>
          </w:tcPr>
          <w:p w:rsidR="00581BFF" w:rsidRPr="00ED61E6" w:rsidRDefault="00581BFF" w:rsidP="00FC7735">
            <w:r w:rsidRPr="00ED61E6">
              <w:t>Романщак Наталія Василівна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19</w:t>
            </w:r>
          </w:p>
        </w:tc>
        <w:tc>
          <w:tcPr>
            <w:tcW w:w="6095" w:type="dxa"/>
          </w:tcPr>
          <w:p w:rsidR="00581BFF" w:rsidRPr="00ED61E6" w:rsidRDefault="00581BFF" w:rsidP="00FC7735">
            <w:r w:rsidRPr="00ED61E6">
              <w:t>Рибак Ігор Федорович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20</w:t>
            </w:r>
          </w:p>
        </w:tc>
        <w:tc>
          <w:tcPr>
            <w:tcW w:w="6095" w:type="dxa"/>
          </w:tcPr>
          <w:p w:rsidR="00581BFF" w:rsidRPr="00ED61E6" w:rsidRDefault="00581BFF" w:rsidP="00FC7735">
            <w:r w:rsidRPr="00ED61E6">
              <w:t>Сачук Валентина Михайлівна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21</w:t>
            </w:r>
          </w:p>
        </w:tc>
        <w:tc>
          <w:tcPr>
            <w:tcW w:w="6095" w:type="dxa"/>
          </w:tcPr>
          <w:p w:rsidR="00581BFF" w:rsidRPr="00ED61E6" w:rsidRDefault="00581BFF" w:rsidP="00FC7735">
            <w:r w:rsidRPr="00ED61E6">
              <w:t>Сторожук Віталій Олексійович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22</w:t>
            </w:r>
          </w:p>
        </w:tc>
        <w:tc>
          <w:tcPr>
            <w:tcW w:w="6095" w:type="dxa"/>
          </w:tcPr>
          <w:p w:rsidR="00581BFF" w:rsidRPr="00ED61E6" w:rsidRDefault="00581BFF" w:rsidP="00FC7735">
            <w:r w:rsidRPr="00ED61E6">
              <w:t>Скрипар Василь Іванович</w:t>
            </w:r>
          </w:p>
        </w:tc>
        <w:tc>
          <w:tcPr>
            <w:tcW w:w="2551" w:type="dxa"/>
          </w:tcPr>
          <w:p w:rsidR="00581BFF" w:rsidRPr="00ED61E6" w:rsidRDefault="00581BFF" w:rsidP="00FC7735">
            <w:pPr>
              <w:ind w:right="-2"/>
            </w:pPr>
            <w:r>
              <w:t>відсутній</w:t>
            </w:r>
          </w:p>
        </w:tc>
      </w:tr>
      <w:tr w:rsidR="00581BFF" w:rsidRPr="00ED61E6" w:rsidTr="00FC7735">
        <w:tc>
          <w:tcPr>
            <w:tcW w:w="534" w:type="dxa"/>
          </w:tcPr>
          <w:p w:rsidR="00581BFF" w:rsidRPr="00ED61E6" w:rsidRDefault="00581BFF" w:rsidP="00FC7735">
            <w:pPr>
              <w:ind w:right="-2"/>
              <w:jc w:val="center"/>
            </w:pPr>
            <w:r w:rsidRPr="00ED61E6">
              <w:t>23</w:t>
            </w:r>
          </w:p>
        </w:tc>
        <w:tc>
          <w:tcPr>
            <w:tcW w:w="6095" w:type="dxa"/>
          </w:tcPr>
          <w:p w:rsidR="00581BFF" w:rsidRPr="00ED61E6" w:rsidRDefault="00581BFF" w:rsidP="00FC7735">
            <w:r w:rsidRPr="00ED61E6">
              <w:t>Сулима Ольга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24</w:t>
            </w:r>
          </w:p>
        </w:tc>
        <w:tc>
          <w:tcPr>
            <w:tcW w:w="6095" w:type="dxa"/>
          </w:tcPr>
          <w:p w:rsidR="00581BFF" w:rsidRPr="00ED61E6" w:rsidRDefault="00581BFF" w:rsidP="00FC7735">
            <w:r w:rsidRPr="00ED61E6">
              <w:t>Туз Сергій Віталійович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25</w:t>
            </w:r>
          </w:p>
        </w:tc>
        <w:tc>
          <w:tcPr>
            <w:tcW w:w="6095" w:type="dxa"/>
          </w:tcPr>
          <w:p w:rsidR="00581BFF" w:rsidRPr="00ED61E6" w:rsidRDefault="00581BFF" w:rsidP="00FC7735">
            <w:r w:rsidRPr="00ED61E6">
              <w:t>Чушкін Олексій Іванович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26</w:t>
            </w:r>
          </w:p>
        </w:tc>
        <w:tc>
          <w:tcPr>
            <w:tcW w:w="6095" w:type="dxa"/>
          </w:tcPr>
          <w:p w:rsidR="00581BFF" w:rsidRPr="00ED61E6" w:rsidRDefault="00581BFF" w:rsidP="00FC7735">
            <w:r w:rsidRPr="00ED61E6">
              <w:t>Чушкіна Надія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27</w:t>
            </w:r>
          </w:p>
        </w:tc>
        <w:tc>
          <w:tcPr>
            <w:tcW w:w="6095" w:type="dxa"/>
          </w:tcPr>
          <w:p w:rsidR="00581BFF" w:rsidRPr="00ED61E6" w:rsidRDefault="00581BFF" w:rsidP="00FC7735">
            <w:r w:rsidRPr="00ED61E6">
              <w:t>Ясінський Микола Володимирович</w:t>
            </w:r>
          </w:p>
        </w:tc>
        <w:tc>
          <w:tcPr>
            <w:tcW w:w="2551" w:type="dxa"/>
          </w:tcPr>
          <w:p w:rsidR="00581BFF" w:rsidRPr="00ED61E6" w:rsidRDefault="00581BFF" w:rsidP="00FC7735">
            <w:pPr>
              <w:ind w:right="-2"/>
            </w:pPr>
            <w:r>
              <w:t>За</w:t>
            </w:r>
          </w:p>
        </w:tc>
      </w:tr>
    </w:tbl>
    <w:p w:rsidR="00581BFF" w:rsidRPr="001D1725" w:rsidRDefault="00581BFF" w:rsidP="00901CA7">
      <w:pPr>
        <w:rPr>
          <w:sz w:val="28"/>
          <w:szCs w:val="28"/>
        </w:rPr>
      </w:pPr>
      <w:r>
        <w:rPr>
          <w:sz w:val="28"/>
          <w:szCs w:val="28"/>
        </w:rPr>
        <w:t>Усього проголосували</w:t>
      </w:r>
      <w:r w:rsidRPr="001D1725">
        <w:rPr>
          <w:sz w:val="28"/>
          <w:szCs w:val="28"/>
        </w:rPr>
        <w:t>,  з них :</w:t>
      </w:r>
    </w:p>
    <w:p w:rsidR="00581BFF" w:rsidRDefault="00581BFF" w:rsidP="00901CA7">
      <w:pPr>
        <w:spacing w:line="319" w:lineRule="exact"/>
        <w:ind w:left="840"/>
        <w:rPr>
          <w:i/>
          <w:sz w:val="28"/>
        </w:rPr>
      </w:pPr>
      <w:r>
        <w:rPr>
          <w:i/>
          <w:sz w:val="28"/>
        </w:rPr>
        <w:t xml:space="preserve"> «За» - 24 чол.</w:t>
      </w:r>
    </w:p>
    <w:p w:rsidR="00581BFF" w:rsidRDefault="00581BFF" w:rsidP="00901CA7">
      <w:pPr>
        <w:spacing w:line="322" w:lineRule="exact"/>
        <w:ind w:left="840"/>
        <w:rPr>
          <w:i/>
          <w:sz w:val="28"/>
        </w:rPr>
      </w:pPr>
      <w:r>
        <w:rPr>
          <w:i/>
          <w:sz w:val="28"/>
        </w:rPr>
        <w:t>«Проти – немає.</w:t>
      </w:r>
    </w:p>
    <w:p w:rsidR="00581BFF" w:rsidRDefault="00581BFF" w:rsidP="00901CA7">
      <w:pPr>
        <w:ind w:left="840"/>
        <w:rPr>
          <w:i/>
          <w:sz w:val="28"/>
        </w:rPr>
      </w:pPr>
      <w:r>
        <w:rPr>
          <w:i/>
          <w:sz w:val="28"/>
        </w:rPr>
        <w:t>«Утримались» - немає.</w:t>
      </w:r>
    </w:p>
    <w:p w:rsidR="00581BFF" w:rsidRDefault="00581BFF" w:rsidP="00901CA7">
      <w:pPr>
        <w:pStyle w:val="Heading1"/>
        <w:spacing w:before="9"/>
        <w:ind w:left="119"/>
        <w:jc w:val="left"/>
        <w:rPr>
          <w:b w:val="0"/>
        </w:rPr>
      </w:pPr>
      <w:r w:rsidRPr="001D1725">
        <w:rPr>
          <w:b w:val="0"/>
        </w:rPr>
        <w:t>Прийнято</w:t>
      </w:r>
      <w:r>
        <w:rPr>
          <w:b w:val="0"/>
        </w:rPr>
        <w:t xml:space="preserve"> рішення № 78 </w:t>
      </w:r>
      <w:r w:rsidRPr="001D1725">
        <w:rPr>
          <w:b w:val="0"/>
        </w:rPr>
        <w:t>(додається).</w:t>
      </w:r>
    </w:p>
    <w:p w:rsidR="00581BFF" w:rsidRDefault="00581BFF" w:rsidP="00901CA7">
      <w:pPr>
        <w:pStyle w:val="Heading1"/>
        <w:spacing w:before="9"/>
        <w:ind w:left="119"/>
        <w:jc w:val="left"/>
        <w:rPr>
          <w:b w:val="0"/>
        </w:rPr>
      </w:pPr>
    </w:p>
    <w:p w:rsidR="00581BFF" w:rsidRPr="00FC7735" w:rsidRDefault="00581BFF" w:rsidP="00901CA7">
      <w:pPr>
        <w:pStyle w:val="Heading1"/>
        <w:spacing w:before="9"/>
        <w:ind w:left="119"/>
        <w:jc w:val="left"/>
      </w:pPr>
      <w:r>
        <w:rPr>
          <w:b w:val="0"/>
        </w:rPr>
        <w:t xml:space="preserve">                </w:t>
      </w:r>
      <w:r w:rsidRPr="00FC7735">
        <w:t>Голова селищної ради:</w:t>
      </w:r>
    </w:p>
    <w:p w:rsidR="00581BFF" w:rsidRDefault="00581BFF" w:rsidP="00FC7735">
      <w:pPr>
        <w:jc w:val="both"/>
        <w:rPr>
          <w:sz w:val="28"/>
          <w:szCs w:val="28"/>
        </w:rPr>
      </w:pPr>
      <w:r w:rsidRPr="005A5546">
        <w:rPr>
          <w:sz w:val="28"/>
          <w:szCs w:val="28"/>
        </w:rPr>
        <w:t xml:space="preserve">Переходимо до розгляду </w:t>
      </w:r>
      <w:r w:rsidRPr="00FC7735">
        <w:rPr>
          <w:sz w:val="28"/>
          <w:szCs w:val="28"/>
        </w:rPr>
        <w:t>двадцять першого</w:t>
      </w:r>
      <w:r w:rsidRPr="00B05A04">
        <w:rPr>
          <w:sz w:val="28"/>
          <w:szCs w:val="28"/>
        </w:rPr>
        <w:t xml:space="preserve"> </w:t>
      </w:r>
      <w:r>
        <w:rPr>
          <w:sz w:val="28"/>
          <w:szCs w:val="28"/>
        </w:rPr>
        <w:t xml:space="preserve">питання. </w:t>
      </w:r>
    </w:p>
    <w:p w:rsidR="00581BFF" w:rsidRDefault="00581BFF" w:rsidP="00FC7735">
      <w:pPr>
        <w:tabs>
          <w:tab w:val="left" w:pos="3600"/>
        </w:tabs>
        <w:ind w:right="98" w:firstLine="720"/>
        <w:jc w:val="both"/>
        <w:outlineLvl w:val="0"/>
        <w:rPr>
          <w:sz w:val="28"/>
          <w:szCs w:val="28"/>
        </w:rPr>
      </w:pPr>
      <w:r w:rsidRPr="002F4B1F">
        <w:rPr>
          <w:sz w:val="28"/>
          <w:szCs w:val="28"/>
        </w:rPr>
        <w:t xml:space="preserve">Слово для інформації </w:t>
      </w:r>
      <w:r>
        <w:rPr>
          <w:sz w:val="28"/>
          <w:szCs w:val="28"/>
        </w:rPr>
        <w:t>"</w:t>
      </w:r>
      <w:r w:rsidRPr="009325BA">
        <w:rPr>
          <w:b/>
          <w:sz w:val="28"/>
          <w:szCs w:val="28"/>
        </w:rPr>
        <w:t>Про зміну засновника, перейменування та затвердження Статуту (у новій редакції) комунального заклад</w:t>
      </w:r>
      <w:r w:rsidRPr="00871017">
        <w:rPr>
          <w:b/>
          <w:sz w:val="28"/>
          <w:szCs w:val="28"/>
        </w:rPr>
        <w:t>у</w:t>
      </w:r>
      <w:r w:rsidRPr="009325BA">
        <w:rPr>
          <w:b/>
          <w:sz w:val="28"/>
          <w:szCs w:val="28"/>
        </w:rPr>
        <w:t xml:space="preserve"> </w:t>
      </w:r>
      <w:r w:rsidRPr="00871017">
        <w:rPr>
          <w:b/>
          <w:sz w:val="28"/>
          <w:szCs w:val="28"/>
        </w:rPr>
        <w:t>"Дитяча школа мистецтв"</w:t>
      </w:r>
      <w:r w:rsidRPr="009325BA">
        <w:rPr>
          <w:b/>
          <w:sz w:val="28"/>
          <w:szCs w:val="28"/>
        </w:rPr>
        <w:t xml:space="preserve"> Голованівської селищної ради</w:t>
      </w:r>
      <w:r>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FC7735">
      <w:pPr>
        <w:tabs>
          <w:tab w:val="left" w:pos="3600"/>
        </w:tabs>
        <w:ind w:right="98" w:firstLine="720"/>
        <w:outlineLvl w:val="0"/>
        <w:rPr>
          <w:sz w:val="28"/>
          <w:szCs w:val="28"/>
        </w:rPr>
      </w:pPr>
    </w:p>
    <w:p w:rsidR="00581BFF" w:rsidRPr="00765D96" w:rsidRDefault="00581BFF" w:rsidP="00FC7735">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FC7735">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FC7735">
      <w:pPr>
        <w:tabs>
          <w:tab w:val="left" w:pos="3600"/>
        </w:tabs>
        <w:ind w:right="98" w:firstLine="720"/>
        <w:jc w:val="both"/>
        <w:outlineLvl w:val="0"/>
        <w:rPr>
          <w:sz w:val="28"/>
          <w:szCs w:val="28"/>
        </w:rPr>
      </w:pPr>
      <w:r>
        <w:rPr>
          <w:bCs/>
          <w:sz w:val="28"/>
          <w:szCs w:val="28"/>
        </w:rPr>
        <w:t>У</w:t>
      </w:r>
      <w:r w:rsidRPr="0067583F">
        <w:t xml:space="preserve"> </w:t>
      </w:r>
      <w:hyperlink r:id="rId20"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FC7735">
        <w:rPr>
          <w:sz w:val="28"/>
          <w:szCs w:val="28"/>
        </w:rPr>
        <w:t>комунального закладу "Дитяча школа мистецтв" Голованівської селищної ради"</w:t>
      </w:r>
      <w:r>
        <w:rPr>
          <w:sz w:val="28"/>
          <w:szCs w:val="28"/>
        </w:rPr>
        <w:t xml:space="preserve"> на баланс селищної ради. </w:t>
      </w:r>
    </w:p>
    <w:p w:rsidR="00581BFF" w:rsidRDefault="00581BFF" w:rsidP="00FC7735">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Pr="002F29D5" w:rsidRDefault="00581BFF" w:rsidP="00FC7735">
      <w:pPr>
        <w:tabs>
          <w:tab w:val="left" w:pos="3600"/>
        </w:tabs>
        <w:ind w:right="98" w:firstLine="720"/>
        <w:outlineLvl w:val="0"/>
        <w:rPr>
          <w:bCs/>
          <w:i/>
        </w:rPr>
      </w:pPr>
    </w:p>
    <w:p w:rsidR="00581BFF" w:rsidRDefault="00581BFF" w:rsidP="00FC7735">
      <w:pPr>
        <w:pStyle w:val="Heading1"/>
        <w:tabs>
          <w:tab w:val="left" w:pos="1265"/>
        </w:tabs>
        <w:spacing w:before="9"/>
        <w:ind w:left="119"/>
        <w:jc w:val="left"/>
      </w:pPr>
      <w:r>
        <w:rPr>
          <w:b w:val="0"/>
        </w:rPr>
        <w:tab/>
      </w:r>
      <w:r w:rsidRPr="00FC7735">
        <w:t>Голова селищної ради:</w:t>
      </w:r>
    </w:p>
    <w:p w:rsidR="00581BFF" w:rsidRDefault="00581BFF" w:rsidP="00FC7735">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FC7735">
      <w:pPr>
        <w:ind w:firstLine="707"/>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FC7735">
      <w:pPr>
        <w:ind w:firstLine="708"/>
        <w:rPr>
          <w:sz w:val="28"/>
          <w:szCs w:val="28"/>
        </w:rPr>
      </w:pPr>
      <w:r w:rsidRPr="005A5546">
        <w:rPr>
          <w:sz w:val="28"/>
          <w:szCs w:val="28"/>
        </w:rPr>
        <w:t>Нам необхідно прийняти рішення з даного питан</w:t>
      </w:r>
      <w:r>
        <w:rPr>
          <w:sz w:val="28"/>
          <w:szCs w:val="28"/>
        </w:rPr>
        <w:t>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FC7735" w:rsidRDefault="00581BFF" w:rsidP="00FC7735">
      <w:pPr>
        <w:pStyle w:val="40"/>
        <w:shd w:val="clear" w:color="auto" w:fill="auto"/>
        <w:spacing w:before="0" w:after="0" w:line="240" w:lineRule="auto"/>
        <w:ind w:left="23" w:firstLine="684"/>
        <w:rPr>
          <w:b w:val="0"/>
          <w:sz w:val="28"/>
          <w:szCs w:val="16"/>
        </w:rPr>
      </w:pPr>
    </w:p>
    <w:p w:rsidR="00581BFF" w:rsidRPr="00FC7735" w:rsidRDefault="00581BFF" w:rsidP="00FC7735">
      <w:pPr>
        <w:pStyle w:val="Heading1"/>
        <w:tabs>
          <w:tab w:val="left" w:pos="1265"/>
        </w:tabs>
        <w:spacing w:before="9"/>
        <w:ind w:left="119"/>
        <w:jc w:val="left"/>
        <w:rPr>
          <w:b w:val="0"/>
        </w:rPr>
      </w:pPr>
      <w:r w:rsidRPr="00FC7735">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FC7735">
        <w:tc>
          <w:tcPr>
            <w:tcW w:w="534" w:type="dxa"/>
          </w:tcPr>
          <w:p w:rsidR="00581BFF" w:rsidRPr="00ED61E6" w:rsidRDefault="00581BFF" w:rsidP="00FC7735">
            <w:pPr>
              <w:ind w:right="-2"/>
              <w:jc w:val="center"/>
            </w:pPr>
            <w:r w:rsidRPr="00ED61E6">
              <w:t>№</w:t>
            </w:r>
          </w:p>
        </w:tc>
        <w:tc>
          <w:tcPr>
            <w:tcW w:w="6095" w:type="dxa"/>
          </w:tcPr>
          <w:p w:rsidR="00581BFF" w:rsidRPr="00ED61E6" w:rsidRDefault="00581BFF" w:rsidP="00FC7735">
            <w:pPr>
              <w:ind w:right="-2"/>
              <w:jc w:val="center"/>
            </w:pPr>
            <w:r w:rsidRPr="00ED61E6">
              <w:t>ПІБ депутата</w:t>
            </w:r>
          </w:p>
        </w:tc>
        <w:tc>
          <w:tcPr>
            <w:tcW w:w="2551" w:type="dxa"/>
          </w:tcPr>
          <w:p w:rsidR="00581BFF" w:rsidRPr="00ED61E6" w:rsidRDefault="00581BFF" w:rsidP="00FC7735">
            <w:pPr>
              <w:ind w:right="-2"/>
              <w:jc w:val="center"/>
            </w:pPr>
            <w:r w:rsidRPr="00ED61E6">
              <w:t>Результати голосування</w:t>
            </w:r>
          </w:p>
        </w:tc>
      </w:tr>
      <w:tr w:rsidR="00581BFF" w:rsidRPr="00ED61E6" w:rsidTr="00FC7735">
        <w:tc>
          <w:tcPr>
            <w:tcW w:w="534" w:type="dxa"/>
          </w:tcPr>
          <w:p w:rsidR="00581BFF" w:rsidRPr="00ED61E6" w:rsidRDefault="00581BFF" w:rsidP="00FC7735">
            <w:pPr>
              <w:ind w:right="-2"/>
              <w:jc w:val="center"/>
            </w:pPr>
            <w:r w:rsidRPr="00ED61E6">
              <w:t>1</w:t>
            </w:r>
          </w:p>
        </w:tc>
        <w:tc>
          <w:tcPr>
            <w:tcW w:w="6095" w:type="dxa"/>
          </w:tcPr>
          <w:p w:rsidR="00581BFF" w:rsidRPr="00ED61E6" w:rsidRDefault="00581BFF" w:rsidP="00FC7735">
            <w:r w:rsidRPr="00ED61E6">
              <w:t>Цобенко Сергій Олександрович – селищний голова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w:t>
            </w:r>
          </w:p>
        </w:tc>
        <w:tc>
          <w:tcPr>
            <w:tcW w:w="6095" w:type="dxa"/>
          </w:tcPr>
          <w:p w:rsidR="00581BFF" w:rsidRPr="00ED61E6" w:rsidRDefault="00581BFF" w:rsidP="00FC7735">
            <w:r w:rsidRPr="00ED61E6">
              <w:t>Брижатюк Олена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3</w:t>
            </w:r>
          </w:p>
        </w:tc>
        <w:tc>
          <w:tcPr>
            <w:tcW w:w="6095" w:type="dxa"/>
          </w:tcPr>
          <w:p w:rsidR="00581BFF" w:rsidRPr="00ED61E6" w:rsidRDefault="00581BFF" w:rsidP="00FC7735">
            <w:r w:rsidRPr="00ED61E6">
              <w:t>Голімбієвська Тамара Павлівна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4</w:t>
            </w:r>
          </w:p>
        </w:tc>
        <w:tc>
          <w:tcPr>
            <w:tcW w:w="6095" w:type="dxa"/>
          </w:tcPr>
          <w:p w:rsidR="00581BFF" w:rsidRPr="00ED61E6" w:rsidRDefault="00581BFF" w:rsidP="00FC7735">
            <w:r w:rsidRPr="00ED61E6">
              <w:t>Грушецький Анатолій Георгійович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5</w:t>
            </w:r>
          </w:p>
        </w:tc>
        <w:tc>
          <w:tcPr>
            <w:tcW w:w="6095" w:type="dxa"/>
          </w:tcPr>
          <w:p w:rsidR="00581BFF" w:rsidRPr="00ED61E6" w:rsidRDefault="00581BFF" w:rsidP="00FC7735">
            <w:r w:rsidRPr="00ED61E6">
              <w:t>Дудар Василь Серафимович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6</w:t>
            </w:r>
          </w:p>
        </w:tc>
        <w:tc>
          <w:tcPr>
            <w:tcW w:w="6095" w:type="dxa"/>
          </w:tcPr>
          <w:p w:rsidR="00581BFF" w:rsidRPr="00ED61E6" w:rsidRDefault="00581BFF" w:rsidP="00FC7735">
            <w:r w:rsidRPr="00ED61E6">
              <w:t>Захаренко Вадим Володимирович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7</w:t>
            </w:r>
          </w:p>
        </w:tc>
        <w:tc>
          <w:tcPr>
            <w:tcW w:w="6095" w:type="dxa"/>
          </w:tcPr>
          <w:p w:rsidR="00581BFF" w:rsidRPr="00ED61E6" w:rsidRDefault="00581BFF" w:rsidP="00FC7735">
            <w:r w:rsidRPr="00ED61E6">
              <w:t>Кучмій Богдан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8</w:t>
            </w:r>
          </w:p>
        </w:tc>
        <w:tc>
          <w:tcPr>
            <w:tcW w:w="6095" w:type="dxa"/>
          </w:tcPr>
          <w:p w:rsidR="00581BFF" w:rsidRPr="00ED61E6" w:rsidRDefault="00581BFF" w:rsidP="00FC7735">
            <w:r w:rsidRPr="00ED61E6">
              <w:t>Кучмій Юрій Борисович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9</w:t>
            </w:r>
          </w:p>
        </w:tc>
        <w:tc>
          <w:tcPr>
            <w:tcW w:w="6095" w:type="dxa"/>
          </w:tcPr>
          <w:p w:rsidR="00581BFF" w:rsidRPr="00ED61E6" w:rsidRDefault="00581BFF" w:rsidP="00FC7735">
            <w:r w:rsidRPr="00ED61E6">
              <w:t>Кругла Тетяна Дмитрівна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10</w:t>
            </w:r>
          </w:p>
        </w:tc>
        <w:tc>
          <w:tcPr>
            <w:tcW w:w="6095" w:type="dxa"/>
          </w:tcPr>
          <w:p w:rsidR="00581BFF" w:rsidRPr="00ED61E6" w:rsidRDefault="00581BFF" w:rsidP="00FC7735">
            <w:r w:rsidRPr="00ED61E6">
              <w:t>Лісовська Тамара Андріївна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11</w:t>
            </w:r>
          </w:p>
        </w:tc>
        <w:tc>
          <w:tcPr>
            <w:tcW w:w="6095" w:type="dxa"/>
          </w:tcPr>
          <w:p w:rsidR="00581BFF" w:rsidRPr="00ED61E6" w:rsidRDefault="00581BFF" w:rsidP="00FC7735">
            <w:r w:rsidRPr="00ED61E6">
              <w:t>Лісовський  Сергій Олександрович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12</w:t>
            </w:r>
          </w:p>
        </w:tc>
        <w:tc>
          <w:tcPr>
            <w:tcW w:w="6095" w:type="dxa"/>
          </w:tcPr>
          <w:p w:rsidR="00581BFF" w:rsidRPr="00ED61E6" w:rsidRDefault="00581BFF" w:rsidP="00FC7735">
            <w:r w:rsidRPr="00ED61E6">
              <w:t>Мирошниченко Олена Віталіївна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13</w:t>
            </w:r>
          </w:p>
        </w:tc>
        <w:tc>
          <w:tcPr>
            <w:tcW w:w="6095" w:type="dxa"/>
          </w:tcPr>
          <w:p w:rsidR="00581BFF" w:rsidRPr="00ED61E6" w:rsidRDefault="00581BFF" w:rsidP="00FC7735">
            <w:r w:rsidRPr="00ED61E6">
              <w:t>Мостовик Сергій Віталійович</w:t>
            </w:r>
          </w:p>
        </w:tc>
        <w:tc>
          <w:tcPr>
            <w:tcW w:w="2551" w:type="dxa"/>
          </w:tcPr>
          <w:p w:rsidR="00581BFF" w:rsidRPr="00ED61E6" w:rsidRDefault="00581BFF" w:rsidP="00FC7735">
            <w:pPr>
              <w:tabs>
                <w:tab w:val="left" w:pos="285"/>
                <w:tab w:val="left" w:pos="360"/>
                <w:tab w:val="center" w:pos="512"/>
              </w:tabs>
              <w:ind w:right="-2"/>
            </w:pPr>
            <w:r>
              <w:t>відсутній</w:t>
            </w:r>
          </w:p>
        </w:tc>
      </w:tr>
      <w:tr w:rsidR="00581BFF" w:rsidRPr="00ED61E6" w:rsidTr="00FC7735">
        <w:tc>
          <w:tcPr>
            <w:tcW w:w="534" w:type="dxa"/>
          </w:tcPr>
          <w:p w:rsidR="00581BFF" w:rsidRPr="00ED61E6" w:rsidRDefault="00581BFF" w:rsidP="00FC7735">
            <w:pPr>
              <w:ind w:right="-2"/>
              <w:jc w:val="center"/>
            </w:pPr>
            <w:r w:rsidRPr="00ED61E6">
              <w:t>14</w:t>
            </w:r>
          </w:p>
        </w:tc>
        <w:tc>
          <w:tcPr>
            <w:tcW w:w="6095" w:type="dxa"/>
          </w:tcPr>
          <w:p w:rsidR="00581BFF" w:rsidRPr="00ED61E6" w:rsidRDefault="00581BFF" w:rsidP="00FC7735">
            <w:r w:rsidRPr="00ED61E6">
              <w:t>Напханюк Ольга Іванівна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15</w:t>
            </w:r>
          </w:p>
        </w:tc>
        <w:tc>
          <w:tcPr>
            <w:tcW w:w="6095" w:type="dxa"/>
          </w:tcPr>
          <w:p w:rsidR="00581BFF" w:rsidRPr="00ED61E6" w:rsidRDefault="00581BFF" w:rsidP="00FC7735">
            <w:r w:rsidRPr="00ED61E6">
              <w:t>Напханюк Світлана Олексіївна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16</w:t>
            </w:r>
          </w:p>
        </w:tc>
        <w:tc>
          <w:tcPr>
            <w:tcW w:w="6095" w:type="dxa"/>
          </w:tcPr>
          <w:p w:rsidR="00581BFF" w:rsidRPr="00ED61E6" w:rsidRDefault="00581BFF" w:rsidP="00FC7735">
            <w:r w:rsidRPr="00ED61E6">
              <w:t>Новіков Сергій Алійович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17</w:t>
            </w:r>
          </w:p>
        </w:tc>
        <w:tc>
          <w:tcPr>
            <w:tcW w:w="6095" w:type="dxa"/>
          </w:tcPr>
          <w:p w:rsidR="00581BFF" w:rsidRPr="00ED61E6" w:rsidRDefault="00581BFF" w:rsidP="00FC7735">
            <w:r w:rsidRPr="00ED61E6">
              <w:t>Піщик Тетяна Володимирівна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18</w:t>
            </w:r>
          </w:p>
        </w:tc>
        <w:tc>
          <w:tcPr>
            <w:tcW w:w="6095" w:type="dxa"/>
          </w:tcPr>
          <w:p w:rsidR="00581BFF" w:rsidRPr="00ED61E6" w:rsidRDefault="00581BFF" w:rsidP="00FC7735">
            <w:r w:rsidRPr="00ED61E6">
              <w:t>Романщак Наталія Василівна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19</w:t>
            </w:r>
          </w:p>
        </w:tc>
        <w:tc>
          <w:tcPr>
            <w:tcW w:w="6095" w:type="dxa"/>
          </w:tcPr>
          <w:p w:rsidR="00581BFF" w:rsidRPr="00ED61E6" w:rsidRDefault="00581BFF" w:rsidP="00FC7735">
            <w:r w:rsidRPr="00ED61E6">
              <w:t>Рибак Ігор Федорович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20</w:t>
            </w:r>
          </w:p>
        </w:tc>
        <w:tc>
          <w:tcPr>
            <w:tcW w:w="6095" w:type="dxa"/>
          </w:tcPr>
          <w:p w:rsidR="00581BFF" w:rsidRPr="00ED61E6" w:rsidRDefault="00581BFF" w:rsidP="00FC7735">
            <w:r w:rsidRPr="00ED61E6">
              <w:t>Сачук Валентина Михайлівна</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21</w:t>
            </w:r>
          </w:p>
        </w:tc>
        <w:tc>
          <w:tcPr>
            <w:tcW w:w="6095" w:type="dxa"/>
          </w:tcPr>
          <w:p w:rsidR="00581BFF" w:rsidRPr="00ED61E6" w:rsidRDefault="00581BFF" w:rsidP="00FC7735">
            <w:r w:rsidRPr="00ED61E6">
              <w:t>Сторожук Віталій Олексійович</w:t>
            </w:r>
          </w:p>
        </w:tc>
        <w:tc>
          <w:tcPr>
            <w:tcW w:w="2551" w:type="dxa"/>
          </w:tcPr>
          <w:p w:rsidR="00581BFF" w:rsidRPr="00ED61E6" w:rsidRDefault="00581BFF" w:rsidP="00FC7735">
            <w:pPr>
              <w:ind w:right="-2"/>
            </w:pPr>
            <w:r>
              <w:t>За</w:t>
            </w:r>
          </w:p>
        </w:tc>
      </w:tr>
      <w:tr w:rsidR="00581BFF" w:rsidRPr="00ED61E6" w:rsidTr="00FC7735">
        <w:tc>
          <w:tcPr>
            <w:tcW w:w="534" w:type="dxa"/>
          </w:tcPr>
          <w:p w:rsidR="00581BFF" w:rsidRPr="00ED61E6" w:rsidRDefault="00581BFF" w:rsidP="00FC7735">
            <w:pPr>
              <w:ind w:right="-2"/>
              <w:jc w:val="center"/>
            </w:pPr>
            <w:r w:rsidRPr="00ED61E6">
              <w:t>22</w:t>
            </w:r>
          </w:p>
        </w:tc>
        <w:tc>
          <w:tcPr>
            <w:tcW w:w="6095" w:type="dxa"/>
          </w:tcPr>
          <w:p w:rsidR="00581BFF" w:rsidRPr="00ED61E6" w:rsidRDefault="00581BFF" w:rsidP="00FC7735">
            <w:r w:rsidRPr="00ED61E6">
              <w:t>Скрипар Василь Іванович</w:t>
            </w:r>
          </w:p>
        </w:tc>
        <w:tc>
          <w:tcPr>
            <w:tcW w:w="2551" w:type="dxa"/>
          </w:tcPr>
          <w:p w:rsidR="00581BFF" w:rsidRPr="00ED61E6" w:rsidRDefault="00581BFF" w:rsidP="00FC7735">
            <w:pPr>
              <w:ind w:right="-2"/>
            </w:pPr>
            <w:r>
              <w:t>відсутній</w:t>
            </w:r>
          </w:p>
        </w:tc>
      </w:tr>
      <w:tr w:rsidR="00581BFF" w:rsidRPr="00ED61E6" w:rsidTr="00FC7735">
        <w:tc>
          <w:tcPr>
            <w:tcW w:w="534" w:type="dxa"/>
          </w:tcPr>
          <w:p w:rsidR="00581BFF" w:rsidRPr="00ED61E6" w:rsidRDefault="00581BFF" w:rsidP="00FC7735">
            <w:pPr>
              <w:ind w:right="-2"/>
              <w:jc w:val="center"/>
            </w:pPr>
            <w:r w:rsidRPr="00ED61E6">
              <w:t>23</w:t>
            </w:r>
          </w:p>
        </w:tc>
        <w:tc>
          <w:tcPr>
            <w:tcW w:w="6095" w:type="dxa"/>
          </w:tcPr>
          <w:p w:rsidR="00581BFF" w:rsidRPr="00ED61E6" w:rsidRDefault="00581BFF" w:rsidP="00FC7735">
            <w:r w:rsidRPr="00ED61E6">
              <w:t>Сулима Ольга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24</w:t>
            </w:r>
          </w:p>
        </w:tc>
        <w:tc>
          <w:tcPr>
            <w:tcW w:w="6095" w:type="dxa"/>
          </w:tcPr>
          <w:p w:rsidR="00581BFF" w:rsidRPr="00ED61E6" w:rsidRDefault="00581BFF" w:rsidP="00FC7735">
            <w:r w:rsidRPr="00ED61E6">
              <w:t>Туз Сергій Віталійович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25</w:t>
            </w:r>
          </w:p>
        </w:tc>
        <w:tc>
          <w:tcPr>
            <w:tcW w:w="6095" w:type="dxa"/>
          </w:tcPr>
          <w:p w:rsidR="00581BFF" w:rsidRPr="00ED61E6" w:rsidRDefault="00581BFF" w:rsidP="00FC7735">
            <w:r w:rsidRPr="00ED61E6">
              <w:t>Чушкін Олексій Іванович</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26</w:t>
            </w:r>
          </w:p>
        </w:tc>
        <w:tc>
          <w:tcPr>
            <w:tcW w:w="6095" w:type="dxa"/>
          </w:tcPr>
          <w:p w:rsidR="00581BFF" w:rsidRPr="00ED61E6" w:rsidRDefault="00581BFF" w:rsidP="00FC7735">
            <w:r w:rsidRPr="00ED61E6">
              <w:t>Чушкіна Надія Василівна</w:t>
            </w:r>
          </w:p>
        </w:tc>
        <w:tc>
          <w:tcPr>
            <w:tcW w:w="2551" w:type="dxa"/>
          </w:tcPr>
          <w:p w:rsidR="00581BFF" w:rsidRPr="00ED61E6" w:rsidRDefault="00581BFF" w:rsidP="00FC7735">
            <w:pPr>
              <w:tabs>
                <w:tab w:val="left" w:pos="285"/>
                <w:tab w:val="left" w:pos="360"/>
                <w:tab w:val="center" w:pos="512"/>
              </w:tabs>
              <w:ind w:right="-2"/>
            </w:pPr>
            <w:r>
              <w:t>За</w:t>
            </w:r>
          </w:p>
        </w:tc>
      </w:tr>
      <w:tr w:rsidR="00581BFF" w:rsidRPr="00ED61E6" w:rsidTr="00FC7735">
        <w:tc>
          <w:tcPr>
            <w:tcW w:w="534" w:type="dxa"/>
          </w:tcPr>
          <w:p w:rsidR="00581BFF" w:rsidRPr="00ED61E6" w:rsidRDefault="00581BFF" w:rsidP="00FC7735">
            <w:pPr>
              <w:ind w:right="-2"/>
              <w:jc w:val="center"/>
            </w:pPr>
            <w:r w:rsidRPr="00ED61E6">
              <w:t>27</w:t>
            </w:r>
          </w:p>
        </w:tc>
        <w:tc>
          <w:tcPr>
            <w:tcW w:w="6095" w:type="dxa"/>
          </w:tcPr>
          <w:p w:rsidR="00581BFF" w:rsidRPr="00ED61E6" w:rsidRDefault="00581BFF" w:rsidP="00FC7735">
            <w:r w:rsidRPr="00ED61E6">
              <w:t>Ясінський Микола Володимирович</w:t>
            </w:r>
          </w:p>
        </w:tc>
        <w:tc>
          <w:tcPr>
            <w:tcW w:w="2551" w:type="dxa"/>
          </w:tcPr>
          <w:p w:rsidR="00581BFF" w:rsidRPr="00ED61E6" w:rsidRDefault="00581BFF" w:rsidP="00FC7735">
            <w:pPr>
              <w:ind w:right="-2"/>
            </w:pPr>
            <w:r>
              <w:t>За</w:t>
            </w:r>
          </w:p>
        </w:tc>
      </w:tr>
    </w:tbl>
    <w:p w:rsidR="00581BFF" w:rsidRPr="001D1725" w:rsidRDefault="00581BFF" w:rsidP="00FC7735">
      <w:pPr>
        <w:rPr>
          <w:sz w:val="28"/>
          <w:szCs w:val="28"/>
        </w:rPr>
      </w:pPr>
      <w:r>
        <w:rPr>
          <w:sz w:val="28"/>
          <w:szCs w:val="28"/>
        </w:rPr>
        <w:t>Усього проголосували</w:t>
      </w:r>
      <w:r w:rsidRPr="001D1725">
        <w:rPr>
          <w:sz w:val="28"/>
          <w:szCs w:val="28"/>
        </w:rPr>
        <w:t>,  з них :</w:t>
      </w:r>
    </w:p>
    <w:p w:rsidR="00581BFF" w:rsidRDefault="00581BFF" w:rsidP="00FC7735">
      <w:pPr>
        <w:spacing w:line="319" w:lineRule="exact"/>
        <w:ind w:left="840"/>
        <w:rPr>
          <w:i/>
          <w:sz w:val="28"/>
        </w:rPr>
      </w:pPr>
      <w:r>
        <w:rPr>
          <w:i/>
          <w:sz w:val="28"/>
        </w:rPr>
        <w:t xml:space="preserve"> «За» - 24 чол.</w:t>
      </w:r>
    </w:p>
    <w:p w:rsidR="00581BFF" w:rsidRDefault="00581BFF" w:rsidP="00FC7735">
      <w:pPr>
        <w:spacing w:line="322" w:lineRule="exact"/>
        <w:ind w:left="840"/>
        <w:rPr>
          <w:i/>
          <w:sz w:val="28"/>
        </w:rPr>
      </w:pPr>
      <w:r>
        <w:rPr>
          <w:i/>
          <w:sz w:val="28"/>
        </w:rPr>
        <w:t>«Проти – немає.</w:t>
      </w:r>
    </w:p>
    <w:p w:rsidR="00581BFF" w:rsidRDefault="00581BFF" w:rsidP="00FC7735">
      <w:pPr>
        <w:ind w:left="840"/>
        <w:rPr>
          <w:i/>
          <w:sz w:val="28"/>
        </w:rPr>
      </w:pPr>
      <w:r>
        <w:rPr>
          <w:i/>
          <w:sz w:val="28"/>
        </w:rPr>
        <w:t>«Утримались» - немає.</w:t>
      </w:r>
    </w:p>
    <w:p w:rsidR="00581BFF" w:rsidRDefault="00581BFF" w:rsidP="00FC7735">
      <w:pPr>
        <w:pStyle w:val="Heading1"/>
        <w:spacing w:before="9"/>
        <w:ind w:left="119"/>
        <w:jc w:val="left"/>
        <w:rPr>
          <w:b w:val="0"/>
        </w:rPr>
      </w:pPr>
      <w:r w:rsidRPr="001D1725">
        <w:rPr>
          <w:b w:val="0"/>
        </w:rPr>
        <w:t>Прийнято</w:t>
      </w:r>
      <w:r>
        <w:rPr>
          <w:b w:val="0"/>
        </w:rPr>
        <w:t xml:space="preserve"> рішення № 79 </w:t>
      </w:r>
      <w:r w:rsidRPr="001D1725">
        <w:rPr>
          <w:b w:val="0"/>
        </w:rPr>
        <w:t>(додається).</w:t>
      </w:r>
    </w:p>
    <w:p w:rsidR="00581BFF" w:rsidRDefault="00581BFF" w:rsidP="008A3B4B">
      <w:pPr>
        <w:pStyle w:val="NormalWeb"/>
        <w:shd w:val="clear" w:color="auto" w:fill="FFFFFF"/>
        <w:tabs>
          <w:tab w:val="left" w:pos="1315"/>
        </w:tabs>
        <w:spacing w:before="0" w:beforeAutospacing="0" w:after="0" w:afterAutospacing="0"/>
        <w:jc w:val="both"/>
        <w:rPr>
          <w:b/>
          <w:sz w:val="28"/>
          <w:szCs w:val="28"/>
        </w:rPr>
      </w:pPr>
    </w:p>
    <w:p w:rsidR="00581BFF" w:rsidRDefault="00581BFF" w:rsidP="00FC7735">
      <w:pPr>
        <w:pStyle w:val="Heading1"/>
        <w:spacing w:before="9"/>
        <w:ind w:left="119" w:firstLine="720"/>
        <w:jc w:val="left"/>
      </w:pPr>
      <w:r>
        <w:rPr>
          <w:b w:val="0"/>
        </w:rPr>
        <w:t xml:space="preserve">      </w:t>
      </w:r>
      <w:r w:rsidRPr="00FC7735">
        <w:t>Голова селищної ради:</w:t>
      </w:r>
    </w:p>
    <w:p w:rsidR="00581BFF" w:rsidRDefault="00581BFF" w:rsidP="0067378C">
      <w:pPr>
        <w:jc w:val="both"/>
        <w:rPr>
          <w:sz w:val="28"/>
          <w:szCs w:val="28"/>
        </w:rPr>
      </w:pPr>
      <w:r w:rsidRPr="005A5546">
        <w:rPr>
          <w:sz w:val="28"/>
          <w:szCs w:val="28"/>
        </w:rPr>
        <w:t xml:space="preserve">Переходимо до розгляду </w:t>
      </w:r>
      <w:r w:rsidRPr="00FC7735">
        <w:rPr>
          <w:sz w:val="28"/>
          <w:szCs w:val="28"/>
        </w:rPr>
        <w:t>двадцять другого</w:t>
      </w:r>
      <w:r w:rsidRPr="00B05A04">
        <w:rPr>
          <w:sz w:val="28"/>
          <w:szCs w:val="28"/>
        </w:rPr>
        <w:t xml:space="preserve"> </w:t>
      </w:r>
      <w:r>
        <w:rPr>
          <w:sz w:val="28"/>
          <w:szCs w:val="28"/>
        </w:rPr>
        <w:t xml:space="preserve">питання </w:t>
      </w:r>
    </w:p>
    <w:p w:rsidR="00581BFF" w:rsidRDefault="00581BFF" w:rsidP="0067378C">
      <w:pPr>
        <w:tabs>
          <w:tab w:val="left" w:pos="3600"/>
        </w:tabs>
        <w:ind w:right="98" w:firstLine="720"/>
        <w:jc w:val="both"/>
        <w:outlineLvl w:val="0"/>
        <w:rPr>
          <w:sz w:val="28"/>
          <w:szCs w:val="28"/>
        </w:rPr>
      </w:pPr>
      <w:r w:rsidRPr="002F4B1F">
        <w:rPr>
          <w:sz w:val="28"/>
          <w:szCs w:val="28"/>
        </w:rPr>
        <w:t>Слово для інформації</w:t>
      </w:r>
      <w:r w:rsidRPr="009003C9">
        <w:rPr>
          <w:sz w:val="28"/>
          <w:szCs w:val="28"/>
        </w:rPr>
        <w:t xml:space="preserve"> </w:t>
      </w:r>
      <w:r w:rsidRPr="00871017">
        <w:rPr>
          <w:b/>
          <w:sz w:val="28"/>
          <w:szCs w:val="28"/>
        </w:rPr>
        <w:t xml:space="preserve">Про зміну засновника, перейменування та затвердження Статуту (у новій редакції) комунального закладу "Музей історії підпільної молодіжної організації Спартак" Голованівської селищної ради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FC7735">
      <w:pPr>
        <w:tabs>
          <w:tab w:val="left" w:pos="3600"/>
        </w:tabs>
        <w:ind w:right="98" w:firstLine="720"/>
        <w:outlineLvl w:val="0"/>
        <w:rPr>
          <w:sz w:val="28"/>
          <w:szCs w:val="28"/>
        </w:rPr>
      </w:pPr>
    </w:p>
    <w:p w:rsidR="00581BFF" w:rsidRPr="00765D96" w:rsidRDefault="00581BFF" w:rsidP="00FC7735">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FC7735">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FC7735">
      <w:pPr>
        <w:tabs>
          <w:tab w:val="left" w:pos="3600"/>
        </w:tabs>
        <w:ind w:right="98" w:firstLine="720"/>
        <w:jc w:val="both"/>
        <w:outlineLvl w:val="0"/>
        <w:rPr>
          <w:sz w:val="28"/>
          <w:szCs w:val="28"/>
        </w:rPr>
      </w:pPr>
      <w:r>
        <w:rPr>
          <w:bCs/>
          <w:sz w:val="28"/>
          <w:szCs w:val="28"/>
        </w:rPr>
        <w:t>У</w:t>
      </w:r>
      <w:r w:rsidRPr="0067583F">
        <w:t xml:space="preserve"> </w:t>
      </w:r>
      <w:hyperlink r:id="rId21"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67378C">
        <w:rPr>
          <w:sz w:val="28"/>
          <w:szCs w:val="28"/>
        </w:rPr>
        <w:t>комунального закладу "Музей історії підпільної молодіжної організації Спартак" Голованівської селищної ради</w:t>
      </w:r>
      <w:r>
        <w:rPr>
          <w:sz w:val="28"/>
          <w:szCs w:val="28"/>
        </w:rPr>
        <w:t xml:space="preserve"> на баланс селищної ради. </w:t>
      </w:r>
    </w:p>
    <w:p w:rsidR="00581BFF" w:rsidRDefault="00581BFF" w:rsidP="00FC7735">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FC7735">
      <w:pPr>
        <w:tabs>
          <w:tab w:val="left" w:pos="3600"/>
        </w:tabs>
        <w:ind w:right="98"/>
        <w:jc w:val="both"/>
        <w:outlineLvl w:val="0"/>
        <w:rPr>
          <w:sz w:val="28"/>
          <w:szCs w:val="28"/>
        </w:rPr>
      </w:pPr>
    </w:p>
    <w:p w:rsidR="00581BFF" w:rsidRDefault="00581BFF" w:rsidP="00FC7735">
      <w:pPr>
        <w:tabs>
          <w:tab w:val="left" w:pos="3600"/>
        </w:tabs>
        <w:ind w:right="98"/>
        <w:jc w:val="both"/>
        <w:outlineLvl w:val="0"/>
        <w:rPr>
          <w:sz w:val="28"/>
          <w:szCs w:val="28"/>
        </w:rPr>
      </w:pPr>
    </w:p>
    <w:p w:rsidR="00581BFF" w:rsidRDefault="00581BFF" w:rsidP="00FC7735">
      <w:pPr>
        <w:tabs>
          <w:tab w:val="left" w:pos="3600"/>
        </w:tabs>
        <w:ind w:right="98"/>
        <w:jc w:val="both"/>
        <w:outlineLvl w:val="0"/>
        <w:rPr>
          <w:sz w:val="28"/>
          <w:szCs w:val="28"/>
        </w:rPr>
      </w:pPr>
    </w:p>
    <w:p w:rsidR="00581BFF" w:rsidRDefault="00581BFF" w:rsidP="00FC7735">
      <w:pPr>
        <w:tabs>
          <w:tab w:val="left" w:pos="3600"/>
        </w:tabs>
        <w:ind w:right="98"/>
        <w:jc w:val="both"/>
        <w:outlineLvl w:val="0"/>
        <w:rPr>
          <w:b/>
          <w:sz w:val="28"/>
          <w:szCs w:val="28"/>
        </w:rPr>
      </w:pPr>
      <w:r w:rsidRPr="0067378C">
        <w:rPr>
          <w:b/>
          <w:sz w:val="28"/>
          <w:szCs w:val="28"/>
        </w:rPr>
        <w:t xml:space="preserve">                 Голова селищної ради:</w:t>
      </w:r>
    </w:p>
    <w:p w:rsidR="00581BFF" w:rsidRDefault="00581BFF" w:rsidP="0067378C">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67378C">
      <w:pPr>
        <w:ind w:firstLine="707"/>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67378C" w:rsidRDefault="00581BFF" w:rsidP="0067378C">
      <w:pPr>
        <w:tabs>
          <w:tab w:val="left" w:pos="3600"/>
        </w:tabs>
        <w:ind w:right="98"/>
        <w:jc w:val="both"/>
        <w:outlineLvl w:val="0"/>
        <w:rPr>
          <w:b/>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2F29D5" w:rsidRDefault="00581BFF" w:rsidP="00FC7735">
      <w:pPr>
        <w:tabs>
          <w:tab w:val="left" w:pos="3600"/>
        </w:tabs>
        <w:ind w:right="98" w:firstLine="720"/>
        <w:outlineLvl w:val="0"/>
        <w:rPr>
          <w:bCs/>
          <w:i/>
        </w:rPr>
      </w:pPr>
    </w:p>
    <w:p w:rsidR="00581BFF" w:rsidRPr="00FC7735" w:rsidRDefault="00581BFF" w:rsidP="0067378C">
      <w:pPr>
        <w:pStyle w:val="Heading1"/>
        <w:tabs>
          <w:tab w:val="left" w:pos="1265"/>
        </w:tabs>
        <w:spacing w:before="9"/>
        <w:ind w:left="119"/>
        <w:jc w:val="left"/>
        <w:rPr>
          <w:b w:val="0"/>
        </w:rPr>
      </w:pPr>
      <w:r w:rsidRPr="00FC7735">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44884">
        <w:tc>
          <w:tcPr>
            <w:tcW w:w="534" w:type="dxa"/>
          </w:tcPr>
          <w:p w:rsidR="00581BFF" w:rsidRPr="00ED61E6" w:rsidRDefault="00581BFF" w:rsidP="00044884">
            <w:pPr>
              <w:ind w:right="-2"/>
              <w:jc w:val="center"/>
            </w:pPr>
            <w:r w:rsidRPr="00ED61E6">
              <w:t>№</w:t>
            </w:r>
          </w:p>
        </w:tc>
        <w:tc>
          <w:tcPr>
            <w:tcW w:w="6095" w:type="dxa"/>
          </w:tcPr>
          <w:p w:rsidR="00581BFF" w:rsidRPr="00ED61E6" w:rsidRDefault="00581BFF" w:rsidP="00044884">
            <w:pPr>
              <w:ind w:right="-2"/>
              <w:jc w:val="center"/>
            </w:pPr>
            <w:r w:rsidRPr="00ED61E6">
              <w:t>ПІБ депутата</w:t>
            </w:r>
          </w:p>
        </w:tc>
        <w:tc>
          <w:tcPr>
            <w:tcW w:w="2551" w:type="dxa"/>
          </w:tcPr>
          <w:p w:rsidR="00581BFF" w:rsidRPr="00ED61E6" w:rsidRDefault="00581BFF" w:rsidP="00044884">
            <w:pPr>
              <w:ind w:right="-2"/>
              <w:jc w:val="center"/>
            </w:pPr>
            <w:r w:rsidRPr="00ED61E6">
              <w:t>Результати голосування</w:t>
            </w:r>
          </w:p>
        </w:tc>
      </w:tr>
      <w:tr w:rsidR="00581BFF" w:rsidRPr="00ED61E6" w:rsidTr="00044884">
        <w:tc>
          <w:tcPr>
            <w:tcW w:w="534" w:type="dxa"/>
          </w:tcPr>
          <w:p w:rsidR="00581BFF" w:rsidRPr="00ED61E6" w:rsidRDefault="00581BFF" w:rsidP="00044884">
            <w:pPr>
              <w:ind w:right="-2"/>
              <w:jc w:val="center"/>
            </w:pPr>
            <w:r w:rsidRPr="00ED61E6">
              <w:t>1</w:t>
            </w:r>
          </w:p>
        </w:tc>
        <w:tc>
          <w:tcPr>
            <w:tcW w:w="6095" w:type="dxa"/>
          </w:tcPr>
          <w:p w:rsidR="00581BFF" w:rsidRPr="00ED61E6" w:rsidRDefault="00581BFF" w:rsidP="00044884">
            <w:r w:rsidRPr="00ED61E6">
              <w:t>Цобенко Сергій Олександрович – селищний голова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w:t>
            </w:r>
          </w:p>
        </w:tc>
        <w:tc>
          <w:tcPr>
            <w:tcW w:w="6095" w:type="dxa"/>
          </w:tcPr>
          <w:p w:rsidR="00581BFF" w:rsidRPr="00ED61E6" w:rsidRDefault="00581BFF" w:rsidP="00044884">
            <w:r w:rsidRPr="00ED61E6">
              <w:t>Брижатюк Олена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3</w:t>
            </w:r>
          </w:p>
        </w:tc>
        <w:tc>
          <w:tcPr>
            <w:tcW w:w="6095" w:type="dxa"/>
          </w:tcPr>
          <w:p w:rsidR="00581BFF" w:rsidRPr="00ED61E6" w:rsidRDefault="00581BFF" w:rsidP="00044884">
            <w:r w:rsidRPr="00ED61E6">
              <w:t>Голімбієвська Тамара Павлівна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4</w:t>
            </w:r>
          </w:p>
        </w:tc>
        <w:tc>
          <w:tcPr>
            <w:tcW w:w="6095" w:type="dxa"/>
          </w:tcPr>
          <w:p w:rsidR="00581BFF" w:rsidRPr="00ED61E6" w:rsidRDefault="00581BFF" w:rsidP="00044884">
            <w:r w:rsidRPr="00ED61E6">
              <w:t>Грушецький Анатолій Георгійович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5</w:t>
            </w:r>
          </w:p>
        </w:tc>
        <w:tc>
          <w:tcPr>
            <w:tcW w:w="6095" w:type="dxa"/>
          </w:tcPr>
          <w:p w:rsidR="00581BFF" w:rsidRPr="00ED61E6" w:rsidRDefault="00581BFF" w:rsidP="00044884">
            <w:r w:rsidRPr="00ED61E6">
              <w:t>Дудар Василь Серафимович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6</w:t>
            </w:r>
          </w:p>
        </w:tc>
        <w:tc>
          <w:tcPr>
            <w:tcW w:w="6095" w:type="dxa"/>
          </w:tcPr>
          <w:p w:rsidR="00581BFF" w:rsidRPr="00ED61E6" w:rsidRDefault="00581BFF" w:rsidP="00044884">
            <w:r w:rsidRPr="00ED61E6">
              <w:t>Захаренко Вадим Володимирович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7</w:t>
            </w:r>
          </w:p>
        </w:tc>
        <w:tc>
          <w:tcPr>
            <w:tcW w:w="6095" w:type="dxa"/>
          </w:tcPr>
          <w:p w:rsidR="00581BFF" w:rsidRPr="00ED61E6" w:rsidRDefault="00581BFF" w:rsidP="00044884">
            <w:r w:rsidRPr="00ED61E6">
              <w:t>Кучмій Богдан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8</w:t>
            </w:r>
          </w:p>
        </w:tc>
        <w:tc>
          <w:tcPr>
            <w:tcW w:w="6095" w:type="dxa"/>
          </w:tcPr>
          <w:p w:rsidR="00581BFF" w:rsidRPr="00ED61E6" w:rsidRDefault="00581BFF" w:rsidP="00044884">
            <w:r w:rsidRPr="00ED61E6">
              <w:t>Кучмій Юрій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9</w:t>
            </w:r>
          </w:p>
        </w:tc>
        <w:tc>
          <w:tcPr>
            <w:tcW w:w="6095" w:type="dxa"/>
          </w:tcPr>
          <w:p w:rsidR="00581BFF" w:rsidRPr="00ED61E6" w:rsidRDefault="00581BFF" w:rsidP="00044884">
            <w:r w:rsidRPr="00ED61E6">
              <w:t>Кругла Тетяна Дмитрівна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10</w:t>
            </w:r>
          </w:p>
        </w:tc>
        <w:tc>
          <w:tcPr>
            <w:tcW w:w="6095" w:type="dxa"/>
          </w:tcPr>
          <w:p w:rsidR="00581BFF" w:rsidRPr="00ED61E6" w:rsidRDefault="00581BFF" w:rsidP="00044884">
            <w:r w:rsidRPr="00ED61E6">
              <w:t>Лісовська Тамара Андріївна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11</w:t>
            </w:r>
          </w:p>
        </w:tc>
        <w:tc>
          <w:tcPr>
            <w:tcW w:w="6095" w:type="dxa"/>
          </w:tcPr>
          <w:p w:rsidR="00581BFF" w:rsidRPr="00ED61E6" w:rsidRDefault="00581BFF" w:rsidP="00044884">
            <w:r w:rsidRPr="00ED61E6">
              <w:t>Лісовський  Сергій Олександрович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12</w:t>
            </w:r>
          </w:p>
        </w:tc>
        <w:tc>
          <w:tcPr>
            <w:tcW w:w="6095" w:type="dxa"/>
          </w:tcPr>
          <w:p w:rsidR="00581BFF" w:rsidRPr="00ED61E6" w:rsidRDefault="00581BFF" w:rsidP="00044884">
            <w:r w:rsidRPr="00ED61E6">
              <w:t>Мирошниченко Олена Віталіївна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13</w:t>
            </w:r>
          </w:p>
        </w:tc>
        <w:tc>
          <w:tcPr>
            <w:tcW w:w="6095" w:type="dxa"/>
          </w:tcPr>
          <w:p w:rsidR="00581BFF" w:rsidRPr="00ED61E6" w:rsidRDefault="00581BFF" w:rsidP="00044884">
            <w:r w:rsidRPr="00ED61E6">
              <w:t>Мостовик Сергій Віталійович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14</w:t>
            </w:r>
          </w:p>
        </w:tc>
        <w:tc>
          <w:tcPr>
            <w:tcW w:w="6095" w:type="dxa"/>
          </w:tcPr>
          <w:p w:rsidR="00581BFF" w:rsidRPr="00ED61E6" w:rsidRDefault="00581BFF" w:rsidP="00044884">
            <w:r w:rsidRPr="00ED61E6">
              <w:t>Напханюк Ольга Іванівна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15</w:t>
            </w:r>
          </w:p>
        </w:tc>
        <w:tc>
          <w:tcPr>
            <w:tcW w:w="6095" w:type="dxa"/>
          </w:tcPr>
          <w:p w:rsidR="00581BFF" w:rsidRPr="00ED61E6" w:rsidRDefault="00581BFF" w:rsidP="00044884">
            <w:r w:rsidRPr="00ED61E6">
              <w:t>Напханюк Світлана Олексіївна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16</w:t>
            </w:r>
          </w:p>
        </w:tc>
        <w:tc>
          <w:tcPr>
            <w:tcW w:w="6095" w:type="dxa"/>
          </w:tcPr>
          <w:p w:rsidR="00581BFF" w:rsidRPr="00ED61E6" w:rsidRDefault="00581BFF" w:rsidP="00044884">
            <w:r w:rsidRPr="00ED61E6">
              <w:t>Новіков Сергій Алійович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17</w:t>
            </w:r>
          </w:p>
        </w:tc>
        <w:tc>
          <w:tcPr>
            <w:tcW w:w="6095" w:type="dxa"/>
          </w:tcPr>
          <w:p w:rsidR="00581BFF" w:rsidRPr="00ED61E6" w:rsidRDefault="00581BFF" w:rsidP="00044884">
            <w:r w:rsidRPr="00ED61E6">
              <w:t>Піщик Тетяна Володимирівна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18</w:t>
            </w:r>
          </w:p>
        </w:tc>
        <w:tc>
          <w:tcPr>
            <w:tcW w:w="6095" w:type="dxa"/>
          </w:tcPr>
          <w:p w:rsidR="00581BFF" w:rsidRPr="00ED61E6" w:rsidRDefault="00581BFF" w:rsidP="00044884">
            <w:r w:rsidRPr="00ED61E6">
              <w:t>Романщак Наталія Василівна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19</w:t>
            </w:r>
          </w:p>
        </w:tc>
        <w:tc>
          <w:tcPr>
            <w:tcW w:w="6095" w:type="dxa"/>
          </w:tcPr>
          <w:p w:rsidR="00581BFF" w:rsidRPr="00ED61E6" w:rsidRDefault="00581BFF" w:rsidP="00044884">
            <w:r w:rsidRPr="00ED61E6">
              <w:t>Рибак Ігор Федорович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20</w:t>
            </w:r>
          </w:p>
        </w:tc>
        <w:tc>
          <w:tcPr>
            <w:tcW w:w="6095" w:type="dxa"/>
          </w:tcPr>
          <w:p w:rsidR="00581BFF" w:rsidRPr="00ED61E6" w:rsidRDefault="00581BFF" w:rsidP="00044884">
            <w:r w:rsidRPr="00ED61E6">
              <w:t>Сачук Валентина Михайлівна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21</w:t>
            </w:r>
          </w:p>
        </w:tc>
        <w:tc>
          <w:tcPr>
            <w:tcW w:w="6095" w:type="dxa"/>
          </w:tcPr>
          <w:p w:rsidR="00581BFF" w:rsidRPr="00ED61E6" w:rsidRDefault="00581BFF" w:rsidP="00044884">
            <w:r w:rsidRPr="00ED61E6">
              <w:t>Сторожук Віталій Олексійович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22</w:t>
            </w:r>
          </w:p>
        </w:tc>
        <w:tc>
          <w:tcPr>
            <w:tcW w:w="6095" w:type="dxa"/>
          </w:tcPr>
          <w:p w:rsidR="00581BFF" w:rsidRPr="00ED61E6" w:rsidRDefault="00581BFF" w:rsidP="00044884">
            <w:r w:rsidRPr="00ED61E6">
              <w:t>Скрипар Василь Іванович</w:t>
            </w:r>
          </w:p>
        </w:tc>
        <w:tc>
          <w:tcPr>
            <w:tcW w:w="2551" w:type="dxa"/>
          </w:tcPr>
          <w:p w:rsidR="00581BFF" w:rsidRPr="00ED61E6" w:rsidRDefault="00581BFF" w:rsidP="00044884">
            <w:pPr>
              <w:ind w:right="-2"/>
            </w:pPr>
            <w:r>
              <w:t>відсутній</w:t>
            </w:r>
          </w:p>
        </w:tc>
      </w:tr>
      <w:tr w:rsidR="00581BFF" w:rsidRPr="00ED61E6" w:rsidTr="00044884">
        <w:tc>
          <w:tcPr>
            <w:tcW w:w="534" w:type="dxa"/>
          </w:tcPr>
          <w:p w:rsidR="00581BFF" w:rsidRPr="00ED61E6" w:rsidRDefault="00581BFF" w:rsidP="00044884">
            <w:pPr>
              <w:ind w:right="-2"/>
              <w:jc w:val="center"/>
            </w:pPr>
            <w:r w:rsidRPr="00ED61E6">
              <w:t>23</w:t>
            </w:r>
          </w:p>
        </w:tc>
        <w:tc>
          <w:tcPr>
            <w:tcW w:w="6095" w:type="dxa"/>
          </w:tcPr>
          <w:p w:rsidR="00581BFF" w:rsidRPr="00ED61E6" w:rsidRDefault="00581BFF" w:rsidP="00044884">
            <w:r w:rsidRPr="00ED61E6">
              <w:t>Сулима Ольга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24</w:t>
            </w:r>
          </w:p>
        </w:tc>
        <w:tc>
          <w:tcPr>
            <w:tcW w:w="6095" w:type="dxa"/>
          </w:tcPr>
          <w:p w:rsidR="00581BFF" w:rsidRPr="00ED61E6" w:rsidRDefault="00581BFF" w:rsidP="00044884">
            <w:r w:rsidRPr="00ED61E6">
              <w:t>Туз Сергій Віталійович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25</w:t>
            </w:r>
          </w:p>
        </w:tc>
        <w:tc>
          <w:tcPr>
            <w:tcW w:w="6095" w:type="dxa"/>
          </w:tcPr>
          <w:p w:rsidR="00581BFF" w:rsidRPr="00ED61E6" w:rsidRDefault="00581BFF" w:rsidP="00044884">
            <w:r w:rsidRPr="00ED61E6">
              <w:t>Чушкін Олексій Іванович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26</w:t>
            </w:r>
          </w:p>
        </w:tc>
        <w:tc>
          <w:tcPr>
            <w:tcW w:w="6095" w:type="dxa"/>
          </w:tcPr>
          <w:p w:rsidR="00581BFF" w:rsidRPr="00ED61E6" w:rsidRDefault="00581BFF" w:rsidP="00044884">
            <w:r w:rsidRPr="00ED61E6">
              <w:t>Чушкіна Надія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27</w:t>
            </w:r>
          </w:p>
        </w:tc>
        <w:tc>
          <w:tcPr>
            <w:tcW w:w="6095" w:type="dxa"/>
          </w:tcPr>
          <w:p w:rsidR="00581BFF" w:rsidRPr="00ED61E6" w:rsidRDefault="00581BFF" w:rsidP="00044884">
            <w:r w:rsidRPr="00ED61E6">
              <w:t>Ясінський Микола Володимирович</w:t>
            </w:r>
          </w:p>
        </w:tc>
        <w:tc>
          <w:tcPr>
            <w:tcW w:w="2551" w:type="dxa"/>
          </w:tcPr>
          <w:p w:rsidR="00581BFF" w:rsidRPr="00ED61E6" w:rsidRDefault="00581BFF" w:rsidP="00044884">
            <w:pPr>
              <w:ind w:right="-2"/>
            </w:pPr>
            <w:r>
              <w:t>За</w:t>
            </w:r>
          </w:p>
        </w:tc>
      </w:tr>
    </w:tbl>
    <w:p w:rsidR="00581BFF" w:rsidRPr="001D1725" w:rsidRDefault="00581BFF" w:rsidP="0067378C">
      <w:pPr>
        <w:rPr>
          <w:sz w:val="28"/>
          <w:szCs w:val="28"/>
        </w:rPr>
      </w:pPr>
      <w:r>
        <w:rPr>
          <w:sz w:val="28"/>
          <w:szCs w:val="28"/>
        </w:rPr>
        <w:t>Усього проголосували</w:t>
      </w:r>
      <w:r w:rsidRPr="001D1725">
        <w:rPr>
          <w:sz w:val="28"/>
          <w:szCs w:val="28"/>
        </w:rPr>
        <w:t>,  з них :</w:t>
      </w:r>
    </w:p>
    <w:p w:rsidR="00581BFF" w:rsidRDefault="00581BFF" w:rsidP="0067378C">
      <w:pPr>
        <w:spacing w:line="319" w:lineRule="exact"/>
        <w:ind w:left="840"/>
        <w:rPr>
          <w:i/>
          <w:sz w:val="28"/>
        </w:rPr>
      </w:pPr>
      <w:r>
        <w:rPr>
          <w:i/>
          <w:sz w:val="28"/>
        </w:rPr>
        <w:t xml:space="preserve"> «За» - 24 чол.</w:t>
      </w:r>
    </w:p>
    <w:p w:rsidR="00581BFF" w:rsidRDefault="00581BFF" w:rsidP="0067378C">
      <w:pPr>
        <w:spacing w:line="322" w:lineRule="exact"/>
        <w:ind w:left="840"/>
        <w:rPr>
          <w:i/>
          <w:sz w:val="28"/>
        </w:rPr>
      </w:pPr>
      <w:r>
        <w:rPr>
          <w:i/>
          <w:sz w:val="28"/>
        </w:rPr>
        <w:t>«Проти – немає.</w:t>
      </w:r>
    </w:p>
    <w:p w:rsidR="00581BFF" w:rsidRDefault="00581BFF" w:rsidP="0067378C">
      <w:pPr>
        <w:ind w:left="840"/>
        <w:rPr>
          <w:i/>
          <w:sz w:val="28"/>
        </w:rPr>
      </w:pPr>
      <w:r>
        <w:rPr>
          <w:i/>
          <w:sz w:val="28"/>
        </w:rPr>
        <w:t>«Утримались» - немає.</w:t>
      </w:r>
    </w:p>
    <w:p w:rsidR="00581BFF" w:rsidRDefault="00581BFF" w:rsidP="0067378C">
      <w:pPr>
        <w:pStyle w:val="Heading1"/>
        <w:spacing w:before="9"/>
        <w:ind w:left="119"/>
        <w:jc w:val="left"/>
        <w:rPr>
          <w:b w:val="0"/>
        </w:rPr>
      </w:pPr>
      <w:r w:rsidRPr="001D1725">
        <w:rPr>
          <w:b w:val="0"/>
        </w:rPr>
        <w:t>Прийнято</w:t>
      </w:r>
      <w:r>
        <w:rPr>
          <w:b w:val="0"/>
        </w:rPr>
        <w:t xml:space="preserve"> рішення № 80 </w:t>
      </w:r>
      <w:r w:rsidRPr="001D1725">
        <w:rPr>
          <w:b w:val="0"/>
        </w:rPr>
        <w:t>(додається).</w:t>
      </w:r>
    </w:p>
    <w:p w:rsidR="00581BFF" w:rsidRDefault="00581BFF" w:rsidP="00FC7735">
      <w:pPr>
        <w:pStyle w:val="Heading1"/>
        <w:spacing w:before="9"/>
        <w:ind w:left="0"/>
        <w:jc w:val="left"/>
        <w:rPr>
          <w:b w:val="0"/>
        </w:rPr>
      </w:pPr>
    </w:p>
    <w:p w:rsidR="00581BFF" w:rsidRDefault="00581BFF" w:rsidP="008A3B4B">
      <w:pPr>
        <w:pStyle w:val="NormalWeb"/>
        <w:shd w:val="clear" w:color="auto" w:fill="FFFFFF"/>
        <w:spacing w:before="0" w:beforeAutospacing="0" w:after="0" w:afterAutospacing="0"/>
        <w:jc w:val="both"/>
        <w:rPr>
          <w:b/>
          <w:sz w:val="28"/>
          <w:szCs w:val="28"/>
        </w:rPr>
      </w:pPr>
      <w:r>
        <w:rPr>
          <w:sz w:val="28"/>
          <w:szCs w:val="28"/>
        </w:rPr>
        <w:t xml:space="preserve">                  </w:t>
      </w:r>
      <w:r w:rsidRPr="0067378C">
        <w:rPr>
          <w:b/>
          <w:sz w:val="28"/>
          <w:szCs w:val="28"/>
        </w:rPr>
        <w:t>Голова селищної ради:</w:t>
      </w:r>
    </w:p>
    <w:p w:rsidR="00581BFF" w:rsidRDefault="00581BFF" w:rsidP="0067378C">
      <w:pPr>
        <w:rPr>
          <w:sz w:val="28"/>
          <w:szCs w:val="28"/>
        </w:rPr>
      </w:pPr>
      <w:r w:rsidRPr="005A5546">
        <w:rPr>
          <w:sz w:val="28"/>
          <w:szCs w:val="28"/>
        </w:rPr>
        <w:t xml:space="preserve">Переходимо до розгляду </w:t>
      </w:r>
      <w:r w:rsidRPr="0067378C">
        <w:rPr>
          <w:sz w:val="28"/>
          <w:szCs w:val="28"/>
        </w:rPr>
        <w:t>двадцять третього</w:t>
      </w:r>
      <w:r w:rsidRPr="00B05A04">
        <w:rPr>
          <w:sz w:val="28"/>
          <w:szCs w:val="28"/>
        </w:rPr>
        <w:t xml:space="preserve"> </w:t>
      </w:r>
      <w:r>
        <w:rPr>
          <w:sz w:val="28"/>
          <w:szCs w:val="28"/>
        </w:rPr>
        <w:t>питання.</w:t>
      </w:r>
    </w:p>
    <w:p w:rsidR="00581BFF" w:rsidRPr="002F29D5" w:rsidRDefault="00581BFF" w:rsidP="0067378C">
      <w:pPr>
        <w:tabs>
          <w:tab w:val="left" w:pos="3600"/>
        </w:tabs>
        <w:ind w:right="98" w:firstLine="720"/>
        <w:outlineLvl w:val="0"/>
        <w:rPr>
          <w:bCs/>
          <w:i/>
        </w:rPr>
      </w:pPr>
      <w:r w:rsidRPr="002F4B1F">
        <w:rPr>
          <w:sz w:val="28"/>
          <w:szCs w:val="28"/>
        </w:rPr>
        <w:t>Слово для інформації</w:t>
      </w:r>
      <w:r w:rsidRPr="00323EE3">
        <w:rPr>
          <w:color w:val="000000"/>
          <w:sz w:val="28"/>
          <w:szCs w:val="28"/>
        </w:rPr>
        <w:t xml:space="preserve"> </w:t>
      </w:r>
      <w:r>
        <w:rPr>
          <w:color w:val="000000"/>
          <w:sz w:val="28"/>
          <w:szCs w:val="28"/>
        </w:rPr>
        <w:t>"</w:t>
      </w:r>
      <w:r w:rsidRPr="00871017">
        <w:rPr>
          <w:b/>
          <w:sz w:val="28"/>
          <w:szCs w:val="28"/>
        </w:rPr>
        <w:t>Про зміну засновника, перейменування та затвердження Статуту (у новій редакції) комунального закладу "Музей історії" Голованівської селищної ради</w:t>
      </w:r>
      <w:r>
        <w:rPr>
          <w:b/>
          <w:sz w:val="28"/>
          <w:szCs w:val="28"/>
        </w:rPr>
        <w:t>"</w:t>
      </w:r>
      <w:r w:rsidRPr="00871017">
        <w:rPr>
          <w:b/>
          <w:color w:val="000000"/>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8A3B4B">
      <w:pPr>
        <w:pStyle w:val="NormalWeb"/>
        <w:shd w:val="clear" w:color="auto" w:fill="FFFFFF"/>
        <w:spacing w:before="0" w:beforeAutospacing="0" w:after="0" w:afterAutospacing="0"/>
        <w:jc w:val="both"/>
        <w:rPr>
          <w:sz w:val="28"/>
          <w:szCs w:val="28"/>
        </w:rPr>
      </w:pPr>
    </w:p>
    <w:p w:rsidR="00581BFF" w:rsidRPr="008A3B4B" w:rsidRDefault="00581BFF" w:rsidP="008A3B4B">
      <w:pPr>
        <w:tabs>
          <w:tab w:val="left" w:pos="3600"/>
        </w:tabs>
        <w:ind w:right="98" w:firstLine="720"/>
        <w:outlineLvl w:val="0"/>
        <w:rPr>
          <w:bCs/>
          <w:i/>
          <w:sz w:val="28"/>
          <w:szCs w:val="28"/>
        </w:rPr>
      </w:pPr>
    </w:p>
    <w:p w:rsidR="00581BFF" w:rsidRPr="00C6767F" w:rsidRDefault="00581BFF" w:rsidP="008A3B4B">
      <w:pPr>
        <w:pStyle w:val="NormalWeb"/>
        <w:shd w:val="clear" w:color="auto" w:fill="FFFFFF"/>
        <w:tabs>
          <w:tab w:val="left" w:pos="1315"/>
        </w:tabs>
        <w:spacing w:before="0" w:beforeAutospacing="0" w:after="0" w:afterAutospacing="0"/>
        <w:jc w:val="both"/>
        <w:rPr>
          <w:color w:val="000000"/>
          <w:sz w:val="28"/>
          <w:szCs w:val="28"/>
        </w:rPr>
      </w:pPr>
    </w:p>
    <w:p w:rsidR="00581BFF" w:rsidRPr="00765D96" w:rsidRDefault="00581BFF" w:rsidP="0067378C">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67378C">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67378C">
      <w:pPr>
        <w:tabs>
          <w:tab w:val="left" w:pos="3600"/>
        </w:tabs>
        <w:ind w:right="98" w:firstLine="720"/>
        <w:jc w:val="both"/>
        <w:outlineLvl w:val="0"/>
        <w:rPr>
          <w:sz w:val="28"/>
          <w:szCs w:val="28"/>
        </w:rPr>
      </w:pPr>
      <w:r>
        <w:rPr>
          <w:bCs/>
          <w:sz w:val="28"/>
          <w:szCs w:val="28"/>
        </w:rPr>
        <w:t>У</w:t>
      </w:r>
      <w:r w:rsidRPr="0067583F">
        <w:t xml:space="preserve"> </w:t>
      </w:r>
      <w:hyperlink r:id="rId22"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Pr>
          <w:sz w:val="28"/>
          <w:szCs w:val="28"/>
        </w:rPr>
        <w:t>"Музею</w:t>
      </w:r>
      <w:r w:rsidRPr="0067378C">
        <w:rPr>
          <w:sz w:val="28"/>
          <w:szCs w:val="28"/>
        </w:rPr>
        <w:t xml:space="preserve"> історії"</w:t>
      </w:r>
      <w:r w:rsidRPr="00871017">
        <w:rPr>
          <w:b/>
          <w:sz w:val="28"/>
          <w:szCs w:val="28"/>
        </w:rPr>
        <w:t xml:space="preserve"> </w:t>
      </w:r>
      <w:r w:rsidRPr="0067378C">
        <w:rPr>
          <w:sz w:val="28"/>
          <w:szCs w:val="28"/>
        </w:rPr>
        <w:t>Голованівської селищної ради</w:t>
      </w:r>
      <w:r>
        <w:rPr>
          <w:sz w:val="28"/>
          <w:szCs w:val="28"/>
        </w:rPr>
        <w:t xml:space="preserve"> на баланс селищної ради. </w:t>
      </w:r>
    </w:p>
    <w:p w:rsidR="00581BFF" w:rsidRDefault="00581BFF" w:rsidP="0067378C">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67378C">
      <w:pPr>
        <w:tabs>
          <w:tab w:val="left" w:pos="3600"/>
        </w:tabs>
        <w:ind w:right="98"/>
        <w:jc w:val="both"/>
        <w:outlineLvl w:val="0"/>
        <w:rPr>
          <w:sz w:val="28"/>
          <w:szCs w:val="28"/>
        </w:rPr>
      </w:pPr>
    </w:p>
    <w:p w:rsidR="00581BFF" w:rsidRDefault="00581BFF" w:rsidP="0067378C">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67378C">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67378C">
      <w:pPr>
        <w:ind w:firstLine="707"/>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67378C">
      <w:pPr>
        <w:ind w:firstLine="708"/>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67378C">
      <w:pPr>
        <w:tabs>
          <w:tab w:val="left" w:pos="3600"/>
        </w:tabs>
        <w:ind w:right="98"/>
        <w:jc w:val="both"/>
        <w:outlineLvl w:val="0"/>
        <w:rPr>
          <w:sz w:val="28"/>
          <w:szCs w:val="28"/>
        </w:rPr>
      </w:pPr>
    </w:p>
    <w:p w:rsidR="00581BFF" w:rsidRPr="00FC7735" w:rsidRDefault="00581BFF" w:rsidP="0067378C">
      <w:pPr>
        <w:pStyle w:val="Heading1"/>
        <w:tabs>
          <w:tab w:val="left" w:pos="1265"/>
        </w:tabs>
        <w:spacing w:before="9"/>
        <w:ind w:left="119"/>
        <w:jc w:val="left"/>
        <w:rPr>
          <w:b w:val="0"/>
        </w:rPr>
      </w:pPr>
      <w:r w:rsidRPr="00FC7735">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44884">
        <w:tc>
          <w:tcPr>
            <w:tcW w:w="534" w:type="dxa"/>
          </w:tcPr>
          <w:p w:rsidR="00581BFF" w:rsidRPr="00ED61E6" w:rsidRDefault="00581BFF" w:rsidP="00044884">
            <w:pPr>
              <w:ind w:right="-2"/>
              <w:jc w:val="center"/>
            </w:pPr>
            <w:r w:rsidRPr="00ED61E6">
              <w:t>№</w:t>
            </w:r>
          </w:p>
        </w:tc>
        <w:tc>
          <w:tcPr>
            <w:tcW w:w="6095" w:type="dxa"/>
          </w:tcPr>
          <w:p w:rsidR="00581BFF" w:rsidRPr="00ED61E6" w:rsidRDefault="00581BFF" w:rsidP="00044884">
            <w:pPr>
              <w:ind w:right="-2"/>
              <w:jc w:val="center"/>
            </w:pPr>
            <w:r w:rsidRPr="00ED61E6">
              <w:t>ПІБ депутата</w:t>
            </w:r>
          </w:p>
        </w:tc>
        <w:tc>
          <w:tcPr>
            <w:tcW w:w="2551" w:type="dxa"/>
          </w:tcPr>
          <w:p w:rsidR="00581BFF" w:rsidRPr="00ED61E6" w:rsidRDefault="00581BFF" w:rsidP="00044884">
            <w:pPr>
              <w:ind w:right="-2"/>
              <w:jc w:val="center"/>
            </w:pPr>
            <w:r w:rsidRPr="00ED61E6">
              <w:t>Результати голосування</w:t>
            </w:r>
          </w:p>
        </w:tc>
      </w:tr>
      <w:tr w:rsidR="00581BFF" w:rsidRPr="00ED61E6" w:rsidTr="00044884">
        <w:tc>
          <w:tcPr>
            <w:tcW w:w="534" w:type="dxa"/>
          </w:tcPr>
          <w:p w:rsidR="00581BFF" w:rsidRPr="00ED61E6" w:rsidRDefault="00581BFF" w:rsidP="00044884">
            <w:pPr>
              <w:ind w:right="-2"/>
              <w:jc w:val="center"/>
            </w:pPr>
            <w:r w:rsidRPr="00ED61E6">
              <w:t>1</w:t>
            </w:r>
          </w:p>
        </w:tc>
        <w:tc>
          <w:tcPr>
            <w:tcW w:w="6095" w:type="dxa"/>
          </w:tcPr>
          <w:p w:rsidR="00581BFF" w:rsidRPr="00ED61E6" w:rsidRDefault="00581BFF" w:rsidP="00044884">
            <w:r w:rsidRPr="00ED61E6">
              <w:t>Цобенко Сергій Олександрович – селищний голова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w:t>
            </w:r>
          </w:p>
        </w:tc>
        <w:tc>
          <w:tcPr>
            <w:tcW w:w="6095" w:type="dxa"/>
          </w:tcPr>
          <w:p w:rsidR="00581BFF" w:rsidRPr="00ED61E6" w:rsidRDefault="00581BFF" w:rsidP="00044884">
            <w:r w:rsidRPr="00ED61E6">
              <w:t>Брижатюк Олена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3</w:t>
            </w:r>
          </w:p>
        </w:tc>
        <w:tc>
          <w:tcPr>
            <w:tcW w:w="6095" w:type="dxa"/>
          </w:tcPr>
          <w:p w:rsidR="00581BFF" w:rsidRPr="00ED61E6" w:rsidRDefault="00581BFF" w:rsidP="00044884">
            <w:r w:rsidRPr="00ED61E6">
              <w:t>Голімбієвська Тамара Павлівна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4</w:t>
            </w:r>
          </w:p>
        </w:tc>
        <w:tc>
          <w:tcPr>
            <w:tcW w:w="6095" w:type="dxa"/>
          </w:tcPr>
          <w:p w:rsidR="00581BFF" w:rsidRPr="00ED61E6" w:rsidRDefault="00581BFF" w:rsidP="00044884">
            <w:r w:rsidRPr="00ED61E6">
              <w:t>Грушецький Анатолій Георгійович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5</w:t>
            </w:r>
          </w:p>
        </w:tc>
        <w:tc>
          <w:tcPr>
            <w:tcW w:w="6095" w:type="dxa"/>
          </w:tcPr>
          <w:p w:rsidR="00581BFF" w:rsidRPr="00ED61E6" w:rsidRDefault="00581BFF" w:rsidP="00044884">
            <w:r w:rsidRPr="00ED61E6">
              <w:t>Дудар Василь Серафимович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6</w:t>
            </w:r>
          </w:p>
        </w:tc>
        <w:tc>
          <w:tcPr>
            <w:tcW w:w="6095" w:type="dxa"/>
          </w:tcPr>
          <w:p w:rsidR="00581BFF" w:rsidRPr="00ED61E6" w:rsidRDefault="00581BFF" w:rsidP="00044884">
            <w:r w:rsidRPr="00ED61E6">
              <w:t>Захаренко Вадим Володимирович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7</w:t>
            </w:r>
          </w:p>
        </w:tc>
        <w:tc>
          <w:tcPr>
            <w:tcW w:w="6095" w:type="dxa"/>
          </w:tcPr>
          <w:p w:rsidR="00581BFF" w:rsidRPr="00ED61E6" w:rsidRDefault="00581BFF" w:rsidP="00044884">
            <w:r w:rsidRPr="00ED61E6">
              <w:t>Кучмій Богдан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8</w:t>
            </w:r>
          </w:p>
        </w:tc>
        <w:tc>
          <w:tcPr>
            <w:tcW w:w="6095" w:type="dxa"/>
          </w:tcPr>
          <w:p w:rsidR="00581BFF" w:rsidRPr="00ED61E6" w:rsidRDefault="00581BFF" w:rsidP="00044884">
            <w:r w:rsidRPr="00ED61E6">
              <w:t>Кучмій Юрій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9</w:t>
            </w:r>
          </w:p>
        </w:tc>
        <w:tc>
          <w:tcPr>
            <w:tcW w:w="6095" w:type="dxa"/>
          </w:tcPr>
          <w:p w:rsidR="00581BFF" w:rsidRPr="00ED61E6" w:rsidRDefault="00581BFF" w:rsidP="00044884">
            <w:r w:rsidRPr="00ED61E6">
              <w:t>Кругла Тетяна Дмитрівна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10</w:t>
            </w:r>
          </w:p>
        </w:tc>
        <w:tc>
          <w:tcPr>
            <w:tcW w:w="6095" w:type="dxa"/>
          </w:tcPr>
          <w:p w:rsidR="00581BFF" w:rsidRPr="00ED61E6" w:rsidRDefault="00581BFF" w:rsidP="00044884">
            <w:r w:rsidRPr="00ED61E6">
              <w:t>Лісовська Тамара Андріївна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11</w:t>
            </w:r>
          </w:p>
        </w:tc>
        <w:tc>
          <w:tcPr>
            <w:tcW w:w="6095" w:type="dxa"/>
          </w:tcPr>
          <w:p w:rsidR="00581BFF" w:rsidRPr="00ED61E6" w:rsidRDefault="00581BFF" w:rsidP="00044884">
            <w:r w:rsidRPr="00ED61E6">
              <w:t>Лісовський  Сергій Олександрович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12</w:t>
            </w:r>
          </w:p>
        </w:tc>
        <w:tc>
          <w:tcPr>
            <w:tcW w:w="6095" w:type="dxa"/>
          </w:tcPr>
          <w:p w:rsidR="00581BFF" w:rsidRPr="00ED61E6" w:rsidRDefault="00581BFF" w:rsidP="00044884">
            <w:r w:rsidRPr="00ED61E6">
              <w:t>Мирошниченко Олена Віталіївна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13</w:t>
            </w:r>
          </w:p>
        </w:tc>
        <w:tc>
          <w:tcPr>
            <w:tcW w:w="6095" w:type="dxa"/>
          </w:tcPr>
          <w:p w:rsidR="00581BFF" w:rsidRPr="00ED61E6" w:rsidRDefault="00581BFF" w:rsidP="00044884">
            <w:r w:rsidRPr="00ED61E6">
              <w:t>Мостовик Сергій Віталійович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14</w:t>
            </w:r>
          </w:p>
        </w:tc>
        <w:tc>
          <w:tcPr>
            <w:tcW w:w="6095" w:type="dxa"/>
          </w:tcPr>
          <w:p w:rsidR="00581BFF" w:rsidRPr="00ED61E6" w:rsidRDefault="00581BFF" w:rsidP="00044884">
            <w:r w:rsidRPr="00ED61E6">
              <w:t>Напханюк Ольга Іванівна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15</w:t>
            </w:r>
          </w:p>
        </w:tc>
        <w:tc>
          <w:tcPr>
            <w:tcW w:w="6095" w:type="dxa"/>
          </w:tcPr>
          <w:p w:rsidR="00581BFF" w:rsidRPr="00ED61E6" w:rsidRDefault="00581BFF" w:rsidP="00044884">
            <w:r w:rsidRPr="00ED61E6">
              <w:t>Напханюк Світлана Олексіївна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16</w:t>
            </w:r>
          </w:p>
        </w:tc>
        <w:tc>
          <w:tcPr>
            <w:tcW w:w="6095" w:type="dxa"/>
          </w:tcPr>
          <w:p w:rsidR="00581BFF" w:rsidRPr="00ED61E6" w:rsidRDefault="00581BFF" w:rsidP="00044884">
            <w:r w:rsidRPr="00ED61E6">
              <w:t>Новіков Сергій Алійович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17</w:t>
            </w:r>
          </w:p>
        </w:tc>
        <w:tc>
          <w:tcPr>
            <w:tcW w:w="6095" w:type="dxa"/>
          </w:tcPr>
          <w:p w:rsidR="00581BFF" w:rsidRPr="00ED61E6" w:rsidRDefault="00581BFF" w:rsidP="00044884">
            <w:r w:rsidRPr="00ED61E6">
              <w:t>Піщик Тетяна Володимирівна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18</w:t>
            </w:r>
          </w:p>
        </w:tc>
        <w:tc>
          <w:tcPr>
            <w:tcW w:w="6095" w:type="dxa"/>
          </w:tcPr>
          <w:p w:rsidR="00581BFF" w:rsidRPr="00ED61E6" w:rsidRDefault="00581BFF" w:rsidP="00044884">
            <w:r w:rsidRPr="00ED61E6">
              <w:t>Романщак Наталія Василівна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19</w:t>
            </w:r>
          </w:p>
        </w:tc>
        <w:tc>
          <w:tcPr>
            <w:tcW w:w="6095" w:type="dxa"/>
          </w:tcPr>
          <w:p w:rsidR="00581BFF" w:rsidRPr="00ED61E6" w:rsidRDefault="00581BFF" w:rsidP="00044884">
            <w:r w:rsidRPr="00ED61E6">
              <w:t>Рибак Ігор Федорович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20</w:t>
            </w:r>
          </w:p>
        </w:tc>
        <w:tc>
          <w:tcPr>
            <w:tcW w:w="6095" w:type="dxa"/>
          </w:tcPr>
          <w:p w:rsidR="00581BFF" w:rsidRPr="00ED61E6" w:rsidRDefault="00581BFF" w:rsidP="00044884">
            <w:r w:rsidRPr="00ED61E6">
              <w:t>Сачук Валентина Михайлівна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21</w:t>
            </w:r>
          </w:p>
        </w:tc>
        <w:tc>
          <w:tcPr>
            <w:tcW w:w="6095" w:type="dxa"/>
          </w:tcPr>
          <w:p w:rsidR="00581BFF" w:rsidRPr="00ED61E6" w:rsidRDefault="00581BFF" w:rsidP="00044884">
            <w:r w:rsidRPr="00ED61E6">
              <w:t>Сторожук Віталій Олексійович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22</w:t>
            </w:r>
          </w:p>
        </w:tc>
        <w:tc>
          <w:tcPr>
            <w:tcW w:w="6095" w:type="dxa"/>
          </w:tcPr>
          <w:p w:rsidR="00581BFF" w:rsidRPr="00ED61E6" w:rsidRDefault="00581BFF" w:rsidP="00044884">
            <w:r w:rsidRPr="00ED61E6">
              <w:t>Скрипар Василь Іванович</w:t>
            </w:r>
          </w:p>
        </w:tc>
        <w:tc>
          <w:tcPr>
            <w:tcW w:w="2551" w:type="dxa"/>
          </w:tcPr>
          <w:p w:rsidR="00581BFF" w:rsidRPr="00ED61E6" w:rsidRDefault="00581BFF" w:rsidP="00044884">
            <w:pPr>
              <w:ind w:right="-2"/>
            </w:pPr>
            <w:r>
              <w:t>відсутній</w:t>
            </w:r>
          </w:p>
        </w:tc>
      </w:tr>
      <w:tr w:rsidR="00581BFF" w:rsidRPr="00ED61E6" w:rsidTr="00044884">
        <w:tc>
          <w:tcPr>
            <w:tcW w:w="534" w:type="dxa"/>
          </w:tcPr>
          <w:p w:rsidR="00581BFF" w:rsidRPr="00ED61E6" w:rsidRDefault="00581BFF" w:rsidP="00044884">
            <w:pPr>
              <w:ind w:right="-2"/>
              <w:jc w:val="center"/>
            </w:pPr>
            <w:r w:rsidRPr="00ED61E6">
              <w:t>23</w:t>
            </w:r>
          </w:p>
        </w:tc>
        <w:tc>
          <w:tcPr>
            <w:tcW w:w="6095" w:type="dxa"/>
          </w:tcPr>
          <w:p w:rsidR="00581BFF" w:rsidRPr="00ED61E6" w:rsidRDefault="00581BFF" w:rsidP="00044884">
            <w:r w:rsidRPr="00ED61E6">
              <w:t>Сулима Ольга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24</w:t>
            </w:r>
          </w:p>
        </w:tc>
        <w:tc>
          <w:tcPr>
            <w:tcW w:w="6095" w:type="dxa"/>
          </w:tcPr>
          <w:p w:rsidR="00581BFF" w:rsidRPr="00ED61E6" w:rsidRDefault="00581BFF" w:rsidP="00044884">
            <w:r w:rsidRPr="00ED61E6">
              <w:t>Туз Сергій Віталійович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25</w:t>
            </w:r>
          </w:p>
        </w:tc>
        <w:tc>
          <w:tcPr>
            <w:tcW w:w="6095" w:type="dxa"/>
          </w:tcPr>
          <w:p w:rsidR="00581BFF" w:rsidRPr="00ED61E6" w:rsidRDefault="00581BFF" w:rsidP="00044884">
            <w:r w:rsidRPr="00ED61E6">
              <w:t>Чушкін Олексій Іванович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26</w:t>
            </w:r>
          </w:p>
        </w:tc>
        <w:tc>
          <w:tcPr>
            <w:tcW w:w="6095" w:type="dxa"/>
          </w:tcPr>
          <w:p w:rsidR="00581BFF" w:rsidRPr="00ED61E6" w:rsidRDefault="00581BFF" w:rsidP="00044884">
            <w:r w:rsidRPr="00ED61E6">
              <w:t>Чушкіна Надія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27</w:t>
            </w:r>
          </w:p>
        </w:tc>
        <w:tc>
          <w:tcPr>
            <w:tcW w:w="6095" w:type="dxa"/>
          </w:tcPr>
          <w:p w:rsidR="00581BFF" w:rsidRPr="00ED61E6" w:rsidRDefault="00581BFF" w:rsidP="00044884">
            <w:r w:rsidRPr="00ED61E6">
              <w:t>Ясінський Микола Володимирович</w:t>
            </w:r>
          </w:p>
        </w:tc>
        <w:tc>
          <w:tcPr>
            <w:tcW w:w="2551" w:type="dxa"/>
          </w:tcPr>
          <w:p w:rsidR="00581BFF" w:rsidRPr="00ED61E6" w:rsidRDefault="00581BFF" w:rsidP="00044884">
            <w:pPr>
              <w:ind w:right="-2"/>
            </w:pPr>
            <w:r>
              <w:t>За</w:t>
            </w:r>
          </w:p>
        </w:tc>
      </w:tr>
    </w:tbl>
    <w:p w:rsidR="00581BFF" w:rsidRPr="001D1725" w:rsidRDefault="00581BFF" w:rsidP="0067378C">
      <w:pPr>
        <w:rPr>
          <w:sz w:val="28"/>
          <w:szCs w:val="28"/>
        </w:rPr>
      </w:pPr>
      <w:r>
        <w:rPr>
          <w:sz w:val="28"/>
          <w:szCs w:val="28"/>
        </w:rPr>
        <w:t>Усього проголосували</w:t>
      </w:r>
      <w:r w:rsidRPr="001D1725">
        <w:rPr>
          <w:sz w:val="28"/>
          <w:szCs w:val="28"/>
        </w:rPr>
        <w:t>,  з них :</w:t>
      </w:r>
    </w:p>
    <w:p w:rsidR="00581BFF" w:rsidRDefault="00581BFF" w:rsidP="0067378C">
      <w:pPr>
        <w:spacing w:line="319" w:lineRule="exact"/>
        <w:ind w:left="840"/>
        <w:rPr>
          <w:i/>
          <w:sz w:val="28"/>
        </w:rPr>
      </w:pPr>
      <w:r>
        <w:rPr>
          <w:i/>
          <w:sz w:val="28"/>
        </w:rPr>
        <w:t xml:space="preserve"> «За» - 24 чол.</w:t>
      </w:r>
    </w:p>
    <w:p w:rsidR="00581BFF" w:rsidRDefault="00581BFF" w:rsidP="0067378C">
      <w:pPr>
        <w:spacing w:line="322" w:lineRule="exact"/>
        <w:ind w:left="840"/>
        <w:rPr>
          <w:i/>
          <w:sz w:val="28"/>
        </w:rPr>
      </w:pPr>
      <w:r>
        <w:rPr>
          <w:i/>
          <w:sz w:val="28"/>
        </w:rPr>
        <w:t>«Проти – немає.</w:t>
      </w:r>
    </w:p>
    <w:p w:rsidR="00581BFF" w:rsidRDefault="00581BFF" w:rsidP="0067378C">
      <w:pPr>
        <w:ind w:left="840"/>
        <w:rPr>
          <w:i/>
          <w:sz w:val="28"/>
        </w:rPr>
      </w:pPr>
      <w:r>
        <w:rPr>
          <w:i/>
          <w:sz w:val="28"/>
        </w:rPr>
        <w:t>«Утримались» - немає.</w:t>
      </w:r>
    </w:p>
    <w:p w:rsidR="00581BFF" w:rsidRDefault="00581BFF" w:rsidP="0067378C">
      <w:pPr>
        <w:pStyle w:val="Heading1"/>
        <w:spacing w:before="9"/>
        <w:ind w:left="119"/>
        <w:jc w:val="left"/>
        <w:rPr>
          <w:b w:val="0"/>
        </w:rPr>
      </w:pPr>
      <w:r w:rsidRPr="001D1725">
        <w:rPr>
          <w:b w:val="0"/>
        </w:rPr>
        <w:t>Прийнято</w:t>
      </w:r>
      <w:r>
        <w:rPr>
          <w:b w:val="0"/>
        </w:rPr>
        <w:t xml:space="preserve"> рішення № 81 </w:t>
      </w:r>
      <w:r w:rsidRPr="001D1725">
        <w:rPr>
          <w:b w:val="0"/>
        </w:rPr>
        <w:t>(додається).</w:t>
      </w:r>
    </w:p>
    <w:p w:rsidR="00581BFF" w:rsidRDefault="00581BFF" w:rsidP="0067378C">
      <w:pPr>
        <w:tabs>
          <w:tab w:val="left" w:pos="3600"/>
        </w:tabs>
        <w:ind w:right="98"/>
        <w:jc w:val="both"/>
        <w:outlineLvl w:val="0"/>
        <w:rPr>
          <w:sz w:val="28"/>
          <w:szCs w:val="28"/>
        </w:rPr>
      </w:pPr>
    </w:p>
    <w:p w:rsidR="00581BFF" w:rsidRDefault="00581BFF" w:rsidP="0067378C">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A77F45">
      <w:pPr>
        <w:rPr>
          <w:sz w:val="28"/>
          <w:szCs w:val="28"/>
        </w:rPr>
      </w:pPr>
      <w:r w:rsidRPr="005A5546">
        <w:rPr>
          <w:sz w:val="28"/>
          <w:szCs w:val="28"/>
        </w:rPr>
        <w:t xml:space="preserve">Переходимо до розгляду </w:t>
      </w:r>
      <w:r w:rsidRPr="00A77F45">
        <w:rPr>
          <w:sz w:val="28"/>
          <w:szCs w:val="28"/>
        </w:rPr>
        <w:t>двадцять четвертого</w:t>
      </w:r>
      <w:r w:rsidRPr="00B05A04">
        <w:rPr>
          <w:sz w:val="28"/>
          <w:szCs w:val="28"/>
        </w:rPr>
        <w:t xml:space="preserve"> </w:t>
      </w:r>
      <w:r>
        <w:rPr>
          <w:sz w:val="28"/>
          <w:szCs w:val="28"/>
        </w:rPr>
        <w:t xml:space="preserve">питання. </w:t>
      </w:r>
    </w:p>
    <w:p w:rsidR="00581BFF" w:rsidRDefault="00581BFF" w:rsidP="00A77F45">
      <w:pPr>
        <w:tabs>
          <w:tab w:val="left" w:pos="3600"/>
        </w:tabs>
        <w:ind w:right="98" w:firstLine="720"/>
        <w:outlineLvl w:val="0"/>
        <w:rPr>
          <w:sz w:val="28"/>
          <w:szCs w:val="28"/>
        </w:rPr>
      </w:pPr>
      <w:r w:rsidRPr="00871017">
        <w:rPr>
          <w:sz w:val="28"/>
          <w:szCs w:val="28"/>
        </w:rPr>
        <w:t>Слово для</w:t>
      </w:r>
      <w:r w:rsidRPr="00871017">
        <w:rPr>
          <w:b/>
          <w:sz w:val="28"/>
          <w:szCs w:val="28"/>
        </w:rPr>
        <w:t xml:space="preserve"> </w:t>
      </w:r>
      <w:r w:rsidRPr="00871017">
        <w:rPr>
          <w:sz w:val="28"/>
          <w:szCs w:val="28"/>
        </w:rPr>
        <w:t xml:space="preserve">інформації </w:t>
      </w:r>
      <w:r w:rsidRPr="00871017">
        <w:rPr>
          <w:b/>
          <w:sz w:val="28"/>
          <w:szCs w:val="28"/>
        </w:rPr>
        <w:t xml:space="preserve">Про зміну засновника, перейменування та затвердження Статуту (у новій редакції) комунального закладу "Бібліотека для дорослих </w:t>
      </w:r>
      <w:r>
        <w:rPr>
          <w:b/>
          <w:sz w:val="28"/>
          <w:szCs w:val="28"/>
        </w:rPr>
        <w:t xml:space="preserve"> </w:t>
      </w:r>
      <w:r w:rsidRPr="00871017">
        <w:rPr>
          <w:b/>
          <w:sz w:val="28"/>
          <w:szCs w:val="28"/>
        </w:rPr>
        <w:t>ім. С.В. Шеврякова" Голованівської селищної рад</w:t>
      </w:r>
      <w:r>
        <w:rPr>
          <w:b/>
          <w:sz w:val="28"/>
          <w:szCs w:val="28"/>
        </w:rPr>
        <w:t xml:space="preserve">и"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A77F45">
      <w:pPr>
        <w:tabs>
          <w:tab w:val="left" w:pos="3600"/>
        </w:tabs>
        <w:ind w:right="98" w:firstLine="720"/>
        <w:outlineLvl w:val="0"/>
        <w:rPr>
          <w:sz w:val="28"/>
          <w:szCs w:val="28"/>
        </w:rPr>
      </w:pPr>
    </w:p>
    <w:p w:rsidR="00581BFF" w:rsidRPr="00765D96" w:rsidRDefault="00581BFF" w:rsidP="00A77F45">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A77F45">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A77F45">
      <w:pPr>
        <w:tabs>
          <w:tab w:val="left" w:pos="3600"/>
        </w:tabs>
        <w:ind w:right="98" w:firstLine="720"/>
        <w:jc w:val="both"/>
        <w:outlineLvl w:val="0"/>
        <w:rPr>
          <w:sz w:val="28"/>
          <w:szCs w:val="28"/>
        </w:rPr>
      </w:pPr>
      <w:r>
        <w:rPr>
          <w:bCs/>
          <w:sz w:val="28"/>
          <w:szCs w:val="28"/>
        </w:rPr>
        <w:t>У</w:t>
      </w:r>
      <w:r w:rsidRPr="0067583F">
        <w:t xml:space="preserve"> </w:t>
      </w:r>
      <w:hyperlink r:id="rId23" w:history="1">
        <w:r w:rsidRPr="0067583F">
          <w:rPr>
            <w:rStyle w:val="Hyperlink"/>
            <w:color w:val="auto"/>
            <w:sz w:val="28"/>
            <w:szCs w:val="28"/>
            <w:u w:val="none"/>
            <w:shd w:val="clear" w:color="auto" w:fill="FFFFFF"/>
          </w:rPr>
          <w:t>зв'язку</w:t>
        </w:r>
      </w:hyperlink>
      <w:r>
        <w:rPr>
          <w:bCs/>
          <w:sz w:val="28"/>
          <w:szCs w:val="28"/>
        </w:rPr>
        <w:t xml:space="preserve"> із зміною засновника комунального закладу, згідно Закону України  від 17 листопада 2020 року №1009</w:t>
      </w:r>
      <w:r w:rsidRPr="0003174A">
        <w:rPr>
          <w:bCs/>
          <w:sz w:val="28"/>
          <w:szCs w:val="28"/>
        </w:rPr>
        <w:t xml:space="preserve"> «</w:t>
      </w:r>
      <w:r w:rsidRPr="00CB44C6">
        <w:rPr>
          <w:bCs/>
          <w:sz w:val="28"/>
          <w:szCs w:val="28"/>
          <w:shd w:val="clear" w:color="auto" w:fill="FFFFFF"/>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3576E0">
        <w:rPr>
          <w:bCs/>
          <w:sz w:val="28"/>
          <w:szCs w:val="28"/>
          <w:shd w:val="clear" w:color="auto" w:fill="FFFFFF"/>
        </w:rPr>
        <w:t xml:space="preserve">Голованівською районною радою прийнято рішення про передачу </w:t>
      </w:r>
      <w:r w:rsidRPr="00A77F45">
        <w:rPr>
          <w:sz w:val="28"/>
          <w:szCs w:val="28"/>
        </w:rPr>
        <w:t>комунального закладу "Бібліотека для дорослих  ім. С.В. Шеврякова" Голованівської селищної ради"</w:t>
      </w:r>
      <w:r>
        <w:rPr>
          <w:b/>
          <w:sz w:val="28"/>
          <w:szCs w:val="28"/>
        </w:rPr>
        <w:t xml:space="preserve"> </w:t>
      </w:r>
      <w:r>
        <w:rPr>
          <w:sz w:val="28"/>
          <w:szCs w:val="28"/>
        </w:rPr>
        <w:t xml:space="preserve">на баланс селищної ради. </w:t>
      </w:r>
    </w:p>
    <w:p w:rsidR="00581BFF" w:rsidRDefault="00581BFF" w:rsidP="00A77F45">
      <w:pPr>
        <w:tabs>
          <w:tab w:val="left" w:pos="3600"/>
        </w:tabs>
        <w:ind w:right="98"/>
        <w:jc w:val="both"/>
        <w:outlineLvl w:val="0"/>
        <w:rPr>
          <w:sz w:val="28"/>
          <w:szCs w:val="28"/>
        </w:rPr>
      </w:pPr>
      <w:r>
        <w:rPr>
          <w:sz w:val="28"/>
          <w:szCs w:val="28"/>
        </w:rPr>
        <w:t xml:space="preserve"> З метою  приведення у відповідність установчих документів закладу до вимог чинного законодавства виникла необхідність внести зміни до статуту в частині зміни засновника з Голованівської районної ради на Голованівську селищну раду, органу управління і зміни правового режиму майна та для здійснення державної реєстрації цих змін.</w:t>
      </w:r>
    </w:p>
    <w:p w:rsidR="00581BFF" w:rsidRDefault="00581BFF" w:rsidP="00A77F45">
      <w:pPr>
        <w:tabs>
          <w:tab w:val="left" w:pos="3600"/>
        </w:tabs>
        <w:ind w:right="98"/>
        <w:jc w:val="both"/>
        <w:outlineLvl w:val="0"/>
        <w:rPr>
          <w:sz w:val="28"/>
          <w:szCs w:val="28"/>
        </w:rPr>
      </w:pPr>
    </w:p>
    <w:p w:rsidR="00581BFF" w:rsidRDefault="00581BFF" w:rsidP="00A77F45">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A77F45">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A77F45">
      <w:pPr>
        <w:ind w:firstLine="707"/>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проект рішення</w:t>
      </w:r>
    </w:p>
    <w:p w:rsidR="00581BFF" w:rsidRDefault="00581BFF" w:rsidP="00A77F45">
      <w:pPr>
        <w:ind w:firstLine="708"/>
        <w:rPr>
          <w:sz w:val="28"/>
          <w:szCs w:val="28"/>
        </w:rPr>
      </w:pPr>
      <w:r w:rsidRPr="005A5546">
        <w:rPr>
          <w:sz w:val="28"/>
          <w:szCs w:val="28"/>
        </w:rPr>
        <w:t>Нам необхідно прийняти рішення з даного питання. З відповідним проектом рішення ви ознайомлені. Прошу визначитись щодо даного проекту рішення голосуванням.</w:t>
      </w:r>
    </w:p>
    <w:p w:rsidR="00581BFF" w:rsidRDefault="00581BFF" w:rsidP="00A77F45">
      <w:pPr>
        <w:ind w:firstLine="708"/>
        <w:rPr>
          <w:sz w:val="28"/>
          <w:szCs w:val="28"/>
        </w:rPr>
      </w:pPr>
    </w:p>
    <w:p w:rsidR="00581BFF" w:rsidRPr="00FC7735" w:rsidRDefault="00581BFF" w:rsidP="00A77F45">
      <w:pPr>
        <w:pStyle w:val="Heading1"/>
        <w:tabs>
          <w:tab w:val="left" w:pos="1265"/>
        </w:tabs>
        <w:spacing w:before="9"/>
        <w:ind w:left="119"/>
        <w:jc w:val="left"/>
        <w:rPr>
          <w:b w:val="0"/>
        </w:rPr>
      </w:pPr>
      <w:r w:rsidRPr="00FC7735">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44884">
        <w:tc>
          <w:tcPr>
            <w:tcW w:w="534" w:type="dxa"/>
          </w:tcPr>
          <w:p w:rsidR="00581BFF" w:rsidRPr="00ED61E6" w:rsidRDefault="00581BFF" w:rsidP="00044884">
            <w:pPr>
              <w:ind w:right="-2"/>
              <w:jc w:val="center"/>
            </w:pPr>
            <w:r w:rsidRPr="00ED61E6">
              <w:t>№</w:t>
            </w:r>
          </w:p>
        </w:tc>
        <w:tc>
          <w:tcPr>
            <w:tcW w:w="6095" w:type="dxa"/>
          </w:tcPr>
          <w:p w:rsidR="00581BFF" w:rsidRPr="00ED61E6" w:rsidRDefault="00581BFF" w:rsidP="00044884">
            <w:pPr>
              <w:ind w:right="-2"/>
              <w:jc w:val="center"/>
            </w:pPr>
            <w:r w:rsidRPr="00ED61E6">
              <w:t>ПІБ депутата</w:t>
            </w:r>
          </w:p>
        </w:tc>
        <w:tc>
          <w:tcPr>
            <w:tcW w:w="2551" w:type="dxa"/>
          </w:tcPr>
          <w:p w:rsidR="00581BFF" w:rsidRPr="00ED61E6" w:rsidRDefault="00581BFF" w:rsidP="00044884">
            <w:pPr>
              <w:ind w:right="-2"/>
              <w:jc w:val="center"/>
            </w:pPr>
            <w:r w:rsidRPr="00ED61E6">
              <w:t>Результати голосування</w:t>
            </w:r>
          </w:p>
        </w:tc>
      </w:tr>
      <w:tr w:rsidR="00581BFF" w:rsidRPr="00ED61E6" w:rsidTr="00044884">
        <w:tc>
          <w:tcPr>
            <w:tcW w:w="534" w:type="dxa"/>
          </w:tcPr>
          <w:p w:rsidR="00581BFF" w:rsidRPr="00ED61E6" w:rsidRDefault="00581BFF" w:rsidP="00044884">
            <w:pPr>
              <w:ind w:right="-2"/>
              <w:jc w:val="center"/>
            </w:pPr>
            <w:r w:rsidRPr="00ED61E6">
              <w:t>1</w:t>
            </w:r>
          </w:p>
        </w:tc>
        <w:tc>
          <w:tcPr>
            <w:tcW w:w="6095" w:type="dxa"/>
          </w:tcPr>
          <w:p w:rsidR="00581BFF" w:rsidRPr="00ED61E6" w:rsidRDefault="00581BFF" w:rsidP="00044884">
            <w:r w:rsidRPr="00ED61E6">
              <w:t>Цобенко Сергій Олександрович – селищний голова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w:t>
            </w:r>
          </w:p>
        </w:tc>
        <w:tc>
          <w:tcPr>
            <w:tcW w:w="6095" w:type="dxa"/>
          </w:tcPr>
          <w:p w:rsidR="00581BFF" w:rsidRPr="00ED61E6" w:rsidRDefault="00581BFF" w:rsidP="00044884">
            <w:r w:rsidRPr="00ED61E6">
              <w:t>Брижатюк Олена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3</w:t>
            </w:r>
          </w:p>
        </w:tc>
        <w:tc>
          <w:tcPr>
            <w:tcW w:w="6095" w:type="dxa"/>
          </w:tcPr>
          <w:p w:rsidR="00581BFF" w:rsidRPr="00ED61E6" w:rsidRDefault="00581BFF" w:rsidP="00044884">
            <w:r w:rsidRPr="00ED61E6">
              <w:t>Голімбієвська Тамара Павлівна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4</w:t>
            </w:r>
          </w:p>
        </w:tc>
        <w:tc>
          <w:tcPr>
            <w:tcW w:w="6095" w:type="dxa"/>
          </w:tcPr>
          <w:p w:rsidR="00581BFF" w:rsidRPr="00ED61E6" w:rsidRDefault="00581BFF" w:rsidP="00044884">
            <w:r w:rsidRPr="00ED61E6">
              <w:t>Грушецький Анатолій Георгійович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5</w:t>
            </w:r>
          </w:p>
        </w:tc>
        <w:tc>
          <w:tcPr>
            <w:tcW w:w="6095" w:type="dxa"/>
          </w:tcPr>
          <w:p w:rsidR="00581BFF" w:rsidRPr="00ED61E6" w:rsidRDefault="00581BFF" w:rsidP="00044884">
            <w:r w:rsidRPr="00ED61E6">
              <w:t>Дудар Василь Серафимович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6</w:t>
            </w:r>
          </w:p>
        </w:tc>
        <w:tc>
          <w:tcPr>
            <w:tcW w:w="6095" w:type="dxa"/>
          </w:tcPr>
          <w:p w:rsidR="00581BFF" w:rsidRPr="00ED61E6" w:rsidRDefault="00581BFF" w:rsidP="00044884">
            <w:r w:rsidRPr="00ED61E6">
              <w:t>Захаренко Вадим Володимирович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7</w:t>
            </w:r>
          </w:p>
        </w:tc>
        <w:tc>
          <w:tcPr>
            <w:tcW w:w="6095" w:type="dxa"/>
          </w:tcPr>
          <w:p w:rsidR="00581BFF" w:rsidRPr="00ED61E6" w:rsidRDefault="00581BFF" w:rsidP="00044884">
            <w:r w:rsidRPr="00ED61E6">
              <w:t>Кучмій Богдан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8</w:t>
            </w:r>
          </w:p>
        </w:tc>
        <w:tc>
          <w:tcPr>
            <w:tcW w:w="6095" w:type="dxa"/>
          </w:tcPr>
          <w:p w:rsidR="00581BFF" w:rsidRPr="00ED61E6" w:rsidRDefault="00581BFF" w:rsidP="00044884">
            <w:r w:rsidRPr="00ED61E6">
              <w:t>Кучмій Юрій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9</w:t>
            </w:r>
          </w:p>
        </w:tc>
        <w:tc>
          <w:tcPr>
            <w:tcW w:w="6095" w:type="dxa"/>
          </w:tcPr>
          <w:p w:rsidR="00581BFF" w:rsidRPr="00ED61E6" w:rsidRDefault="00581BFF" w:rsidP="00044884">
            <w:r w:rsidRPr="00ED61E6">
              <w:t>Кругла Тетяна Дмитрівна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10</w:t>
            </w:r>
          </w:p>
        </w:tc>
        <w:tc>
          <w:tcPr>
            <w:tcW w:w="6095" w:type="dxa"/>
          </w:tcPr>
          <w:p w:rsidR="00581BFF" w:rsidRPr="00ED61E6" w:rsidRDefault="00581BFF" w:rsidP="00044884">
            <w:r w:rsidRPr="00ED61E6">
              <w:t>Лісовська Тамара Андріївна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11</w:t>
            </w:r>
          </w:p>
        </w:tc>
        <w:tc>
          <w:tcPr>
            <w:tcW w:w="6095" w:type="dxa"/>
          </w:tcPr>
          <w:p w:rsidR="00581BFF" w:rsidRPr="00ED61E6" w:rsidRDefault="00581BFF" w:rsidP="00044884">
            <w:r w:rsidRPr="00ED61E6">
              <w:t>Лісовський  Сергій Олександрович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12</w:t>
            </w:r>
          </w:p>
        </w:tc>
        <w:tc>
          <w:tcPr>
            <w:tcW w:w="6095" w:type="dxa"/>
          </w:tcPr>
          <w:p w:rsidR="00581BFF" w:rsidRPr="00ED61E6" w:rsidRDefault="00581BFF" w:rsidP="00044884">
            <w:r w:rsidRPr="00ED61E6">
              <w:t>Мирошниченко Олена Віталіївна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13</w:t>
            </w:r>
          </w:p>
        </w:tc>
        <w:tc>
          <w:tcPr>
            <w:tcW w:w="6095" w:type="dxa"/>
          </w:tcPr>
          <w:p w:rsidR="00581BFF" w:rsidRPr="00ED61E6" w:rsidRDefault="00581BFF" w:rsidP="00044884">
            <w:r w:rsidRPr="00ED61E6">
              <w:t>Мостовик Сергій Віталійович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14</w:t>
            </w:r>
          </w:p>
        </w:tc>
        <w:tc>
          <w:tcPr>
            <w:tcW w:w="6095" w:type="dxa"/>
          </w:tcPr>
          <w:p w:rsidR="00581BFF" w:rsidRPr="00ED61E6" w:rsidRDefault="00581BFF" w:rsidP="00044884">
            <w:r w:rsidRPr="00ED61E6">
              <w:t>Напханюк Ольга Іванівна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15</w:t>
            </w:r>
          </w:p>
        </w:tc>
        <w:tc>
          <w:tcPr>
            <w:tcW w:w="6095" w:type="dxa"/>
          </w:tcPr>
          <w:p w:rsidR="00581BFF" w:rsidRPr="00ED61E6" w:rsidRDefault="00581BFF" w:rsidP="00044884">
            <w:r w:rsidRPr="00ED61E6">
              <w:t>Напханюк Світлана Олексіївна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16</w:t>
            </w:r>
          </w:p>
        </w:tc>
        <w:tc>
          <w:tcPr>
            <w:tcW w:w="6095" w:type="dxa"/>
          </w:tcPr>
          <w:p w:rsidR="00581BFF" w:rsidRPr="00ED61E6" w:rsidRDefault="00581BFF" w:rsidP="00044884">
            <w:r w:rsidRPr="00ED61E6">
              <w:t>Новіков Сергій Алійович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17</w:t>
            </w:r>
          </w:p>
        </w:tc>
        <w:tc>
          <w:tcPr>
            <w:tcW w:w="6095" w:type="dxa"/>
          </w:tcPr>
          <w:p w:rsidR="00581BFF" w:rsidRPr="00ED61E6" w:rsidRDefault="00581BFF" w:rsidP="00044884">
            <w:r w:rsidRPr="00ED61E6">
              <w:t>Піщик Тетяна Володимирівна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18</w:t>
            </w:r>
          </w:p>
        </w:tc>
        <w:tc>
          <w:tcPr>
            <w:tcW w:w="6095" w:type="dxa"/>
          </w:tcPr>
          <w:p w:rsidR="00581BFF" w:rsidRPr="00ED61E6" w:rsidRDefault="00581BFF" w:rsidP="00044884">
            <w:r w:rsidRPr="00ED61E6">
              <w:t>Романщак Наталія Василівна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19</w:t>
            </w:r>
          </w:p>
        </w:tc>
        <w:tc>
          <w:tcPr>
            <w:tcW w:w="6095" w:type="dxa"/>
          </w:tcPr>
          <w:p w:rsidR="00581BFF" w:rsidRPr="00ED61E6" w:rsidRDefault="00581BFF" w:rsidP="00044884">
            <w:r w:rsidRPr="00ED61E6">
              <w:t>Рибак Ігор Федорович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20</w:t>
            </w:r>
          </w:p>
        </w:tc>
        <w:tc>
          <w:tcPr>
            <w:tcW w:w="6095" w:type="dxa"/>
          </w:tcPr>
          <w:p w:rsidR="00581BFF" w:rsidRPr="00ED61E6" w:rsidRDefault="00581BFF" w:rsidP="00044884">
            <w:r w:rsidRPr="00ED61E6">
              <w:t>Сачук Валентина Михайлівна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21</w:t>
            </w:r>
          </w:p>
        </w:tc>
        <w:tc>
          <w:tcPr>
            <w:tcW w:w="6095" w:type="dxa"/>
          </w:tcPr>
          <w:p w:rsidR="00581BFF" w:rsidRPr="00ED61E6" w:rsidRDefault="00581BFF" w:rsidP="00044884">
            <w:r w:rsidRPr="00ED61E6">
              <w:t>Сторожук Віталій Олексійович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22</w:t>
            </w:r>
          </w:p>
        </w:tc>
        <w:tc>
          <w:tcPr>
            <w:tcW w:w="6095" w:type="dxa"/>
          </w:tcPr>
          <w:p w:rsidR="00581BFF" w:rsidRPr="00ED61E6" w:rsidRDefault="00581BFF" w:rsidP="00044884">
            <w:r w:rsidRPr="00ED61E6">
              <w:t>Скрипар Василь Іванович</w:t>
            </w:r>
          </w:p>
        </w:tc>
        <w:tc>
          <w:tcPr>
            <w:tcW w:w="2551" w:type="dxa"/>
          </w:tcPr>
          <w:p w:rsidR="00581BFF" w:rsidRPr="00ED61E6" w:rsidRDefault="00581BFF" w:rsidP="00044884">
            <w:pPr>
              <w:ind w:right="-2"/>
            </w:pPr>
            <w:r>
              <w:t>відсутній</w:t>
            </w:r>
          </w:p>
        </w:tc>
      </w:tr>
      <w:tr w:rsidR="00581BFF" w:rsidRPr="00ED61E6" w:rsidTr="00044884">
        <w:tc>
          <w:tcPr>
            <w:tcW w:w="534" w:type="dxa"/>
          </w:tcPr>
          <w:p w:rsidR="00581BFF" w:rsidRPr="00ED61E6" w:rsidRDefault="00581BFF" w:rsidP="00044884">
            <w:pPr>
              <w:ind w:right="-2"/>
              <w:jc w:val="center"/>
            </w:pPr>
            <w:r w:rsidRPr="00ED61E6">
              <w:t>23</w:t>
            </w:r>
          </w:p>
        </w:tc>
        <w:tc>
          <w:tcPr>
            <w:tcW w:w="6095" w:type="dxa"/>
          </w:tcPr>
          <w:p w:rsidR="00581BFF" w:rsidRPr="00ED61E6" w:rsidRDefault="00581BFF" w:rsidP="00044884">
            <w:r w:rsidRPr="00ED61E6">
              <w:t>Сулима Ольга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24</w:t>
            </w:r>
          </w:p>
        </w:tc>
        <w:tc>
          <w:tcPr>
            <w:tcW w:w="6095" w:type="dxa"/>
          </w:tcPr>
          <w:p w:rsidR="00581BFF" w:rsidRPr="00ED61E6" w:rsidRDefault="00581BFF" w:rsidP="00044884">
            <w:r w:rsidRPr="00ED61E6">
              <w:t>Туз Сергій Віталійович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25</w:t>
            </w:r>
          </w:p>
        </w:tc>
        <w:tc>
          <w:tcPr>
            <w:tcW w:w="6095" w:type="dxa"/>
          </w:tcPr>
          <w:p w:rsidR="00581BFF" w:rsidRPr="00ED61E6" w:rsidRDefault="00581BFF" w:rsidP="00044884">
            <w:r w:rsidRPr="00ED61E6">
              <w:t>Чушкін Олексій Іванович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26</w:t>
            </w:r>
          </w:p>
        </w:tc>
        <w:tc>
          <w:tcPr>
            <w:tcW w:w="6095" w:type="dxa"/>
          </w:tcPr>
          <w:p w:rsidR="00581BFF" w:rsidRPr="00ED61E6" w:rsidRDefault="00581BFF" w:rsidP="00044884">
            <w:r w:rsidRPr="00ED61E6">
              <w:t>Чушкіна Надія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27</w:t>
            </w:r>
          </w:p>
        </w:tc>
        <w:tc>
          <w:tcPr>
            <w:tcW w:w="6095" w:type="dxa"/>
          </w:tcPr>
          <w:p w:rsidR="00581BFF" w:rsidRPr="00ED61E6" w:rsidRDefault="00581BFF" w:rsidP="00044884">
            <w:r w:rsidRPr="00ED61E6">
              <w:t>Ясінський Микола Володимирович</w:t>
            </w:r>
          </w:p>
        </w:tc>
        <w:tc>
          <w:tcPr>
            <w:tcW w:w="2551" w:type="dxa"/>
          </w:tcPr>
          <w:p w:rsidR="00581BFF" w:rsidRPr="00ED61E6" w:rsidRDefault="00581BFF" w:rsidP="00044884">
            <w:pPr>
              <w:ind w:right="-2"/>
            </w:pPr>
            <w:r>
              <w:t>За</w:t>
            </w:r>
          </w:p>
        </w:tc>
      </w:tr>
    </w:tbl>
    <w:p w:rsidR="00581BFF" w:rsidRPr="001D1725" w:rsidRDefault="00581BFF" w:rsidP="00A77F45">
      <w:pPr>
        <w:rPr>
          <w:sz w:val="28"/>
          <w:szCs w:val="28"/>
        </w:rPr>
      </w:pPr>
      <w:r>
        <w:rPr>
          <w:sz w:val="28"/>
          <w:szCs w:val="28"/>
        </w:rPr>
        <w:t>Усього проголосували</w:t>
      </w:r>
      <w:r w:rsidRPr="001D1725">
        <w:rPr>
          <w:sz w:val="28"/>
          <w:szCs w:val="28"/>
        </w:rPr>
        <w:t>,  з них :</w:t>
      </w:r>
    </w:p>
    <w:p w:rsidR="00581BFF" w:rsidRDefault="00581BFF" w:rsidP="00A77F45">
      <w:pPr>
        <w:spacing w:line="319" w:lineRule="exact"/>
        <w:ind w:left="840"/>
        <w:rPr>
          <w:i/>
          <w:sz w:val="28"/>
        </w:rPr>
      </w:pPr>
      <w:r>
        <w:rPr>
          <w:i/>
          <w:sz w:val="28"/>
        </w:rPr>
        <w:t xml:space="preserve"> «За» - 24 чол.</w:t>
      </w:r>
    </w:p>
    <w:p w:rsidR="00581BFF" w:rsidRDefault="00581BFF" w:rsidP="00A77F45">
      <w:pPr>
        <w:spacing w:line="322" w:lineRule="exact"/>
        <w:ind w:left="840"/>
        <w:rPr>
          <w:i/>
          <w:sz w:val="28"/>
        </w:rPr>
      </w:pPr>
      <w:r>
        <w:rPr>
          <w:i/>
          <w:sz w:val="28"/>
        </w:rPr>
        <w:t>«Проти – немає.</w:t>
      </w:r>
    </w:p>
    <w:p w:rsidR="00581BFF" w:rsidRDefault="00581BFF" w:rsidP="00A77F45">
      <w:pPr>
        <w:ind w:left="840"/>
        <w:rPr>
          <w:i/>
          <w:sz w:val="28"/>
        </w:rPr>
      </w:pPr>
      <w:r>
        <w:rPr>
          <w:i/>
          <w:sz w:val="28"/>
        </w:rPr>
        <w:t>«Утримались» - немає.</w:t>
      </w:r>
    </w:p>
    <w:p w:rsidR="00581BFF" w:rsidRDefault="00581BFF" w:rsidP="00A77F45">
      <w:pPr>
        <w:pStyle w:val="Heading1"/>
        <w:spacing w:before="9"/>
        <w:ind w:left="119"/>
        <w:jc w:val="left"/>
        <w:rPr>
          <w:b w:val="0"/>
        </w:rPr>
      </w:pPr>
      <w:r w:rsidRPr="001D1725">
        <w:rPr>
          <w:b w:val="0"/>
        </w:rPr>
        <w:t>Прийнято</w:t>
      </w:r>
      <w:r>
        <w:rPr>
          <w:b w:val="0"/>
        </w:rPr>
        <w:t xml:space="preserve"> рішення № 82 </w:t>
      </w:r>
      <w:r w:rsidRPr="001D1725">
        <w:rPr>
          <w:b w:val="0"/>
        </w:rPr>
        <w:t>(додається).</w:t>
      </w:r>
    </w:p>
    <w:p w:rsidR="00581BFF" w:rsidRDefault="00581BFF" w:rsidP="00A77F45">
      <w:pPr>
        <w:pStyle w:val="Heading1"/>
        <w:spacing w:before="9"/>
        <w:ind w:left="119"/>
        <w:jc w:val="left"/>
        <w:rPr>
          <w:b w:val="0"/>
        </w:rPr>
      </w:pPr>
    </w:p>
    <w:p w:rsidR="00581BFF" w:rsidRDefault="00581BFF" w:rsidP="00A77F45">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A77F45">
      <w:pPr>
        <w:rPr>
          <w:sz w:val="28"/>
          <w:szCs w:val="28"/>
        </w:rPr>
      </w:pPr>
      <w:r w:rsidRPr="005A5546">
        <w:rPr>
          <w:sz w:val="28"/>
          <w:szCs w:val="28"/>
        </w:rPr>
        <w:t xml:space="preserve">Переходимо до розгляду </w:t>
      </w:r>
      <w:r w:rsidRPr="00A77F45">
        <w:rPr>
          <w:sz w:val="28"/>
          <w:szCs w:val="28"/>
        </w:rPr>
        <w:t xml:space="preserve">двадцять п’ятого </w:t>
      </w:r>
      <w:r w:rsidRPr="00B05A04">
        <w:rPr>
          <w:sz w:val="28"/>
          <w:szCs w:val="28"/>
        </w:rPr>
        <w:t xml:space="preserve"> </w:t>
      </w:r>
      <w:r>
        <w:rPr>
          <w:sz w:val="28"/>
          <w:szCs w:val="28"/>
        </w:rPr>
        <w:t xml:space="preserve">питання. </w:t>
      </w:r>
    </w:p>
    <w:p w:rsidR="00581BFF" w:rsidRDefault="00581BFF" w:rsidP="00A77F45">
      <w:pPr>
        <w:tabs>
          <w:tab w:val="left" w:pos="3600"/>
        </w:tabs>
        <w:ind w:right="98" w:firstLine="720"/>
        <w:outlineLvl w:val="0"/>
        <w:rPr>
          <w:sz w:val="28"/>
          <w:szCs w:val="28"/>
        </w:rPr>
      </w:pPr>
      <w:r w:rsidRPr="002F4B1F">
        <w:rPr>
          <w:sz w:val="28"/>
          <w:szCs w:val="28"/>
        </w:rPr>
        <w:t>Слово для інформації</w:t>
      </w:r>
      <w:r w:rsidRPr="00323EE3">
        <w:rPr>
          <w:sz w:val="28"/>
          <w:szCs w:val="28"/>
        </w:rPr>
        <w:t xml:space="preserve"> </w:t>
      </w:r>
      <w:r w:rsidRPr="00871017">
        <w:rPr>
          <w:b/>
          <w:sz w:val="28"/>
          <w:szCs w:val="28"/>
        </w:rPr>
        <w:t xml:space="preserve">Про затвердження Положення  про старосту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A77F45">
      <w:pPr>
        <w:tabs>
          <w:tab w:val="left" w:pos="3600"/>
        </w:tabs>
        <w:ind w:right="98" w:firstLine="720"/>
        <w:outlineLvl w:val="0"/>
        <w:rPr>
          <w:sz w:val="28"/>
          <w:szCs w:val="28"/>
        </w:rPr>
      </w:pPr>
    </w:p>
    <w:p w:rsidR="00581BFF" w:rsidRPr="00765D96" w:rsidRDefault="00581BFF" w:rsidP="00A77F45">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A77F45">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A77F45">
      <w:pPr>
        <w:tabs>
          <w:tab w:val="left" w:pos="3600"/>
        </w:tabs>
        <w:ind w:right="98" w:firstLine="720"/>
        <w:outlineLvl w:val="0"/>
        <w:rPr>
          <w:sz w:val="28"/>
          <w:szCs w:val="28"/>
        </w:rPr>
      </w:pPr>
      <w:r>
        <w:rPr>
          <w:sz w:val="28"/>
          <w:szCs w:val="28"/>
        </w:rPr>
        <w:t xml:space="preserve">Відповідно ст.54-1 Закону України «Про місцеве самоврядування в Україні»передбачаються посади старост. Порядок організації роботи старости визначається цим законом, а також Положенням про старосту, проект якого пропонується затвердити. </w:t>
      </w:r>
    </w:p>
    <w:p w:rsidR="00581BFF" w:rsidRDefault="00581BFF" w:rsidP="00A77F45">
      <w:pPr>
        <w:tabs>
          <w:tab w:val="left" w:pos="3600"/>
        </w:tabs>
        <w:ind w:right="98" w:firstLine="720"/>
        <w:outlineLvl w:val="0"/>
        <w:rPr>
          <w:sz w:val="28"/>
          <w:szCs w:val="28"/>
        </w:rPr>
      </w:pPr>
    </w:p>
    <w:p w:rsidR="00581BFF" w:rsidRDefault="00581BFF" w:rsidP="00044884">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044884">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044884">
      <w:pPr>
        <w:ind w:firstLine="707"/>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044884">
      <w:pPr>
        <w:ind w:firstLine="707"/>
        <w:rPr>
          <w:sz w:val="28"/>
          <w:szCs w:val="28"/>
        </w:rPr>
      </w:pP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проект рішення</w:t>
      </w:r>
    </w:p>
    <w:p w:rsidR="00581BFF" w:rsidRDefault="00581BFF" w:rsidP="00044884">
      <w:pPr>
        <w:ind w:firstLine="708"/>
        <w:rPr>
          <w:sz w:val="28"/>
          <w:szCs w:val="28"/>
        </w:rPr>
      </w:pPr>
      <w:r w:rsidRPr="005A5546">
        <w:rPr>
          <w:sz w:val="28"/>
          <w:szCs w:val="28"/>
        </w:rPr>
        <w:t>Нам необхідно прийняти рішення з даного п</w:t>
      </w:r>
      <w:r>
        <w:rPr>
          <w:sz w:val="28"/>
          <w:szCs w:val="28"/>
        </w:rPr>
        <w:t>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044884">
      <w:pPr>
        <w:ind w:firstLine="708"/>
        <w:rPr>
          <w:sz w:val="28"/>
          <w:szCs w:val="28"/>
        </w:rPr>
      </w:pPr>
    </w:p>
    <w:p w:rsidR="00581BFF" w:rsidRPr="00FC7735" w:rsidRDefault="00581BFF" w:rsidP="00044884">
      <w:pPr>
        <w:pStyle w:val="Heading1"/>
        <w:tabs>
          <w:tab w:val="left" w:pos="1265"/>
        </w:tabs>
        <w:spacing w:before="9"/>
        <w:ind w:left="119"/>
        <w:jc w:val="left"/>
        <w:rPr>
          <w:b w:val="0"/>
        </w:rPr>
      </w:pPr>
      <w:r w:rsidRPr="00FC7735">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044884">
        <w:tc>
          <w:tcPr>
            <w:tcW w:w="534" w:type="dxa"/>
          </w:tcPr>
          <w:p w:rsidR="00581BFF" w:rsidRPr="00ED61E6" w:rsidRDefault="00581BFF" w:rsidP="00044884">
            <w:pPr>
              <w:ind w:right="-2"/>
              <w:jc w:val="center"/>
            </w:pPr>
            <w:r w:rsidRPr="00ED61E6">
              <w:t>№</w:t>
            </w:r>
          </w:p>
        </w:tc>
        <w:tc>
          <w:tcPr>
            <w:tcW w:w="6095" w:type="dxa"/>
          </w:tcPr>
          <w:p w:rsidR="00581BFF" w:rsidRPr="00ED61E6" w:rsidRDefault="00581BFF" w:rsidP="00044884">
            <w:pPr>
              <w:ind w:right="-2"/>
              <w:jc w:val="center"/>
            </w:pPr>
            <w:r w:rsidRPr="00ED61E6">
              <w:t>ПІБ депутата</w:t>
            </w:r>
          </w:p>
        </w:tc>
        <w:tc>
          <w:tcPr>
            <w:tcW w:w="2551" w:type="dxa"/>
          </w:tcPr>
          <w:p w:rsidR="00581BFF" w:rsidRPr="00ED61E6" w:rsidRDefault="00581BFF" w:rsidP="00044884">
            <w:pPr>
              <w:ind w:right="-2"/>
              <w:jc w:val="center"/>
            </w:pPr>
            <w:r w:rsidRPr="00ED61E6">
              <w:t>Результати голосування</w:t>
            </w:r>
          </w:p>
        </w:tc>
      </w:tr>
      <w:tr w:rsidR="00581BFF" w:rsidRPr="00ED61E6" w:rsidTr="00044884">
        <w:tc>
          <w:tcPr>
            <w:tcW w:w="534" w:type="dxa"/>
          </w:tcPr>
          <w:p w:rsidR="00581BFF" w:rsidRPr="00ED61E6" w:rsidRDefault="00581BFF" w:rsidP="00044884">
            <w:pPr>
              <w:ind w:right="-2"/>
              <w:jc w:val="center"/>
            </w:pPr>
            <w:r w:rsidRPr="00ED61E6">
              <w:t>1</w:t>
            </w:r>
          </w:p>
        </w:tc>
        <w:tc>
          <w:tcPr>
            <w:tcW w:w="6095" w:type="dxa"/>
          </w:tcPr>
          <w:p w:rsidR="00581BFF" w:rsidRPr="00ED61E6" w:rsidRDefault="00581BFF" w:rsidP="00044884">
            <w:r w:rsidRPr="00ED61E6">
              <w:t>Цобенко Сергій Олександрович – селищний голова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w:t>
            </w:r>
          </w:p>
        </w:tc>
        <w:tc>
          <w:tcPr>
            <w:tcW w:w="6095" w:type="dxa"/>
          </w:tcPr>
          <w:p w:rsidR="00581BFF" w:rsidRPr="00ED61E6" w:rsidRDefault="00581BFF" w:rsidP="00044884">
            <w:r w:rsidRPr="00ED61E6">
              <w:t>Брижатюк Олена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3</w:t>
            </w:r>
          </w:p>
        </w:tc>
        <w:tc>
          <w:tcPr>
            <w:tcW w:w="6095" w:type="dxa"/>
          </w:tcPr>
          <w:p w:rsidR="00581BFF" w:rsidRPr="00ED61E6" w:rsidRDefault="00581BFF" w:rsidP="00044884">
            <w:r w:rsidRPr="00ED61E6">
              <w:t>Голімбієвська Тамара Павлівна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4</w:t>
            </w:r>
          </w:p>
        </w:tc>
        <w:tc>
          <w:tcPr>
            <w:tcW w:w="6095" w:type="dxa"/>
          </w:tcPr>
          <w:p w:rsidR="00581BFF" w:rsidRPr="00ED61E6" w:rsidRDefault="00581BFF" w:rsidP="00044884">
            <w:r w:rsidRPr="00ED61E6">
              <w:t>Грушецький Анатолій Георгійович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5</w:t>
            </w:r>
          </w:p>
        </w:tc>
        <w:tc>
          <w:tcPr>
            <w:tcW w:w="6095" w:type="dxa"/>
          </w:tcPr>
          <w:p w:rsidR="00581BFF" w:rsidRPr="00ED61E6" w:rsidRDefault="00581BFF" w:rsidP="00044884">
            <w:r w:rsidRPr="00ED61E6">
              <w:t>Дудар Василь Серафимович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6</w:t>
            </w:r>
          </w:p>
        </w:tc>
        <w:tc>
          <w:tcPr>
            <w:tcW w:w="6095" w:type="dxa"/>
          </w:tcPr>
          <w:p w:rsidR="00581BFF" w:rsidRPr="00ED61E6" w:rsidRDefault="00581BFF" w:rsidP="00044884">
            <w:r w:rsidRPr="00ED61E6">
              <w:t>Захаренко Вадим Володимирович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7</w:t>
            </w:r>
          </w:p>
        </w:tc>
        <w:tc>
          <w:tcPr>
            <w:tcW w:w="6095" w:type="dxa"/>
          </w:tcPr>
          <w:p w:rsidR="00581BFF" w:rsidRPr="00ED61E6" w:rsidRDefault="00581BFF" w:rsidP="00044884">
            <w:r w:rsidRPr="00ED61E6">
              <w:t>Кучмій Богдан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8</w:t>
            </w:r>
          </w:p>
        </w:tc>
        <w:tc>
          <w:tcPr>
            <w:tcW w:w="6095" w:type="dxa"/>
          </w:tcPr>
          <w:p w:rsidR="00581BFF" w:rsidRPr="00ED61E6" w:rsidRDefault="00581BFF" w:rsidP="00044884">
            <w:r w:rsidRPr="00ED61E6">
              <w:t>Кучмій Юрій Борисович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9</w:t>
            </w:r>
          </w:p>
        </w:tc>
        <w:tc>
          <w:tcPr>
            <w:tcW w:w="6095" w:type="dxa"/>
          </w:tcPr>
          <w:p w:rsidR="00581BFF" w:rsidRPr="00ED61E6" w:rsidRDefault="00581BFF" w:rsidP="00044884">
            <w:r w:rsidRPr="00ED61E6">
              <w:t>Кругла Тетяна Дмитрівна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10</w:t>
            </w:r>
          </w:p>
        </w:tc>
        <w:tc>
          <w:tcPr>
            <w:tcW w:w="6095" w:type="dxa"/>
          </w:tcPr>
          <w:p w:rsidR="00581BFF" w:rsidRPr="00ED61E6" w:rsidRDefault="00581BFF" w:rsidP="00044884">
            <w:r w:rsidRPr="00ED61E6">
              <w:t>Лісовська Тамара Андріївна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11</w:t>
            </w:r>
          </w:p>
        </w:tc>
        <w:tc>
          <w:tcPr>
            <w:tcW w:w="6095" w:type="dxa"/>
          </w:tcPr>
          <w:p w:rsidR="00581BFF" w:rsidRPr="00ED61E6" w:rsidRDefault="00581BFF" w:rsidP="00044884">
            <w:r w:rsidRPr="00ED61E6">
              <w:t>Лісовський  Сергій Олександрович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12</w:t>
            </w:r>
          </w:p>
        </w:tc>
        <w:tc>
          <w:tcPr>
            <w:tcW w:w="6095" w:type="dxa"/>
          </w:tcPr>
          <w:p w:rsidR="00581BFF" w:rsidRPr="00ED61E6" w:rsidRDefault="00581BFF" w:rsidP="00044884">
            <w:r w:rsidRPr="00ED61E6">
              <w:t>Мирошниченко Олена Віталіївна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13</w:t>
            </w:r>
          </w:p>
        </w:tc>
        <w:tc>
          <w:tcPr>
            <w:tcW w:w="6095" w:type="dxa"/>
          </w:tcPr>
          <w:p w:rsidR="00581BFF" w:rsidRPr="00ED61E6" w:rsidRDefault="00581BFF" w:rsidP="00044884">
            <w:r w:rsidRPr="00ED61E6">
              <w:t>Мостовик Сергій Віталійович</w:t>
            </w:r>
          </w:p>
        </w:tc>
        <w:tc>
          <w:tcPr>
            <w:tcW w:w="2551" w:type="dxa"/>
          </w:tcPr>
          <w:p w:rsidR="00581BFF" w:rsidRPr="00ED61E6" w:rsidRDefault="00581BFF" w:rsidP="00044884">
            <w:pPr>
              <w:tabs>
                <w:tab w:val="left" w:pos="285"/>
                <w:tab w:val="left" w:pos="360"/>
                <w:tab w:val="center" w:pos="512"/>
              </w:tabs>
              <w:ind w:right="-2"/>
            </w:pPr>
            <w:r>
              <w:t>відсутній</w:t>
            </w:r>
          </w:p>
        </w:tc>
      </w:tr>
      <w:tr w:rsidR="00581BFF" w:rsidRPr="00ED61E6" w:rsidTr="00044884">
        <w:tc>
          <w:tcPr>
            <w:tcW w:w="534" w:type="dxa"/>
          </w:tcPr>
          <w:p w:rsidR="00581BFF" w:rsidRPr="00ED61E6" w:rsidRDefault="00581BFF" w:rsidP="00044884">
            <w:pPr>
              <w:ind w:right="-2"/>
              <w:jc w:val="center"/>
            </w:pPr>
            <w:r w:rsidRPr="00ED61E6">
              <w:t>14</w:t>
            </w:r>
          </w:p>
        </w:tc>
        <w:tc>
          <w:tcPr>
            <w:tcW w:w="6095" w:type="dxa"/>
          </w:tcPr>
          <w:p w:rsidR="00581BFF" w:rsidRPr="00ED61E6" w:rsidRDefault="00581BFF" w:rsidP="00044884">
            <w:r w:rsidRPr="00ED61E6">
              <w:t>Напханюк Ольга Іванівна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15</w:t>
            </w:r>
          </w:p>
        </w:tc>
        <w:tc>
          <w:tcPr>
            <w:tcW w:w="6095" w:type="dxa"/>
          </w:tcPr>
          <w:p w:rsidR="00581BFF" w:rsidRPr="00ED61E6" w:rsidRDefault="00581BFF" w:rsidP="00044884">
            <w:r w:rsidRPr="00ED61E6">
              <w:t>Напханюк Світлана Олексіївна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16</w:t>
            </w:r>
          </w:p>
        </w:tc>
        <w:tc>
          <w:tcPr>
            <w:tcW w:w="6095" w:type="dxa"/>
          </w:tcPr>
          <w:p w:rsidR="00581BFF" w:rsidRPr="00ED61E6" w:rsidRDefault="00581BFF" w:rsidP="00044884">
            <w:r w:rsidRPr="00ED61E6">
              <w:t>Новіков Сергій Алійович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17</w:t>
            </w:r>
          </w:p>
        </w:tc>
        <w:tc>
          <w:tcPr>
            <w:tcW w:w="6095" w:type="dxa"/>
          </w:tcPr>
          <w:p w:rsidR="00581BFF" w:rsidRPr="00ED61E6" w:rsidRDefault="00581BFF" w:rsidP="00044884">
            <w:r w:rsidRPr="00ED61E6">
              <w:t>Піщик Тетяна Володимирівна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18</w:t>
            </w:r>
          </w:p>
        </w:tc>
        <w:tc>
          <w:tcPr>
            <w:tcW w:w="6095" w:type="dxa"/>
          </w:tcPr>
          <w:p w:rsidR="00581BFF" w:rsidRPr="00ED61E6" w:rsidRDefault="00581BFF" w:rsidP="00044884">
            <w:r w:rsidRPr="00ED61E6">
              <w:t>Романщак Наталія Василівна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19</w:t>
            </w:r>
          </w:p>
        </w:tc>
        <w:tc>
          <w:tcPr>
            <w:tcW w:w="6095" w:type="dxa"/>
          </w:tcPr>
          <w:p w:rsidR="00581BFF" w:rsidRPr="00ED61E6" w:rsidRDefault="00581BFF" w:rsidP="00044884">
            <w:r w:rsidRPr="00ED61E6">
              <w:t>Рибак Ігор Федорович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20</w:t>
            </w:r>
          </w:p>
        </w:tc>
        <w:tc>
          <w:tcPr>
            <w:tcW w:w="6095" w:type="dxa"/>
          </w:tcPr>
          <w:p w:rsidR="00581BFF" w:rsidRPr="00ED61E6" w:rsidRDefault="00581BFF" w:rsidP="00044884">
            <w:r w:rsidRPr="00ED61E6">
              <w:t>Сачук Валентина Михайлівна</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21</w:t>
            </w:r>
          </w:p>
        </w:tc>
        <w:tc>
          <w:tcPr>
            <w:tcW w:w="6095" w:type="dxa"/>
          </w:tcPr>
          <w:p w:rsidR="00581BFF" w:rsidRPr="00ED61E6" w:rsidRDefault="00581BFF" w:rsidP="00044884">
            <w:r w:rsidRPr="00ED61E6">
              <w:t>Сторожук Віталій Олексійович</w:t>
            </w:r>
          </w:p>
        </w:tc>
        <w:tc>
          <w:tcPr>
            <w:tcW w:w="2551" w:type="dxa"/>
          </w:tcPr>
          <w:p w:rsidR="00581BFF" w:rsidRPr="00ED61E6" w:rsidRDefault="00581BFF" w:rsidP="00044884">
            <w:pPr>
              <w:ind w:right="-2"/>
            </w:pPr>
            <w:r>
              <w:t>За</w:t>
            </w:r>
          </w:p>
        </w:tc>
      </w:tr>
      <w:tr w:rsidR="00581BFF" w:rsidRPr="00ED61E6" w:rsidTr="00044884">
        <w:tc>
          <w:tcPr>
            <w:tcW w:w="534" w:type="dxa"/>
          </w:tcPr>
          <w:p w:rsidR="00581BFF" w:rsidRPr="00ED61E6" w:rsidRDefault="00581BFF" w:rsidP="00044884">
            <w:pPr>
              <w:ind w:right="-2"/>
              <w:jc w:val="center"/>
            </w:pPr>
            <w:r w:rsidRPr="00ED61E6">
              <w:t>22</w:t>
            </w:r>
          </w:p>
        </w:tc>
        <w:tc>
          <w:tcPr>
            <w:tcW w:w="6095" w:type="dxa"/>
          </w:tcPr>
          <w:p w:rsidR="00581BFF" w:rsidRPr="00ED61E6" w:rsidRDefault="00581BFF" w:rsidP="00044884">
            <w:r w:rsidRPr="00ED61E6">
              <w:t>Скрипар Василь Іванович</w:t>
            </w:r>
          </w:p>
        </w:tc>
        <w:tc>
          <w:tcPr>
            <w:tcW w:w="2551" w:type="dxa"/>
          </w:tcPr>
          <w:p w:rsidR="00581BFF" w:rsidRPr="00ED61E6" w:rsidRDefault="00581BFF" w:rsidP="00044884">
            <w:pPr>
              <w:ind w:right="-2"/>
            </w:pPr>
            <w:r>
              <w:t>відсутній</w:t>
            </w:r>
          </w:p>
        </w:tc>
      </w:tr>
      <w:tr w:rsidR="00581BFF" w:rsidRPr="00ED61E6" w:rsidTr="00044884">
        <w:tc>
          <w:tcPr>
            <w:tcW w:w="534" w:type="dxa"/>
          </w:tcPr>
          <w:p w:rsidR="00581BFF" w:rsidRPr="00ED61E6" w:rsidRDefault="00581BFF" w:rsidP="00044884">
            <w:pPr>
              <w:ind w:right="-2"/>
              <w:jc w:val="center"/>
            </w:pPr>
            <w:r w:rsidRPr="00ED61E6">
              <w:t>23</w:t>
            </w:r>
          </w:p>
        </w:tc>
        <w:tc>
          <w:tcPr>
            <w:tcW w:w="6095" w:type="dxa"/>
          </w:tcPr>
          <w:p w:rsidR="00581BFF" w:rsidRPr="00ED61E6" w:rsidRDefault="00581BFF" w:rsidP="00044884">
            <w:r w:rsidRPr="00ED61E6">
              <w:t>Сулима Ольга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24</w:t>
            </w:r>
          </w:p>
        </w:tc>
        <w:tc>
          <w:tcPr>
            <w:tcW w:w="6095" w:type="dxa"/>
          </w:tcPr>
          <w:p w:rsidR="00581BFF" w:rsidRPr="00ED61E6" w:rsidRDefault="00581BFF" w:rsidP="00044884">
            <w:r w:rsidRPr="00ED61E6">
              <w:t>Туз Сергій Віталійович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25</w:t>
            </w:r>
          </w:p>
        </w:tc>
        <w:tc>
          <w:tcPr>
            <w:tcW w:w="6095" w:type="dxa"/>
          </w:tcPr>
          <w:p w:rsidR="00581BFF" w:rsidRPr="00ED61E6" w:rsidRDefault="00581BFF" w:rsidP="00044884">
            <w:r w:rsidRPr="00ED61E6">
              <w:t>Чушкін Олексій Іванович</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26</w:t>
            </w:r>
          </w:p>
        </w:tc>
        <w:tc>
          <w:tcPr>
            <w:tcW w:w="6095" w:type="dxa"/>
          </w:tcPr>
          <w:p w:rsidR="00581BFF" w:rsidRPr="00ED61E6" w:rsidRDefault="00581BFF" w:rsidP="00044884">
            <w:r w:rsidRPr="00ED61E6">
              <w:t>Чушкіна Надія Василівна</w:t>
            </w:r>
          </w:p>
        </w:tc>
        <w:tc>
          <w:tcPr>
            <w:tcW w:w="2551" w:type="dxa"/>
          </w:tcPr>
          <w:p w:rsidR="00581BFF" w:rsidRPr="00ED61E6" w:rsidRDefault="00581BFF" w:rsidP="00044884">
            <w:pPr>
              <w:tabs>
                <w:tab w:val="left" w:pos="285"/>
                <w:tab w:val="left" w:pos="360"/>
                <w:tab w:val="center" w:pos="512"/>
              </w:tabs>
              <w:ind w:right="-2"/>
            </w:pPr>
            <w:r>
              <w:t>За</w:t>
            </w:r>
          </w:p>
        </w:tc>
      </w:tr>
      <w:tr w:rsidR="00581BFF" w:rsidRPr="00ED61E6" w:rsidTr="00044884">
        <w:tc>
          <w:tcPr>
            <w:tcW w:w="534" w:type="dxa"/>
          </w:tcPr>
          <w:p w:rsidR="00581BFF" w:rsidRPr="00ED61E6" w:rsidRDefault="00581BFF" w:rsidP="00044884">
            <w:pPr>
              <w:ind w:right="-2"/>
              <w:jc w:val="center"/>
            </w:pPr>
            <w:r w:rsidRPr="00ED61E6">
              <w:t>27</w:t>
            </w:r>
          </w:p>
        </w:tc>
        <w:tc>
          <w:tcPr>
            <w:tcW w:w="6095" w:type="dxa"/>
          </w:tcPr>
          <w:p w:rsidR="00581BFF" w:rsidRPr="00ED61E6" w:rsidRDefault="00581BFF" w:rsidP="00044884">
            <w:r w:rsidRPr="00ED61E6">
              <w:t>Ясінський Микола Володимирович</w:t>
            </w:r>
          </w:p>
        </w:tc>
        <w:tc>
          <w:tcPr>
            <w:tcW w:w="2551" w:type="dxa"/>
          </w:tcPr>
          <w:p w:rsidR="00581BFF" w:rsidRPr="00ED61E6" w:rsidRDefault="00581BFF" w:rsidP="00044884">
            <w:pPr>
              <w:ind w:right="-2"/>
            </w:pPr>
            <w:r>
              <w:t>За</w:t>
            </w:r>
          </w:p>
        </w:tc>
      </w:tr>
    </w:tbl>
    <w:p w:rsidR="00581BFF" w:rsidRPr="001D1725" w:rsidRDefault="00581BFF" w:rsidP="00044884">
      <w:pPr>
        <w:rPr>
          <w:sz w:val="28"/>
          <w:szCs w:val="28"/>
        </w:rPr>
      </w:pPr>
      <w:r>
        <w:rPr>
          <w:sz w:val="28"/>
          <w:szCs w:val="28"/>
        </w:rPr>
        <w:t>Усього проголосували</w:t>
      </w:r>
      <w:r w:rsidRPr="001D1725">
        <w:rPr>
          <w:sz w:val="28"/>
          <w:szCs w:val="28"/>
        </w:rPr>
        <w:t>,  з них :</w:t>
      </w:r>
    </w:p>
    <w:p w:rsidR="00581BFF" w:rsidRDefault="00581BFF" w:rsidP="00044884">
      <w:pPr>
        <w:spacing w:line="319" w:lineRule="exact"/>
        <w:ind w:left="840"/>
        <w:rPr>
          <w:i/>
          <w:sz w:val="28"/>
        </w:rPr>
      </w:pPr>
      <w:r>
        <w:rPr>
          <w:i/>
          <w:sz w:val="28"/>
        </w:rPr>
        <w:t xml:space="preserve"> «За» - 24 чол.</w:t>
      </w:r>
    </w:p>
    <w:p w:rsidR="00581BFF" w:rsidRDefault="00581BFF" w:rsidP="00044884">
      <w:pPr>
        <w:spacing w:line="322" w:lineRule="exact"/>
        <w:ind w:left="840"/>
        <w:rPr>
          <w:i/>
          <w:sz w:val="28"/>
        </w:rPr>
      </w:pPr>
      <w:r>
        <w:rPr>
          <w:i/>
          <w:sz w:val="28"/>
        </w:rPr>
        <w:t>«Проти – немає.</w:t>
      </w:r>
    </w:p>
    <w:p w:rsidR="00581BFF" w:rsidRDefault="00581BFF" w:rsidP="00044884">
      <w:pPr>
        <w:ind w:left="840"/>
        <w:rPr>
          <w:i/>
          <w:sz w:val="28"/>
        </w:rPr>
      </w:pPr>
      <w:r>
        <w:rPr>
          <w:i/>
          <w:sz w:val="28"/>
        </w:rPr>
        <w:t>«Утримались» - немає.</w:t>
      </w:r>
    </w:p>
    <w:p w:rsidR="00581BFF" w:rsidRDefault="00581BFF" w:rsidP="00044884">
      <w:pPr>
        <w:pStyle w:val="Heading1"/>
        <w:spacing w:before="9"/>
        <w:ind w:left="119"/>
        <w:jc w:val="left"/>
        <w:rPr>
          <w:b w:val="0"/>
        </w:rPr>
      </w:pPr>
      <w:r w:rsidRPr="001D1725">
        <w:rPr>
          <w:b w:val="0"/>
        </w:rPr>
        <w:t>Прийнято</w:t>
      </w:r>
      <w:r>
        <w:rPr>
          <w:b w:val="0"/>
        </w:rPr>
        <w:t xml:space="preserve"> рішення № 83 </w:t>
      </w:r>
      <w:r w:rsidRPr="001D1725">
        <w:rPr>
          <w:b w:val="0"/>
        </w:rPr>
        <w:t>(додається).</w:t>
      </w:r>
    </w:p>
    <w:p w:rsidR="00581BFF" w:rsidRDefault="00581BFF" w:rsidP="00044884">
      <w:pPr>
        <w:pStyle w:val="Heading1"/>
        <w:spacing w:before="9"/>
        <w:ind w:left="119"/>
        <w:jc w:val="left"/>
        <w:rPr>
          <w:b w:val="0"/>
        </w:rPr>
      </w:pPr>
    </w:p>
    <w:p w:rsidR="00581BFF" w:rsidRDefault="00581BFF" w:rsidP="00044884">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B01C99">
      <w:pPr>
        <w:jc w:val="both"/>
        <w:rPr>
          <w:sz w:val="28"/>
          <w:szCs w:val="28"/>
        </w:rPr>
      </w:pPr>
      <w:r w:rsidRPr="00B05A04">
        <w:rPr>
          <w:sz w:val="28"/>
          <w:szCs w:val="28"/>
        </w:rPr>
        <w:t xml:space="preserve">Переходимо до розгляду </w:t>
      </w:r>
      <w:r w:rsidRPr="00044884">
        <w:rPr>
          <w:sz w:val="28"/>
          <w:szCs w:val="28"/>
        </w:rPr>
        <w:t>двадцять шостого</w:t>
      </w:r>
      <w:r w:rsidRPr="00B05A04">
        <w:rPr>
          <w:sz w:val="28"/>
          <w:szCs w:val="28"/>
        </w:rPr>
        <w:t xml:space="preserve"> питання</w:t>
      </w:r>
      <w:r>
        <w:rPr>
          <w:sz w:val="28"/>
          <w:szCs w:val="28"/>
        </w:rPr>
        <w:t xml:space="preserve"> порядку денного.</w:t>
      </w:r>
    </w:p>
    <w:p w:rsidR="00581BFF" w:rsidRDefault="00581BFF" w:rsidP="00B01C99">
      <w:pPr>
        <w:tabs>
          <w:tab w:val="left" w:pos="3600"/>
        </w:tabs>
        <w:ind w:right="98" w:firstLine="720"/>
        <w:jc w:val="both"/>
        <w:outlineLvl w:val="0"/>
        <w:rPr>
          <w:sz w:val="28"/>
          <w:szCs w:val="28"/>
        </w:rPr>
      </w:pPr>
      <w:r w:rsidRPr="002F4B1F">
        <w:rPr>
          <w:sz w:val="28"/>
          <w:szCs w:val="28"/>
        </w:rPr>
        <w:t>Слово для інформації</w:t>
      </w:r>
      <w:r w:rsidRPr="00EF104A">
        <w:rPr>
          <w:iCs/>
          <w:sz w:val="28"/>
          <w:szCs w:val="28"/>
        </w:rPr>
        <w:t xml:space="preserve"> </w:t>
      </w:r>
      <w:r>
        <w:rPr>
          <w:iCs/>
          <w:sz w:val="28"/>
          <w:szCs w:val="28"/>
        </w:rPr>
        <w:t>"</w:t>
      </w:r>
      <w:r w:rsidRPr="009560EA">
        <w:rPr>
          <w:b/>
          <w:sz w:val="28"/>
          <w:szCs w:val="28"/>
        </w:rPr>
        <w:t>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r>
        <w:rPr>
          <w:b/>
          <w:sz w:val="28"/>
          <w:szCs w:val="28"/>
        </w:rPr>
        <w:t>"</w:t>
      </w:r>
      <w:r w:rsidRPr="009560EA">
        <w:rPr>
          <w:b/>
          <w:sz w:val="28"/>
          <w:szCs w:val="28"/>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044884">
      <w:pPr>
        <w:tabs>
          <w:tab w:val="left" w:pos="3600"/>
        </w:tabs>
        <w:ind w:right="98" w:firstLine="720"/>
        <w:outlineLvl w:val="0"/>
        <w:rPr>
          <w:sz w:val="28"/>
          <w:szCs w:val="28"/>
        </w:rPr>
      </w:pPr>
    </w:p>
    <w:p w:rsidR="00581BFF" w:rsidRPr="00765D96" w:rsidRDefault="00581BFF" w:rsidP="00B01C99">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B01C99">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B01C99">
      <w:pPr>
        <w:tabs>
          <w:tab w:val="left" w:pos="3600"/>
        </w:tabs>
        <w:ind w:right="98"/>
        <w:jc w:val="both"/>
        <w:outlineLvl w:val="0"/>
        <w:rPr>
          <w:sz w:val="28"/>
          <w:szCs w:val="28"/>
          <w:shd w:val="clear" w:color="auto" w:fill="FFFFFF"/>
        </w:rPr>
      </w:pPr>
      <w:r>
        <w:rPr>
          <w:bCs/>
          <w:sz w:val="28"/>
          <w:szCs w:val="28"/>
        </w:rPr>
        <w:t>Відповідно ст.37 Закону України «Про нотаріат», ст.6 Закону України «Про державну реєстрацію актів цивільного стану» у</w:t>
      </w:r>
      <w:r>
        <w:rPr>
          <w:color w:val="333333"/>
          <w:shd w:val="clear" w:color="auto" w:fill="FFFFFF"/>
        </w:rPr>
        <w:t xml:space="preserve"> </w:t>
      </w:r>
      <w:r w:rsidRPr="00B01C99">
        <w:rPr>
          <w:sz w:val="28"/>
          <w:szCs w:val="28"/>
          <w:shd w:val="clear" w:color="auto" w:fill="FFFFFF"/>
        </w:rPr>
        <w:t>сільських населених пунктах уповноважені на це посадові особи органу місцев</w:t>
      </w:r>
      <w:r>
        <w:rPr>
          <w:sz w:val="28"/>
          <w:szCs w:val="28"/>
          <w:shd w:val="clear" w:color="auto" w:fill="FFFFFF"/>
        </w:rPr>
        <w:t xml:space="preserve">ого самоврядування вчиняють </w:t>
      </w:r>
      <w:r w:rsidRPr="00B01C99">
        <w:rPr>
          <w:sz w:val="28"/>
          <w:szCs w:val="28"/>
          <w:shd w:val="clear" w:color="auto" w:fill="FFFFFF"/>
        </w:rPr>
        <w:t xml:space="preserve"> нотаріальні дії</w:t>
      </w:r>
      <w:r>
        <w:rPr>
          <w:sz w:val="28"/>
          <w:szCs w:val="28"/>
          <w:shd w:val="clear" w:color="auto" w:fill="FFFFFF"/>
        </w:rPr>
        <w:t xml:space="preserve"> та </w:t>
      </w:r>
      <w:r w:rsidRPr="00B01C99">
        <w:rPr>
          <w:sz w:val="28"/>
          <w:szCs w:val="28"/>
          <w:shd w:val="clear" w:color="auto" w:fill="FFFFFF"/>
        </w:rPr>
        <w:t>проводять державну реєстрацію народження фізичної особи та її походження, шлюбу, смерті</w:t>
      </w:r>
      <w:r>
        <w:rPr>
          <w:sz w:val="28"/>
          <w:szCs w:val="28"/>
          <w:shd w:val="clear" w:color="auto" w:fill="FFFFFF"/>
        </w:rPr>
        <w:t>.</w:t>
      </w:r>
    </w:p>
    <w:p w:rsidR="00581BFF" w:rsidRDefault="00581BFF" w:rsidP="00B01C99">
      <w:pPr>
        <w:pStyle w:val="Heading1"/>
        <w:spacing w:before="9"/>
        <w:ind w:left="119"/>
        <w:jc w:val="left"/>
        <w:rPr>
          <w:b w:val="0"/>
        </w:rPr>
      </w:pPr>
    </w:p>
    <w:p w:rsidR="00581BFF" w:rsidRDefault="00581BFF" w:rsidP="00B01C99">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0B28B8">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0B28B8">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0B28B8">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0B28B8">
      <w:pPr>
        <w:jc w:val="both"/>
        <w:rPr>
          <w:b/>
          <w:sz w:val="28"/>
          <w:szCs w:val="28"/>
        </w:rPr>
      </w:pPr>
    </w:p>
    <w:p w:rsidR="00581BFF" w:rsidRDefault="00581BFF" w:rsidP="00B01C99">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DC0523">
        <w:tc>
          <w:tcPr>
            <w:tcW w:w="534" w:type="dxa"/>
          </w:tcPr>
          <w:p w:rsidR="00581BFF" w:rsidRPr="00ED61E6" w:rsidRDefault="00581BFF" w:rsidP="00DC0523">
            <w:pPr>
              <w:ind w:right="-2"/>
              <w:jc w:val="center"/>
            </w:pPr>
            <w:r w:rsidRPr="00ED61E6">
              <w:t>№</w:t>
            </w:r>
          </w:p>
        </w:tc>
        <w:tc>
          <w:tcPr>
            <w:tcW w:w="6095" w:type="dxa"/>
          </w:tcPr>
          <w:p w:rsidR="00581BFF" w:rsidRPr="00ED61E6" w:rsidRDefault="00581BFF" w:rsidP="00DC0523">
            <w:pPr>
              <w:ind w:right="-2"/>
              <w:jc w:val="center"/>
            </w:pPr>
            <w:r w:rsidRPr="00ED61E6">
              <w:t>ПІБ депутата</w:t>
            </w:r>
          </w:p>
        </w:tc>
        <w:tc>
          <w:tcPr>
            <w:tcW w:w="2551" w:type="dxa"/>
          </w:tcPr>
          <w:p w:rsidR="00581BFF" w:rsidRPr="00ED61E6" w:rsidRDefault="00581BFF" w:rsidP="00DC0523">
            <w:pPr>
              <w:ind w:right="-2"/>
              <w:jc w:val="center"/>
            </w:pPr>
            <w:r w:rsidRPr="00ED61E6">
              <w:t>Результати голосування</w:t>
            </w:r>
          </w:p>
        </w:tc>
      </w:tr>
      <w:tr w:rsidR="00581BFF" w:rsidRPr="00ED61E6" w:rsidTr="00DC0523">
        <w:tc>
          <w:tcPr>
            <w:tcW w:w="534" w:type="dxa"/>
          </w:tcPr>
          <w:p w:rsidR="00581BFF" w:rsidRPr="00ED61E6" w:rsidRDefault="00581BFF" w:rsidP="00DC0523">
            <w:pPr>
              <w:ind w:right="-2"/>
              <w:jc w:val="center"/>
            </w:pPr>
            <w:r w:rsidRPr="00ED61E6">
              <w:t>1</w:t>
            </w:r>
          </w:p>
        </w:tc>
        <w:tc>
          <w:tcPr>
            <w:tcW w:w="6095" w:type="dxa"/>
          </w:tcPr>
          <w:p w:rsidR="00581BFF" w:rsidRPr="00ED61E6" w:rsidRDefault="00581BFF" w:rsidP="00DC0523">
            <w:r w:rsidRPr="00ED61E6">
              <w:t>Цобенко Сергій Олександрович – селищний голова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w:t>
            </w:r>
          </w:p>
        </w:tc>
        <w:tc>
          <w:tcPr>
            <w:tcW w:w="6095" w:type="dxa"/>
          </w:tcPr>
          <w:p w:rsidR="00581BFF" w:rsidRPr="00ED61E6" w:rsidRDefault="00581BFF" w:rsidP="00DC0523">
            <w:r w:rsidRPr="00ED61E6">
              <w:t>Брижатюк Олена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3</w:t>
            </w:r>
          </w:p>
        </w:tc>
        <w:tc>
          <w:tcPr>
            <w:tcW w:w="6095" w:type="dxa"/>
          </w:tcPr>
          <w:p w:rsidR="00581BFF" w:rsidRPr="00ED61E6" w:rsidRDefault="00581BFF" w:rsidP="00DC0523">
            <w:r w:rsidRPr="00ED61E6">
              <w:t>Голімбієвська Тамара Павлівна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4</w:t>
            </w:r>
          </w:p>
        </w:tc>
        <w:tc>
          <w:tcPr>
            <w:tcW w:w="6095" w:type="dxa"/>
          </w:tcPr>
          <w:p w:rsidR="00581BFF" w:rsidRPr="00ED61E6" w:rsidRDefault="00581BFF" w:rsidP="00DC0523">
            <w:r w:rsidRPr="00ED61E6">
              <w:t>Грушецький Анатолій Георгійович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5</w:t>
            </w:r>
          </w:p>
        </w:tc>
        <w:tc>
          <w:tcPr>
            <w:tcW w:w="6095" w:type="dxa"/>
          </w:tcPr>
          <w:p w:rsidR="00581BFF" w:rsidRPr="00ED61E6" w:rsidRDefault="00581BFF" w:rsidP="00DC0523">
            <w:r w:rsidRPr="00ED61E6">
              <w:t>Дудар Василь Серафимович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6</w:t>
            </w:r>
          </w:p>
        </w:tc>
        <w:tc>
          <w:tcPr>
            <w:tcW w:w="6095" w:type="dxa"/>
          </w:tcPr>
          <w:p w:rsidR="00581BFF" w:rsidRPr="00ED61E6" w:rsidRDefault="00581BFF" w:rsidP="00DC0523">
            <w:r w:rsidRPr="00ED61E6">
              <w:t>Захаренко Вадим Володимирович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7</w:t>
            </w:r>
          </w:p>
        </w:tc>
        <w:tc>
          <w:tcPr>
            <w:tcW w:w="6095" w:type="dxa"/>
          </w:tcPr>
          <w:p w:rsidR="00581BFF" w:rsidRPr="00ED61E6" w:rsidRDefault="00581BFF" w:rsidP="00DC0523">
            <w:r w:rsidRPr="00ED61E6">
              <w:t>Кучмій Богдан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8</w:t>
            </w:r>
          </w:p>
        </w:tc>
        <w:tc>
          <w:tcPr>
            <w:tcW w:w="6095" w:type="dxa"/>
          </w:tcPr>
          <w:p w:rsidR="00581BFF" w:rsidRPr="00ED61E6" w:rsidRDefault="00581BFF" w:rsidP="00DC0523">
            <w:r w:rsidRPr="00ED61E6">
              <w:t>Кучмій Юрій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9</w:t>
            </w:r>
          </w:p>
        </w:tc>
        <w:tc>
          <w:tcPr>
            <w:tcW w:w="6095" w:type="dxa"/>
          </w:tcPr>
          <w:p w:rsidR="00581BFF" w:rsidRPr="00ED61E6" w:rsidRDefault="00581BFF" w:rsidP="00DC0523">
            <w:r w:rsidRPr="00ED61E6">
              <w:t>Кругла Тетяна Дмитрівна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10</w:t>
            </w:r>
          </w:p>
        </w:tc>
        <w:tc>
          <w:tcPr>
            <w:tcW w:w="6095" w:type="dxa"/>
          </w:tcPr>
          <w:p w:rsidR="00581BFF" w:rsidRPr="00ED61E6" w:rsidRDefault="00581BFF" w:rsidP="00DC0523">
            <w:r w:rsidRPr="00ED61E6">
              <w:t>Лісовська Тамара Андріївна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11</w:t>
            </w:r>
          </w:p>
        </w:tc>
        <w:tc>
          <w:tcPr>
            <w:tcW w:w="6095" w:type="dxa"/>
          </w:tcPr>
          <w:p w:rsidR="00581BFF" w:rsidRPr="00ED61E6" w:rsidRDefault="00581BFF" w:rsidP="00DC0523">
            <w:r w:rsidRPr="00ED61E6">
              <w:t>Лісовський  Сергій Олександрович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12</w:t>
            </w:r>
          </w:p>
        </w:tc>
        <w:tc>
          <w:tcPr>
            <w:tcW w:w="6095" w:type="dxa"/>
          </w:tcPr>
          <w:p w:rsidR="00581BFF" w:rsidRPr="00ED61E6" w:rsidRDefault="00581BFF" w:rsidP="00DC0523">
            <w:r w:rsidRPr="00ED61E6">
              <w:t>Мирошниченко Олена Віталіївна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13</w:t>
            </w:r>
          </w:p>
        </w:tc>
        <w:tc>
          <w:tcPr>
            <w:tcW w:w="6095" w:type="dxa"/>
          </w:tcPr>
          <w:p w:rsidR="00581BFF" w:rsidRPr="00ED61E6" w:rsidRDefault="00581BFF" w:rsidP="00DC0523">
            <w:r w:rsidRPr="00ED61E6">
              <w:t>Мостовик Сергій Віталійович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14</w:t>
            </w:r>
          </w:p>
        </w:tc>
        <w:tc>
          <w:tcPr>
            <w:tcW w:w="6095" w:type="dxa"/>
          </w:tcPr>
          <w:p w:rsidR="00581BFF" w:rsidRPr="00ED61E6" w:rsidRDefault="00581BFF" w:rsidP="00DC0523">
            <w:r w:rsidRPr="00ED61E6">
              <w:t>Напханюк Ольга Іванівна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15</w:t>
            </w:r>
          </w:p>
        </w:tc>
        <w:tc>
          <w:tcPr>
            <w:tcW w:w="6095" w:type="dxa"/>
          </w:tcPr>
          <w:p w:rsidR="00581BFF" w:rsidRPr="00ED61E6" w:rsidRDefault="00581BFF" w:rsidP="00DC0523">
            <w:r w:rsidRPr="00ED61E6">
              <w:t>Напханюк Світлана Олексіївна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16</w:t>
            </w:r>
          </w:p>
        </w:tc>
        <w:tc>
          <w:tcPr>
            <w:tcW w:w="6095" w:type="dxa"/>
          </w:tcPr>
          <w:p w:rsidR="00581BFF" w:rsidRPr="00ED61E6" w:rsidRDefault="00581BFF" w:rsidP="00DC0523">
            <w:r w:rsidRPr="00ED61E6">
              <w:t>Новіков Сергій Алійович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17</w:t>
            </w:r>
          </w:p>
        </w:tc>
        <w:tc>
          <w:tcPr>
            <w:tcW w:w="6095" w:type="dxa"/>
          </w:tcPr>
          <w:p w:rsidR="00581BFF" w:rsidRPr="00ED61E6" w:rsidRDefault="00581BFF" w:rsidP="00DC0523">
            <w:r w:rsidRPr="00ED61E6">
              <w:t>Піщик Тетяна Володимирівна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18</w:t>
            </w:r>
          </w:p>
        </w:tc>
        <w:tc>
          <w:tcPr>
            <w:tcW w:w="6095" w:type="dxa"/>
          </w:tcPr>
          <w:p w:rsidR="00581BFF" w:rsidRPr="00ED61E6" w:rsidRDefault="00581BFF" w:rsidP="00DC0523">
            <w:r w:rsidRPr="00ED61E6">
              <w:t>Романщак Наталія Василівна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19</w:t>
            </w:r>
          </w:p>
        </w:tc>
        <w:tc>
          <w:tcPr>
            <w:tcW w:w="6095" w:type="dxa"/>
          </w:tcPr>
          <w:p w:rsidR="00581BFF" w:rsidRPr="00ED61E6" w:rsidRDefault="00581BFF" w:rsidP="00DC0523">
            <w:r w:rsidRPr="00ED61E6">
              <w:t>Рибак Ігор Федорович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20</w:t>
            </w:r>
          </w:p>
        </w:tc>
        <w:tc>
          <w:tcPr>
            <w:tcW w:w="6095" w:type="dxa"/>
          </w:tcPr>
          <w:p w:rsidR="00581BFF" w:rsidRPr="00ED61E6" w:rsidRDefault="00581BFF" w:rsidP="00DC0523">
            <w:r w:rsidRPr="00ED61E6">
              <w:t>Сачук Валентина Михайлівна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21</w:t>
            </w:r>
          </w:p>
        </w:tc>
        <w:tc>
          <w:tcPr>
            <w:tcW w:w="6095" w:type="dxa"/>
          </w:tcPr>
          <w:p w:rsidR="00581BFF" w:rsidRPr="00ED61E6" w:rsidRDefault="00581BFF" w:rsidP="00DC0523">
            <w:r w:rsidRPr="00ED61E6">
              <w:t>Сторожук Віталій Олексійович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22</w:t>
            </w:r>
          </w:p>
        </w:tc>
        <w:tc>
          <w:tcPr>
            <w:tcW w:w="6095" w:type="dxa"/>
          </w:tcPr>
          <w:p w:rsidR="00581BFF" w:rsidRPr="00ED61E6" w:rsidRDefault="00581BFF" w:rsidP="00DC0523">
            <w:r w:rsidRPr="00ED61E6">
              <w:t>Скрипар Василь Іванович</w:t>
            </w:r>
          </w:p>
        </w:tc>
        <w:tc>
          <w:tcPr>
            <w:tcW w:w="2551" w:type="dxa"/>
          </w:tcPr>
          <w:p w:rsidR="00581BFF" w:rsidRPr="00ED61E6" w:rsidRDefault="00581BFF" w:rsidP="00DC0523">
            <w:pPr>
              <w:ind w:right="-2"/>
            </w:pPr>
            <w:r>
              <w:t>відсутній</w:t>
            </w:r>
          </w:p>
        </w:tc>
      </w:tr>
      <w:tr w:rsidR="00581BFF" w:rsidRPr="00ED61E6" w:rsidTr="00DC0523">
        <w:tc>
          <w:tcPr>
            <w:tcW w:w="534" w:type="dxa"/>
          </w:tcPr>
          <w:p w:rsidR="00581BFF" w:rsidRPr="00ED61E6" w:rsidRDefault="00581BFF" w:rsidP="00DC0523">
            <w:pPr>
              <w:ind w:right="-2"/>
              <w:jc w:val="center"/>
            </w:pPr>
            <w:r w:rsidRPr="00ED61E6">
              <w:t>23</w:t>
            </w:r>
          </w:p>
        </w:tc>
        <w:tc>
          <w:tcPr>
            <w:tcW w:w="6095" w:type="dxa"/>
          </w:tcPr>
          <w:p w:rsidR="00581BFF" w:rsidRPr="00ED61E6" w:rsidRDefault="00581BFF" w:rsidP="00DC0523">
            <w:r w:rsidRPr="00ED61E6">
              <w:t>Сулима Ольга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24</w:t>
            </w:r>
          </w:p>
        </w:tc>
        <w:tc>
          <w:tcPr>
            <w:tcW w:w="6095" w:type="dxa"/>
          </w:tcPr>
          <w:p w:rsidR="00581BFF" w:rsidRPr="00ED61E6" w:rsidRDefault="00581BFF" w:rsidP="00DC0523">
            <w:r w:rsidRPr="00ED61E6">
              <w:t>Туз Сергій Віталійович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25</w:t>
            </w:r>
          </w:p>
        </w:tc>
        <w:tc>
          <w:tcPr>
            <w:tcW w:w="6095" w:type="dxa"/>
          </w:tcPr>
          <w:p w:rsidR="00581BFF" w:rsidRPr="00ED61E6" w:rsidRDefault="00581BFF" w:rsidP="00DC0523">
            <w:r w:rsidRPr="00ED61E6">
              <w:t>Чушкін Олексій Іванович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26</w:t>
            </w:r>
          </w:p>
        </w:tc>
        <w:tc>
          <w:tcPr>
            <w:tcW w:w="6095" w:type="dxa"/>
          </w:tcPr>
          <w:p w:rsidR="00581BFF" w:rsidRPr="00ED61E6" w:rsidRDefault="00581BFF" w:rsidP="00DC0523">
            <w:r w:rsidRPr="00ED61E6">
              <w:t>Чушкіна Надія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27</w:t>
            </w:r>
          </w:p>
        </w:tc>
        <w:tc>
          <w:tcPr>
            <w:tcW w:w="6095" w:type="dxa"/>
          </w:tcPr>
          <w:p w:rsidR="00581BFF" w:rsidRPr="00ED61E6" w:rsidRDefault="00581BFF" w:rsidP="00DC0523">
            <w:r w:rsidRPr="00ED61E6">
              <w:t>Ясінський Микола Володимирович</w:t>
            </w:r>
          </w:p>
        </w:tc>
        <w:tc>
          <w:tcPr>
            <w:tcW w:w="2551" w:type="dxa"/>
          </w:tcPr>
          <w:p w:rsidR="00581BFF" w:rsidRPr="00ED61E6" w:rsidRDefault="00581BFF" w:rsidP="00DC0523">
            <w:pPr>
              <w:ind w:right="-2"/>
            </w:pPr>
            <w:r>
              <w:t>За</w:t>
            </w:r>
          </w:p>
        </w:tc>
      </w:tr>
    </w:tbl>
    <w:p w:rsidR="00581BFF" w:rsidRPr="001D1725" w:rsidRDefault="00581BFF" w:rsidP="00B01C99">
      <w:pPr>
        <w:rPr>
          <w:sz w:val="28"/>
          <w:szCs w:val="28"/>
        </w:rPr>
      </w:pPr>
      <w:r>
        <w:rPr>
          <w:sz w:val="28"/>
          <w:szCs w:val="28"/>
        </w:rPr>
        <w:t>Усього проголосували</w:t>
      </w:r>
      <w:r w:rsidRPr="001D1725">
        <w:rPr>
          <w:sz w:val="28"/>
          <w:szCs w:val="28"/>
        </w:rPr>
        <w:t>,  з них :</w:t>
      </w:r>
    </w:p>
    <w:p w:rsidR="00581BFF" w:rsidRDefault="00581BFF" w:rsidP="00B01C99">
      <w:pPr>
        <w:spacing w:line="319" w:lineRule="exact"/>
        <w:ind w:left="840"/>
        <w:rPr>
          <w:i/>
          <w:sz w:val="28"/>
        </w:rPr>
      </w:pPr>
      <w:r>
        <w:rPr>
          <w:i/>
          <w:sz w:val="28"/>
        </w:rPr>
        <w:t xml:space="preserve"> «За» - 24 чол.</w:t>
      </w:r>
    </w:p>
    <w:p w:rsidR="00581BFF" w:rsidRDefault="00581BFF" w:rsidP="00B01C99">
      <w:pPr>
        <w:spacing w:line="322" w:lineRule="exact"/>
        <w:ind w:left="840"/>
        <w:rPr>
          <w:i/>
          <w:sz w:val="28"/>
        </w:rPr>
      </w:pPr>
      <w:r>
        <w:rPr>
          <w:i/>
          <w:sz w:val="28"/>
        </w:rPr>
        <w:t>«Проти – немає.</w:t>
      </w:r>
    </w:p>
    <w:p w:rsidR="00581BFF" w:rsidRDefault="00581BFF" w:rsidP="00B01C99">
      <w:pPr>
        <w:ind w:left="840"/>
        <w:rPr>
          <w:i/>
          <w:sz w:val="28"/>
        </w:rPr>
      </w:pPr>
      <w:r>
        <w:rPr>
          <w:i/>
          <w:sz w:val="28"/>
        </w:rPr>
        <w:t>«Утримались» - немає.</w:t>
      </w:r>
    </w:p>
    <w:p w:rsidR="00581BFF" w:rsidRDefault="00581BFF" w:rsidP="00B01C99">
      <w:pPr>
        <w:pStyle w:val="Heading1"/>
        <w:spacing w:before="9"/>
        <w:ind w:left="119"/>
        <w:jc w:val="left"/>
        <w:rPr>
          <w:b w:val="0"/>
        </w:rPr>
      </w:pPr>
      <w:r w:rsidRPr="001D1725">
        <w:rPr>
          <w:b w:val="0"/>
        </w:rPr>
        <w:t>Прийнято</w:t>
      </w:r>
      <w:r>
        <w:rPr>
          <w:b w:val="0"/>
        </w:rPr>
        <w:t xml:space="preserve"> рішення № 84 </w:t>
      </w:r>
      <w:r w:rsidRPr="001D1725">
        <w:rPr>
          <w:b w:val="0"/>
        </w:rPr>
        <w:t>(додається).</w:t>
      </w:r>
    </w:p>
    <w:p w:rsidR="00581BFF" w:rsidRDefault="00581BFF" w:rsidP="00B01C99">
      <w:pPr>
        <w:pStyle w:val="Heading1"/>
        <w:spacing w:before="9"/>
        <w:ind w:left="119"/>
        <w:jc w:val="left"/>
        <w:rPr>
          <w:b w:val="0"/>
        </w:rPr>
      </w:pPr>
    </w:p>
    <w:p w:rsidR="00581BFF" w:rsidRDefault="00581BFF" w:rsidP="00B01C99">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AC6952">
      <w:pPr>
        <w:jc w:val="both"/>
        <w:rPr>
          <w:sz w:val="28"/>
          <w:szCs w:val="28"/>
        </w:rPr>
      </w:pPr>
      <w:r w:rsidRPr="00B05A04">
        <w:rPr>
          <w:sz w:val="28"/>
          <w:szCs w:val="28"/>
        </w:rPr>
        <w:t xml:space="preserve">Переходимо до розгляду </w:t>
      </w:r>
      <w:r w:rsidRPr="00B01C99">
        <w:rPr>
          <w:sz w:val="28"/>
          <w:szCs w:val="28"/>
        </w:rPr>
        <w:t>двадцять сьомого</w:t>
      </w:r>
      <w:r w:rsidRPr="00B05A04">
        <w:rPr>
          <w:sz w:val="28"/>
          <w:szCs w:val="28"/>
        </w:rPr>
        <w:t xml:space="preserve"> питання</w:t>
      </w:r>
      <w:r>
        <w:rPr>
          <w:sz w:val="28"/>
          <w:szCs w:val="28"/>
        </w:rPr>
        <w:t xml:space="preserve"> порядку денного.</w:t>
      </w:r>
    </w:p>
    <w:p w:rsidR="00581BFF" w:rsidRPr="002F29D5" w:rsidRDefault="00581BFF" w:rsidP="00AC6952">
      <w:pPr>
        <w:tabs>
          <w:tab w:val="left" w:pos="3600"/>
        </w:tabs>
        <w:ind w:right="98" w:firstLine="720"/>
        <w:jc w:val="both"/>
        <w:outlineLvl w:val="0"/>
        <w:rPr>
          <w:bCs/>
          <w:i/>
        </w:rPr>
      </w:pPr>
      <w:r w:rsidRPr="002F4B1F">
        <w:rPr>
          <w:sz w:val="28"/>
          <w:szCs w:val="28"/>
        </w:rPr>
        <w:t>Слово для інформації</w:t>
      </w:r>
      <w:r w:rsidRPr="003526E5">
        <w:rPr>
          <w:sz w:val="28"/>
          <w:szCs w:val="28"/>
        </w:rPr>
        <w:t xml:space="preserve"> </w:t>
      </w:r>
      <w:r>
        <w:rPr>
          <w:sz w:val="28"/>
          <w:szCs w:val="28"/>
        </w:rPr>
        <w:t>"</w:t>
      </w:r>
      <w:r w:rsidRPr="009560EA">
        <w:rPr>
          <w:b/>
          <w:sz w:val="28"/>
          <w:szCs w:val="28"/>
        </w:rPr>
        <w:t>Про затвердження Порядку використання посадовими особами Голованівської селищної ради власних автомобілів у службових цілях</w:t>
      </w:r>
      <w:r>
        <w:rPr>
          <w:b/>
          <w:sz w:val="28"/>
          <w:szCs w:val="28"/>
        </w:rPr>
        <w:t>"</w:t>
      </w:r>
      <w:r>
        <w:rPr>
          <w:b/>
          <w:i/>
        </w:rPr>
        <w:t xml:space="preserve"> </w:t>
      </w:r>
      <w:r w:rsidRPr="00DD698C">
        <w:rPr>
          <w:sz w:val="28"/>
          <w:szCs w:val="28"/>
        </w:rPr>
        <w:t>надається</w:t>
      </w:r>
      <w:r w:rsidRPr="00930564">
        <w:rPr>
          <w:b/>
          <w:sz w:val="28"/>
          <w:szCs w:val="28"/>
        </w:rPr>
        <w:t xml:space="preserve"> </w:t>
      </w:r>
      <w:r w:rsidRPr="002F29D5">
        <w:rPr>
          <w:b/>
          <w:sz w:val="28"/>
          <w:szCs w:val="28"/>
        </w:rPr>
        <w:t xml:space="preserve">Плахотнюку Вячеславу Миколайовичу, </w:t>
      </w:r>
      <w:r w:rsidRPr="002F29D5">
        <w:rPr>
          <w:sz w:val="28"/>
          <w:szCs w:val="28"/>
        </w:rPr>
        <w:t>начальнику відділу юридичного забезпечення діяльності ради</w:t>
      </w:r>
      <w:r>
        <w:rPr>
          <w:sz w:val="28"/>
          <w:szCs w:val="28"/>
        </w:rPr>
        <w:t>.</w:t>
      </w:r>
    </w:p>
    <w:p w:rsidR="00581BFF" w:rsidRDefault="00581BFF" w:rsidP="00B01C99">
      <w:pPr>
        <w:pStyle w:val="Heading1"/>
        <w:spacing w:before="9"/>
        <w:ind w:left="119"/>
        <w:jc w:val="left"/>
        <w:rPr>
          <w:b w:val="0"/>
        </w:rPr>
      </w:pPr>
    </w:p>
    <w:p w:rsidR="00581BFF" w:rsidRPr="00765D96" w:rsidRDefault="00581BFF" w:rsidP="00B01C99">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B01C99">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AC6952">
      <w:pPr>
        <w:pStyle w:val="Default"/>
        <w:jc w:val="both"/>
        <w:rPr>
          <w:sz w:val="28"/>
          <w:szCs w:val="28"/>
          <w:lang w:val="uk-UA"/>
        </w:rPr>
      </w:pPr>
      <w:r w:rsidRPr="00AC6952">
        <w:rPr>
          <w:sz w:val="28"/>
          <w:szCs w:val="28"/>
          <w:lang w:val="uk-UA"/>
        </w:rPr>
        <w:t xml:space="preserve">Відповідно до ст. 26, п. 4 ст. 28, ч. 2 ст. 64 Закону України “Про місцеве самоврядування в Україні”, постанови Кабінету Міністрів України від 04.04.2001 року № 332 «Про граничні суми витрат на придбання автомобілів, меблів, іншого обладнання та устаткування, мобільних телефонів, комп'ютерів державними органами, а також установами та організаціями, які утримуються </w:t>
      </w:r>
      <w:r>
        <w:rPr>
          <w:sz w:val="28"/>
          <w:szCs w:val="28"/>
          <w:lang w:val="uk-UA"/>
        </w:rPr>
        <w:t>за рахунок державного бюджету»</w:t>
      </w:r>
      <w:r w:rsidRPr="00AC6952">
        <w:rPr>
          <w:sz w:val="28"/>
          <w:szCs w:val="28"/>
          <w:lang w:val="uk-UA"/>
        </w:rPr>
        <w:t>,</w:t>
      </w:r>
      <w:r>
        <w:rPr>
          <w:sz w:val="28"/>
          <w:szCs w:val="28"/>
          <w:lang w:val="uk-UA"/>
        </w:rPr>
        <w:t xml:space="preserve"> необхідно надати дозвіл посадовим особам,  </w:t>
      </w:r>
      <w:r w:rsidRPr="00AC6952">
        <w:rPr>
          <w:sz w:val="28"/>
          <w:szCs w:val="28"/>
          <w:lang w:val="uk-UA"/>
        </w:rPr>
        <w:t xml:space="preserve"> які з метою забезпечення належної та своєчасної організації своєї </w:t>
      </w:r>
      <w:r>
        <w:rPr>
          <w:sz w:val="28"/>
          <w:szCs w:val="28"/>
          <w:lang w:val="uk-UA"/>
        </w:rPr>
        <w:t>роботи  використовують</w:t>
      </w:r>
      <w:r w:rsidRPr="00AC6952">
        <w:rPr>
          <w:sz w:val="28"/>
          <w:szCs w:val="28"/>
          <w:lang w:val="uk-UA"/>
        </w:rPr>
        <w:t xml:space="preserve"> власн</w:t>
      </w:r>
      <w:r>
        <w:rPr>
          <w:sz w:val="28"/>
          <w:szCs w:val="28"/>
          <w:lang w:val="uk-UA"/>
        </w:rPr>
        <w:t>і</w:t>
      </w:r>
      <w:r w:rsidRPr="00AC6952">
        <w:rPr>
          <w:sz w:val="28"/>
          <w:szCs w:val="28"/>
          <w:lang w:val="uk-UA"/>
        </w:rPr>
        <w:t xml:space="preserve"> автомобіл</w:t>
      </w:r>
      <w:r>
        <w:rPr>
          <w:sz w:val="28"/>
          <w:szCs w:val="28"/>
          <w:lang w:val="uk-UA"/>
        </w:rPr>
        <w:t>і</w:t>
      </w:r>
      <w:r w:rsidRPr="00AC6952">
        <w:rPr>
          <w:sz w:val="28"/>
          <w:szCs w:val="28"/>
          <w:lang w:val="uk-UA"/>
        </w:rPr>
        <w:t xml:space="preserve"> в службових цілях з відшкодуванням витрат на пальне</w:t>
      </w:r>
      <w:r>
        <w:rPr>
          <w:sz w:val="28"/>
          <w:szCs w:val="28"/>
          <w:lang w:val="uk-UA"/>
        </w:rPr>
        <w:t xml:space="preserve">. Для цього </w:t>
      </w:r>
      <w:r w:rsidRPr="00AC6952">
        <w:rPr>
          <w:sz w:val="28"/>
          <w:szCs w:val="28"/>
          <w:lang w:val="uk-UA"/>
        </w:rPr>
        <w:t>необхідно затвердити Порядок використання посадовими особами Голованівської селищної ради власних авто</w:t>
      </w:r>
      <w:r>
        <w:rPr>
          <w:sz w:val="28"/>
          <w:szCs w:val="28"/>
          <w:lang w:val="uk-UA"/>
        </w:rPr>
        <w:t>мобілів у службових цілях</w:t>
      </w:r>
      <w:r w:rsidRPr="00AC6952">
        <w:rPr>
          <w:sz w:val="28"/>
          <w:szCs w:val="28"/>
          <w:lang w:val="uk-UA"/>
        </w:rPr>
        <w:t>.</w:t>
      </w:r>
    </w:p>
    <w:p w:rsidR="00581BFF" w:rsidRDefault="00581BFF" w:rsidP="00AC6952">
      <w:pPr>
        <w:pStyle w:val="Heading1"/>
        <w:spacing w:before="9"/>
        <w:ind w:left="119"/>
        <w:jc w:val="left"/>
        <w:rPr>
          <w:b w:val="0"/>
        </w:rPr>
      </w:pPr>
    </w:p>
    <w:p w:rsidR="00581BFF" w:rsidRDefault="00581BFF" w:rsidP="00AC6952">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0B28B8">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0B28B8">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Default="00581BFF" w:rsidP="000B28B8">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AC6952">
      <w:pPr>
        <w:ind w:firstLine="708"/>
        <w:rPr>
          <w:sz w:val="28"/>
          <w:szCs w:val="28"/>
        </w:rPr>
      </w:pPr>
    </w:p>
    <w:p w:rsidR="00581BFF" w:rsidRDefault="00581BFF" w:rsidP="00AC6952">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DC0523">
        <w:tc>
          <w:tcPr>
            <w:tcW w:w="534" w:type="dxa"/>
          </w:tcPr>
          <w:p w:rsidR="00581BFF" w:rsidRPr="00ED61E6" w:rsidRDefault="00581BFF" w:rsidP="00DC0523">
            <w:pPr>
              <w:ind w:right="-2"/>
              <w:jc w:val="center"/>
            </w:pPr>
            <w:r w:rsidRPr="00ED61E6">
              <w:t>№</w:t>
            </w:r>
          </w:p>
        </w:tc>
        <w:tc>
          <w:tcPr>
            <w:tcW w:w="6095" w:type="dxa"/>
          </w:tcPr>
          <w:p w:rsidR="00581BFF" w:rsidRPr="00ED61E6" w:rsidRDefault="00581BFF" w:rsidP="00DC0523">
            <w:pPr>
              <w:ind w:right="-2"/>
              <w:jc w:val="center"/>
            </w:pPr>
            <w:r w:rsidRPr="00ED61E6">
              <w:t>ПІБ депутата</w:t>
            </w:r>
          </w:p>
        </w:tc>
        <w:tc>
          <w:tcPr>
            <w:tcW w:w="2551" w:type="dxa"/>
          </w:tcPr>
          <w:p w:rsidR="00581BFF" w:rsidRPr="00ED61E6" w:rsidRDefault="00581BFF" w:rsidP="00DC0523">
            <w:pPr>
              <w:ind w:right="-2"/>
              <w:jc w:val="center"/>
            </w:pPr>
            <w:r w:rsidRPr="00ED61E6">
              <w:t>Результати голосування</w:t>
            </w:r>
          </w:p>
        </w:tc>
      </w:tr>
      <w:tr w:rsidR="00581BFF" w:rsidRPr="00ED61E6" w:rsidTr="00DC0523">
        <w:tc>
          <w:tcPr>
            <w:tcW w:w="534" w:type="dxa"/>
          </w:tcPr>
          <w:p w:rsidR="00581BFF" w:rsidRPr="00ED61E6" w:rsidRDefault="00581BFF" w:rsidP="00DC0523">
            <w:pPr>
              <w:ind w:right="-2"/>
              <w:jc w:val="center"/>
            </w:pPr>
            <w:r w:rsidRPr="00ED61E6">
              <w:t>1</w:t>
            </w:r>
          </w:p>
        </w:tc>
        <w:tc>
          <w:tcPr>
            <w:tcW w:w="6095" w:type="dxa"/>
          </w:tcPr>
          <w:p w:rsidR="00581BFF" w:rsidRPr="00ED61E6" w:rsidRDefault="00581BFF" w:rsidP="00DC0523">
            <w:r w:rsidRPr="00ED61E6">
              <w:t>Цобенко Сергій Олександрович – селищний голова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w:t>
            </w:r>
          </w:p>
        </w:tc>
        <w:tc>
          <w:tcPr>
            <w:tcW w:w="6095" w:type="dxa"/>
          </w:tcPr>
          <w:p w:rsidR="00581BFF" w:rsidRPr="00ED61E6" w:rsidRDefault="00581BFF" w:rsidP="00DC0523">
            <w:r w:rsidRPr="00ED61E6">
              <w:t>Брижатюк Олена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3</w:t>
            </w:r>
          </w:p>
        </w:tc>
        <w:tc>
          <w:tcPr>
            <w:tcW w:w="6095" w:type="dxa"/>
          </w:tcPr>
          <w:p w:rsidR="00581BFF" w:rsidRPr="00ED61E6" w:rsidRDefault="00581BFF" w:rsidP="00DC0523">
            <w:r w:rsidRPr="00ED61E6">
              <w:t>Голімбієвська Тамара Павлівна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4</w:t>
            </w:r>
          </w:p>
        </w:tc>
        <w:tc>
          <w:tcPr>
            <w:tcW w:w="6095" w:type="dxa"/>
          </w:tcPr>
          <w:p w:rsidR="00581BFF" w:rsidRPr="00ED61E6" w:rsidRDefault="00581BFF" w:rsidP="00DC0523">
            <w:r w:rsidRPr="00ED61E6">
              <w:t>Грушецький Анатолій Георгійович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5</w:t>
            </w:r>
          </w:p>
        </w:tc>
        <w:tc>
          <w:tcPr>
            <w:tcW w:w="6095" w:type="dxa"/>
          </w:tcPr>
          <w:p w:rsidR="00581BFF" w:rsidRPr="00ED61E6" w:rsidRDefault="00581BFF" w:rsidP="00DC0523">
            <w:r w:rsidRPr="00ED61E6">
              <w:t>Дудар Василь Серафимович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6</w:t>
            </w:r>
          </w:p>
        </w:tc>
        <w:tc>
          <w:tcPr>
            <w:tcW w:w="6095" w:type="dxa"/>
          </w:tcPr>
          <w:p w:rsidR="00581BFF" w:rsidRPr="00ED61E6" w:rsidRDefault="00581BFF" w:rsidP="00DC0523">
            <w:r w:rsidRPr="00ED61E6">
              <w:t>Захаренко Вадим Володимирович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7</w:t>
            </w:r>
          </w:p>
        </w:tc>
        <w:tc>
          <w:tcPr>
            <w:tcW w:w="6095" w:type="dxa"/>
          </w:tcPr>
          <w:p w:rsidR="00581BFF" w:rsidRPr="00ED61E6" w:rsidRDefault="00581BFF" w:rsidP="00DC0523">
            <w:r w:rsidRPr="00ED61E6">
              <w:t>Кучмій Богдан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8</w:t>
            </w:r>
          </w:p>
        </w:tc>
        <w:tc>
          <w:tcPr>
            <w:tcW w:w="6095" w:type="dxa"/>
          </w:tcPr>
          <w:p w:rsidR="00581BFF" w:rsidRPr="00ED61E6" w:rsidRDefault="00581BFF" w:rsidP="00DC0523">
            <w:r w:rsidRPr="00ED61E6">
              <w:t>Кучмій Юрій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9</w:t>
            </w:r>
          </w:p>
        </w:tc>
        <w:tc>
          <w:tcPr>
            <w:tcW w:w="6095" w:type="dxa"/>
          </w:tcPr>
          <w:p w:rsidR="00581BFF" w:rsidRPr="00ED61E6" w:rsidRDefault="00581BFF" w:rsidP="00DC0523">
            <w:r w:rsidRPr="00ED61E6">
              <w:t>Кругла Тетяна Дмитрівна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10</w:t>
            </w:r>
          </w:p>
        </w:tc>
        <w:tc>
          <w:tcPr>
            <w:tcW w:w="6095" w:type="dxa"/>
          </w:tcPr>
          <w:p w:rsidR="00581BFF" w:rsidRPr="00ED61E6" w:rsidRDefault="00581BFF" w:rsidP="00DC0523">
            <w:r w:rsidRPr="00ED61E6">
              <w:t>Лісовська Тамара Андріївна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11</w:t>
            </w:r>
          </w:p>
        </w:tc>
        <w:tc>
          <w:tcPr>
            <w:tcW w:w="6095" w:type="dxa"/>
          </w:tcPr>
          <w:p w:rsidR="00581BFF" w:rsidRPr="00ED61E6" w:rsidRDefault="00581BFF" w:rsidP="00DC0523">
            <w:r w:rsidRPr="00ED61E6">
              <w:t>Лісовський  Сергій Олександрович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12</w:t>
            </w:r>
          </w:p>
        </w:tc>
        <w:tc>
          <w:tcPr>
            <w:tcW w:w="6095" w:type="dxa"/>
          </w:tcPr>
          <w:p w:rsidR="00581BFF" w:rsidRPr="00ED61E6" w:rsidRDefault="00581BFF" w:rsidP="00DC0523">
            <w:r w:rsidRPr="00ED61E6">
              <w:t>Мирошниченко Олена Віталіївна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13</w:t>
            </w:r>
          </w:p>
        </w:tc>
        <w:tc>
          <w:tcPr>
            <w:tcW w:w="6095" w:type="dxa"/>
          </w:tcPr>
          <w:p w:rsidR="00581BFF" w:rsidRPr="00ED61E6" w:rsidRDefault="00581BFF" w:rsidP="00DC0523">
            <w:r w:rsidRPr="00ED61E6">
              <w:t>Мостовик Сергій Віталійович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14</w:t>
            </w:r>
          </w:p>
        </w:tc>
        <w:tc>
          <w:tcPr>
            <w:tcW w:w="6095" w:type="dxa"/>
          </w:tcPr>
          <w:p w:rsidR="00581BFF" w:rsidRPr="00ED61E6" w:rsidRDefault="00581BFF" w:rsidP="00DC0523">
            <w:r w:rsidRPr="00ED61E6">
              <w:t>Напханюк Ольга Іванівна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15</w:t>
            </w:r>
          </w:p>
        </w:tc>
        <w:tc>
          <w:tcPr>
            <w:tcW w:w="6095" w:type="dxa"/>
          </w:tcPr>
          <w:p w:rsidR="00581BFF" w:rsidRPr="00ED61E6" w:rsidRDefault="00581BFF" w:rsidP="00DC0523">
            <w:r w:rsidRPr="00ED61E6">
              <w:t>Напханюк Світлана Олексіївна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16</w:t>
            </w:r>
          </w:p>
        </w:tc>
        <w:tc>
          <w:tcPr>
            <w:tcW w:w="6095" w:type="dxa"/>
          </w:tcPr>
          <w:p w:rsidR="00581BFF" w:rsidRPr="00ED61E6" w:rsidRDefault="00581BFF" w:rsidP="00DC0523">
            <w:r w:rsidRPr="00ED61E6">
              <w:t>Новіков Сергій Алійович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17</w:t>
            </w:r>
          </w:p>
        </w:tc>
        <w:tc>
          <w:tcPr>
            <w:tcW w:w="6095" w:type="dxa"/>
          </w:tcPr>
          <w:p w:rsidR="00581BFF" w:rsidRPr="00ED61E6" w:rsidRDefault="00581BFF" w:rsidP="00DC0523">
            <w:r w:rsidRPr="00ED61E6">
              <w:t>Піщик Тетяна Володимирівна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18</w:t>
            </w:r>
          </w:p>
        </w:tc>
        <w:tc>
          <w:tcPr>
            <w:tcW w:w="6095" w:type="dxa"/>
          </w:tcPr>
          <w:p w:rsidR="00581BFF" w:rsidRPr="00ED61E6" w:rsidRDefault="00581BFF" w:rsidP="00DC0523">
            <w:r w:rsidRPr="00ED61E6">
              <w:t>Романщак Наталія Василівна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19</w:t>
            </w:r>
          </w:p>
        </w:tc>
        <w:tc>
          <w:tcPr>
            <w:tcW w:w="6095" w:type="dxa"/>
          </w:tcPr>
          <w:p w:rsidR="00581BFF" w:rsidRPr="00ED61E6" w:rsidRDefault="00581BFF" w:rsidP="00DC0523">
            <w:r w:rsidRPr="00ED61E6">
              <w:t>Рибак Ігор Федорович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20</w:t>
            </w:r>
          </w:p>
        </w:tc>
        <w:tc>
          <w:tcPr>
            <w:tcW w:w="6095" w:type="dxa"/>
          </w:tcPr>
          <w:p w:rsidR="00581BFF" w:rsidRPr="00ED61E6" w:rsidRDefault="00581BFF" w:rsidP="00DC0523">
            <w:r w:rsidRPr="00ED61E6">
              <w:t>Сачук Валентина Михайлівна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21</w:t>
            </w:r>
          </w:p>
        </w:tc>
        <w:tc>
          <w:tcPr>
            <w:tcW w:w="6095" w:type="dxa"/>
          </w:tcPr>
          <w:p w:rsidR="00581BFF" w:rsidRPr="00ED61E6" w:rsidRDefault="00581BFF" w:rsidP="00DC0523">
            <w:r w:rsidRPr="00ED61E6">
              <w:t>Сторожук Віталій Олексійович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22</w:t>
            </w:r>
          </w:p>
        </w:tc>
        <w:tc>
          <w:tcPr>
            <w:tcW w:w="6095" w:type="dxa"/>
          </w:tcPr>
          <w:p w:rsidR="00581BFF" w:rsidRPr="00ED61E6" w:rsidRDefault="00581BFF" w:rsidP="00DC0523">
            <w:r w:rsidRPr="00ED61E6">
              <w:t>Скрипар Василь Іванович</w:t>
            </w:r>
          </w:p>
        </w:tc>
        <w:tc>
          <w:tcPr>
            <w:tcW w:w="2551" w:type="dxa"/>
          </w:tcPr>
          <w:p w:rsidR="00581BFF" w:rsidRPr="00ED61E6" w:rsidRDefault="00581BFF" w:rsidP="00DC0523">
            <w:pPr>
              <w:ind w:right="-2"/>
            </w:pPr>
            <w:r>
              <w:t>відсутній</w:t>
            </w:r>
          </w:p>
        </w:tc>
      </w:tr>
      <w:tr w:rsidR="00581BFF" w:rsidRPr="00ED61E6" w:rsidTr="00DC0523">
        <w:tc>
          <w:tcPr>
            <w:tcW w:w="534" w:type="dxa"/>
          </w:tcPr>
          <w:p w:rsidR="00581BFF" w:rsidRPr="00ED61E6" w:rsidRDefault="00581BFF" w:rsidP="00DC0523">
            <w:pPr>
              <w:ind w:right="-2"/>
              <w:jc w:val="center"/>
            </w:pPr>
            <w:r w:rsidRPr="00ED61E6">
              <w:t>23</w:t>
            </w:r>
          </w:p>
        </w:tc>
        <w:tc>
          <w:tcPr>
            <w:tcW w:w="6095" w:type="dxa"/>
          </w:tcPr>
          <w:p w:rsidR="00581BFF" w:rsidRPr="00ED61E6" w:rsidRDefault="00581BFF" w:rsidP="00DC0523">
            <w:r w:rsidRPr="00ED61E6">
              <w:t>Сулима Ольга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24</w:t>
            </w:r>
          </w:p>
        </w:tc>
        <w:tc>
          <w:tcPr>
            <w:tcW w:w="6095" w:type="dxa"/>
          </w:tcPr>
          <w:p w:rsidR="00581BFF" w:rsidRPr="00ED61E6" w:rsidRDefault="00581BFF" w:rsidP="00DC0523">
            <w:r w:rsidRPr="00ED61E6">
              <w:t>Туз Сергій Віталійович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25</w:t>
            </w:r>
          </w:p>
        </w:tc>
        <w:tc>
          <w:tcPr>
            <w:tcW w:w="6095" w:type="dxa"/>
          </w:tcPr>
          <w:p w:rsidR="00581BFF" w:rsidRPr="00ED61E6" w:rsidRDefault="00581BFF" w:rsidP="00DC0523">
            <w:r w:rsidRPr="00ED61E6">
              <w:t>Чушкін Олексій Іванович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26</w:t>
            </w:r>
          </w:p>
        </w:tc>
        <w:tc>
          <w:tcPr>
            <w:tcW w:w="6095" w:type="dxa"/>
          </w:tcPr>
          <w:p w:rsidR="00581BFF" w:rsidRPr="00ED61E6" w:rsidRDefault="00581BFF" w:rsidP="00DC0523">
            <w:r w:rsidRPr="00ED61E6">
              <w:t>Чушкіна Надія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27</w:t>
            </w:r>
          </w:p>
        </w:tc>
        <w:tc>
          <w:tcPr>
            <w:tcW w:w="6095" w:type="dxa"/>
          </w:tcPr>
          <w:p w:rsidR="00581BFF" w:rsidRPr="00ED61E6" w:rsidRDefault="00581BFF" w:rsidP="00DC0523">
            <w:r w:rsidRPr="00ED61E6">
              <w:t>Ясінський Микола Володимирович</w:t>
            </w:r>
          </w:p>
        </w:tc>
        <w:tc>
          <w:tcPr>
            <w:tcW w:w="2551" w:type="dxa"/>
          </w:tcPr>
          <w:p w:rsidR="00581BFF" w:rsidRPr="00ED61E6" w:rsidRDefault="00581BFF" w:rsidP="00DC0523">
            <w:pPr>
              <w:ind w:right="-2"/>
            </w:pPr>
            <w:r>
              <w:t>За</w:t>
            </w:r>
          </w:p>
        </w:tc>
      </w:tr>
    </w:tbl>
    <w:p w:rsidR="00581BFF" w:rsidRPr="001D1725" w:rsidRDefault="00581BFF" w:rsidP="00AC6952">
      <w:pPr>
        <w:rPr>
          <w:sz w:val="28"/>
          <w:szCs w:val="28"/>
        </w:rPr>
      </w:pPr>
      <w:r>
        <w:rPr>
          <w:sz w:val="28"/>
          <w:szCs w:val="28"/>
        </w:rPr>
        <w:t>Усього проголосували</w:t>
      </w:r>
      <w:r w:rsidRPr="001D1725">
        <w:rPr>
          <w:sz w:val="28"/>
          <w:szCs w:val="28"/>
        </w:rPr>
        <w:t>,  з них :</w:t>
      </w:r>
    </w:p>
    <w:p w:rsidR="00581BFF" w:rsidRDefault="00581BFF" w:rsidP="00AC6952">
      <w:pPr>
        <w:spacing w:line="319" w:lineRule="exact"/>
        <w:ind w:left="840"/>
        <w:rPr>
          <w:i/>
          <w:sz w:val="28"/>
        </w:rPr>
      </w:pPr>
      <w:r>
        <w:rPr>
          <w:i/>
          <w:sz w:val="28"/>
        </w:rPr>
        <w:t xml:space="preserve"> «За» - 24 чол.</w:t>
      </w:r>
    </w:p>
    <w:p w:rsidR="00581BFF" w:rsidRDefault="00581BFF" w:rsidP="00AC6952">
      <w:pPr>
        <w:spacing w:line="322" w:lineRule="exact"/>
        <w:ind w:left="840"/>
        <w:rPr>
          <w:i/>
          <w:sz w:val="28"/>
        </w:rPr>
      </w:pPr>
      <w:r>
        <w:rPr>
          <w:i/>
          <w:sz w:val="28"/>
        </w:rPr>
        <w:t>«Проти – немає.</w:t>
      </w:r>
    </w:p>
    <w:p w:rsidR="00581BFF" w:rsidRDefault="00581BFF" w:rsidP="00AC6952">
      <w:pPr>
        <w:ind w:left="840"/>
        <w:rPr>
          <w:i/>
          <w:sz w:val="28"/>
        </w:rPr>
      </w:pPr>
      <w:r>
        <w:rPr>
          <w:i/>
          <w:sz w:val="28"/>
        </w:rPr>
        <w:t>«Утримались» - немає.</w:t>
      </w:r>
    </w:p>
    <w:p w:rsidR="00581BFF" w:rsidRDefault="00581BFF" w:rsidP="00AC6952">
      <w:pPr>
        <w:pStyle w:val="Heading1"/>
        <w:spacing w:before="9"/>
        <w:ind w:left="119"/>
        <w:jc w:val="left"/>
        <w:rPr>
          <w:b w:val="0"/>
        </w:rPr>
      </w:pPr>
      <w:r w:rsidRPr="001D1725">
        <w:rPr>
          <w:b w:val="0"/>
        </w:rPr>
        <w:t>Прийнято</w:t>
      </w:r>
      <w:r>
        <w:rPr>
          <w:b w:val="0"/>
        </w:rPr>
        <w:t xml:space="preserve"> рішення № 85 </w:t>
      </w:r>
      <w:r w:rsidRPr="001D1725">
        <w:rPr>
          <w:b w:val="0"/>
        </w:rPr>
        <w:t>(додається).</w:t>
      </w:r>
    </w:p>
    <w:p w:rsidR="00581BFF" w:rsidRDefault="00581BFF" w:rsidP="000B28B8">
      <w:pPr>
        <w:pStyle w:val="Heading1"/>
        <w:spacing w:before="9"/>
        <w:ind w:left="119"/>
        <w:jc w:val="left"/>
        <w:rPr>
          <w:b w:val="0"/>
        </w:rPr>
      </w:pPr>
    </w:p>
    <w:p w:rsidR="00581BFF" w:rsidRDefault="00581BFF" w:rsidP="000B28B8">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E43503">
      <w:pPr>
        <w:jc w:val="both"/>
        <w:rPr>
          <w:sz w:val="28"/>
          <w:szCs w:val="28"/>
        </w:rPr>
      </w:pPr>
      <w:r w:rsidRPr="00B05A04">
        <w:rPr>
          <w:sz w:val="28"/>
          <w:szCs w:val="28"/>
        </w:rPr>
        <w:t xml:space="preserve">Переходимо до розгляду </w:t>
      </w:r>
      <w:r w:rsidRPr="000B28B8">
        <w:rPr>
          <w:sz w:val="28"/>
          <w:szCs w:val="28"/>
        </w:rPr>
        <w:t>двадцять восьмого</w:t>
      </w:r>
      <w:r w:rsidRPr="00B05A04">
        <w:rPr>
          <w:sz w:val="28"/>
          <w:szCs w:val="28"/>
        </w:rPr>
        <w:t xml:space="preserve"> питання</w:t>
      </w:r>
      <w:r>
        <w:rPr>
          <w:sz w:val="28"/>
          <w:szCs w:val="28"/>
        </w:rPr>
        <w:t xml:space="preserve"> порядку денного.</w:t>
      </w:r>
    </w:p>
    <w:p w:rsidR="00581BFF" w:rsidRDefault="00581BFF" w:rsidP="00E43503">
      <w:pPr>
        <w:jc w:val="both"/>
        <w:rPr>
          <w:sz w:val="28"/>
          <w:szCs w:val="28"/>
        </w:rPr>
      </w:pPr>
      <w:r w:rsidRPr="002F4B1F">
        <w:rPr>
          <w:sz w:val="28"/>
          <w:szCs w:val="28"/>
        </w:rPr>
        <w:t>Слово для інформації</w:t>
      </w:r>
      <w:r w:rsidRPr="003526E5">
        <w:rPr>
          <w:sz w:val="28"/>
          <w:szCs w:val="28"/>
        </w:rPr>
        <w:t xml:space="preserve"> </w:t>
      </w:r>
      <w:r w:rsidRPr="009560EA">
        <w:rPr>
          <w:b/>
          <w:bCs/>
          <w:iCs/>
          <w:sz w:val="28"/>
          <w:szCs w:val="28"/>
        </w:rPr>
        <w:t>Про затвердження  переліку об’єктів для проведення громадських робіт  на території селищної ради в тому числі для відбування порушниками громадських робіт, як адміністративного стягнення та засудженими до кримінальних покарань на 2020 рік</w:t>
      </w:r>
      <w:r>
        <w:rPr>
          <w:b/>
          <w:bCs/>
          <w:iCs/>
          <w:sz w:val="28"/>
          <w:szCs w:val="28"/>
        </w:rPr>
        <w:t xml:space="preserve">" </w:t>
      </w:r>
      <w:r w:rsidRPr="003526E5">
        <w:rPr>
          <w:sz w:val="28"/>
          <w:szCs w:val="28"/>
        </w:rPr>
        <w:t>надається</w:t>
      </w:r>
      <w:r w:rsidRPr="003526E5">
        <w:rPr>
          <w:b/>
          <w:sz w:val="28"/>
          <w:szCs w:val="28"/>
        </w:rPr>
        <w:t xml:space="preserve"> </w:t>
      </w:r>
      <w:r w:rsidRPr="00C81C84">
        <w:rPr>
          <w:b/>
          <w:sz w:val="28"/>
          <w:szCs w:val="28"/>
        </w:rPr>
        <w:t>Безверхній Лю</w:t>
      </w:r>
      <w:r>
        <w:rPr>
          <w:b/>
          <w:sz w:val="28"/>
          <w:szCs w:val="28"/>
        </w:rPr>
        <w:t>бов</w:t>
      </w:r>
      <w:r w:rsidRPr="00C81C84">
        <w:rPr>
          <w:b/>
          <w:sz w:val="28"/>
          <w:szCs w:val="28"/>
        </w:rPr>
        <w:t xml:space="preserve"> Олексіївні, </w:t>
      </w:r>
      <w:r w:rsidRPr="00C81C84">
        <w:rPr>
          <w:sz w:val="28"/>
          <w:szCs w:val="28"/>
        </w:rPr>
        <w:t>керуючій справами Голованівської селищної ради</w:t>
      </w:r>
      <w:r>
        <w:rPr>
          <w:sz w:val="28"/>
          <w:szCs w:val="28"/>
        </w:rPr>
        <w:t>.</w:t>
      </w:r>
    </w:p>
    <w:p w:rsidR="00581BFF" w:rsidRDefault="00581BFF" w:rsidP="000B28B8">
      <w:pPr>
        <w:rPr>
          <w:sz w:val="28"/>
          <w:szCs w:val="28"/>
        </w:rPr>
      </w:pPr>
    </w:p>
    <w:p w:rsidR="00581BFF" w:rsidRPr="00765D96" w:rsidRDefault="00581BFF" w:rsidP="000B28B8">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0B28B8">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E43503">
      <w:pPr>
        <w:jc w:val="both"/>
        <w:rPr>
          <w:sz w:val="28"/>
          <w:szCs w:val="28"/>
          <w:shd w:val="clear" w:color="auto" w:fill="FFFFFF"/>
        </w:rPr>
      </w:pPr>
      <w:r>
        <w:rPr>
          <w:sz w:val="28"/>
          <w:szCs w:val="28"/>
        </w:rPr>
        <w:t xml:space="preserve">Відповідно Кодексу України про адміністративні правопорушення, для виконання громадських робіт  є потреба у затвердженні переліку об’єктів, що знаходяться  на території селищної ради, де будуть виконуватися громадські роботи громадянами, що вчинили </w:t>
      </w:r>
      <w:r w:rsidRPr="000C246D">
        <w:rPr>
          <w:sz w:val="28"/>
          <w:szCs w:val="28"/>
          <w:shd w:val="clear" w:color="auto" w:fill="FFFFFF"/>
        </w:rPr>
        <w:t>адміністративні правопорушення</w:t>
      </w:r>
      <w:r>
        <w:rPr>
          <w:sz w:val="28"/>
          <w:szCs w:val="28"/>
          <w:shd w:val="clear" w:color="auto" w:fill="FFFFFF"/>
        </w:rPr>
        <w:t>.</w:t>
      </w:r>
    </w:p>
    <w:p w:rsidR="00581BFF" w:rsidRDefault="00581BFF" w:rsidP="00E43503">
      <w:pPr>
        <w:pStyle w:val="Heading1"/>
        <w:spacing w:before="9"/>
        <w:ind w:left="119"/>
        <w:rPr>
          <w:b w:val="0"/>
        </w:rPr>
      </w:pPr>
    </w:p>
    <w:p w:rsidR="00581BFF" w:rsidRDefault="00581BFF" w:rsidP="000C246D">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581BFF" w:rsidRDefault="00581BFF" w:rsidP="00E43503">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E43503">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E43503">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Прошу визначитись щодо даного</w:t>
      </w:r>
      <w:r>
        <w:rPr>
          <w:sz w:val="28"/>
          <w:szCs w:val="28"/>
        </w:rPr>
        <w:t xml:space="preserve"> проє</w:t>
      </w:r>
      <w:r w:rsidRPr="005A5546">
        <w:rPr>
          <w:sz w:val="28"/>
          <w:szCs w:val="28"/>
        </w:rPr>
        <w:t>кту рішення голосуванням.</w:t>
      </w:r>
    </w:p>
    <w:p w:rsidR="00581BFF" w:rsidRDefault="00581BFF" w:rsidP="000C246D">
      <w:pPr>
        <w:rPr>
          <w:b/>
          <w:sz w:val="28"/>
          <w:szCs w:val="28"/>
        </w:rPr>
      </w:pPr>
    </w:p>
    <w:p w:rsidR="00581BFF" w:rsidRPr="00B05A04" w:rsidRDefault="00581BFF" w:rsidP="000C246D">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DC0523">
        <w:tc>
          <w:tcPr>
            <w:tcW w:w="534" w:type="dxa"/>
          </w:tcPr>
          <w:p w:rsidR="00581BFF" w:rsidRPr="00ED61E6" w:rsidRDefault="00581BFF" w:rsidP="00DC0523">
            <w:pPr>
              <w:ind w:right="-2"/>
              <w:jc w:val="center"/>
            </w:pPr>
            <w:r w:rsidRPr="00ED61E6">
              <w:t>№</w:t>
            </w:r>
          </w:p>
        </w:tc>
        <w:tc>
          <w:tcPr>
            <w:tcW w:w="6095" w:type="dxa"/>
          </w:tcPr>
          <w:p w:rsidR="00581BFF" w:rsidRPr="00ED61E6" w:rsidRDefault="00581BFF" w:rsidP="00DC0523">
            <w:pPr>
              <w:ind w:right="-2"/>
              <w:jc w:val="center"/>
            </w:pPr>
            <w:r w:rsidRPr="00ED61E6">
              <w:t>ПІБ депутата</w:t>
            </w:r>
          </w:p>
        </w:tc>
        <w:tc>
          <w:tcPr>
            <w:tcW w:w="2551" w:type="dxa"/>
          </w:tcPr>
          <w:p w:rsidR="00581BFF" w:rsidRPr="00ED61E6" w:rsidRDefault="00581BFF" w:rsidP="00DC0523">
            <w:pPr>
              <w:ind w:right="-2"/>
              <w:jc w:val="center"/>
            </w:pPr>
            <w:r w:rsidRPr="00ED61E6">
              <w:t>Результати голосування</w:t>
            </w:r>
          </w:p>
        </w:tc>
      </w:tr>
      <w:tr w:rsidR="00581BFF" w:rsidRPr="00ED61E6" w:rsidTr="00DC0523">
        <w:tc>
          <w:tcPr>
            <w:tcW w:w="534" w:type="dxa"/>
          </w:tcPr>
          <w:p w:rsidR="00581BFF" w:rsidRPr="00ED61E6" w:rsidRDefault="00581BFF" w:rsidP="00DC0523">
            <w:pPr>
              <w:ind w:right="-2"/>
              <w:jc w:val="center"/>
            </w:pPr>
            <w:r w:rsidRPr="00ED61E6">
              <w:t>1</w:t>
            </w:r>
          </w:p>
        </w:tc>
        <w:tc>
          <w:tcPr>
            <w:tcW w:w="6095" w:type="dxa"/>
          </w:tcPr>
          <w:p w:rsidR="00581BFF" w:rsidRPr="00ED61E6" w:rsidRDefault="00581BFF" w:rsidP="00DC0523">
            <w:r w:rsidRPr="00ED61E6">
              <w:t>Цобенко Сергій Олександрович – селищний голова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w:t>
            </w:r>
          </w:p>
        </w:tc>
        <w:tc>
          <w:tcPr>
            <w:tcW w:w="6095" w:type="dxa"/>
          </w:tcPr>
          <w:p w:rsidR="00581BFF" w:rsidRPr="00ED61E6" w:rsidRDefault="00581BFF" w:rsidP="00DC0523">
            <w:r w:rsidRPr="00ED61E6">
              <w:t>Брижатюк Олена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3</w:t>
            </w:r>
          </w:p>
        </w:tc>
        <w:tc>
          <w:tcPr>
            <w:tcW w:w="6095" w:type="dxa"/>
          </w:tcPr>
          <w:p w:rsidR="00581BFF" w:rsidRPr="00ED61E6" w:rsidRDefault="00581BFF" w:rsidP="00DC0523">
            <w:r w:rsidRPr="00ED61E6">
              <w:t>Голімбієвська Тамара Павлівна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4</w:t>
            </w:r>
          </w:p>
        </w:tc>
        <w:tc>
          <w:tcPr>
            <w:tcW w:w="6095" w:type="dxa"/>
          </w:tcPr>
          <w:p w:rsidR="00581BFF" w:rsidRPr="00ED61E6" w:rsidRDefault="00581BFF" w:rsidP="00DC0523">
            <w:r w:rsidRPr="00ED61E6">
              <w:t>Грушецький Анатолій Георгійович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5</w:t>
            </w:r>
          </w:p>
        </w:tc>
        <w:tc>
          <w:tcPr>
            <w:tcW w:w="6095" w:type="dxa"/>
          </w:tcPr>
          <w:p w:rsidR="00581BFF" w:rsidRPr="00ED61E6" w:rsidRDefault="00581BFF" w:rsidP="00DC0523">
            <w:r w:rsidRPr="00ED61E6">
              <w:t>Дудар Василь Серафимович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6</w:t>
            </w:r>
          </w:p>
        </w:tc>
        <w:tc>
          <w:tcPr>
            <w:tcW w:w="6095" w:type="dxa"/>
          </w:tcPr>
          <w:p w:rsidR="00581BFF" w:rsidRPr="00ED61E6" w:rsidRDefault="00581BFF" w:rsidP="00DC0523">
            <w:r w:rsidRPr="00ED61E6">
              <w:t>Захаренко Вадим Володимирович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7</w:t>
            </w:r>
          </w:p>
        </w:tc>
        <w:tc>
          <w:tcPr>
            <w:tcW w:w="6095" w:type="dxa"/>
          </w:tcPr>
          <w:p w:rsidR="00581BFF" w:rsidRPr="00ED61E6" w:rsidRDefault="00581BFF" w:rsidP="00DC0523">
            <w:r w:rsidRPr="00ED61E6">
              <w:t>Кучмій Богдан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8</w:t>
            </w:r>
          </w:p>
        </w:tc>
        <w:tc>
          <w:tcPr>
            <w:tcW w:w="6095" w:type="dxa"/>
          </w:tcPr>
          <w:p w:rsidR="00581BFF" w:rsidRPr="00ED61E6" w:rsidRDefault="00581BFF" w:rsidP="00DC0523">
            <w:r w:rsidRPr="00ED61E6">
              <w:t>Кучмій Юрій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9</w:t>
            </w:r>
          </w:p>
        </w:tc>
        <w:tc>
          <w:tcPr>
            <w:tcW w:w="6095" w:type="dxa"/>
          </w:tcPr>
          <w:p w:rsidR="00581BFF" w:rsidRPr="00ED61E6" w:rsidRDefault="00581BFF" w:rsidP="00DC0523">
            <w:r w:rsidRPr="00ED61E6">
              <w:t>Кругла Тетяна Дмитрівна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10</w:t>
            </w:r>
          </w:p>
        </w:tc>
        <w:tc>
          <w:tcPr>
            <w:tcW w:w="6095" w:type="dxa"/>
          </w:tcPr>
          <w:p w:rsidR="00581BFF" w:rsidRPr="00ED61E6" w:rsidRDefault="00581BFF" w:rsidP="00DC0523">
            <w:r w:rsidRPr="00ED61E6">
              <w:t>Лісовська Тамара Андріївна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11</w:t>
            </w:r>
          </w:p>
        </w:tc>
        <w:tc>
          <w:tcPr>
            <w:tcW w:w="6095" w:type="dxa"/>
          </w:tcPr>
          <w:p w:rsidR="00581BFF" w:rsidRPr="00ED61E6" w:rsidRDefault="00581BFF" w:rsidP="00DC0523">
            <w:r w:rsidRPr="00ED61E6">
              <w:t>Лісовський  Сергій Олександрович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12</w:t>
            </w:r>
          </w:p>
        </w:tc>
        <w:tc>
          <w:tcPr>
            <w:tcW w:w="6095" w:type="dxa"/>
          </w:tcPr>
          <w:p w:rsidR="00581BFF" w:rsidRPr="00ED61E6" w:rsidRDefault="00581BFF" w:rsidP="00DC0523">
            <w:r w:rsidRPr="00ED61E6">
              <w:t>Мирошниченко Олена Віталіївна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13</w:t>
            </w:r>
          </w:p>
        </w:tc>
        <w:tc>
          <w:tcPr>
            <w:tcW w:w="6095" w:type="dxa"/>
          </w:tcPr>
          <w:p w:rsidR="00581BFF" w:rsidRPr="00ED61E6" w:rsidRDefault="00581BFF" w:rsidP="00DC0523">
            <w:r w:rsidRPr="00ED61E6">
              <w:t>Мостовик Сергій Віталійович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14</w:t>
            </w:r>
          </w:p>
        </w:tc>
        <w:tc>
          <w:tcPr>
            <w:tcW w:w="6095" w:type="dxa"/>
          </w:tcPr>
          <w:p w:rsidR="00581BFF" w:rsidRPr="00ED61E6" w:rsidRDefault="00581BFF" w:rsidP="00DC0523">
            <w:r w:rsidRPr="00ED61E6">
              <w:t>Напханюк Ольга Іванівна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15</w:t>
            </w:r>
          </w:p>
        </w:tc>
        <w:tc>
          <w:tcPr>
            <w:tcW w:w="6095" w:type="dxa"/>
          </w:tcPr>
          <w:p w:rsidR="00581BFF" w:rsidRPr="00ED61E6" w:rsidRDefault="00581BFF" w:rsidP="00DC0523">
            <w:r w:rsidRPr="00ED61E6">
              <w:t>Напханюк Світлана Олексіївна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16</w:t>
            </w:r>
          </w:p>
        </w:tc>
        <w:tc>
          <w:tcPr>
            <w:tcW w:w="6095" w:type="dxa"/>
          </w:tcPr>
          <w:p w:rsidR="00581BFF" w:rsidRPr="00ED61E6" w:rsidRDefault="00581BFF" w:rsidP="00DC0523">
            <w:r w:rsidRPr="00ED61E6">
              <w:t>Новіков Сергій Алійович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17</w:t>
            </w:r>
          </w:p>
        </w:tc>
        <w:tc>
          <w:tcPr>
            <w:tcW w:w="6095" w:type="dxa"/>
          </w:tcPr>
          <w:p w:rsidR="00581BFF" w:rsidRPr="00ED61E6" w:rsidRDefault="00581BFF" w:rsidP="00DC0523">
            <w:r w:rsidRPr="00ED61E6">
              <w:t>Піщик Тетяна Володимирівна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18</w:t>
            </w:r>
          </w:p>
        </w:tc>
        <w:tc>
          <w:tcPr>
            <w:tcW w:w="6095" w:type="dxa"/>
          </w:tcPr>
          <w:p w:rsidR="00581BFF" w:rsidRPr="00ED61E6" w:rsidRDefault="00581BFF" w:rsidP="00DC0523">
            <w:r w:rsidRPr="00ED61E6">
              <w:t>Романщак Наталія Василівна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19</w:t>
            </w:r>
          </w:p>
        </w:tc>
        <w:tc>
          <w:tcPr>
            <w:tcW w:w="6095" w:type="dxa"/>
          </w:tcPr>
          <w:p w:rsidR="00581BFF" w:rsidRPr="00ED61E6" w:rsidRDefault="00581BFF" w:rsidP="00DC0523">
            <w:r w:rsidRPr="00ED61E6">
              <w:t>Рибак Ігор Федорович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20</w:t>
            </w:r>
          </w:p>
        </w:tc>
        <w:tc>
          <w:tcPr>
            <w:tcW w:w="6095" w:type="dxa"/>
          </w:tcPr>
          <w:p w:rsidR="00581BFF" w:rsidRPr="00ED61E6" w:rsidRDefault="00581BFF" w:rsidP="00DC0523">
            <w:r w:rsidRPr="00ED61E6">
              <w:t>Сачук Валентина Михайлівна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21</w:t>
            </w:r>
          </w:p>
        </w:tc>
        <w:tc>
          <w:tcPr>
            <w:tcW w:w="6095" w:type="dxa"/>
          </w:tcPr>
          <w:p w:rsidR="00581BFF" w:rsidRPr="00ED61E6" w:rsidRDefault="00581BFF" w:rsidP="00DC0523">
            <w:r w:rsidRPr="00ED61E6">
              <w:t>Сторожук Віталій Олексійович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22</w:t>
            </w:r>
          </w:p>
        </w:tc>
        <w:tc>
          <w:tcPr>
            <w:tcW w:w="6095" w:type="dxa"/>
          </w:tcPr>
          <w:p w:rsidR="00581BFF" w:rsidRPr="00ED61E6" w:rsidRDefault="00581BFF" w:rsidP="00DC0523">
            <w:r w:rsidRPr="00ED61E6">
              <w:t>Скрипар Василь Іванович</w:t>
            </w:r>
          </w:p>
        </w:tc>
        <w:tc>
          <w:tcPr>
            <w:tcW w:w="2551" w:type="dxa"/>
          </w:tcPr>
          <w:p w:rsidR="00581BFF" w:rsidRPr="00ED61E6" w:rsidRDefault="00581BFF" w:rsidP="00DC0523">
            <w:pPr>
              <w:ind w:right="-2"/>
            </w:pPr>
            <w:r>
              <w:t>відсутній</w:t>
            </w:r>
          </w:p>
        </w:tc>
      </w:tr>
      <w:tr w:rsidR="00581BFF" w:rsidRPr="00ED61E6" w:rsidTr="00DC0523">
        <w:tc>
          <w:tcPr>
            <w:tcW w:w="534" w:type="dxa"/>
          </w:tcPr>
          <w:p w:rsidR="00581BFF" w:rsidRPr="00ED61E6" w:rsidRDefault="00581BFF" w:rsidP="00DC0523">
            <w:pPr>
              <w:ind w:right="-2"/>
              <w:jc w:val="center"/>
            </w:pPr>
            <w:r w:rsidRPr="00ED61E6">
              <w:t>23</w:t>
            </w:r>
          </w:p>
        </w:tc>
        <w:tc>
          <w:tcPr>
            <w:tcW w:w="6095" w:type="dxa"/>
          </w:tcPr>
          <w:p w:rsidR="00581BFF" w:rsidRPr="00ED61E6" w:rsidRDefault="00581BFF" w:rsidP="00DC0523">
            <w:r w:rsidRPr="00ED61E6">
              <w:t>Сулима Ольга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24</w:t>
            </w:r>
          </w:p>
        </w:tc>
        <w:tc>
          <w:tcPr>
            <w:tcW w:w="6095" w:type="dxa"/>
          </w:tcPr>
          <w:p w:rsidR="00581BFF" w:rsidRPr="00ED61E6" w:rsidRDefault="00581BFF" w:rsidP="00DC0523">
            <w:r w:rsidRPr="00ED61E6">
              <w:t>Туз Сергій Віталійович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25</w:t>
            </w:r>
          </w:p>
        </w:tc>
        <w:tc>
          <w:tcPr>
            <w:tcW w:w="6095" w:type="dxa"/>
          </w:tcPr>
          <w:p w:rsidR="00581BFF" w:rsidRPr="00ED61E6" w:rsidRDefault="00581BFF" w:rsidP="00DC0523">
            <w:r w:rsidRPr="00ED61E6">
              <w:t>Чушкін Олексій Іванович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26</w:t>
            </w:r>
          </w:p>
        </w:tc>
        <w:tc>
          <w:tcPr>
            <w:tcW w:w="6095" w:type="dxa"/>
          </w:tcPr>
          <w:p w:rsidR="00581BFF" w:rsidRPr="00ED61E6" w:rsidRDefault="00581BFF" w:rsidP="00DC0523">
            <w:r w:rsidRPr="00ED61E6">
              <w:t>Чушкіна Надія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27</w:t>
            </w:r>
          </w:p>
        </w:tc>
        <w:tc>
          <w:tcPr>
            <w:tcW w:w="6095" w:type="dxa"/>
          </w:tcPr>
          <w:p w:rsidR="00581BFF" w:rsidRPr="00ED61E6" w:rsidRDefault="00581BFF" w:rsidP="00DC0523">
            <w:r w:rsidRPr="00ED61E6">
              <w:t>Ясінський Микола Володимирович</w:t>
            </w:r>
          </w:p>
        </w:tc>
        <w:tc>
          <w:tcPr>
            <w:tcW w:w="2551" w:type="dxa"/>
          </w:tcPr>
          <w:p w:rsidR="00581BFF" w:rsidRPr="00ED61E6" w:rsidRDefault="00581BFF" w:rsidP="00DC0523">
            <w:pPr>
              <w:ind w:right="-2"/>
            </w:pPr>
            <w:r>
              <w:t>За</w:t>
            </w:r>
          </w:p>
        </w:tc>
      </w:tr>
    </w:tbl>
    <w:p w:rsidR="00581BFF" w:rsidRPr="001D1725" w:rsidRDefault="00581BFF" w:rsidP="000C246D">
      <w:pPr>
        <w:rPr>
          <w:sz w:val="28"/>
          <w:szCs w:val="28"/>
        </w:rPr>
      </w:pPr>
      <w:r>
        <w:rPr>
          <w:sz w:val="28"/>
          <w:szCs w:val="28"/>
        </w:rPr>
        <w:t>Усього проголосували</w:t>
      </w:r>
      <w:r w:rsidRPr="001D1725">
        <w:rPr>
          <w:sz w:val="28"/>
          <w:szCs w:val="28"/>
        </w:rPr>
        <w:t>,  з них :</w:t>
      </w:r>
    </w:p>
    <w:p w:rsidR="00581BFF" w:rsidRDefault="00581BFF" w:rsidP="000C246D">
      <w:pPr>
        <w:spacing w:line="319" w:lineRule="exact"/>
        <w:ind w:left="840"/>
        <w:rPr>
          <w:i/>
          <w:sz w:val="28"/>
        </w:rPr>
      </w:pPr>
      <w:r>
        <w:rPr>
          <w:i/>
          <w:sz w:val="28"/>
        </w:rPr>
        <w:t xml:space="preserve"> «За» - 24 чол.</w:t>
      </w:r>
    </w:p>
    <w:p w:rsidR="00581BFF" w:rsidRDefault="00581BFF" w:rsidP="000C246D">
      <w:pPr>
        <w:spacing w:line="322" w:lineRule="exact"/>
        <w:ind w:left="840"/>
        <w:rPr>
          <w:i/>
          <w:sz w:val="28"/>
        </w:rPr>
      </w:pPr>
      <w:r>
        <w:rPr>
          <w:i/>
          <w:sz w:val="28"/>
        </w:rPr>
        <w:t>«Проти – немає.</w:t>
      </w:r>
    </w:p>
    <w:p w:rsidR="00581BFF" w:rsidRDefault="00581BFF" w:rsidP="000C246D">
      <w:pPr>
        <w:ind w:left="840"/>
        <w:rPr>
          <w:i/>
          <w:sz w:val="28"/>
        </w:rPr>
      </w:pPr>
      <w:r>
        <w:rPr>
          <w:i/>
          <w:sz w:val="28"/>
        </w:rPr>
        <w:t>«Утримались» - немає.</w:t>
      </w:r>
    </w:p>
    <w:p w:rsidR="00581BFF" w:rsidRDefault="00581BFF" w:rsidP="000C246D">
      <w:pPr>
        <w:pStyle w:val="Heading1"/>
        <w:spacing w:before="9"/>
        <w:ind w:left="119"/>
        <w:jc w:val="left"/>
        <w:rPr>
          <w:b w:val="0"/>
        </w:rPr>
      </w:pPr>
      <w:r w:rsidRPr="001D1725">
        <w:rPr>
          <w:b w:val="0"/>
        </w:rPr>
        <w:t>Прийнято</w:t>
      </w:r>
      <w:r>
        <w:rPr>
          <w:b w:val="0"/>
        </w:rPr>
        <w:t xml:space="preserve"> рішення № 86 </w:t>
      </w:r>
      <w:r w:rsidRPr="001D1725">
        <w:rPr>
          <w:b w:val="0"/>
        </w:rPr>
        <w:t>(додається).</w:t>
      </w:r>
    </w:p>
    <w:p w:rsidR="00581BFF" w:rsidRDefault="00581BFF" w:rsidP="000C246D">
      <w:pPr>
        <w:pStyle w:val="Heading1"/>
        <w:spacing w:before="9"/>
        <w:ind w:left="119"/>
        <w:jc w:val="left"/>
        <w:rPr>
          <w:b w:val="0"/>
        </w:rPr>
      </w:pPr>
    </w:p>
    <w:p w:rsidR="00581BFF" w:rsidRDefault="00581BFF" w:rsidP="00E43503">
      <w:pPr>
        <w:jc w:val="both"/>
        <w:rPr>
          <w:b/>
          <w:sz w:val="28"/>
          <w:szCs w:val="28"/>
        </w:rPr>
      </w:pPr>
      <w:r>
        <w:rPr>
          <w:b/>
          <w:sz w:val="28"/>
          <w:szCs w:val="28"/>
        </w:rPr>
        <w:t xml:space="preserve">                  </w:t>
      </w:r>
      <w:r w:rsidRPr="0067378C">
        <w:rPr>
          <w:b/>
          <w:sz w:val="28"/>
          <w:szCs w:val="28"/>
        </w:rPr>
        <w:t>Голова селищної ради:</w:t>
      </w:r>
    </w:p>
    <w:p w:rsidR="00581BFF" w:rsidRDefault="00581BFF" w:rsidP="00E43503">
      <w:pPr>
        <w:jc w:val="both"/>
        <w:rPr>
          <w:sz w:val="28"/>
          <w:szCs w:val="28"/>
        </w:rPr>
      </w:pPr>
      <w:r w:rsidRPr="00B05A04">
        <w:rPr>
          <w:sz w:val="28"/>
          <w:szCs w:val="28"/>
        </w:rPr>
        <w:t xml:space="preserve">Переходимо до розгляду </w:t>
      </w:r>
      <w:r w:rsidRPr="00E43503">
        <w:rPr>
          <w:sz w:val="28"/>
          <w:szCs w:val="28"/>
        </w:rPr>
        <w:t xml:space="preserve">двадцять дев’ятого </w:t>
      </w:r>
      <w:r w:rsidRPr="00B05A04">
        <w:rPr>
          <w:sz w:val="28"/>
          <w:szCs w:val="28"/>
        </w:rPr>
        <w:t xml:space="preserve"> питання</w:t>
      </w:r>
      <w:r>
        <w:rPr>
          <w:sz w:val="28"/>
          <w:szCs w:val="28"/>
        </w:rPr>
        <w:t xml:space="preserve"> порядку денного.</w:t>
      </w:r>
    </w:p>
    <w:p w:rsidR="00581BFF" w:rsidRDefault="00581BFF" w:rsidP="00E43503">
      <w:pPr>
        <w:jc w:val="both"/>
        <w:rPr>
          <w:sz w:val="28"/>
          <w:szCs w:val="28"/>
        </w:rPr>
      </w:pPr>
      <w:r w:rsidRPr="002F4B1F">
        <w:rPr>
          <w:sz w:val="28"/>
          <w:szCs w:val="28"/>
        </w:rPr>
        <w:t>Слово для інформації</w:t>
      </w:r>
      <w:r w:rsidRPr="00FD4764">
        <w:rPr>
          <w:bCs/>
          <w:sz w:val="28"/>
          <w:szCs w:val="28"/>
        </w:rPr>
        <w:t xml:space="preserve"> </w:t>
      </w:r>
      <w:r w:rsidRPr="009560EA">
        <w:rPr>
          <w:b/>
          <w:bCs/>
          <w:sz w:val="28"/>
          <w:szCs w:val="28"/>
        </w:rPr>
        <w:t>"</w:t>
      </w:r>
      <w:r w:rsidRPr="009560EA">
        <w:rPr>
          <w:b/>
          <w:iCs/>
          <w:sz w:val="28"/>
          <w:szCs w:val="28"/>
        </w:rPr>
        <w:t>Про затвердження  видів суспільно корисних робіт для порушників,  на яких судом накладено адміністративне стягнення у вигляді оплачувальних суспільно корисних робіт"</w:t>
      </w:r>
      <w:r>
        <w:rPr>
          <w:iCs/>
          <w:sz w:val="28"/>
          <w:szCs w:val="28"/>
        </w:rPr>
        <w:t xml:space="preserve"> </w:t>
      </w:r>
      <w:r w:rsidRPr="00DD698C">
        <w:rPr>
          <w:sz w:val="28"/>
          <w:szCs w:val="28"/>
        </w:rPr>
        <w:t>надається</w:t>
      </w:r>
      <w:r w:rsidRPr="00930564">
        <w:rPr>
          <w:b/>
          <w:sz w:val="28"/>
          <w:szCs w:val="28"/>
        </w:rPr>
        <w:t xml:space="preserve"> </w:t>
      </w:r>
      <w:r w:rsidRPr="00C81C84">
        <w:rPr>
          <w:b/>
          <w:sz w:val="28"/>
          <w:szCs w:val="28"/>
        </w:rPr>
        <w:t>Безверхній Любов Олексіївні</w:t>
      </w:r>
      <w:r w:rsidRPr="00C81C84">
        <w:rPr>
          <w:sz w:val="28"/>
          <w:szCs w:val="28"/>
        </w:rPr>
        <w:t>,</w:t>
      </w:r>
      <w:r>
        <w:rPr>
          <w:sz w:val="28"/>
          <w:szCs w:val="28"/>
        </w:rPr>
        <w:t xml:space="preserve"> </w:t>
      </w:r>
      <w:r w:rsidRPr="00C81C84">
        <w:rPr>
          <w:sz w:val="28"/>
          <w:szCs w:val="28"/>
        </w:rPr>
        <w:t>керуючій справами Голованівської селищної ради</w:t>
      </w:r>
      <w:r>
        <w:rPr>
          <w:sz w:val="28"/>
          <w:szCs w:val="28"/>
        </w:rPr>
        <w:t>.</w:t>
      </w:r>
    </w:p>
    <w:p w:rsidR="00581BFF" w:rsidRDefault="00581BFF" w:rsidP="00E43503">
      <w:pPr>
        <w:pStyle w:val="Heading1"/>
        <w:spacing w:before="9"/>
        <w:ind w:left="119"/>
        <w:rPr>
          <w:b w:val="0"/>
        </w:rPr>
      </w:pPr>
    </w:p>
    <w:p w:rsidR="00581BFF" w:rsidRPr="00765D96" w:rsidRDefault="00581BFF" w:rsidP="00E43503">
      <w:pPr>
        <w:widowControl/>
        <w:shd w:val="clear" w:color="auto" w:fill="FFFFFF"/>
        <w:autoSpaceDE/>
        <w:autoSpaceDN/>
        <w:ind w:left="15" w:right="375"/>
        <w:jc w:val="both"/>
        <w:rPr>
          <w:b/>
          <w:sz w:val="28"/>
          <w:szCs w:val="28"/>
        </w:rPr>
      </w:pPr>
      <w:r>
        <w:rPr>
          <w:b/>
          <w:sz w:val="28"/>
          <w:szCs w:val="28"/>
        </w:rPr>
        <w:t xml:space="preserve"> </w:t>
      </w:r>
      <w:r w:rsidRPr="008A5984">
        <w:rPr>
          <w:b/>
          <w:sz w:val="28"/>
          <w:szCs w:val="28"/>
        </w:rPr>
        <w:t>Виступаючий:</w:t>
      </w:r>
    </w:p>
    <w:p w:rsidR="00581BFF" w:rsidRDefault="00581BFF" w:rsidP="00E43503">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E43503">
      <w:pPr>
        <w:tabs>
          <w:tab w:val="left" w:pos="3600"/>
        </w:tabs>
        <w:ind w:right="98"/>
        <w:jc w:val="both"/>
        <w:outlineLvl w:val="0"/>
        <w:rPr>
          <w:b/>
          <w:sz w:val="28"/>
          <w:szCs w:val="28"/>
        </w:rPr>
      </w:pPr>
      <w:r w:rsidRPr="008454D1">
        <w:rPr>
          <w:sz w:val="28"/>
          <w:szCs w:val="28"/>
        </w:rPr>
        <w:t>Відповідно до ЗУ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w:t>
      </w:r>
      <w:r>
        <w:rPr>
          <w:sz w:val="28"/>
          <w:szCs w:val="28"/>
        </w:rPr>
        <w:t xml:space="preserve"> селищній раді</w:t>
      </w:r>
      <w:r w:rsidRPr="008454D1">
        <w:rPr>
          <w:sz w:val="28"/>
          <w:szCs w:val="28"/>
        </w:rPr>
        <w:t xml:space="preserve"> </w:t>
      </w:r>
      <w:r>
        <w:rPr>
          <w:sz w:val="28"/>
          <w:szCs w:val="28"/>
        </w:rPr>
        <w:t>необхідно визначити</w:t>
      </w:r>
      <w:r>
        <w:rPr>
          <w:iCs/>
          <w:sz w:val="28"/>
          <w:szCs w:val="28"/>
        </w:rPr>
        <w:t xml:space="preserve">  види</w:t>
      </w:r>
      <w:r w:rsidRPr="008454D1">
        <w:rPr>
          <w:iCs/>
          <w:sz w:val="28"/>
          <w:szCs w:val="28"/>
        </w:rPr>
        <w:t xml:space="preserve"> суспільно корисних робіт для порушників  на яких судом накладено адміністративне стягнення у вигляді оплачувальних суспільно корисних робіт</w:t>
      </w:r>
      <w:r>
        <w:rPr>
          <w:iCs/>
          <w:sz w:val="28"/>
          <w:szCs w:val="28"/>
        </w:rPr>
        <w:t xml:space="preserve"> згідно переліку.</w:t>
      </w:r>
      <w:r>
        <w:rPr>
          <w:b/>
          <w:sz w:val="28"/>
          <w:szCs w:val="28"/>
        </w:rPr>
        <w:t xml:space="preserve"> </w:t>
      </w:r>
    </w:p>
    <w:p w:rsidR="00581BFF" w:rsidRDefault="00581BFF" w:rsidP="00E43503">
      <w:pPr>
        <w:tabs>
          <w:tab w:val="left" w:pos="3600"/>
        </w:tabs>
        <w:ind w:right="98"/>
        <w:jc w:val="both"/>
        <w:outlineLvl w:val="0"/>
        <w:rPr>
          <w:b/>
          <w:sz w:val="28"/>
          <w:szCs w:val="28"/>
        </w:rPr>
      </w:pPr>
    </w:p>
    <w:p w:rsidR="00581BFF" w:rsidRDefault="00581BFF" w:rsidP="00DC0523">
      <w:pPr>
        <w:jc w:val="both"/>
        <w:rPr>
          <w:b/>
          <w:sz w:val="28"/>
          <w:szCs w:val="28"/>
        </w:rPr>
      </w:pPr>
      <w:r>
        <w:rPr>
          <w:b/>
          <w:sz w:val="28"/>
          <w:szCs w:val="28"/>
        </w:rPr>
        <w:t xml:space="preserve">                  </w:t>
      </w:r>
      <w:r w:rsidRPr="0067378C">
        <w:rPr>
          <w:b/>
          <w:sz w:val="28"/>
          <w:szCs w:val="28"/>
        </w:rPr>
        <w:t>Голова селищної ради:</w:t>
      </w:r>
    </w:p>
    <w:p w:rsidR="00581BFF" w:rsidRPr="005A5546" w:rsidRDefault="00581BFF" w:rsidP="00DC0523">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5A5546" w:rsidRDefault="00581BFF" w:rsidP="00DC0523">
      <w:pPr>
        <w:ind w:firstLine="707"/>
        <w:jc w:val="both"/>
        <w:rPr>
          <w:sz w:val="28"/>
          <w:szCs w:val="28"/>
        </w:rPr>
      </w:pPr>
      <w:r>
        <w:rPr>
          <w:sz w:val="28"/>
          <w:szCs w:val="28"/>
        </w:rPr>
        <w:t>На  засіданнях</w:t>
      </w:r>
      <w:r w:rsidRPr="002F29D5">
        <w:rPr>
          <w:sz w:val="28"/>
          <w:szCs w:val="28"/>
        </w:rPr>
        <w:t xml:space="preserve"> постійн</w:t>
      </w:r>
      <w:r>
        <w:rPr>
          <w:sz w:val="28"/>
          <w:szCs w:val="28"/>
        </w:rPr>
        <w:t>их</w:t>
      </w:r>
      <w:r w:rsidRPr="002F29D5">
        <w:rPr>
          <w:sz w:val="28"/>
          <w:szCs w:val="28"/>
        </w:rPr>
        <w:t xml:space="preserve"> комісі</w:t>
      </w:r>
      <w:r>
        <w:rPr>
          <w:sz w:val="28"/>
          <w:szCs w:val="28"/>
        </w:rPr>
        <w:t xml:space="preserve">й селищної ради з соціальних питань та з </w:t>
      </w:r>
      <w:r w:rsidRPr="002F29D5">
        <w:rPr>
          <w:sz w:val="28"/>
          <w:szCs w:val="28"/>
        </w:rPr>
        <w:t>питань регламенту, депутатської діяльності, законності, правопорядку, взаємодії з правоохоронними органами та боротьби з корупціє</w:t>
      </w:r>
      <w:r>
        <w:rPr>
          <w:sz w:val="28"/>
          <w:szCs w:val="28"/>
        </w:rPr>
        <w:t xml:space="preserve">ю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Default="00581BFF" w:rsidP="00DC0523">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DC0523">
      <w:pPr>
        <w:rPr>
          <w:b/>
          <w:sz w:val="28"/>
          <w:szCs w:val="28"/>
        </w:rPr>
      </w:pPr>
    </w:p>
    <w:p w:rsidR="00581BFF" w:rsidRPr="00B05A04" w:rsidRDefault="00581BFF" w:rsidP="00DC0523">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DC0523">
        <w:tc>
          <w:tcPr>
            <w:tcW w:w="534" w:type="dxa"/>
          </w:tcPr>
          <w:p w:rsidR="00581BFF" w:rsidRPr="00ED61E6" w:rsidRDefault="00581BFF" w:rsidP="00DC0523">
            <w:pPr>
              <w:ind w:right="-2"/>
              <w:jc w:val="center"/>
            </w:pPr>
            <w:r w:rsidRPr="00ED61E6">
              <w:t>№</w:t>
            </w:r>
          </w:p>
        </w:tc>
        <w:tc>
          <w:tcPr>
            <w:tcW w:w="6095" w:type="dxa"/>
          </w:tcPr>
          <w:p w:rsidR="00581BFF" w:rsidRPr="00ED61E6" w:rsidRDefault="00581BFF" w:rsidP="00DE63B9">
            <w:pPr>
              <w:tabs>
                <w:tab w:val="left" w:pos="676"/>
                <w:tab w:val="center" w:pos="2940"/>
              </w:tabs>
              <w:ind w:right="-2"/>
            </w:pPr>
            <w:r>
              <w:tab/>
            </w:r>
            <w:r>
              <w:tab/>
            </w:r>
            <w:r w:rsidRPr="00ED61E6">
              <w:t>ПІБ депутата</w:t>
            </w:r>
          </w:p>
        </w:tc>
        <w:tc>
          <w:tcPr>
            <w:tcW w:w="2551" w:type="dxa"/>
          </w:tcPr>
          <w:p w:rsidR="00581BFF" w:rsidRPr="00ED61E6" w:rsidRDefault="00581BFF" w:rsidP="00DC0523">
            <w:pPr>
              <w:ind w:right="-2"/>
              <w:jc w:val="center"/>
            </w:pPr>
            <w:r w:rsidRPr="00ED61E6">
              <w:t>Результати голосування</w:t>
            </w:r>
          </w:p>
        </w:tc>
      </w:tr>
      <w:tr w:rsidR="00581BFF" w:rsidRPr="00ED61E6" w:rsidTr="00DC0523">
        <w:tc>
          <w:tcPr>
            <w:tcW w:w="534" w:type="dxa"/>
          </w:tcPr>
          <w:p w:rsidR="00581BFF" w:rsidRPr="00ED61E6" w:rsidRDefault="00581BFF" w:rsidP="00DC0523">
            <w:pPr>
              <w:ind w:right="-2"/>
              <w:jc w:val="center"/>
            </w:pPr>
            <w:r w:rsidRPr="00ED61E6">
              <w:t>1</w:t>
            </w:r>
          </w:p>
        </w:tc>
        <w:tc>
          <w:tcPr>
            <w:tcW w:w="6095" w:type="dxa"/>
          </w:tcPr>
          <w:p w:rsidR="00581BFF" w:rsidRPr="00ED61E6" w:rsidRDefault="00581BFF" w:rsidP="00DC0523">
            <w:r w:rsidRPr="00ED61E6">
              <w:t>Цобенко Сергій Олександрович – селищний голова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w:t>
            </w:r>
          </w:p>
        </w:tc>
        <w:tc>
          <w:tcPr>
            <w:tcW w:w="6095" w:type="dxa"/>
          </w:tcPr>
          <w:p w:rsidR="00581BFF" w:rsidRPr="00ED61E6" w:rsidRDefault="00581BFF" w:rsidP="00DC0523">
            <w:r w:rsidRPr="00ED61E6">
              <w:t>Брижатюк Олена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3</w:t>
            </w:r>
          </w:p>
        </w:tc>
        <w:tc>
          <w:tcPr>
            <w:tcW w:w="6095" w:type="dxa"/>
          </w:tcPr>
          <w:p w:rsidR="00581BFF" w:rsidRPr="00ED61E6" w:rsidRDefault="00581BFF" w:rsidP="00DC0523">
            <w:r w:rsidRPr="00ED61E6">
              <w:t>Голімбієвська Тамара Павлівна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4</w:t>
            </w:r>
          </w:p>
        </w:tc>
        <w:tc>
          <w:tcPr>
            <w:tcW w:w="6095" w:type="dxa"/>
          </w:tcPr>
          <w:p w:rsidR="00581BFF" w:rsidRPr="00ED61E6" w:rsidRDefault="00581BFF" w:rsidP="00DC0523">
            <w:r w:rsidRPr="00ED61E6">
              <w:t>Грушецький Анатолій Георгійович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5</w:t>
            </w:r>
          </w:p>
        </w:tc>
        <w:tc>
          <w:tcPr>
            <w:tcW w:w="6095" w:type="dxa"/>
          </w:tcPr>
          <w:p w:rsidR="00581BFF" w:rsidRPr="00ED61E6" w:rsidRDefault="00581BFF" w:rsidP="00DC0523">
            <w:r w:rsidRPr="00ED61E6">
              <w:t>Дудар Василь Серафимович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6</w:t>
            </w:r>
          </w:p>
        </w:tc>
        <w:tc>
          <w:tcPr>
            <w:tcW w:w="6095" w:type="dxa"/>
          </w:tcPr>
          <w:p w:rsidR="00581BFF" w:rsidRPr="00ED61E6" w:rsidRDefault="00581BFF" w:rsidP="00DC0523">
            <w:r w:rsidRPr="00ED61E6">
              <w:t>Захаренко Вадим Володимирович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7</w:t>
            </w:r>
          </w:p>
        </w:tc>
        <w:tc>
          <w:tcPr>
            <w:tcW w:w="6095" w:type="dxa"/>
          </w:tcPr>
          <w:p w:rsidR="00581BFF" w:rsidRPr="00ED61E6" w:rsidRDefault="00581BFF" w:rsidP="00DC0523">
            <w:r w:rsidRPr="00ED61E6">
              <w:t>Кучмій Богдан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8</w:t>
            </w:r>
          </w:p>
        </w:tc>
        <w:tc>
          <w:tcPr>
            <w:tcW w:w="6095" w:type="dxa"/>
          </w:tcPr>
          <w:p w:rsidR="00581BFF" w:rsidRPr="00ED61E6" w:rsidRDefault="00581BFF" w:rsidP="00DC0523">
            <w:r w:rsidRPr="00ED61E6">
              <w:t>Кучмій Юрій Борисович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9</w:t>
            </w:r>
          </w:p>
        </w:tc>
        <w:tc>
          <w:tcPr>
            <w:tcW w:w="6095" w:type="dxa"/>
          </w:tcPr>
          <w:p w:rsidR="00581BFF" w:rsidRPr="00ED61E6" w:rsidRDefault="00581BFF" w:rsidP="00DC0523">
            <w:r w:rsidRPr="00ED61E6">
              <w:t>Кругла Тетяна Дмитрівна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10</w:t>
            </w:r>
          </w:p>
        </w:tc>
        <w:tc>
          <w:tcPr>
            <w:tcW w:w="6095" w:type="dxa"/>
          </w:tcPr>
          <w:p w:rsidR="00581BFF" w:rsidRPr="00ED61E6" w:rsidRDefault="00581BFF" w:rsidP="00DC0523">
            <w:r w:rsidRPr="00ED61E6">
              <w:t>Лісовська Тамара Андріївна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11</w:t>
            </w:r>
          </w:p>
        </w:tc>
        <w:tc>
          <w:tcPr>
            <w:tcW w:w="6095" w:type="dxa"/>
          </w:tcPr>
          <w:p w:rsidR="00581BFF" w:rsidRPr="00ED61E6" w:rsidRDefault="00581BFF" w:rsidP="00DC0523">
            <w:r w:rsidRPr="00ED61E6">
              <w:t>Лісовський  Сергій Олександрович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12</w:t>
            </w:r>
          </w:p>
        </w:tc>
        <w:tc>
          <w:tcPr>
            <w:tcW w:w="6095" w:type="dxa"/>
          </w:tcPr>
          <w:p w:rsidR="00581BFF" w:rsidRPr="00ED61E6" w:rsidRDefault="00581BFF" w:rsidP="00DC0523">
            <w:r w:rsidRPr="00ED61E6">
              <w:t>Мирошниченко Олена Віталіївна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13</w:t>
            </w:r>
          </w:p>
        </w:tc>
        <w:tc>
          <w:tcPr>
            <w:tcW w:w="6095" w:type="dxa"/>
          </w:tcPr>
          <w:p w:rsidR="00581BFF" w:rsidRPr="00ED61E6" w:rsidRDefault="00581BFF" w:rsidP="00DC0523">
            <w:r w:rsidRPr="00ED61E6">
              <w:t>Мостовик Сергій Віталійович</w:t>
            </w:r>
          </w:p>
        </w:tc>
        <w:tc>
          <w:tcPr>
            <w:tcW w:w="2551" w:type="dxa"/>
          </w:tcPr>
          <w:p w:rsidR="00581BFF" w:rsidRPr="00ED61E6" w:rsidRDefault="00581BFF" w:rsidP="00DC0523">
            <w:pPr>
              <w:tabs>
                <w:tab w:val="left" w:pos="285"/>
                <w:tab w:val="left" w:pos="360"/>
                <w:tab w:val="center" w:pos="512"/>
              </w:tabs>
              <w:ind w:right="-2"/>
            </w:pPr>
            <w:r>
              <w:t>відсутній</w:t>
            </w:r>
          </w:p>
        </w:tc>
      </w:tr>
      <w:tr w:rsidR="00581BFF" w:rsidRPr="00ED61E6" w:rsidTr="00DC0523">
        <w:tc>
          <w:tcPr>
            <w:tcW w:w="534" w:type="dxa"/>
          </w:tcPr>
          <w:p w:rsidR="00581BFF" w:rsidRPr="00ED61E6" w:rsidRDefault="00581BFF" w:rsidP="00DC0523">
            <w:pPr>
              <w:ind w:right="-2"/>
              <w:jc w:val="center"/>
            </w:pPr>
            <w:r w:rsidRPr="00ED61E6">
              <w:t>14</w:t>
            </w:r>
          </w:p>
        </w:tc>
        <w:tc>
          <w:tcPr>
            <w:tcW w:w="6095" w:type="dxa"/>
          </w:tcPr>
          <w:p w:rsidR="00581BFF" w:rsidRPr="00ED61E6" w:rsidRDefault="00581BFF" w:rsidP="00DC0523">
            <w:r w:rsidRPr="00ED61E6">
              <w:t>Напханюк Ольга Іванівна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15</w:t>
            </w:r>
          </w:p>
        </w:tc>
        <w:tc>
          <w:tcPr>
            <w:tcW w:w="6095" w:type="dxa"/>
          </w:tcPr>
          <w:p w:rsidR="00581BFF" w:rsidRPr="00ED61E6" w:rsidRDefault="00581BFF" w:rsidP="00DC0523">
            <w:r w:rsidRPr="00ED61E6">
              <w:t>Напханюк Світлана Олексіївна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16</w:t>
            </w:r>
          </w:p>
        </w:tc>
        <w:tc>
          <w:tcPr>
            <w:tcW w:w="6095" w:type="dxa"/>
          </w:tcPr>
          <w:p w:rsidR="00581BFF" w:rsidRPr="00ED61E6" w:rsidRDefault="00581BFF" w:rsidP="00DC0523">
            <w:r w:rsidRPr="00ED61E6">
              <w:t>Новіков Сергій Алійович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17</w:t>
            </w:r>
          </w:p>
        </w:tc>
        <w:tc>
          <w:tcPr>
            <w:tcW w:w="6095" w:type="dxa"/>
          </w:tcPr>
          <w:p w:rsidR="00581BFF" w:rsidRPr="00ED61E6" w:rsidRDefault="00581BFF" w:rsidP="00DC0523">
            <w:r w:rsidRPr="00ED61E6">
              <w:t>Піщик Тетяна Володимирівна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18</w:t>
            </w:r>
          </w:p>
        </w:tc>
        <w:tc>
          <w:tcPr>
            <w:tcW w:w="6095" w:type="dxa"/>
          </w:tcPr>
          <w:p w:rsidR="00581BFF" w:rsidRPr="00ED61E6" w:rsidRDefault="00581BFF" w:rsidP="00DC0523">
            <w:r w:rsidRPr="00ED61E6">
              <w:t>Романщак Наталія Василівна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19</w:t>
            </w:r>
          </w:p>
        </w:tc>
        <w:tc>
          <w:tcPr>
            <w:tcW w:w="6095" w:type="dxa"/>
          </w:tcPr>
          <w:p w:rsidR="00581BFF" w:rsidRPr="00ED61E6" w:rsidRDefault="00581BFF" w:rsidP="00DC0523">
            <w:r w:rsidRPr="00ED61E6">
              <w:t>Рибак Ігор Федорович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20</w:t>
            </w:r>
          </w:p>
        </w:tc>
        <w:tc>
          <w:tcPr>
            <w:tcW w:w="6095" w:type="dxa"/>
          </w:tcPr>
          <w:p w:rsidR="00581BFF" w:rsidRPr="00ED61E6" w:rsidRDefault="00581BFF" w:rsidP="00DC0523">
            <w:r w:rsidRPr="00ED61E6">
              <w:t>Сачук Валентина Михайлівна</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21</w:t>
            </w:r>
          </w:p>
        </w:tc>
        <w:tc>
          <w:tcPr>
            <w:tcW w:w="6095" w:type="dxa"/>
          </w:tcPr>
          <w:p w:rsidR="00581BFF" w:rsidRPr="00ED61E6" w:rsidRDefault="00581BFF" w:rsidP="00DC0523">
            <w:r w:rsidRPr="00ED61E6">
              <w:t>Сторожук Віталій Олексійович</w:t>
            </w:r>
          </w:p>
        </w:tc>
        <w:tc>
          <w:tcPr>
            <w:tcW w:w="2551" w:type="dxa"/>
          </w:tcPr>
          <w:p w:rsidR="00581BFF" w:rsidRPr="00ED61E6" w:rsidRDefault="00581BFF" w:rsidP="00DC0523">
            <w:pPr>
              <w:ind w:right="-2"/>
            </w:pPr>
            <w:r>
              <w:t>За</w:t>
            </w:r>
          </w:p>
        </w:tc>
      </w:tr>
      <w:tr w:rsidR="00581BFF" w:rsidRPr="00ED61E6" w:rsidTr="00DC0523">
        <w:tc>
          <w:tcPr>
            <w:tcW w:w="534" w:type="dxa"/>
          </w:tcPr>
          <w:p w:rsidR="00581BFF" w:rsidRPr="00ED61E6" w:rsidRDefault="00581BFF" w:rsidP="00DC0523">
            <w:pPr>
              <w:ind w:right="-2"/>
              <w:jc w:val="center"/>
            </w:pPr>
            <w:r w:rsidRPr="00ED61E6">
              <w:t>22</w:t>
            </w:r>
          </w:p>
        </w:tc>
        <w:tc>
          <w:tcPr>
            <w:tcW w:w="6095" w:type="dxa"/>
          </w:tcPr>
          <w:p w:rsidR="00581BFF" w:rsidRPr="00ED61E6" w:rsidRDefault="00581BFF" w:rsidP="00DC0523">
            <w:r w:rsidRPr="00ED61E6">
              <w:t>Скрипар Василь Іванович</w:t>
            </w:r>
          </w:p>
        </w:tc>
        <w:tc>
          <w:tcPr>
            <w:tcW w:w="2551" w:type="dxa"/>
          </w:tcPr>
          <w:p w:rsidR="00581BFF" w:rsidRPr="00ED61E6" w:rsidRDefault="00581BFF" w:rsidP="00DC0523">
            <w:pPr>
              <w:ind w:right="-2"/>
            </w:pPr>
            <w:r>
              <w:t>відсутній</w:t>
            </w:r>
          </w:p>
        </w:tc>
      </w:tr>
      <w:tr w:rsidR="00581BFF" w:rsidRPr="00ED61E6" w:rsidTr="00DC0523">
        <w:tc>
          <w:tcPr>
            <w:tcW w:w="534" w:type="dxa"/>
          </w:tcPr>
          <w:p w:rsidR="00581BFF" w:rsidRPr="00ED61E6" w:rsidRDefault="00581BFF" w:rsidP="00DC0523">
            <w:pPr>
              <w:ind w:right="-2"/>
              <w:jc w:val="center"/>
            </w:pPr>
            <w:r w:rsidRPr="00ED61E6">
              <w:t>23</w:t>
            </w:r>
          </w:p>
        </w:tc>
        <w:tc>
          <w:tcPr>
            <w:tcW w:w="6095" w:type="dxa"/>
          </w:tcPr>
          <w:p w:rsidR="00581BFF" w:rsidRPr="00ED61E6" w:rsidRDefault="00581BFF" w:rsidP="00DC0523">
            <w:r w:rsidRPr="00ED61E6">
              <w:t>Сулима Ольга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24</w:t>
            </w:r>
          </w:p>
        </w:tc>
        <w:tc>
          <w:tcPr>
            <w:tcW w:w="6095" w:type="dxa"/>
          </w:tcPr>
          <w:p w:rsidR="00581BFF" w:rsidRPr="00ED61E6" w:rsidRDefault="00581BFF" w:rsidP="00DC0523">
            <w:r w:rsidRPr="00ED61E6">
              <w:t>Туз Сергій Віталійович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25</w:t>
            </w:r>
          </w:p>
        </w:tc>
        <w:tc>
          <w:tcPr>
            <w:tcW w:w="6095" w:type="dxa"/>
          </w:tcPr>
          <w:p w:rsidR="00581BFF" w:rsidRPr="00ED61E6" w:rsidRDefault="00581BFF" w:rsidP="00DC0523">
            <w:r w:rsidRPr="00ED61E6">
              <w:t>Чушкін Олексій Іванович</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26</w:t>
            </w:r>
          </w:p>
        </w:tc>
        <w:tc>
          <w:tcPr>
            <w:tcW w:w="6095" w:type="dxa"/>
          </w:tcPr>
          <w:p w:rsidR="00581BFF" w:rsidRPr="00ED61E6" w:rsidRDefault="00581BFF" w:rsidP="00DC0523">
            <w:r w:rsidRPr="00ED61E6">
              <w:t>Чушкіна Надія Василівна</w:t>
            </w:r>
          </w:p>
        </w:tc>
        <w:tc>
          <w:tcPr>
            <w:tcW w:w="2551" w:type="dxa"/>
          </w:tcPr>
          <w:p w:rsidR="00581BFF" w:rsidRPr="00ED61E6" w:rsidRDefault="00581BFF" w:rsidP="00DC0523">
            <w:pPr>
              <w:tabs>
                <w:tab w:val="left" w:pos="285"/>
                <w:tab w:val="left" w:pos="360"/>
                <w:tab w:val="center" w:pos="512"/>
              </w:tabs>
              <w:ind w:right="-2"/>
            </w:pPr>
            <w:r>
              <w:t>За</w:t>
            </w:r>
          </w:p>
        </w:tc>
      </w:tr>
      <w:tr w:rsidR="00581BFF" w:rsidRPr="00ED61E6" w:rsidTr="00DC0523">
        <w:tc>
          <w:tcPr>
            <w:tcW w:w="534" w:type="dxa"/>
          </w:tcPr>
          <w:p w:rsidR="00581BFF" w:rsidRPr="00ED61E6" w:rsidRDefault="00581BFF" w:rsidP="00DC0523">
            <w:pPr>
              <w:ind w:right="-2"/>
              <w:jc w:val="center"/>
            </w:pPr>
            <w:r w:rsidRPr="00ED61E6">
              <w:t>27</w:t>
            </w:r>
          </w:p>
        </w:tc>
        <w:tc>
          <w:tcPr>
            <w:tcW w:w="6095" w:type="dxa"/>
          </w:tcPr>
          <w:p w:rsidR="00581BFF" w:rsidRPr="00ED61E6" w:rsidRDefault="00581BFF" w:rsidP="00DC0523">
            <w:r w:rsidRPr="00ED61E6">
              <w:t>Ясінський Микола Володимирович</w:t>
            </w:r>
          </w:p>
        </w:tc>
        <w:tc>
          <w:tcPr>
            <w:tcW w:w="2551" w:type="dxa"/>
          </w:tcPr>
          <w:p w:rsidR="00581BFF" w:rsidRPr="00ED61E6" w:rsidRDefault="00581BFF" w:rsidP="00DC0523">
            <w:pPr>
              <w:ind w:right="-2"/>
            </w:pPr>
            <w:r>
              <w:t>За</w:t>
            </w:r>
          </w:p>
        </w:tc>
      </w:tr>
    </w:tbl>
    <w:p w:rsidR="00581BFF" w:rsidRPr="001D1725" w:rsidRDefault="00581BFF" w:rsidP="00DC0523">
      <w:pPr>
        <w:rPr>
          <w:sz w:val="28"/>
          <w:szCs w:val="28"/>
        </w:rPr>
      </w:pPr>
      <w:r>
        <w:rPr>
          <w:sz w:val="28"/>
          <w:szCs w:val="28"/>
        </w:rPr>
        <w:t>Усього проголосували</w:t>
      </w:r>
      <w:r w:rsidRPr="001D1725">
        <w:rPr>
          <w:sz w:val="28"/>
          <w:szCs w:val="28"/>
        </w:rPr>
        <w:t>,  з них :</w:t>
      </w:r>
    </w:p>
    <w:p w:rsidR="00581BFF" w:rsidRDefault="00581BFF" w:rsidP="00DC0523">
      <w:pPr>
        <w:spacing w:line="319" w:lineRule="exact"/>
        <w:ind w:left="840"/>
        <w:rPr>
          <w:i/>
          <w:sz w:val="28"/>
        </w:rPr>
      </w:pPr>
      <w:r>
        <w:rPr>
          <w:i/>
          <w:sz w:val="28"/>
        </w:rPr>
        <w:t xml:space="preserve"> «За» - 24 чол.</w:t>
      </w:r>
    </w:p>
    <w:p w:rsidR="00581BFF" w:rsidRDefault="00581BFF" w:rsidP="00DC0523">
      <w:pPr>
        <w:spacing w:line="322" w:lineRule="exact"/>
        <w:ind w:left="840"/>
        <w:rPr>
          <w:i/>
          <w:sz w:val="28"/>
        </w:rPr>
      </w:pPr>
      <w:r>
        <w:rPr>
          <w:i/>
          <w:sz w:val="28"/>
        </w:rPr>
        <w:t>«Проти – немає.</w:t>
      </w:r>
    </w:p>
    <w:p w:rsidR="00581BFF" w:rsidRDefault="00581BFF" w:rsidP="00DC0523">
      <w:pPr>
        <w:ind w:left="840"/>
        <w:rPr>
          <w:i/>
          <w:sz w:val="28"/>
        </w:rPr>
      </w:pPr>
      <w:r>
        <w:rPr>
          <w:i/>
          <w:sz w:val="28"/>
        </w:rPr>
        <w:t>«Утримались» - немає.</w:t>
      </w:r>
    </w:p>
    <w:p w:rsidR="00581BFF" w:rsidRDefault="00581BFF" w:rsidP="00DC0523">
      <w:pPr>
        <w:pStyle w:val="Heading1"/>
        <w:spacing w:before="9"/>
        <w:ind w:left="119"/>
        <w:jc w:val="left"/>
        <w:rPr>
          <w:b w:val="0"/>
        </w:rPr>
      </w:pPr>
      <w:r w:rsidRPr="001D1725">
        <w:rPr>
          <w:b w:val="0"/>
        </w:rPr>
        <w:t>Прийнято</w:t>
      </w:r>
      <w:r>
        <w:rPr>
          <w:b w:val="0"/>
        </w:rPr>
        <w:t xml:space="preserve"> рішення № 87 </w:t>
      </w:r>
      <w:r w:rsidRPr="001D1725">
        <w:rPr>
          <w:b w:val="0"/>
        </w:rPr>
        <w:t>(додається).</w:t>
      </w:r>
    </w:p>
    <w:p w:rsidR="00581BFF" w:rsidRDefault="00581BFF" w:rsidP="00DC0523">
      <w:pPr>
        <w:tabs>
          <w:tab w:val="left" w:pos="3600"/>
        </w:tabs>
        <w:ind w:right="98"/>
        <w:jc w:val="both"/>
        <w:outlineLvl w:val="0"/>
        <w:rPr>
          <w:b/>
          <w:sz w:val="28"/>
          <w:szCs w:val="28"/>
        </w:rPr>
      </w:pPr>
    </w:p>
    <w:p w:rsidR="00581BFF" w:rsidRDefault="00581BFF" w:rsidP="00DC0523">
      <w:pPr>
        <w:jc w:val="both"/>
        <w:rPr>
          <w:b/>
          <w:sz w:val="28"/>
          <w:szCs w:val="28"/>
        </w:rPr>
      </w:pPr>
      <w:r>
        <w:rPr>
          <w:b/>
          <w:sz w:val="28"/>
          <w:szCs w:val="28"/>
        </w:rPr>
        <w:t xml:space="preserve">                  </w:t>
      </w:r>
      <w:r w:rsidRPr="0067378C">
        <w:rPr>
          <w:b/>
          <w:sz w:val="28"/>
          <w:szCs w:val="28"/>
        </w:rPr>
        <w:t>Голова селищної ради:</w:t>
      </w:r>
    </w:p>
    <w:p w:rsidR="00581BFF" w:rsidRPr="00F4621E" w:rsidRDefault="00581BFF" w:rsidP="00DC0523">
      <w:pPr>
        <w:jc w:val="both"/>
        <w:rPr>
          <w:sz w:val="28"/>
          <w:szCs w:val="28"/>
        </w:rPr>
      </w:pPr>
      <w:r w:rsidRPr="00F4621E">
        <w:rPr>
          <w:sz w:val="28"/>
          <w:szCs w:val="28"/>
        </w:rPr>
        <w:t xml:space="preserve">Переходимо до розгляду </w:t>
      </w:r>
      <w:r w:rsidRPr="00DC0523">
        <w:rPr>
          <w:sz w:val="28"/>
          <w:szCs w:val="28"/>
        </w:rPr>
        <w:t xml:space="preserve">тридцятого </w:t>
      </w:r>
      <w:r w:rsidRPr="00F4621E">
        <w:rPr>
          <w:sz w:val="28"/>
          <w:szCs w:val="28"/>
        </w:rPr>
        <w:t xml:space="preserve"> питання порядку денного.</w:t>
      </w:r>
    </w:p>
    <w:p w:rsidR="00581BFF" w:rsidRPr="00DC0523" w:rsidRDefault="00581BFF" w:rsidP="00DC0523">
      <w:pPr>
        <w:jc w:val="both"/>
        <w:rPr>
          <w:sz w:val="28"/>
          <w:szCs w:val="28"/>
          <w:highlight w:val="yellow"/>
        </w:rPr>
      </w:pPr>
      <w:r w:rsidRPr="00F4621E">
        <w:rPr>
          <w:sz w:val="28"/>
          <w:szCs w:val="28"/>
        </w:rPr>
        <w:t>Слово для інформації</w:t>
      </w:r>
      <w:r w:rsidRPr="00F4621E">
        <w:rPr>
          <w:bCs/>
          <w:sz w:val="28"/>
          <w:szCs w:val="28"/>
        </w:rPr>
        <w:t xml:space="preserve"> </w:t>
      </w:r>
      <w:r w:rsidRPr="00F4621E">
        <w:rPr>
          <w:b/>
          <w:bCs/>
          <w:sz w:val="28"/>
          <w:szCs w:val="28"/>
        </w:rPr>
        <w:t>"</w:t>
      </w:r>
      <w:r w:rsidRPr="00F4621E">
        <w:rPr>
          <w:b/>
          <w:sz w:val="28"/>
          <w:szCs w:val="28"/>
        </w:rPr>
        <w:t xml:space="preserve">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 </w:t>
      </w:r>
      <w:r w:rsidRPr="00F4621E">
        <w:rPr>
          <w:sz w:val="28"/>
          <w:szCs w:val="28"/>
        </w:rPr>
        <w:t>надається</w:t>
      </w:r>
      <w:r w:rsidRPr="00F4621E">
        <w:rPr>
          <w:b/>
          <w:sz w:val="28"/>
          <w:szCs w:val="28"/>
        </w:rPr>
        <w:t xml:space="preserve"> Грабовому Дмитру Миколайовичу, </w:t>
      </w:r>
      <w:r>
        <w:rPr>
          <w:sz w:val="28"/>
          <w:szCs w:val="28"/>
        </w:rPr>
        <w:t>першому заступнику г</w:t>
      </w:r>
      <w:r w:rsidRPr="00DC0523">
        <w:rPr>
          <w:sz w:val="28"/>
          <w:szCs w:val="28"/>
        </w:rPr>
        <w:t>олови Голованівської селищної ради.</w:t>
      </w:r>
    </w:p>
    <w:p w:rsidR="00581BFF" w:rsidRDefault="00581BFF" w:rsidP="00DC0523">
      <w:pPr>
        <w:pStyle w:val="Heading1"/>
        <w:spacing w:before="9"/>
        <w:ind w:left="119"/>
        <w:jc w:val="left"/>
        <w:rPr>
          <w:b w:val="0"/>
        </w:rPr>
      </w:pPr>
    </w:p>
    <w:p w:rsidR="00581BFF" w:rsidRPr="00765D96" w:rsidRDefault="00581BFF" w:rsidP="00DC0523">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DC0523">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DE63B9">
      <w:pPr>
        <w:ind w:right="-2"/>
        <w:jc w:val="both"/>
        <w:rPr>
          <w:sz w:val="28"/>
          <w:szCs w:val="28"/>
          <w:lang w:eastAsia="ru-RU"/>
        </w:rPr>
      </w:pPr>
      <w:r w:rsidRPr="00DE63B9">
        <w:rPr>
          <w:sz w:val="28"/>
          <w:szCs w:val="28"/>
        </w:rPr>
        <w:t xml:space="preserve">Для забезпечення роботи центру надання адміністративних послуг необхідно  змінити чисельність  відділу  центру  надання адміністративних послуг, ввівши до структури дві штатних одиниці. Для цього необхідно </w:t>
      </w:r>
      <w:r w:rsidRPr="00DE63B9">
        <w:rPr>
          <w:sz w:val="28"/>
          <w:szCs w:val="28"/>
          <w:lang w:eastAsia="ru-RU"/>
        </w:rPr>
        <w:t>внести зміни до рішення третьої сесії Голованівської селищної ради від 22.12.2020 року №33  «Про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 та затвердити її в новій редакції.</w:t>
      </w:r>
    </w:p>
    <w:p w:rsidR="00581BFF" w:rsidRDefault="00581BFF" w:rsidP="00DE63B9">
      <w:pPr>
        <w:ind w:right="-2"/>
        <w:jc w:val="both"/>
        <w:rPr>
          <w:sz w:val="28"/>
          <w:szCs w:val="28"/>
          <w:lang w:eastAsia="ru-RU"/>
        </w:rPr>
      </w:pPr>
    </w:p>
    <w:p w:rsidR="00581BFF" w:rsidRDefault="00581BFF" w:rsidP="00DE63B9">
      <w:pPr>
        <w:ind w:right="-2"/>
        <w:jc w:val="both"/>
        <w:rPr>
          <w:b/>
          <w:sz w:val="28"/>
          <w:szCs w:val="28"/>
        </w:rPr>
      </w:pPr>
      <w:r>
        <w:rPr>
          <w:b/>
          <w:sz w:val="28"/>
          <w:szCs w:val="28"/>
        </w:rPr>
        <w:t xml:space="preserve">                  </w:t>
      </w:r>
      <w:r w:rsidRPr="0067378C">
        <w:rPr>
          <w:b/>
          <w:sz w:val="28"/>
          <w:szCs w:val="28"/>
        </w:rPr>
        <w:t>Голова селищної ради:</w:t>
      </w:r>
    </w:p>
    <w:p w:rsidR="00581BFF" w:rsidRDefault="00581BFF" w:rsidP="00DE63B9">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DE63B9">
      <w:pPr>
        <w:ind w:firstLine="708"/>
        <w:rPr>
          <w:sz w:val="28"/>
          <w:szCs w:val="28"/>
        </w:rPr>
      </w:pPr>
    </w:p>
    <w:p w:rsidR="00581BFF" w:rsidRPr="00B05A04" w:rsidRDefault="00581BFF" w:rsidP="00DE63B9">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F5E81">
        <w:tc>
          <w:tcPr>
            <w:tcW w:w="534" w:type="dxa"/>
          </w:tcPr>
          <w:p w:rsidR="00581BFF" w:rsidRPr="00ED61E6" w:rsidRDefault="00581BFF" w:rsidP="008F5E81">
            <w:pPr>
              <w:ind w:right="-2"/>
              <w:jc w:val="center"/>
            </w:pPr>
            <w:r w:rsidRPr="00ED61E6">
              <w:t>№</w:t>
            </w:r>
          </w:p>
        </w:tc>
        <w:tc>
          <w:tcPr>
            <w:tcW w:w="6095" w:type="dxa"/>
          </w:tcPr>
          <w:p w:rsidR="00581BFF" w:rsidRPr="00ED61E6" w:rsidRDefault="00581BFF" w:rsidP="008F5E81">
            <w:pPr>
              <w:tabs>
                <w:tab w:val="left" w:pos="676"/>
                <w:tab w:val="center" w:pos="2940"/>
              </w:tabs>
              <w:ind w:right="-2"/>
            </w:pPr>
            <w:r>
              <w:tab/>
            </w:r>
            <w:r>
              <w:tab/>
            </w:r>
            <w:r w:rsidRPr="00ED61E6">
              <w:t>ПІБ депутата</w:t>
            </w:r>
          </w:p>
        </w:tc>
        <w:tc>
          <w:tcPr>
            <w:tcW w:w="2551" w:type="dxa"/>
          </w:tcPr>
          <w:p w:rsidR="00581BFF" w:rsidRPr="00ED61E6" w:rsidRDefault="00581BFF" w:rsidP="008F5E81">
            <w:pPr>
              <w:ind w:right="-2"/>
              <w:jc w:val="center"/>
            </w:pPr>
            <w:r w:rsidRPr="00ED61E6">
              <w:t>Результати голосування</w:t>
            </w:r>
          </w:p>
        </w:tc>
      </w:tr>
      <w:tr w:rsidR="00581BFF" w:rsidRPr="00ED61E6" w:rsidTr="008F5E81">
        <w:tc>
          <w:tcPr>
            <w:tcW w:w="534" w:type="dxa"/>
          </w:tcPr>
          <w:p w:rsidR="00581BFF" w:rsidRPr="00ED61E6" w:rsidRDefault="00581BFF" w:rsidP="008F5E81">
            <w:pPr>
              <w:ind w:right="-2"/>
              <w:jc w:val="center"/>
            </w:pPr>
            <w:r w:rsidRPr="00ED61E6">
              <w:t>1</w:t>
            </w:r>
          </w:p>
        </w:tc>
        <w:tc>
          <w:tcPr>
            <w:tcW w:w="6095" w:type="dxa"/>
          </w:tcPr>
          <w:p w:rsidR="00581BFF" w:rsidRPr="00ED61E6" w:rsidRDefault="00581BFF" w:rsidP="008F5E81">
            <w:r w:rsidRPr="00ED61E6">
              <w:t>Цобенко Сергій Олександрович – селищний голова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w:t>
            </w:r>
          </w:p>
        </w:tc>
        <w:tc>
          <w:tcPr>
            <w:tcW w:w="6095" w:type="dxa"/>
          </w:tcPr>
          <w:p w:rsidR="00581BFF" w:rsidRPr="00ED61E6" w:rsidRDefault="00581BFF" w:rsidP="008F5E81">
            <w:r w:rsidRPr="00ED61E6">
              <w:t>Брижатюк Олена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3</w:t>
            </w:r>
          </w:p>
        </w:tc>
        <w:tc>
          <w:tcPr>
            <w:tcW w:w="6095" w:type="dxa"/>
          </w:tcPr>
          <w:p w:rsidR="00581BFF" w:rsidRPr="00ED61E6" w:rsidRDefault="00581BFF" w:rsidP="008F5E81">
            <w:r w:rsidRPr="00ED61E6">
              <w:t>Голімбієвська Тамара Павлівна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4</w:t>
            </w:r>
          </w:p>
        </w:tc>
        <w:tc>
          <w:tcPr>
            <w:tcW w:w="6095" w:type="dxa"/>
          </w:tcPr>
          <w:p w:rsidR="00581BFF" w:rsidRPr="00ED61E6" w:rsidRDefault="00581BFF" w:rsidP="008F5E81">
            <w:r w:rsidRPr="00ED61E6">
              <w:t>Грушецький Анатолій Георгійович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5</w:t>
            </w:r>
          </w:p>
        </w:tc>
        <w:tc>
          <w:tcPr>
            <w:tcW w:w="6095" w:type="dxa"/>
          </w:tcPr>
          <w:p w:rsidR="00581BFF" w:rsidRPr="00ED61E6" w:rsidRDefault="00581BFF" w:rsidP="008F5E81">
            <w:r w:rsidRPr="00ED61E6">
              <w:t>Дудар Василь Серафимович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6</w:t>
            </w:r>
          </w:p>
        </w:tc>
        <w:tc>
          <w:tcPr>
            <w:tcW w:w="6095" w:type="dxa"/>
          </w:tcPr>
          <w:p w:rsidR="00581BFF" w:rsidRPr="00ED61E6" w:rsidRDefault="00581BFF" w:rsidP="008F5E81">
            <w:r w:rsidRPr="00ED61E6">
              <w:t>Захаренко Вадим Володимирович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7</w:t>
            </w:r>
          </w:p>
        </w:tc>
        <w:tc>
          <w:tcPr>
            <w:tcW w:w="6095" w:type="dxa"/>
          </w:tcPr>
          <w:p w:rsidR="00581BFF" w:rsidRPr="00ED61E6" w:rsidRDefault="00581BFF" w:rsidP="008F5E81">
            <w:r w:rsidRPr="00ED61E6">
              <w:t>Кучмій Богдан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8</w:t>
            </w:r>
          </w:p>
        </w:tc>
        <w:tc>
          <w:tcPr>
            <w:tcW w:w="6095" w:type="dxa"/>
          </w:tcPr>
          <w:p w:rsidR="00581BFF" w:rsidRPr="00ED61E6" w:rsidRDefault="00581BFF" w:rsidP="008F5E81">
            <w:r w:rsidRPr="00ED61E6">
              <w:t>Кучмій Юрій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9</w:t>
            </w:r>
          </w:p>
        </w:tc>
        <w:tc>
          <w:tcPr>
            <w:tcW w:w="6095" w:type="dxa"/>
          </w:tcPr>
          <w:p w:rsidR="00581BFF" w:rsidRPr="00ED61E6" w:rsidRDefault="00581BFF" w:rsidP="008F5E81">
            <w:r w:rsidRPr="00ED61E6">
              <w:t>Кругла Тетяна Дмитрівна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10</w:t>
            </w:r>
          </w:p>
        </w:tc>
        <w:tc>
          <w:tcPr>
            <w:tcW w:w="6095" w:type="dxa"/>
          </w:tcPr>
          <w:p w:rsidR="00581BFF" w:rsidRPr="00ED61E6" w:rsidRDefault="00581BFF" w:rsidP="008F5E81">
            <w:r w:rsidRPr="00ED61E6">
              <w:t>Лісовська Тамара Андріївна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11</w:t>
            </w:r>
          </w:p>
        </w:tc>
        <w:tc>
          <w:tcPr>
            <w:tcW w:w="6095" w:type="dxa"/>
          </w:tcPr>
          <w:p w:rsidR="00581BFF" w:rsidRPr="00ED61E6" w:rsidRDefault="00581BFF" w:rsidP="008F5E81">
            <w:r w:rsidRPr="00ED61E6">
              <w:t>Лісовський  Сергій Олександрович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12</w:t>
            </w:r>
          </w:p>
        </w:tc>
        <w:tc>
          <w:tcPr>
            <w:tcW w:w="6095" w:type="dxa"/>
          </w:tcPr>
          <w:p w:rsidR="00581BFF" w:rsidRPr="00ED61E6" w:rsidRDefault="00581BFF" w:rsidP="008F5E81">
            <w:r w:rsidRPr="00ED61E6">
              <w:t>Мирошниченко Олена Віталіївна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13</w:t>
            </w:r>
          </w:p>
        </w:tc>
        <w:tc>
          <w:tcPr>
            <w:tcW w:w="6095" w:type="dxa"/>
          </w:tcPr>
          <w:p w:rsidR="00581BFF" w:rsidRPr="00ED61E6" w:rsidRDefault="00581BFF" w:rsidP="008F5E81">
            <w:r w:rsidRPr="00ED61E6">
              <w:t>Мостовик Сергій Віталійович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14</w:t>
            </w:r>
          </w:p>
        </w:tc>
        <w:tc>
          <w:tcPr>
            <w:tcW w:w="6095" w:type="dxa"/>
          </w:tcPr>
          <w:p w:rsidR="00581BFF" w:rsidRPr="00ED61E6" w:rsidRDefault="00581BFF" w:rsidP="008F5E81">
            <w:r w:rsidRPr="00ED61E6">
              <w:t>Напханюк Ольга Іванівна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15</w:t>
            </w:r>
          </w:p>
        </w:tc>
        <w:tc>
          <w:tcPr>
            <w:tcW w:w="6095" w:type="dxa"/>
          </w:tcPr>
          <w:p w:rsidR="00581BFF" w:rsidRPr="00ED61E6" w:rsidRDefault="00581BFF" w:rsidP="008F5E81">
            <w:r w:rsidRPr="00ED61E6">
              <w:t>Напханюк Світлана Олексіївна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16</w:t>
            </w:r>
          </w:p>
        </w:tc>
        <w:tc>
          <w:tcPr>
            <w:tcW w:w="6095" w:type="dxa"/>
          </w:tcPr>
          <w:p w:rsidR="00581BFF" w:rsidRPr="00ED61E6" w:rsidRDefault="00581BFF" w:rsidP="008F5E81">
            <w:r w:rsidRPr="00ED61E6">
              <w:t>Новіков Сергій Алійович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17</w:t>
            </w:r>
          </w:p>
        </w:tc>
        <w:tc>
          <w:tcPr>
            <w:tcW w:w="6095" w:type="dxa"/>
          </w:tcPr>
          <w:p w:rsidR="00581BFF" w:rsidRPr="00ED61E6" w:rsidRDefault="00581BFF" w:rsidP="008F5E81">
            <w:r w:rsidRPr="00ED61E6">
              <w:t>Піщик Тетяна Володимирівна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18</w:t>
            </w:r>
          </w:p>
        </w:tc>
        <w:tc>
          <w:tcPr>
            <w:tcW w:w="6095" w:type="dxa"/>
          </w:tcPr>
          <w:p w:rsidR="00581BFF" w:rsidRPr="00ED61E6" w:rsidRDefault="00581BFF" w:rsidP="008F5E81">
            <w:r w:rsidRPr="00ED61E6">
              <w:t>Романщак Наталія Василівна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19</w:t>
            </w:r>
          </w:p>
        </w:tc>
        <w:tc>
          <w:tcPr>
            <w:tcW w:w="6095" w:type="dxa"/>
          </w:tcPr>
          <w:p w:rsidR="00581BFF" w:rsidRPr="00ED61E6" w:rsidRDefault="00581BFF" w:rsidP="008F5E81">
            <w:r w:rsidRPr="00ED61E6">
              <w:t>Рибак Ігор Федорович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20</w:t>
            </w:r>
          </w:p>
        </w:tc>
        <w:tc>
          <w:tcPr>
            <w:tcW w:w="6095" w:type="dxa"/>
          </w:tcPr>
          <w:p w:rsidR="00581BFF" w:rsidRPr="00ED61E6" w:rsidRDefault="00581BFF" w:rsidP="008F5E81">
            <w:r w:rsidRPr="00ED61E6">
              <w:t>Сачук Валентина Михайлівна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21</w:t>
            </w:r>
          </w:p>
        </w:tc>
        <w:tc>
          <w:tcPr>
            <w:tcW w:w="6095" w:type="dxa"/>
          </w:tcPr>
          <w:p w:rsidR="00581BFF" w:rsidRPr="00ED61E6" w:rsidRDefault="00581BFF" w:rsidP="008F5E81">
            <w:r w:rsidRPr="00ED61E6">
              <w:t>Сторожук Віталій Олексійович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22</w:t>
            </w:r>
          </w:p>
        </w:tc>
        <w:tc>
          <w:tcPr>
            <w:tcW w:w="6095" w:type="dxa"/>
          </w:tcPr>
          <w:p w:rsidR="00581BFF" w:rsidRPr="00ED61E6" w:rsidRDefault="00581BFF" w:rsidP="008F5E81">
            <w:r w:rsidRPr="00ED61E6">
              <w:t>Скрипар Василь Іванович</w:t>
            </w:r>
          </w:p>
        </w:tc>
        <w:tc>
          <w:tcPr>
            <w:tcW w:w="2551" w:type="dxa"/>
          </w:tcPr>
          <w:p w:rsidR="00581BFF" w:rsidRPr="00ED61E6" w:rsidRDefault="00581BFF" w:rsidP="008F5E81">
            <w:pPr>
              <w:ind w:right="-2"/>
            </w:pPr>
            <w:r>
              <w:t>відсутній</w:t>
            </w:r>
          </w:p>
        </w:tc>
      </w:tr>
      <w:tr w:rsidR="00581BFF" w:rsidRPr="00ED61E6" w:rsidTr="008F5E81">
        <w:tc>
          <w:tcPr>
            <w:tcW w:w="534" w:type="dxa"/>
          </w:tcPr>
          <w:p w:rsidR="00581BFF" w:rsidRPr="00ED61E6" w:rsidRDefault="00581BFF" w:rsidP="008F5E81">
            <w:pPr>
              <w:ind w:right="-2"/>
              <w:jc w:val="center"/>
            </w:pPr>
            <w:r w:rsidRPr="00ED61E6">
              <w:t>23</w:t>
            </w:r>
          </w:p>
        </w:tc>
        <w:tc>
          <w:tcPr>
            <w:tcW w:w="6095" w:type="dxa"/>
          </w:tcPr>
          <w:p w:rsidR="00581BFF" w:rsidRPr="00ED61E6" w:rsidRDefault="00581BFF" w:rsidP="008F5E81">
            <w:r w:rsidRPr="00ED61E6">
              <w:t>Сулима Ольга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24</w:t>
            </w:r>
          </w:p>
        </w:tc>
        <w:tc>
          <w:tcPr>
            <w:tcW w:w="6095" w:type="dxa"/>
          </w:tcPr>
          <w:p w:rsidR="00581BFF" w:rsidRPr="00ED61E6" w:rsidRDefault="00581BFF" w:rsidP="008F5E81">
            <w:r w:rsidRPr="00ED61E6">
              <w:t>Туз Сергій Віталійович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25</w:t>
            </w:r>
          </w:p>
        </w:tc>
        <w:tc>
          <w:tcPr>
            <w:tcW w:w="6095" w:type="dxa"/>
          </w:tcPr>
          <w:p w:rsidR="00581BFF" w:rsidRPr="00ED61E6" w:rsidRDefault="00581BFF" w:rsidP="008F5E81">
            <w:r w:rsidRPr="00ED61E6">
              <w:t>Чушкін Олексій Іванович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26</w:t>
            </w:r>
          </w:p>
        </w:tc>
        <w:tc>
          <w:tcPr>
            <w:tcW w:w="6095" w:type="dxa"/>
          </w:tcPr>
          <w:p w:rsidR="00581BFF" w:rsidRPr="00ED61E6" w:rsidRDefault="00581BFF" w:rsidP="008F5E81">
            <w:r w:rsidRPr="00ED61E6">
              <w:t>Чушкіна Надія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27</w:t>
            </w:r>
          </w:p>
        </w:tc>
        <w:tc>
          <w:tcPr>
            <w:tcW w:w="6095" w:type="dxa"/>
          </w:tcPr>
          <w:p w:rsidR="00581BFF" w:rsidRPr="00ED61E6" w:rsidRDefault="00581BFF" w:rsidP="008F5E81">
            <w:r w:rsidRPr="00ED61E6">
              <w:t>Ясінський Микола Володимирович</w:t>
            </w:r>
          </w:p>
        </w:tc>
        <w:tc>
          <w:tcPr>
            <w:tcW w:w="2551" w:type="dxa"/>
          </w:tcPr>
          <w:p w:rsidR="00581BFF" w:rsidRPr="00ED61E6" w:rsidRDefault="00581BFF" w:rsidP="008F5E81">
            <w:pPr>
              <w:ind w:right="-2"/>
            </w:pPr>
            <w:r>
              <w:t>За</w:t>
            </w:r>
          </w:p>
        </w:tc>
      </w:tr>
    </w:tbl>
    <w:p w:rsidR="00581BFF" w:rsidRPr="001D1725" w:rsidRDefault="00581BFF" w:rsidP="00DE63B9">
      <w:pPr>
        <w:rPr>
          <w:sz w:val="28"/>
          <w:szCs w:val="28"/>
        </w:rPr>
      </w:pPr>
      <w:r>
        <w:rPr>
          <w:sz w:val="28"/>
          <w:szCs w:val="28"/>
        </w:rPr>
        <w:t>Усього проголосували</w:t>
      </w:r>
      <w:r w:rsidRPr="001D1725">
        <w:rPr>
          <w:sz w:val="28"/>
          <w:szCs w:val="28"/>
        </w:rPr>
        <w:t>,  з них :</w:t>
      </w:r>
    </w:p>
    <w:p w:rsidR="00581BFF" w:rsidRDefault="00581BFF" w:rsidP="00DE63B9">
      <w:pPr>
        <w:spacing w:line="319" w:lineRule="exact"/>
        <w:ind w:left="840"/>
        <w:rPr>
          <w:i/>
          <w:sz w:val="28"/>
        </w:rPr>
      </w:pPr>
      <w:r>
        <w:rPr>
          <w:i/>
          <w:sz w:val="28"/>
        </w:rPr>
        <w:t xml:space="preserve"> «За» - 24 чол.</w:t>
      </w:r>
    </w:p>
    <w:p w:rsidR="00581BFF" w:rsidRDefault="00581BFF" w:rsidP="00DE63B9">
      <w:pPr>
        <w:spacing w:line="322" w:lineRule="exact"/>
        <w:ind w:left="840"/>
        <w:rPr>
          <w:i/>
          <w:sz w:val="28"/>
        </w:rPr>
      </w:pPr>
      <w:r>
        <w:rPr>
          <w:i/>
          <w:sz w:val="28"/>
        </w:rPr>
        <w:t>«Проти – немає.</w:t>
      </w:r>
    </w:p>
    <w:p w:rsidR="00581BFF" w:rsidRDefault="00581BFF" w:rsidP="00DE63B9">
      <w:pPr>
        <w:ind w:left="840"/>
        <w:rPr>
          <w:i/>
          <w:sz w:val="28"/>
        </w:rPr>
      </w:pPr>
      <w:r>
        <w:rPr>
          <w:i/>
          <w:sz w:val="28"/>
        </w:rPr>
        <w:t>«Утримались» - немає.</w:t>
      </w:r>
    </w:p>
    <w:p w:rsidR="00581BFF" w:rsidRDefault="00581BFF" w:rsidP="00DE63B9">
      <w:pPr>
        <w:pStyle w:val="Heading1"/>
        <w:spacing w:before="9"/>
        <w:ind w:left="119"/>
        <w:jc w:val="left"/>
        <w:rPr>
          <w:b w:val="0"/>
        </w:rPr>
      </w:pPr>
      <w:r w:rsidRPr="001D1725">
        <w:rPr>
          <w:b w:val="0"/>
        </w:rPr>
        <w:t>Прийнято</w:t>
      </w:r>
      <w:r>
        <w:rPr>
          <w:b w:val="0"/>
        </w:rPr>
        <w:t xml:space="preserve"> рішення № 88 </w:t>
      </w:r>
      <w:r w:rsidRPr="001D1725">
        <w:rPr>
          <w:b w:val="0"/>
        </w:rPr>
        <w:t>(додається).</w:t>
      </w:r>
    </w:p>
    <w:p w:rsidR="00581BFF" w:rsidRDefault="00581BFF" w:rsidP="00DE63B9">
      <w:pPr>
        <w:pStyle w:val="Heading1"/>
        <w:spacing w:before="9"/>
        <w:ind w:left="119"/>
        <w:jc w:val="left"/>
        <w:rPr>
          <w:b w:val="0"/>
        </w:rPr>
      </w:pPr>
    </w:p>
    <w:p w:rsidR="00581BFF" w:rsidRDefault="00581BFF" w:rsidP="00DE63B9">
      <w:pPr>
        <w:jc w:val="both"/>
        <w:rPr>
          <w:sz w:val="28"/>
          <w:szCs w:val="28"/>
        </w:rPr>
      </w:pPr>
      <w:r w:rsidRPr="005A5546">
        <w:rPr>
          <w:sz w:val="28"/>
          <w:szCs w:val="28"/>
        </w:rPr>
        <w:t xml:space="preserve">Переходимо до розгляду </w:t>
      </w:r>
      <w:r w:rsidRPr="00DE63B9">
        <w:rPr>
          <w:sz w:val="28"/>
          <w:szCs w:val="28"/>
        </w:rPr>
        <w:t xml:space="preserve">тридцять першого  </w:t>
      </w:r>
      <w:r w:rsidRPr="00B05A04">
        <w:rPr>
          <w:sz w:val="28"/>
          <w:szCs w:val="28"/>
        </w:rPr>
        <w:t xml:space="preserve"> </w:t>
      </w:r>
      <w:r>
        <w:rPr>
          <w:sz w:val="28"/>
          <w:szCs w:val="28"/>
        </w:rPr>
        <w:t>питання.</w:t>
      </w:r>
    </w:p>
    <w:p w:rsidR="00581BFF" w:rsidRDefault="00581BFF" w:rsidP="00DE63B9">
      <w:pPr>
        <w:tabs>
          <w:tab w:val="left" w:pos="0"/>
        </w:tabs>
        <w:adjustRightInd w:val="0"/>
        <w:ind w:right="-5"/>
        <w:jc w:val="both"/>
        <w:rPr>
          <w:sz w:val="28"/>
          <w:szCs w:val="28"/>
        </w:rPr>
      </w:pPr>
      <w:r w:rsidRPr="002F4B1F">
        <w:rPr>
          <w:sz w:val="28"/>
          <w:szCs w:val="28"/>
        </w:rPr>
        <w:t>Слово для інформації</w:t>
      </w:r>
      <w:r>
        <w:rPr>
          <w:iCs/>
          <w:color w:val="000000"/>
          <w:sz w:val="28"/>
          <w:szCs w:val="28"/>
        </w:rPr>
        <w:t xml:space="preserve"> </w:t>
      </w:r>
      <w:r w:rsidRPr="009560EA">
        <w:rPr>
          <w:b/>
          <w:iCs/>
          <w:sz w:val="28"/>
          <w:szCs w:val="28"/>
        </w:rPr>
        <w:t>"</w:t>
      </w:r>
      <w:r w:rsidRPr="00DE63B9">
        <w:rPr>
          <w:b/>
          <w:sz w:val="28"/>
          <w:szCs w:val="28"/>
        </w:rPr>
        <w:t>Про надання дозволу на розробку проекту землеустрою</w:t>
      </w:r>
      <w:r w:rsidRPr="009560EA">
        <w:rPr>
          <w:b/>
          <w:sz w:val="28"/>
          <w:szCs w:val="28"/>
        </w:rPr>
        <w:t>"</w:t>
      </w:r>
      <w:r>
        <w:rPr>
          <w:b/>
          <w:sz w:val="28"/>
          <w:szCs w:val="28"/>
        </w:rPr>
        <w:t xml:space="preserve"> </w:t>
      </w:r>
      <w:r w:rsidRPr="00DD698C">
        <w:rPr>
          <w:sz w:val="28"/>
          <w:szCs w:val="28"/>
        </w:rPr>
        <w:t>надається</w:t>
      </w:r>
      <w:r w:rsidRPr="00930564">
        <w:rPr>
          <w:b/>
          <w:sz w:val="28"/>
          <w:szCs w:val="28"/>
        </w:rPr>
        <w:t xml:space="preserve"> </w:t>
      </w:r>
      <w:r>
        <w:rPr>
          <w:b/>
          <w:sz w:val="28"/>
          <w:szCs w:val="28"/>
        </w:rPr>
        <w:t>Свид Оксані Георгіївні,</w:t>
      </w:r>
      <w:r w:rsidRPr="00DE63B9">
        <w:rPr>
          <w:sz w:val="28"/>
          <w:szCs w:val="28"/>
        </w:rPr>
        <w:t xml:space="preserve"> начальнику земельного відділу Голованівської селищної ради</w:t>
      </w:r>
      <w:r>
        <w:rPr>
          <w:sz w:val="28"/>
          <w:szCs w:val="28"/>
        </w:rPr>
        <w:t>.</w:t>
      </w:r>
    </w:p>
    <w:p w:rsidR="00581BFF" w:rsidRDefault="00581BFF" w:rsidP="00DE63B9">
      <w:pPr>
        <w:tabs>
          <w:tab w:val="left" w:pos="0"/>
        </w:tabs>
        <w:adjustRightInd w:val="0"/>
        <w:ind w:right="-5"/>
        <w:jc w:val="both"/>
        <w:rPr>
          <w:sz w:val="28"/>
          <w:szCs w:val="28"/>
        </w:rPr>
      </w:pPr>
    </w:p>
    <w:p w:rsidR="00581BFF" w:rsidRPr="00765D96" w:rsidRDefault="00581BFF" w:rsidP="00DE63B9">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DE63B9">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B70E43">
      <w:pPr>
        <w:tabs>
          <w:tab w:val="left" w:pos="0"/>
        </w:tabs>
        <w:adjustRightInd w:val="0"/>
        <w:ind w:right="-5"/>
        <w:jc w:val="both"/>
        <w:rPr>
          <w:sz w:val="28"/>
          <w:szCs w:val="28"/>
        </w:rPr>
      </w:pPr>
      <w:r>
        <w:rPr>
          <w:sz w:val="28"/>
          <w:szCs w:val="28"/>
        </w:rPr>
        <w:t>За результатами роботи постійної комісії з питань аграрної політики та земельних відносин пропонується виключити з проекту рішення п.3 та 4, оскільки згідно рішення постійної комісії громадянам рекомендовано звернутися до селищної ради з питаннями про надання ділянок в оренду.</w:t>
      </w:r>
    </w:p>
    <w:p w:rsidR="00581BFF" w:rsidRDefault="00581BFF" w:rsidP="00DE63B9">
      <w:pPr>
        <w:ind w:right="-2"/>
        <w:jc w:val="both"/>
        <w:rPr>
          <w:sz w:val="28"/>
          <w:szCs w:val="28"/>
          <w:lang w:eastAsia="ru-RU"/>
        </w:rPr>
      </w:pPr>
    </w:p>
    <w:p w:rsidR="00581BFF" w:rsidRDefault="00581BFF" w:rsidP="00DE63B9">
      <w:pPr>
        <w:ind w:right="-2"/>
        <w:jc w:val="both"/>
        <w:rPr>
          <w:b/>
          <w:sz w:val="28"/>
          <w:szCs w:val="28"/>
        </w:rPr>
      </w:pPr>
      <w:r>
        <w:rPr>
          <w:b/>
          <w:sz w:val="28"/>
          <w:szCs w:val="28"/>
        </w:rPr>
        <w:t xml:space="preserve">                  </w:t>
      </w:r>
      <w:r w:rsidRPr="0067378C">
        <w:rPr>
          <w:b/>
          <w:sz w:val="28"/>
          <w:szCs w:val="28"/>
        </w:rPr>
        <w:t>Голова селищної ради:</w:t>
      </w:r>
    </w:p>
    <w:p w:rsidR="00581BFF" w:rsidRDefault="00581BFF" w:rsidP="00B70E43">
      <w:pPr>
        <w:rPr>
          <w:sz w:val="28"/>
          <w:szCs w:val="28"/>
        </w:rPr>
      </w:pPr>
      <w:r w:rsidRPr="005A5546">
        <w:rPr>
          <w:sz w:val="28"/>
          <w:szCs w:val="28"/>
        </w:rPr>
        <w:t xml:space="preserve">Чи є запитання </w:t>
      </w:r>
      <w:r>
        <w:rPr>
          <w:sz w:val="28"/>
          <w:szCs w:val="28"/>
        </w:rPr>
        <w:t xml:space="preserve">у депутатів? </w:t>
      </w:r>
    </w:p>
    <w:p w:rsidR="00581BFF" w:rsidRDefault="00581BFF" w:rsidP="00B70E43">
      <w:pPr>
        <w:ind w:firstLine="707"/>
        <w:rPr>
          <w:sz w:val="28"/>
          <w:szCs w:val="28"/>
        </w:rPr>
      </w:pPr>
    </w:p>
    <w:p w:rsidR="00581BFF" w:rsidRDefault="00581BFF" w:rsidP="00B70E43">
      <w:pPr>
        <w:ind w:firstLine="707"/>
        <w:jc w:val="both"/>
        <w:rPr>
          <w:sz w:val="28"/>
          <w:szCs w:val="28"/>
        </w:rPr>
      </w:pPr>
      <w:r>
        <w:rPr>
          <w:sz w:val="28"/>
          <w:szCs w:val="28"/>
        </w:rPr>
        <w:t>Запитання поставили депутати Напханюк С.О., Кучмій Б.Б., Чушкін О.І.</w:t>
      </w:r>
    </w:p>
    <w:p w:rsidR="00581BFF" w:rsidRDefault="00581BFF" w:rsidP="00B70E43">
      <w:pPr>
        <w:ind w:firstLine="707"/>
        <w:jc w:val="both"/>
        <w:rPr>
          <w:sz w:val="28"/>
          <w:szCs w:val="28"/>
        </w:rPr>
      </w:pPr>
    </w:p>
    <w:p w:rsidR="00581BFF" w:rsidRDefault="00581BFF" w:rsidP="00E869B2">
      <w:pPr>
        <w:ind w:hanging="840"/>
        <w:jc w:val="both"/>
        <w:rPr>
          <w:sz w:val="28"/>
          <w:szCs w:val="28"/>
        </w:rPr>
      </w:pPr>
      <w:r>
        <w:rPr>
          <w:sz w:val="28"/>
          <w:szCs w:val="28"/>
        </w:rPr>
        <w:t xml:space="preserve">                      Цобенко С.О., Рибак І.Ф. надали відповіді  щодо поставлених запитань.</w:t>
      </w:r>
    </w:p>
    <w:p w:rsidR="00581BFF" w:rsidRDefault="00581BFF" w:rsidP="00B70E43">
      <w:pPr>
        <w:ind w:right="-2"/>
        <w:jc w:val="both"/>
        <w:rPr>
          <w:sz w:val="28"/>
          <w:szCs w:val="28"/>
          <w:lang w:eastAsia="ru-RU"/>
        </w:rPr>
      </w:pPr>
    </w:p>
    <w:p w:rsidR="00581BFF" w:rsidRPr="00B70E43" w:rsidRDefault="00581BFF" w:rsidP="00B70E43">
      <w:pPr>
        <w:ind w:right="-2"/>
        <w:jc w:val="both"/>
        <w:rPr>
          <w:b/>
          <w:sz w:val="28"/>
          <w:szCs w:val="28"/>
        </w:rPr>
      </w:pPr>
      <w:r>
        <w:rPr>
          <w:b/>
          <w:sz w:val="28"/>
          <w:szCs w:val="28"/>
        </w:rPr>
        <w:t xml:space="preserve">                  </w:t>
      </w:r>
      <w:r w:rsidRPr="0067378C">
        <w:rPr>
          <w:b/>
          <w:sz w:val="28"/>
          <w:szCs w:val="28"/>
        </w:rPr>
        <w:t>Голова селищної ради:</w:t>
      </w:r>
    </w:p>
    <w:p w:rsidR="00581BFF" w:rsidRPr="000F7839" w:rsidRDefault="00581BFF" w:rsidP="00B70E43">
      <w:pPr>
        <w:ind w:firstLine="707"/>
        <w:jc w:val="both"/>
        <w:rPr>
          <w:sz w:val="28"/>
          <w:szCs w:val="28"/>
        </w:rPr>
      </w:pPr>
      <w:r w:rsidRPr="002F6776">
        <w:rPr>
          <w:sz w:val="28"/>
          <w:szCs w:val="28"/>
        </w:rPr>
        <w:t xml:space="preserve"> На  засіданні постійної комісії селищної ради з питань </w:t>
      </w:r>
      <w:r>
        <w:rPr>
          <w:sz w:val="28"/>
          <w:szCs w:val="28"/>
        </w:rPr>
        <w:t xml:space="preserve">аграрної політики та земельних відносин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Default="00581BFF" w:rsidP="00B70E43">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Default="00581BFF" w:rsidP="00B70E43">
      <w:pPr>
        <w:ind w:firstLine="708"/>
        <w:jc w:val="both"/>
        <w:rPr>
          <w:sz w:val="28"/>
          <w:szCs w:val="28"/>
        </w:rPr>
      </w:pPr>
    </w:p>
    <w:p w:rsidR="00581BFF" w:rsidRPr="00B05A04" w:rsidRDefault="00581BFF" w:rsidP="00B70E43">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F5E81">
        <w:tc>
          <w:tcPr>
            <w:tcW w:w="534" w:type="dxa"/>
          </w:tcPr>
          <w:p w:rsidR="00581BFF" w:rsidRPr="00ED61E6" w:rsidRDefault="00581BFF" w:rsidP="008F5E81">
            <w:pPr>
              <w:ind w:right="-2"/>
              <w:jc w:val="center"/>
            </w:pPr>
            <w:r w:rsidRPr="00ED61E6">
              <w:t>№</w:t>
            </w:r>
          </w:p>
        </w:tc>
        <w:tc>
          <w:tcPr>
            <w:tcW w:w="6095" w:type="dxa"/>
          </w:tcPr>
          <w:p w:rsidR="00581BFF" w:rsidRPr="00ED61E6" w:rsidRDefault="00581BFF" w:rsidP="008F5E81">
            <w:pPr>
              <w:tabs>
                <w:tab w:val="left" w:pos="676"/>
                <w:tab w:val="center" w:pos="2940"/>
              </w:tabs>
              <w:ind w:right="-2"/>
            </w:pPr>
            <w:r>
              <w:tab/>
            </w:r>
            <w:r>
              <w:tab/>
            </w:r>
            <w:r w:rsidRPr="00ED61E6">
              <w:t>ПІБ депутата</w:t>
            </w:r>
          </w:p>
        </w:tc>
        <w:tc>
          <w:tcPr>
            <w:tcW w:w="2551" w:type="dxa"/>
          </w:tcPr>
          <w:p w:rsidR="00581BFF" w:rsidRPr="00ED61E6" w:rsidRDefault="00581BFF" w:rsidP="008F5E81">
            <w:pPr>
              <w:ind w:right="-2"/>
              <w:jc w:val="center"/>
            </w:pPr>
            <w:r w:rsidRPr="00ED61E6">
              <w:t>Результати голосування</w:t>
            </w:r>
          </w:p>
        </w:tc>
      </w:tr>
      <w:tr w:rsidR="00581BFF" w:rsidRPr="00ED61E6" w:rsidTr="008F5E81">
        <w:tc>
          <w:tcPr>
            <w:tcW w:w="534" w:type="dxa"/>
          </w:tcPr>
          <w:p w:rsidR="00581BFF" w:rsidRPr="00ED61E6" w:rsidRDefault="00581BFF" w:rsidP="008F5E81">
            <w:pPr>
              <w:ind w:right="-2"/>
              <w:jc w:val="center"/>
            </w:pPr>
            <w:r w:rsidRPr="00ED61E6">
              <w:t>1</w:t>
            </w:r>
          </w:p>
        </w:tc>
        <w:tc>
          <w:tcPr>
            <w:tcW w:w="6095" w:type="dxa"/>
          </w:tcPr>
          <w:p w:rsidR="00581BFF" w:rsidRPr="00ED61E6" w:rsidRDefault="00581BFF" w:rsidP="008F5E81">
            <w:r w:rsidRPr="00ED61E6">
              <w:t>Цобенко Сергій Олександрович – селищний голова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w:t>
            </w:r>
          </w:p>
        </w:tc>
        <w:tc>
          <w:tcPr>
            <w:tcW w:w="6095" w:type="dxa"/>
          </w:tcPr>
          <w:p w:rsidR="00581BFF" w:rsidRPr="00ED61E6" w:rsidRDefault="00581BFF" w:rsidP="008F5E81">
            <w:r w:rsidRPr="00ED61E6">
              <w:t>Брижатюк Олена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3</w:t>
            </w:r>
          </w:p>
        </w:tc>
        <w:tc>
          <w:tcPr>
            <w:tcW w:w="6095" w:type="dxa"/>
          </w:tcPr>
          <w:p w:rsidR="00581BFF" w:rsidRPr="00ED61E6" w:rsidRDefault="00581BFF" w:rsidP="008F5E81">
            <w:r w:rsidRPr="00ED61E6">
              <w:t>Голімбієвська Тамара Павлівна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4</w:t>
            </w:r>
          </w:p>
        </w:tc>
        <w:tc>
          <w:tcPr>
            <w:tcW w:w="6095" w:type="dxa"/>
          </w:tcPr>
          <w:p w:rsidR="00581BFF" w:rsidRPr="00ED61E6" w:rsidRDefault="00581BFF" w:rsidP="008F5E81">
            <w:r w:rsidRPr="00ED61E6">
              <w:t>Грушецький Анатолій Георгійович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5</w:t>
            </w:r>
          </w:p>
        </w:tc>
        <w:tc>
          <w:tcPr>
            <w:tcW w:w="6095" w:type="dxa"/>
          </w:tcPr>
          <w:p w:rsidR="00581BFF" w:rsidRPr="00ED61E6" w:rsidRDefault="00581BFF" w:rsidP="008F5E81">
            <w:r w:rsidRPr="00ED61E6">
              <w:t>Дудар Василь Серафимович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6</w:t>
            </w:r>
          </w:p>
        </w:tc>
        <w:tc>
          <w:tcPr>
            <w:tcW w:w="6095" w:type="dxa"/>
          </w:tcPr>
          <w:p w:rsidR="00581BFF" w:rsidRPr="00ED61E6" w:rsidRDefault="00581BFF" w:rsidP="008F5E81">
            <w:r w:rsidRPr="00ED61E6">
              <w:t>Захаренко Вадим Володимирович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7</w:t>
            </w:r>
          </w:p>
        </w:tc>
        <w:tc>
          <w:tcPr>
            <w:tcW w:w="6095" w:type="dxa"/>
          </w:tcPr>
          <w:p w:rsidR="00581BFF" w:rsidRPr="00ED61E6" w:rsidRDefault="00581BFF" w:rsidP="008F5E81">
            <w:r w:rsidRPr="00ED61E6">
              <w:t>Кучмій Богдан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8</w:t>
            </w:r>
          </w:p>
        </w:tc>
        <w:tc>
          <w:tcPr>
            <w:tcW w:w="6095" w:type="dxa"/>
          </w:tcPr>
          <w:p w:rsidR="00581BFF" w:rsidRPr="00ED61E6" w:rsidRDefault="00581BFF" w:rsidP="008F5E81">
            <w:r w:rsidRPr="00ED61E6">
              <w:t>Кучмій Юрій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9</w:t>
            </w:r>
          </w:p>
        </w:tc>
        <w:tc>
          <w:tcPr>
            <w:tcW w:w="6095" w:type="dxa"/>
          </w:tcPr>
          <w:p w:rsidR="00581BFF" w:rsidRPr="00ED61E6" w:rsidRDefault="00581BFF" w:rsidP="008F5E81">
            <w:r w:rsidRPr="00ED61E6">
              <w:t>Кругла Тетяна Дмитрівна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10</w:t>
            </w:r>
          </w:p>
        </w:tc>
        <w:tc>
          <w:tcPr>
            <w:tcW w:w="6095" w:type="dxa"/>
          </w:tcPr>
          <w:p w:rsidR="00581BFF" w:rsidRPr="00ED61E6" w:rsidRDefault="00581BFF" w:rsidP="008F5E81">
            <w:r w:rsidRPr="00ED61E6">
              <w:t>Лісовська Тамара Андріївна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11</w:t>
            </w:r>
          </w:p>
        </w:tc>
        <w:tc>
          <w:tcPr>
            <w:tcW w:w="6095" w:type="dxa"/>
          </w:tcPr>
          <w:p w:rsidR="00581BFF" w:rsidRPr="00ED61E6" w:rsidRDefault="00581BFF" w:rsidP="008F5E81">
            <w:r w:rsidRPr="00ED61E6">
              <w:t>Лісовський  Сергій Олександрович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12</w:t>
            </w:r>
          </w:p>
        </w:tc>
        <w:tc>
          <w:tcPr>
            <w:tcW w:w="6095" w:type="dxa"/>
          </w:tcPr>
          <w:p w:rsidR="00581BFF" w:rsidRPr="00ED61E6" w:rsidRDefault="00581BFF" w:rsidP="008F5E81">
            <w:r w:rsidRPr="00ED61E6">
              <w:t>Мирошниченко Олена Віталіївна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13</w:t>
            </w:r>
          </w:p>
        </w:tc>
        <w:tc>
          <w:tcPr>
            <w:tcW w:w="6095" w:type="dxa"/>
          </w:tcPr>
          <w:p w:rsidR="00581BFF" w:rsidRPr="00ED61E6" w:rsidRDefault="00581BFF" w:rsidP="008F5E81">
            <w:r w:rsidRPr="00ED61E6">
              <w:t>Мостовик Сергій Віталійович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14</w:t>
            </w:r>
          </w:p>
        </w:tc>
        <w:tc>
          <w:tcPr>
            <w:tcW w:w="6095" w:type="dxa"/>
          </w:tcPr>
          <w:p w:rsidR="00581BFF" w:rsidRPr="00ED61E6" w:rsidRDefault="00581BFF" w:rsidP="008F5E81">
            <w:r w:rsidRPr="00ED61E6">
              <w:t>Напханюк Ольга Іванівна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15</w:t>
            </w:r>
          </w:p>
        </w:tc>
        <w:tc>
          <w:tcPr>
            <w:tcW w:w="6095" w:type="dxa"/>
          </w:tcPr>
          <w:p w:rsidR="00581BFF" w:rsidRPr="00ED61E6" w:rsidRDefault="00581BFF" w:rsidP="008F5E81">
            <w:r w:rsidRPr="00ED61E6">
              <w:t>Напханюк Світлана Олексіївна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16</w:t>
            </w:r>
          </w:p>
        </w:tc>
        <w:tc>
          <w:tcPr>
            <w:tcW w:w="6095" w:type="dxa"/>
          </w:tcPr>
          <w:p w:rsidR="00581BFF" w:rsidRPr="00ED61E6" w:rsidRDefault="00581BFF" w:rsidP="008F5E81">
            <w:r w:rsidRPr="00ED61E6">
              <w:t>Новіков Сергій Алійович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17</w:t>
            </w:r>
          </w:p>
        </w:tc>
        <w:tc>
          <w:tcPr>
            <w:tcW w:w="6095" w:type="dxa"/>
          </w:tcPr>
          <w:p w:rsidR="00581BFF" w:rsidRPr="00ED61E6" w:rsidRDefault="00581BFF" w:rsidP="008F5E81">
            <w:r w:rsidRPr="00ED61E6">
              <w:t>Піщик Тетяна Володимирівна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18</w:t>
            </w:r>
          </w:p>
        </w:tc>
        <w:tc>
          <w:tcPr>
            <w:tcW w:w="6095" w:type="dxa"/>
          </w:tcPr>
          <w:p w:rsidR="00581BFF" w:rsidRPr="00ED61E6" w:rsidRDefault="00581BFF" w:rsidP="008F5E81">
            <w:r w:rsidRPr="00ED61E6">
              <w:t>Романщак Наталія Василівна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19</w:t>
            </w:r>
          </w:p>
        </w:tc>
        <w:tc>
          <w:tcPr>
            <w:tcW w:w="6095" w:type="dxa"/>
          </w:tcPr>
          <w:p w:rsidR="00581BFF" w:rsidRPr="00ED61E6" w:rsidRDefault="00581BFF" w:rsidP="008F5E81">
            <w:r w:rsidRPr="00ED61E6">
              <w:t>Рибак Ігор Федорович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20</w:t>
            </w:r>
          </w:p>
        </w:tc>
        <w:tc>
          <w:tcPr>
            <w:tcW w:w="6095" w:type="dxa"/>
          </w:tcPr>
          <w:p w:rsidR="00581BFF" w:rsidRPr="00ED61E6" w:rsidRDefault="00581BFF" w:rsidP="008F5E81">
            <w:r w:rsidRPr="00ED61E6">
              <w:t>Сачук Валентина Михайлівна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21</w:t>
            </w:r>
          </w:p>
        </w:tc>
        <w:tc>
          <w:tcPr>
            <w:tcW w:w="6095" w:type="dxa"/>
          </w:tcPr>
          <w:p w:rsidR="00581BFF" w:rsidRPr="00ED61E6" w:rsidRDefault="00581BFF" w:rsidP="008F5E81">
            <w:r w:rsidRPr="00ED61E6">
              <w:t>Сторожук Віталій Олексійович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22</w:t>
            </w:r>
          </w:p>
        </w:tc>
        <w:tc>
          <w:tcPr>
            <w:tcW w:w="6095" w:type="dxa"/>
          </w:tcPr>
          <w:p w:rsidR="00581BFF" w:rsidRPr="00ED61E6" w:rsidRDefault="00581BFF" w:rsidP="008F5E81">
            <w:r w:rsidRPr="00ED61E6">
              <w:t>Скрипар Василь Іванович</w:t>
            </w:r>
          </w:p>
        </w:tc>
        <w:tc>
          <w:tcPr>
            <w:tcW w:w="2551" w:type="dxa"/>
          </w:tcPr>
          <w:p w:rsidR="00581BFF" w:rsidRPr="00ED61E6" w:rsidRDefault="00581BFF" w:rsidP="008F5E81">
            <w:pPr>
              <w:ind w:right="-2"/>
            </w:pPr>
            <w:r>
              <w:t>відсутній</w:t>
            </w:r>
          </w:p>
        </w:tc>
      </w:tr>
      <w:tr w:rsidR="00581BFF" w:rsidRPr="00ED61E6" w:rsidTr="008F5E81">
        <w:tc>
          <w:tcPr>
            <w:tcW w:w="534" w:type="dxa"/>
          </w:tcPr>
          <w:p w:rsidR="00581BFF" w:rsidRPr="00ED61E6" w:rsidRDefault="00581BFF" w:rsidP="008F5E81">
            <w:pPr>
              <w:ind w:right="-2"/>
              <w:jc w:val="center"/>
            </w:pPr>
            <w:r w:rsidRPr="00ED61E6">
              <w:t>23</w:t>
            </w:r>
          </w:p>
        </w:tc>
        <w:tc>
          <w:tcPr>
            <w:tcW w:w="6095" w:type="dxa"/>
          </w:tcPr>
          <w:p w:rsidR="00581BFF" w:rsidRPr="00ED61E6" w:rsidRDefault="00581BFF" w:rsidP="008F5E81">
            <w:r w:rsidRPr="00ED61E6">
              <w:t>Сулима Ольга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24</w:t>
            </w:r>
          </w:p>
        </w:tc>
        <w:tc>
          <w:tcPr>
            <w:tcW w:w="6095" w:type="dxa"/>
          </w:tcPr>
          <w:p w:rsidR="00581BFF" w:rsidRPr="00ED61E6" w:rsidRDefault="00581BFF" w:rsidP="008F5E81">
            <w:r w:rsidRPr="00ED61E6">
              <w:t>Туз Сергій Віталійович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25</w:t>
            </w:r>
          </w:p>
        </w:tc>
        <w:tc>
          <w:tcPr>
            <w:tcW w:w="6095" w:type="dxa"/>
          </w:tcPr>
          <w:p w:rsidR="00581BFF" w:rsidRPr="00ED61E6" w:rsidRDefault="00581BFF" w:rsidP="008F5E81">
            <w:r w:rsidRPr="00ED61E6">
              <w:t>Чушкін Олексій Іванович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26</w:t>
            </w:r>
          </w:p>
        </w:tc>
        <w:tc>
          <w:tcPr>
            <w:tcW w:w="6095" w:type="dxa"/>
          </w:tcPr>
          <w:p w:rsidR="00581BFF" w:rsidRPr="00ED61E6" w:rsidRDefault="00581BFF" w:rsidP="008F5E81">
            <w:r w:rsidRPr="00ED61E6">
              <w:t>Чушкіна Надія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27</w:t>
            </w:r>
          </w:p>
        </w:tc>
        <w:tc>
          <w:tcPr>
            <w:tcW w:w="6095" w:type="dxa"/>
          </w:tcPr>
          <w:p w:rsidR="00581BFF" w:rsidRPr="00ED61E6" w:rsidRDefault="00581BFF" w:rsidP="008F5E81">
            <w:r w:rsidRPr="00ED61E6">
              <w:t>Ясінський Микола Володимирович</w:t>
            </w:r>
          </w:p>
        </w:tc>
        <w:tc>
          <w:tcPr>
            <w:tcW w:w="2551" w:type="dxa"/>
          </w:tcPr>
          <w:p w:rsidR="00581BFF" w:rsidRPr="00ED61E6" w:rsidRDefault="00581BFF" w:rsidP="008F5E81">
            <w:pPr>
              <w:ind w:right="-2"/>
            </w:pPr>
            <w:r>
              <w:t>За</w:t>
            </w:r>
          </w:p>
        </w:tc>
      </w:tr>
    </w:tbl>
    <w:p w:rsidR="00581BFF" w:rsidRPr="001D1725" w:rsidRDefault="00581BFF" w:rsidP="00B70E43">
      <w:pPr>
        <w:rPr>
          <w:sz w:val="28"/>
          <w:szCs w:val="28"/>
        </w:rPr>
      </w:pPr>
      <w:r>
        <w:rPr>
          <w:sz w:val="28"/>
          <w:szCs w:val="28"/>
        </w:rPr>
        <w:t>Усього проголосували</w:t>
      </w:r>
      <w:r w:rsidRPr="001D1725">
        <w:rPr>
          <w:sz w:val="28"/>
          <w:szCs w:val="28"/>
        </w:rPr>
        <w:t>,  з них :</w:t>
      </w:r>
    </w:p>
    <w:p w:rsidR="00581BFF" w:rsidRDefault="00581BFF" w:rsidP="00B70E43">
      <w:pPr>
        <w:spacing w:line="319" w:lineRule="exact"/>
        <w:ind w:left="840"/>
        <w:rPr>
          <w:i/>
          <w:sz w:val="28"/>
        </w:rPr>
      </w:pPr>
      <w:r>
        <w:rPr>
          <w:i/>
          <w:sz w:val="28"/>
        </w:rPr>
        <w:t xml:space="preserve"> «За» - 24 чол.</w:t>
      </w:r>
    </w:p>
    <w:p w:rsidR="00581BFF" w:rsidRDefault="00581BFF" w:rsidP="00B70E43">
      <w:pPr>
        <w:spacing w:line="322" w:lineRule="exact"/>
        <w:ind w:left="840"/>
        <w:rPr>
          <w:i/>
          <w:sz w:val="28"/>
        </w:rPr>
      </w:pPr>
      <w:r>
        <w:rPr>
          <w:i/>
          <w:sz w:val="28"/>
        </w:rPr>
        <w:t>«Проти – немає.</w:t>
      </w:r>
    </w:p>
    <w:p w:rsidR="00581BFF" w:rsidRDefault="00581BFF" w:rsidP="00B70E43">
      <w:pPr>
        <w:ind w:left="840"/>
        <w:rPr>
          <w:i/>
          <w:sz w:val="28"/>
        </w:rPr>
      </w:pPr>
      <w:r>
        <w:rPr>
          <w:i/>
          <w:sz w:val="28"/>
        </w:rPr>
        <w:t>«Утримались» - немає.</w:t>
      </w:r>
    </w:p>
    <w:p w:rsidR="00581BFF" w:rsidRDefault="00581BFF" w:rsidP="00B70E43">
      <w:pPr>
        <w:pStyle w:val="Heading1"/>
        <w:spacing w:before="9"/>
        <w:ind w:left="119"/>
        <w:jc w:val="left"/>
        <w:rPr>
          <w:b w:val="0"/>
        </w:rPr>
      </w:pPr>
      <w:r w:rsidRPr="001D1725">
        <w:rPr>
          <w:b w:val="0"/>
        </w:rPr>
        <w:t>Прийнято</w:t>
      </w:r>
      <w:r>
        <w:rPr>
          <w:b w:val="0"/>
        </w:rPr>
        <w:t xml:space="preserve"> рішення № 89 </w:t>
      </w:r>
      <w:r w:rsidRPr="001D1725">
        <w:rPr>
          <w:b w:val="0"/>
        </w:rPr>
        <w:t>(додається).</w:t>
      </w:r>
    </w:p>
    <w:p w:rsidR="00581BFF" w:rsidRDefault="00581BFF" w:rsidP="00E869B2">
      <w:pPr>
        <w:ind w:right="-2"/>
        <w:jc w:val="both"/>
        <w:rPr>
          <w:sz w:val="28"/>
          <w:szCs w:val="28"/>
          <w:lang w:eastAsia="ru-RU"/>
        </w:rPr>
      </w:pPr>
    </w:p>
    <w:p w:rsidR="00581BFF" w:rsidRPr="00E869B2" w:rsidRDefault="00581BFF" w:rsidP="00E869B2">
      <w:pPr>
        <w:ind w:right="-2"/>
        <w:jc w:val="both"/>
        <w:rPr>
          <w:b/>
          <w:sz w:val="28"/>
          <w:szCs w:val="28"/>
        </w:rPr>
      </w:pPr>
      <w:r>
        <w:t xml:space="preserve">                  </w:t>
      </w:r>
      <w:r w:rsidRPr="00E869B2">
        <w:rPr>
          <w:b/>
          <w:sz w:val="28"/>
          <w:szCs w:val="28"/>
        </w:rPr>
        <w:t>Голова селищної ради:</w:t>
      </w:r>
    </w:p>
    <w:p w:rsidR="00581BFF" w:rsidRDefault="00581BFF" w:rsidP="00E869B2">
      <w:pPr>
        <w:rPr>
          <w:sz w:val="28"/>
          <w:szCs w:val="28"/>
        </w:rPr>
      </w:pPr>
      <w:r w:rsidRPr="005A5546">
        <w:rPr>
          <w:sz w:val="28"/>
          <w:szCs w:val="28"/>
        </w:rPr>
        <w:t xml:space="preserve">Переходимо до розгляду </w:t>
      </w:r>
      <w:r w:rsidRPr="00E869B2">
        <w:rPr>
          <w:sz w:val="28"/>
          <w:szCs w:val="28"/>
        </w:rPr>
        <w:t>тридцять другого</w:t>
      </w:r>
      <w:r w:rsidRPr="00E869B2">
        <w:rPr>
          <w:b/>
          <w:sz w:val="28"/>
          <w:szCs w:val="28"/>
        </w:rPr>
        <w:t xml:space="preserve">  </w:t>
      </w:r>
      <w:r w:rsidRPr="00B05A04">
        <w:rPr>
          <w:sz w:val="28"/>
          <w:szCs w:val="28"/>
        </w:rPr>
        <w:t xml:space="preserve"> </w:t>
      </w:r>
      <w:r>
        <w:rPr>
          <w:sz w:val="28"/>
          <w:szCs w:val="28"/>
        </w:rPr>
        <w:t>питання.</w:t>
      </w:r>
    </w:p>
    <w:p w:rsidR="00581BFF" w:rsidRDefault="00581BFF" w:rsidP="00E869B2">
      <w:pPr>
        <w:rPr>
          <w:sz w:val="28"/>
          <w:szCs w:val="28"/>
        </w:rPr>
      </w:pPr>
      <w:r w:rsidRPr="002F4B1F">
        <w:rPr>
          <w:sz w:val="28"/>
          <w:szCs w:val="28"/>
        </w:rPr>
        <w:t>Слово для інформації</w:t>
      </w:r>
      <w:r w:rsidRPr="009560EA">
        <w:rPr>
          <w:color w:val="000000"/>
          <w:sz w:val="28"/>
          <w:szCs w:val="28"/>
        </w:rPr>
        <w:t xml:space="preserve"> </w:t>
      </w:r>
      <w:r w:rsidRPr="009560EA">
        <w:rPr>
          <w:b/>
          <w:sz w:val="28"/>
          <w:szCs w:val="28"/>
        </w:rPr>
        <w:t>"</w:t>
      </w:r>
      <w:r w:rsidRPr="00E869B2">
        <w:rPr>
          <w:b/>
          <w:sz w:val="28"/>
          <w:szCs w:val="28"/>
        </w:rPr>
        <w:t>Про затвердження технічної документації  та надання у власність земельної ділянки</w:t>
      </w:r>
      <w:r w:rsidRPr="009560EA">
        <w:rPr>
          <w:b/>
          <w:sz w:val="28"/>
          <w:szCs w:val="28"/>
        </w:rPr>
        <w:t>"</w:t>
      </w:r>
      <w:r>
        <w:rPr>
          <w:sz w:val="28"/>
          <w:szCs w:val="28"/>
        </w:rPr>
        <w:t xml:space="preserve"> </w:t>
      </w:r>
      <w:r w:rsidRPr="00DD698C">
        <w:rPr>
          <w:sz w:val="28"/>
          <w:szCs w:val="28"/>
        </w:rPr>
        <w:t>надається</w:t>
      </w:r>
      <w:r w:rsidRPr="00930564">
        <w:rPr>
          <w:b/>
          <w:sz w:val="28"/>
          <w:szCs w:val="28"/>
        </w:rPr>
        <w:t xml:space="preserve"> </w:t>
      </w:r>
      <w:r>
        <w:rPr>
          <w:b/>
          <w:sz w:val="28"/>
          <w:szCs w:val="28"/>
        </w:rPr>
        <w:t xml:space="preserve">Свид Оксані Георгіївні, </w:t>
      </w:r>
      <w:r w:rsidRPr="00E869B2">
        <w:rPr>
          <w:sz w:val="28"/>
          <w:szCs w:val="28"/>
        </w:rPr>
        <w:t>начальнику земельного відділу Голованівської селищної ради</w:t>
      </w:r>
      <w:r>
        <w:rPr>
          <w:sz w:val="28"/>
          <w:szCs w:val="28"/>
        </w:rPr>
        <w:t>.</w:t>
      </w:r>
    </w:p>
    <w:p w:rsidR="00581BFF" w:rsidRDefault="00581BFF" w:rsidP="00E869B2">
      <w:pPr>
        <w:rPr>
          <w:sz w:val="28"/>
          <w:szCs w:val="28"/>
        </w:rPr>
      </w:pPr>
    </w:p>
    <w:p w:rsidR="00581BFF" w:rsidRPr="00765D96" w:rsidRDefault="00581BFF" w:rsidP="00E869B2">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E869B2">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E869B2">
      <w:pPr>
        <w:rPr>
          <w:sz w:val="28"/>
          <w:szCs w:val="28"/>
        </w:rPr>
      </w:pPr>
      <w:r>
        <w:rPr>
          <w:sz w:val="28"/>
          <w:szCs w:val="28"/>
        </w:rPr>
        <w:t>За результатами роботи постійної комісії з питань аграрної політики та земельних відносин пропонується затвердити проєкт рішення щодо затвердження технічної документації  та надати земельну ділянку у власність.</w:t>
      </w:r>
    </w:p>
    <w:p w:rsidR="00581BFF" w:rsidRDefault="00581BFF" w:rsidP="00537D91">
      <w:pPr>
        <w:ind w:right="-2"/>
        <w:jc w:val="both"/>
        <w:rPr>
          <w:sz w:val="28"/>
          <w:szCs w:val="28"/>
          <w:lang w:eastAsia="ru-RU"/>
        </w:rPr>
      </w:pPr>
    </w:p>
    <w:p w:rsidR="00581BFF" w:rsidRPr="00E869B2" w:rsidRDefault="00581BFF" w:rsidP="00537D91">
      <w:pPr>
        <w:ind w:right="-2"/>
        <w:jc w:val="both"/>
        <w:rPr>
          <w:b/>
          <w:sz w:val="28"/>
          <w:szCs w:val="28"/>
        </w:rPr>
      </w:pPr>
      <w:r>
        <w:t xml:space="preserve">                  </w:t>
      </w:r>
      <w:r w:rsidRPr="00E869B2">
        <w:rPr>
          <w:b/>
          <w:sz w:val="28"/>
          <w:szCs w:val="28"/>
        </w:rPr>
        <w:t>Голова селищної ради:</w:t>
      </w:r>
    </w:p>
    <w:p w:rsidR="00581BFF" w:rsidRDefault="00581BFF" w:rsidP="00537D91">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0F7839" w:rsidRDefault="00581BFF" w:rsidP="00537D91">
      <w:pPr>
        <w:ind w:firstLine="707"/>
        <w:jc w:val="both"/>
        <w:rPr>
          <w:sz w:val="28"/>
          <w:szCs w:val="28"/>
        </w:rPr>
      </w:pPr>
      <w:r w:rsidRPr="002F6776">
        <w:rPr>
          <w:sz w:val="28"/>
          <w:szCs w:val="28"/>
        </w:rPr>
        <w:t xml:space="preserve">На  засіданні постійної комісії селищної ради з питань </w:t>
      </w:r>
      <w:r>
        <w:rPr>
          <w:sz w:val="28"/>
          <w:szCs w:val="28"/>
        </w:rPr>
        <w:t xml:space="preserve">аграрної політики та земельних відносин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537D91">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537D91">
      <w:pPr>
        <w:pStyle w:val="40"/>
        <w:shd w:val="clear" w:color="auto" w:fill="auto"/>
        <w:spacing w:before="0" w:after="0" w:line="240" w:lineRule="auto"/>
        <w:ind w:left="23" w:firstLine="684"/>
        <w:rPr>
          <w:sz w:val="28"/>
          <w:szCs w:val="16"/>
        </w:rPr>
      </w:pPr>
    </w:p>
    <w:p w:rsidR="00581BFF" w:rsidRPr="00B05A04" w:rsidRDefault="00581BFF" w:rsidP="00537D9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F5E81">
        <w:tc>
          <w:tcPr>
            <w:tcW w:w="534" w:type="dxa"/>
          </w:tcPr>
          <w:p w:rsidR="00581BFF" w:rsidRPr="00ED61E6" w:rsidRDefault="00581BFF" w:rsidP="008F5E81">
            <w:pPr>
              <w:ind w:right="-2"/>
              <w:jc w:val="center"/>
            </w:pPr>
            <w:r w:rsidRPr="00ED61E6">
              <w:t>№</w:t>
            </w:r>
          </w:p>
        </w:tc>
        <w:tc>
          <w:tcPr>
            <w:tcW w:w="6095" w:type="dxa"/>
          </w:tcPr>
          <w:p w:rsidR="00581BFF" w:rsidRPr="00ED61E6" w:rsidRDefault="00581BFF" w:rsidP="008F5E81">
            <w:pPr>
              <w:tabs>
                <w:tab w:val="left" w:pos="676"/>
                <w:tab w:val="center" w:pos="2940"/>
              </w:tabs>
              <w:ind w:right="-2"/>
            </w:pPr>
            <w:r>
              <w:tab/>
            </w:r>
            <w:r>
              <w:tab/>
            </w:r>
            <w:r w:rsidRPr="00ED61E6">
              <w:t>ПІБ депутата</w:t>
            </w:r>
          </w:p>
        </w:tc>
        <w:tc>
          <w:tcPr>
            <w:tcW w:w="2551" w:type="dxa"/>
          </w:tcPr>
          <w:p w:rsidR="00581BFF" w:rsidRPr="00ED61E6" w:rsidRDefault="00581BFF" w:rsidP="008F5E81">
            <w:pPr>
              <w:ind w:right="-2"/>
              <w:jc w:val="center"/>
            </w:pPr>
            <w:r w:rsidRPr="00ED61E6">
              <w:t>Результати голосування</w:t>
            </w:r>
          </w:p>
        </w:tc>
      </w:tr>
      <w:tr w:rsidR="00581BFF" w:rsidRPr="00ED61E6" w:rsidTr="008F5E81">
        <w:tc>
          <w:tcPr>
            <w:tcW w:w="534" w:type="dxa"/>
          </w:tcPr>
          <w:p w:rsidR="00581BFF" w:rsidRPr="00ED61E6" w:rsidRDefault="00581BFF" w:rsidP="008F5E81">
            <w:pPr>
              <w:ind w:right="-2"/>
              <w:jc w:val="center"/>
            </w:pPr>
            <w:r w:rsidRPr="00ED61E6">
              <w:t>1</w:t>
            </w:r>
          </w:p>
        </w:tc>
        <w:tc>
          <w:tcPr>
            <w:tcW w:w="6095" w:type="dxa"/>
          </w:tcPr>
          <w:p w:rsidR="00581BFF" w:rsidRPr="00ED61E6" w:rsidRDefault="00581BFF" w:rsidP="008F5E81">
            <w:r w:rsidRPr="00ED61E6">
              <w:t>Цобенко Сергій Олександрович – селищний голова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w:t>
            </w:r>
          </w:p>
        </w:tc>
        <w:tc>
          <w:tcPr>
            <w:tcW w:w="6095" w:type="dxa"/>
          </w:tcPr>
          <w:p w:rsidR="00581BFF" w:rsidRPr="00ED61E6" w:rsidRDefault="00581BFF" w:rsidP="008F5E81">
            <w:r w:rsidRPr="00ED61E6">
              <w:t>Брижатюк Олена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3</w:t>
            </w:r>
          </w:p>
        </w:tc>
        <w:tc>
          <w:tcPr>
            <w:tcW w:w="6095" w:type="dxa"/>
          </w:tcPr>
          <w:p w:rsidR="00581BFF" w:rsidRPr="00ED61E6" w:rsidRDefault="00581BFF" w:rsidP="008F5E81">
            <w:r w:rsidRPr="00ED61E6">
              <w:t>Голімбієвська Тамара Павлівна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4</w:t>
            </w:r>
          </w:p>
        </w:tc>
        <w:tc>
          <w:tcPr>
            <w:tcW w:w="6095" w:type="dxa"/>
          </w:tcPr>
          <w:p w:rsidR="00581BFF" w:rsidRPr="00ED61E6" w:rsidRDefault="00581BFF" w:rsidP="008F5E81">
            <w:r w:rsidRPr="00ED61E6">
              <w:t>Грушецький Анатолій Георгійович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5</w:t>
            </w:r>
          </w:p>
        </w:tc>
        <w:tc>
          <w:tcPr>
            <w:tcW w:w="6095" w:type="dxa"/>
          </w:tcPr>
          <w:p w:rsidR="00581BFF" w:rsidRPr="00ED61E6" w:rsidRDefault="00581BFF" w:rsidP="008F5E81">
            <w:r w:rsidRPr="00ED61E6">
              <w:t>Дудар Василь Серафимович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6</w:t>
            </w:r>
          </w:p>
        </w:tc>
        <w:tc>
          <w:tcPr>
            <w:tcW w:w="6095" w:type="dxa"/>
          </w:tcPr>
          <w:p w:rsidR="00581BFF" w:rsidRPr="00ED61E6" w:rsidRDefault="00581BFF" w:rsidP="008F5E81">
            <w:r w:rsidRPr="00ED61E6">
              <w:t>Захаренко Вадим Володимирович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7</w:t>
            </w:r>
          </w:p>
        </w:tc>
        <w:tc>
          <w:tcPr>
            <w:tcW w:w="6095" w:type="dxa"/>
          </w:tcPr>
          <w:p w:rsidR="00581BFF" w:rsidRPr="00ED61E6" w:rsidRDefault="00581BFF" w:rsidP="008F5E81">
            <w:r w:rsidRPr="00ED61E6">
              <w:t>Кучмій Богдан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8</w:t>
            </w:r>
          </w:p>
        </w:tc>
        <w:tc>
          <w:tcPr>
            <w:tcW w:w="6095" w:type="dxa"/>
          </w:tcPr>
          <w:p w:rsidR="00581BFF" w:rsidRPr="00ED61E6" w:rsidRDefault="00581BFF" w:rsidP="008F5E81">
            <w:r w:rsidRPr="00ED61E6">
              <w:t>Кучмій Юрій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9</w:t>
            </w:r>
          </w:p>
        </w:tc>
        <w:tc>
          <w:tcPr>
            <w:tcW w:w="6095" w:type="dxa"/>
          </w:tcPr>
          <w:p w:rsidR="00581BFF" w:rsidRPr="00ED61E6" w:rsidRDefault="00581BFF" w:rsidP="008F5E81">
            <w:r w:rsidRPr="00ED61E6">
              <w:t>Кругла Тетяна Дмитрівна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10</w:t>
            </w:r>
          </w:p>
        </w:tc>
        <w:tc>
          <w:tcPr>
            <w:tcW w:w="6095" w:type="dxa"/>
          </w:tcPr>
          <w:p w:rsidR="00581BFF" w:rsidRPr="00ED61E6" w:rsidRDefault="00581BFF" w:rsidP="008F5E81">
            <w:r w:rsidRPr="00ED61E6">
              <w:t>Лісовська Тамара Андріївна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11</w:t>
            </w:r>
          </w:p>
        </w:tc>
        <w:tc>
          <w:tcPr>
            <w:tcW w:w="6095" w:type="dxa"/>
          </w:tcPr>
          <w:p w:rsidR="00581BFF" w:rsidRPr="00ED61E6" w:rsidRDefault="00581BFF" w:rsidP="008F5E81">
            <w:r w:rsidRPr="00ED61E6">
              <w:t>Лісовський  Сергій Олександрович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12</w:t>
            </w:r>
          </w:p>
        </w:tc>
        <w:tc>
          <w:tcPr>
            <w:tcW w:w="6095" w:type="dxa"/>
          </w:tcPr>
          <w:p w:rsidR="00581BFF" w:rsidRPr="00ED61E6" w:rsidRDefault="00581BFF" w:rsidP="008F5E81">
            <w:r w:rsidRPr="00ED61E6">
              <w:t>Мирошниченко Олена Віталіївна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13</w:t>
            </w:r>
          </w:p>
        </w:tc>
        <w:tc>
          <w:tcPr>
            <w:tcW w:w="6095" w:type="dxa"/>
          </w:tcPr>
          <w:p w:rsidR="00581BFF" w:rsidRPr="00ED61E6" w:rsidRDefault="00581BFF" w:rsidP="008F5E81">
            <w:r w:rsidRPr="00ED61E6">
              <w:t>Мостовик Сергій Віталійович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14</w:t>
            </w:r>
          </w:p>
        </w:tc>
        <w:tc>
          <w:tcPr>
            <w:tcW w:w="6095" w:type="dxa"/>
          </w:tcPr>
          <w:p w:rsidR="00581BFF" w:rsidRPr="00ED61E6" w:rsidRDefault="00581BFF" w:rsidP="008F5E81">
            <w:r w:rsidRPr="00ED61E6">
              <w:t>Напханюк Ольга Іванівна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15</w:t>
            </w:r>
          </w:p>
        </w:tc>
        <w:tc>
          <w:tcPr>
            <w:tcW w:w="6095" w:type="dxa"/>
          </w:tcPr>
          <w:p w:rsidR="00581BFF" w:rsidRPr="00ED61E6" w:rsidRDefault="00581BFF" w:rsidP="008F5E81">
            <w:r w:rsidRPr="00ED61E6">
              <w:t>Напханюк Світлана Олексіївна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16</w:t>
            </w:r>
          </w:p>
        </w:tc>
        <w:tc>
          <w:tcPr>
            <w:tcW w:w="6095" w:type="dxa"/>
          </w:tcPr>
          <w:p w:rsidR="00581BFF" w:rsidRPr="00ED61E6" w:rsidRDefault="00581BFF" w:rsidP="008F5E81">
            <w:r w:rsidRPr="00ED61E6">
              <w:t>Новіков Сергій Алійович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17</w:t>
            </w:r>
          </w:p>
        </w:tc>
        <w:tc>
          <w:tcPr>
            <w:tcW w:w="6095" w:type="dxa"/>
          </w:tcPr>
          <w:p w:rsidR="00581BFF" w:rsidRPr="00ED61E6" w:rsidRDefault="00581BFF" w:rsidP="008F5E81">
            <w:r w:rsidRPr="00ED61E6">
              <w:t>Піщик Тетяна Володимирівна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18</w:t>
            </w:r>
          </w:p>
        </w:tc>
        <w:tc>
          <w:tcPr>
            <w:tcW w:w="6095" w:type="dxa"/>
          </w:tcPr>
          <w:p w:rsidR="00581BFF" w:rsidRPr="00ED61E6" w:rsidRDefault="00581BFF" w:rsidP="008F5E81">
            <w:r w:rsidRPr="00ED61E6">
              <w:t>Романщак Наталія Василівна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19</w:t>
            </w:r>
          </w:p>
        </w:tc>
        <w:tc>
          <w:tcPr>
            <w:tcW w:w="6095" w:type="dxa"/>
          </w:tcPr>
          <w:p w:rsidR="00581BFF" w:rsidRPr="00ED61E6" w:rsidRDefault="00581BFF" w:rsidP="008F5E81">
            <w:r w:rsidRPr="00ED61E6">
              <w:t>Рибак Ігор Федорович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20</w:t>
            </w:r>
          </w:p>
        </w:tc>
        <w:tc>
          <w:tcPr>
            <w:tcW w:w="6095" w:type="dxa"/>
          </w:tcPr>
          <w:p w:rsidR="00581BFF" w:rsidRPr="00ED61E6" w:rsidRDefault="00581BFF" w:rsidP="008F5E81">
            <w:r w:rsidRPr="00ED61E6">
              <w:t>Сачук Валентина Михайлівна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21</w:t>
            </w:r>
          </w:p>
        </w:tc>
        <w:tc>
          <w:tcPr>
            <w:tcW w:w="6095" w:type="dxa"/>
          </w:tcPr>
          <w:p w:rsidR="00581BFF" w:rsidRPr="00ED61E6" w:rsidRDefault="00581BFF" w:rsidP="008F5E81">
            <w:r w:rsidRPr="00ED61E6">
              <w:t>Сторожук Віталій Олексійович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22</w:t>
            </w:r>
          </w:p>
        </w:tc>
        <w:tc>
          <w:tcPr>
            <w:tcW w:w="6095" w:type="dxa"/>
          </w:tcPr>
          <w:p w:rsidR="00581BFF" w:rsidRPr="00ED61E6" w:rsidRDefault="00581BFF" w:rsidP="008F5E81">
            <w:r w:rsidRPr="00ED61E6">
              <w:t>Скрипар Василь Іванович</w:t>
            </w:r>
          </w:p>
        </w:tc>
        <w:tc>
          <w:tcPr>
            <w:tcW w:w="2551" w:type="dxa"/>
          </w:tcPr>
          <w:p w:rsidR="00581BFF" w:rsidRPr="00ED61E6" w:rsidRDefault="00581BFF" w:rsidP="008F5E81">
            <w:pPr>
              <w:ind w:right="-2"/>
            </w:pPr>
            <w:r>
              <w:t>відсутній</w:t>
            </w:r>
          </w:p>
        </w:tc>
      </w:tr>
      <w:tr w:rsidR="00581BFF" w:rsidRPr="00ED61E6" w:rsidTr="008F5E81">
        <w:tc>
          <w:tcPr>
            <w:tcW w:w="534" w:type="dxa"/>
          </w:tcPr>
          <w:p w:rsidR="00581BFF" w:rsidRPr="00ED61E6" w:rsidRDefault="00581BFF" w:rsidP="008F5E81">
            <w:pPr>
              <w:ind w:right="-2"/>
              <w:jc w:val="center"/>
            </w:pPr>
            <w:r w:rsidRPr="00ED61E6">
              <w:t>23</w:t>
            </w:r>
          </w:p>
        </w:tc>
        <w:tc>
          <w:tcPr>
            <w:tcW w:w="6095" w:type="dxa"/>
          </w:tcPr>
          <w:p w:rsidR="00581BFF" w:rsidRPr="00ED61E6" w:rsidRDefault="00581BFF" w:rsidP="008F5E81">
            <w:r w:rsidRPr="00ED61E6">
              <w:t>Сулима Ольга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24</w:t>
            </w:r>
          </w:p>
        </w:tc>
        <w:tc>
          <w:tcPr>
            <w:tcW w:w="6095" w:type="dxa"/>
          </w:tcPr>
          <w:p w:rsidR="00581BFF" w:rsidRPr="00ED61E6" w:rsidRDefault="00581BFF" w:rsidP="008F5E81">
            <w:r w:rsidRPr="00ED61E6">
              <w:t>Туз Сергій Віталійович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25</w:t>
            </w:r>
          </w:p>
        </w:tc>
        <w:tc>
          <w:tcPr>
            <w:tcW w:w="6095" w:type="dxa"/>
          </w:tcPr>
          <w:p w:rsidR="00581BFF" w:rsidRPr="00ED61E6" w:rsidRDefault="00581BFF" w:rsidP="008F5E81">
            <w:r w:rsidRPr="00ED61E6">
              <w:t>Чушкін Олексій Іванович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26</w:t>
            </w:r>
          </w:p>
        </w:tc>
        <w:tc>
          <w:tcPr>
            <w:tcW w:w="6095" w:type="dxa"/>
          </w:tcPr>
          <w:p w:rsidR="00581BFF" w:rsidRPr="00ED61E6" w:rsidRDefault="00581BFF" w:rsidP="008F5E81">
            <w:r w:rsidRPr="00ED61E6">
              <w:t>Чушкіна Надія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27</w:t>
            </w:r>
          </w:p>
        </w:tc>
        <w:tc>
          <w:tcPr>
            <w:tcW w:w="6095" w:type="dxa"/>
          </w:tcPr>
          <w:p w:rsidR="00581BFF" w:rsidRPr="00ED61E6" w:rsidRDefault="00581BFF" w:rsidP="008F5E81">
            <w:r w:rsidRPr="00ED61E6">
              <w:t>Ясінський Микола Володимирович</w:t>
            </w:r>
          </w:p>
        </w:tc>
        <w:tc>
          <w:tcPr>
            <w:tcW w:w="2551" w:type="dxa"/>
          </w:tcPr>
          <w:p w:rsidR="00581BFF" w:rsidRPr="00ED61E6" w:rsidRDefault="00581BFF" w:rsidP="008F5E81">
            <w:pPr>
              <w:ind w:right="-2"/>
            </w:pPr>
            <w:r>
              <w:t>За</w:t>
            </w:r>
          </w:p>
        </w:tc>
      </w:tr>
    </w:tbl>
    <w:p w:rsidR="00581BFF" w:rsidRPr="001D1725" w:rsidRDefault="00581BFF" w:rsidP="00537D91">
      <w:pPr>
        <w:rPr>
          <w:sz w:val="28"/>
          <w:szCs w:val="28"/>
        </w:rPr>
      </w:pPr>
      <w:r>
        <w:rPr>
          <w:sz w:val="28"/>
          <w:szCs w:val="28"/>
        </w:rPr>
        <w:t>Усього проголосували</w:t>
      </w:r>
      <w:r w:rsidRPr="001D1725">
        <w:rPr>
          <w:sz w:val="28"/>
          <w:szCs w:val="28"/>
        </w:rPr>
        <w:t>,  з них :</w:t>
      </w:r>
    </w:p>
    <w:p w:rsidR="00581BFF" w:rsidRDefault="00581BFF" w:rsidP="00537D91">
      <w:pPr>
        <w:spacing w:line="319" w:lineRule="exact"/>
        <w:ind w:left="840"/>
        <w:rPr>
          <w:i/>
          <w:sz w:val="28"/>
        </w:rPr>
      </w:pPr>
      <w:r>
        <w:rPr>
          <w:i/>
          <w:sz w:val="28"/>
        </w:rPr>
        <w:t xml:space="preserve"> «За» - 24 чол.</w:t>
      </w:r>
    </w:p>
    <w:p w:rsidR="00581BFF" w:rsidRDefault="00581BFF" w:rsidP="00537D91">
      <w:pPr>
        <w:spacing w:line="322" w:lineRule="exact"/>
        <w:ind w:left="840"/>
        <w:rPr>
          <w:i/>
          <w:sz w:val="28"/>
        </w:rPr>
      </w:pPr>
      <w:r>
        <w:rPr>
          <w:i/>
          <w:sz w:val="28"/>
        </w:rPr>
        <w:t>«Проти – немає.</w:t>
      </w:r>
    </w:p>
    <w:p w:rsidR="00581BFF" w:rsidRDefault="00581BFF" w:rsidP="00537D91">
      <w:pPr>
        <w:ind w:left="840"/>
        <w:rPr>
          <w:i/>
          <w:sz w:val="28"/>
        </w:rPr>
      </w:pPr>
      <w:r>
        <w:rPr>
          <w:i/>
          <w:sz w:val="28"/>
        </w:rPr>
        <w:t>«Утримались» - немає.</w:t>
      </w:r>
    </w:p>
    <w:p w:rsidR="00581BFF" w:rsidRDefault="00581BFF" w:rsidP="00537D91">
      <w:pPr>
        <w:pStyle w:val="Heading1"/>
        <w:spacing w:before="9"/>
        <w:ind w:left="119"/>
        <w:jc w:val="left"/>
        <w:rPr>
          <w:b w:val="0"/>
        </w:rPr>
      </w:pPr>
      <w:r w:rsidRPr="001D1725">
        <w:rPr>
          <w:b w:val="0"/>
        </w:rPr>
        <w:t>Прийнято</w:t>
      </w:r>
      <w:r>
        <w:rPr>
          <w:b w:val="0"/>
        </w:rPr>
        <w:t xml:space="preserve"> рішення № 90 </w:t>
      </w:r>
      <w:r w:rsidRPr="001D1725">
        <w:rPr>
          <w:b w:val="0"/>
        </w:rPr>
        <w:t>(додається).</w:t>
      </w:r>
    </w:p>
    <w:p w:rsidR="00581BFF" w:rsidRDefault="00581BFF" w:rsidP="00537D91">
      <w:pPr>
        <w:ind w:right="-2"/>
        <w:jc w:val="both"/>
        <w:rPr>
          <w:sz w:val="28"/>
          <w:szCs w:val="28"/>
          <w:lang w:eastAsia="ru-RU"/>
        </w:rPr>
      </w:pPr>
    </w:p>
    <w:p w:rsidR="00581BFF" w:rsidRPr="00E869B2" w:rsidRDefault="00581BFF" w:rsidP="00537D91">
      <w:pPr>
        <w:ind w:right="-2"/>
        <w:jc w:val="both"/>
        <w:rPr>
          <w:b/>
          <w:sz w:val="28"/>
          <w:szCs w:val="28"/>
        </w:rPr>
      </w:pPr>
      <w:r>
        <w:t xml:space="preserve">                  </w:t>
      </w:r>
      <w:r w:rsidRPr="00E869B2">
        <w:rPr>
          <w:b/>
          <w:sz w:val="28"/>
          <w:szCs w:val="28"/>
        </w:rPr>
        <w:t>Голова селищної ради:</w:t>
      </w:r>
    </w:p>
    <w:p w:rsidR="00581BFF" w:rsidRDefault="00581BFF" w:rsidP="00537D91">
      <w:pPr>
        <w:rPr>
          <w:sz w:val="28"/>
          <w:szCs w:val="28"/>
        </w:rPr>
      </w:pPr>
      <w:r w:rsidRPr="005A5546">
        <w:rPr>
          <w:sz w:val="28"/>
          <w:szCs w:val="28"/>
        </w:rPr>
        <w:t xml:space="preserve">Переходимо до розгляду </w:t>
      </w:r>
      <w:r w:rsidRPr="00537D91">
        <w:rPr>
          <w:sz w:val="28"/>
          <w:szCs w:val="28"/>
        </w:rPr>
        <w:t>тридцять третього</w:t>
      </w:r>
      <w:r w:rsidRPr="00537D91">
        <w:rPr>
          <w:b/>
          <w:sz w:val="28"/>
          <w:szCs w:val="28"/>
        </w:rPr>
        <w:t xml:space="preserve"> </w:t>
      </w:r>
      <w:r w:rsidRPr="00537D91">
        <w:rPr>
          <w:sz w:val="28"/>
          <w:szCs w:val="28"/>
        </w:rPr>
        <w:t xml:space="preserve"> </w:t>
      </w:r>
      <w:r>
        <w:rPr>
          <w:sz w:val="28"/>
          <w:szCs w:val="28"/>
        </w:rPr>
        <w:t>питання.</w:t>
      </w:r>
    </w:p>
    <w:p w:rsidR="00581BFF" w:rsidRDefault="00581BFF" w:rsidP="00537D91">
      <w:pPr>
        <w:tabs>
          <w:tab w:val="left" w:pos="0"/>
        </w:tabs>
        <w:adjustRightInd w:val="0"/>
        <w:ind w:right="-5"/>
        <w:jc w:val="both"/>
        <w:rPr>
          <w:sz w:val="28"/>
          <w:szCs w:val="28"/>
        </w:rPr>
      </w:pPr>
      <w:r w:rsidRPr="002F4B1F">
        <w:rPr>
          <w:sz w:val="28"/>
          <w:szCs w:val="28"/>
        </w:rPr>
        <w:t>Слово для інформації</w:t>
      </w:r>
      <w:r w:rsidRPr="009560EA">
        <w:rPr>
          <w:color w:val="000000"/>
          <w:sz w:val="28"/>
          <w:szCs w:val="28"/>
        </w:rPr>
        <w:t xml:space="preserve"> </w:t>
      </w:r>
      <w:r w:rsidRPr="009560EA">
        <w:rPr>
          <w:b/>
          <w:sz w:val="28"/>
          <w:szCs w:val="28"/>
        </w:rPr>
        <w:t>"</w:t>
      </w:r>
      <w:r w:rsidRPr="00537D91">
        <w:rPr>
          <w:b/>
          <w:sz w:val="28"/>
          <w:szCs w:val="28"/>
        </w:rPr>
        <w:t>Про затвердження проекту землеустрою та надання у власність земельної ділянки</w:t>
      </w:r>
      <w:r w:rsidRPr="009560EA">
        <w:rPr>
          <w:b/>
          <w:sz w:val="28"/>
          <w:szCs w:val="28"/>
        </w:rPr>
        <w:t>"</w:t>
      </w:r>
      <w:r>
        <w:rPr>
          <w:sz w:val="28"/>
          <w:szCs w:val="28"/>
        </w:rPr>
        <w:t xml:space="preserve"> </w:t>
      </w:r>
      <w:r w:rsidRPr="00DD698C">
        <w:rPr>
          <w:sz w:val="28"/>
          <w:szCs w:val="28"/>
        </w:rPr>
        <w:t>надається</w:t>
      </w:r>
      <w:r w:rsidRPr="00930564">
        <w:rPr>
          <w:b/>
          <w:sz w:val="28"/>
          <w:szCs w:val="28"/>
        </w:rPr>
        <w:t xml:space="preserve"> </w:t>
      </w:r>
      <w:r>
        <w:rPr>
          <w:b/>
          <w:sz w:val="28"/>
          <w:szCs w:val="28"/>
        </w:rPr>
        <w:t xml:space="preserve">Свид Оксані Георгіївні, </w:t>
      </w:r>
      <w:r w:rsidRPr="00537D91">
        <w:rPr>
          <w:sz w:val="28"/>
          <w:szCs w:val="28"/>
        </w:rPr>
        <w:t>начальнику земельного відділу Голованівської селищної ради</w:t>
      </w:r>
      <w:r>
        <w:rPr>
          <w:sz w:val="28"/>
          <w:szCs w:val="28"/>
        </w:rPr>
        <w:t>.</w:t>
      </w:r>
    </w:p>
    <w:p w:rsidR="00581BFF" w:rsidRDefault="00581BFF" w:rsidP="00537D91">
      <w:pPr>
        <w:tabs>
          <w:tab w:val="left" w:pos="0"/>
        </w:tabs>
        <w:adjustRightInd w:val="0"/>
        <w:ind w:right="-5"/>
        <w:jc w:val="both"/>
        <w:rPr>
          <w:sz w:val="28"/>
          <w:szCs w:val="28"/>
        </w:rPr>
      </w:pPr>
    </w:p>
    <w:p w:rsidR="00581BFF" w:rsidRPr="00765D96" w:rsidRDefault="00581BFF" w:rsidP="00537D91">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537D91">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537D91">
      <w:pPr>
        <w:tabs>
          <w:tab w:val="left" w:pos="0"/>
        </w:tabs>
        <w:adjustRightInd w:val="0"/>
        <w:ind w:right="-5"/>
        <w:jc w:val="both"/>
        <w:rPr>
          <w:sz w:val="28"/>
          <w:szCs w:val="28"/>
        </w:rPr>
      </w:pPr>
      <w:r>
        <w:rPr>
          <w:sz w:val="28"/>
          <w:szCs w:val="28"/>
        </w:rPr>
        <w:t>За результатами роботи постійної комісії з питань аграрної політики та земельних відносин пропонується виключити з проєкту рішення п.1, 2, 5, 6, 11, 12, 13, 14, 15, 16, 17, 18, 21, 22, 39, 40, 41, 42, 43, 44, 45, 46. Ці зміни стосуються ділянок, що знаходяться за межами населених пунктів.</w:t>
      </w:r>
    </w:p>
    <w:p w:rsidR="00581BFF" w:rsidRDefault="00581BFF" w:rsidP="00537D91">
      <w:pPr>
        <w:ind w:right="-2"/>
        <w:jc w:val="both"/>
        <w:rPr>
          <w:sz w:val="28"/>
          <w:szCs w:val="28"/>
          <w:lang w:eastAsia="ru-RU"/>
        </w:rPr>
      </w:pPr>
    </w:p>
    <w:p w:rsidR="00581BFF" w:rsidRPr="00E869B2" w:rsidRDefault="00581BFF" w:rsidP="00537D91">
      <w:pPr>
        <w:ind w:right="-2"/>
        <w:jc w:val="both"/>
        <w:rPr>
          <w:b/>
          <w:sz w:val="28"/>
          <w:szCs w:val="28"/>
        </w:rPr>
      </w:pPr>
      <w:r>
        <w:t xml:space="preserve">                  </w:t>
      </w:r>
      <w:r w:rsidRPr="00E869B2">
        <w:rPr>
          <w:b/>
          <w:sz w:val="28"/>
          <w:szCs w:val="28"/>
        </w:rPr>
        <w:t>Голова селищної ради:</w:t>
      </w:r>
    </w:p>
    <w:p w:rsidR="00581BFF" w:rsidRDefault="00581BFF" w:rsidP="00537D91">
      <w:pPr>
        <w:rPr>
          <w:sz w:val="28"/>
          <w:szCs w:val="28"/>
        </w:rPr>
      </w:pPr>
      <w:r w:rsidRPr="005A5546">
        <w:rPr>
          <w:sz w:val="28"/>
          <w:szCs w:val="28"/>
        </w:rPr>
        <w:t xml:space="preserve">Чи є запитання </w:t>
      </w:r>
      <w:r>
        <w:rPr>
          <w:sz w:val="28"/>
          <w:szCs w:val="28"/>
        </w:rPr>
        <w:t xml:space="preserve">у депутатів? </w:t>
      </w:r>
    </w:p>
    <w:p w:rsidR="00581BFF" w:rsidRDefault="00581BFF" w:rsidP="00562C0D">
      <w:pPr>
        <w:pStyle w:val="ListParagraph"/>
        <w:widowControl/>
        <w:suppressAutoHyphens/>
        <w:autoSpaceDE/>
        <w:autoSpaceDN/>
        <w:ind w:left="0" w:firstLine="0"/>
        <w:contextualSpacing/>
        <w:jc w:val="both"/>
        <w:rPr>
          <w:spacing w:val="-5"/>
          <w:sz w:val="28"/>
          <w:szCs w:val="28"/>
        </w:rPr>
      </w:pPr>
      <w:r>
        <w:rPr>
          <w:sz w:val="28"/>
          <w:szCs w:val="28"/>
        </w:rPr>
        <w:t xml:space="preserve">Пропоную поставити </w:t>
      </w:r>
      <w:r w:rsidRPr="00562C0D">
        <w:rPr>
          <w:spacing w:val="-5"/>
          <w:sz w:val="28"/>
          <w:szCs w:val="28"/>
        </w:rPr>
        <w:t>проєкт рішення на голосування за основу.</w:t>
      </w:r>
    </w:p>
    <w:p w:rsidR="00581BFF" w:rsidRPr="00B05A04" w:rsidRDefault="00581BFF" w:rsidP="00562C0D">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F5E81">
        <w:tc>
          <w:tcPr>
            <w:tcW w:w="534" w:type="dxa"/>
          </w:tcPr>
          <w:p w:rsidR="00581BFF" w:rsidRPr="00ED61E6" w:rsidRDefault="00581BFF" w:rsidP="008F5E81">
            <w:pPr>
              <w:ind w:right="-2"/>
              <w:jc w:val="center"/>
            </w:pPr>
            <w:r w:rsidRPr="00ED61E6">
              <w:t>№</w:t>
            </w:r>
          </w:p>
        </w:tc>
        <w:tc>
          <w:tcPr>
            <w:tcW w:w="6095" w:type="dxa"/>
          </w:tcPr>
          <w:p w:rsidR="00581BFF" w:rsidRPr="00ED61E6" w:rsidRDefault="00581BFF" w:rsidP="008F5E81">
            <w:pPr>
              <w:tabs>
                <w:tab w:val="left" w:pos="676"/>
                <w:tab w:val="center" w:pos="2940"/>
              </w:tabs>
              <w:ind w:right="-2"/>
            </w:pPr>
            <w:r>
              <w:tab/>
            </w:r>
            <w:r>
              <w:tab/>
            </w:r>
            <w:r w:rsidRPr="00ED61E6">
              <w:t>ПІБ депутата</w:t>
            </w:r>
          </w:p>
        </w:tc>
        <w:tc>
          <w:tcPr>
            <w:tcW w:w="2551" w:type="dxa"/>
          </w:tcPr>
          <w:p w:rsidR="00581BFF" w:rsidRPr="00ED61E6" w:rsidRDefault="00581BFF" w:rsidP="008F5E81">
            <w:pPr>
              <w:ind w:right="-2"/>
              <w:jc w:val="center"/>
            </w:pPr>
            <w:r w:rsidRPr="00ED61E6">
              <w:t>Результати голосування</w:t>
            </w:r>
          </w:p>
        </w:tc>
      </w:tr>
      <w:tr w:rsidR="00581BFF" w:rsidRPr="00ED61E6" w:rsidTr="008F5E81">
        <w:tc>
          <w:tcPr>
            <w:tcW w:w="534" w:type="dxa"/>
          </w:tcPr>
          <w:p w:rsidR="00581BFF" w:rsidRPr="00ED61E6" w:rsidRDefault="00581BFF" w:rsidP="008F5E81">
            <w:pPr>
              <w:ind w:right="-2"/>
              <w:jc w:val="center"/>
            </w:pPr>
            <w:r w:rsidRPr="00ED61E6">
              <w:t>1</w:t>
            </w:r>
          </w:p>
        </w:tc>
        <w:tc>
          <w:tcPr>
            <w:tcW w:w="6095" w:type="dxa"/>
          </w:tcPr>
          <w:p w:rsidR="00581BFF" w:rsidRPr="00ED61E6" w:rsidRDefault="00581BFF" w:rsidP="008F5E81">
            <w:r w:rsidRPr="00ED61E6">
              <w:t>Цобенко Сергій Олександрович – селищний голова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w:t>
            </w:r>
          </w:p>
        </w:tc>
        <w:tc>
          <w:tcPr>
            <w:tcW w:w="6095" w:type="dxa"/>
          </w:tcPr>
          <w:p w:rsidR="00581BFF" w:rsidRPr="00ED61E6" w:rsidRDefault="00581BFF" w:rsidP="008F5E81">
            <w:r w:rsidRPr="00ED61E6">
              <w:t>Брижатюк Олена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3</w:t>
            </w:r>
          </w:p>
        </w:tc>
        <w:tc>
          <w:tcPr>
            <w:tcW w:w="6095" w:type="dxa"/>
          </w:tcPr>
          <w:p w:rsidR="00581BFF" w:rsidRPr="00ED61E6" w:rsidRDefault="00581BFF" w:rsidP="008F5E81">
            <w:r w:rsidRPr="00ED61E6">
              <w:t>Голімбієвська Тамара Павлівна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4</w:t>
            </w:r>
          </w:p>
        </w:tc>
        <w:tc>
          <w:tcPr>
            <w:tcW w:w="6095" w:type="dxa"/>
          </w:tcPr>
          <w:p w:rsidR="00581BFF" w:rsidRPr="00ED61E6" w:rsidRDefault="00581BFF" w:rsidP="008F5E81">
            <w:r w:rsidRPr="00ED61E6">
              <w:t>Грушецький Анатолій Георгійович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5</w:t>
            </w:r>
          </w:p>
        </w:tc>
        <w:tc>
          <w:tcPr>
            <w:tcW w:w="6095" w:type="dxa"/>
          </w:tcPr>
          <w:p w:rsidR="00581BFF" w:rsidRPr="00ED61E6" w:rsidRDefault="00581BFF" w:rsidP="008F5E81">
            <w:r w:rsidRPr="00ED61E6">
              <w:t>Дудар Василь Серафимович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6</w:t>
            </w:r>
          </w:p>
        </w:tc>
        <w:tc>
          <w:tcPr>
            <w:tcW w:w="6095" w:type="dxa"/>
          </w:tcPr>
          <w:p w:rsidR="00581BFF" w:rsidRPr="00ED61E6" w:rsidRDefault="00581BFF" w:rsidP="008F5E81">
            <w:r w:rsidRPr="00ED61E6">
              <w:t>Захаренко Вадим Володимирович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7</w:t>
            </w:r>
          </w:p>
        </w:tc>
        <w:tc>
          <w:tcPr>
            <w:tcW w:w="6095" w:type="dxa"/>
          </w:tcPr>
          <w:p w:rsidR="00581BFF" w:rsidRPr="00ED61E6" w:rsidRDefault="00581BFF" w:rsidP="008F5E81">
            <w:r w:rsidRPr="00ED61E6">
              <w:t>Кучмій Богдан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8</w:t>
            </w:r>
          </w:p>
        </w:tc>
        <w:tc>
          <w:tcPr>
            <w:tcW w:w="6095" w:type="dxa"/>
          </w:tcPr>
          <w:p w:rsidR="00581BFF" w:rsidRPr="00ED61E6" w:rsidRDefault="00581BFF" w:rsidP="008F5E81">
            <w:r w:rsidRPr="00ED61E6">
              <w:t>Кучмій Юрій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9</w:t>
            </w:r>
          </w:p>
        </w:tc>
        <w:tc>
          <w:tcPr>
            <w:tcW w:w="6095" w:type="dxa"/>
          </w:tcPr>
          <w:p w:rsidR="00581BFF" w:rsidRPr="00ED61E6" w:rsidRDefault="00581BFF" w:rsidP="008F5E81">
            <w:r w:rsidRPr="00ED61E6">
              <w:t>Кругла Тетяна Дмитрівна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10</w:t>
            </w:r>
          </w:p>
        </w:tc>
        <w:tc>
          <w:tcPr>
            <w:tcW w:w="6095" w:type="dxa"/>
          </w:tcPr>
          <w:p w:rsidR="00581BFF" w:rsidRPr="00ED61E6" w:rsidRDefault="00581BFF" w:rsidP="008F5E81">
            <w:r w:rsidRPr="00ED61E6">
              <w:t>Лісовська Тамара Андріївна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11</w:t>
            </w:r>
          </w:p>
        </w:tc>
        <w:tc>
          <w:tcPr>
            <w:tcW w:w="6095" w:type="dxa"/>
          </w:tcPr>
          <w:p w:rsidR="00581BFF" w:rsidRPr="00ED61E6" w:rsidRDefault="00581BFF" w:rsidP="008F5E81">
            <w:r w:rsidRPr="00ED61E6">
              <w:t>Лісовський  Сергій Олександрович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12</w:t>
            </w:r>
          </w:p>
        </w:tc>
        <w:tc>
          <w:tcPr>
            <w:tcW w:w="6095" w:type="dxa"/>
          </w:tcPr>
          <w:p w:rsidR="00581BFF" w:rsidRPr="00ED61E6" w:rsidRDefault="00581BFF" w:rsidP="008F5E81">
            <w:r w:rsidRPr="00ED61E6">
              <w:t>Мирошниченко Олена Віталіївна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13</w:t>
            </w:r>
          </w:p>
        </w:tc>
        <w:tc>
          <w:tcPr>
            <w:tcW w:w="6095" w:type="dxa"/>
          </w:tcPr>
          <w:p w:rsidR="00581BFF" w:rsidRPr="00ED61E6" w:rsidRDefault="00581BFF" w:rsidP="008F5E81">
            <w:r w:rsidRPr="00ED61E6">
              <w:t>Мостовик Сергій Віталійович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14</w:t>
            </w:r>
          </w:p>
        </w:tc>
        <w:tc>
          <w:tcPr>
            <w:tcW w:w="6095" w:type="dxa"/>
          </w:tcPr>
          <w:p w:rsidR="00581BFF" w:rsidRPr="00ED61E6" w:rsidRDefault="00581BFF" w:rsidP="008F5E81">
            <w:r w:rsidRPr="00ED61E6">
              <w:t>Напханюк Ольга Іванівна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15</w:t>
            </w:r>
          </w:p>
        </w:tc>
        <w:tc>
          <w:tcPr>
            <w:tcW w:w="6095" w:type="dxa"/>
          </w:tcPr>
          <w:p w:rsidR="00581BFF" w:rsidRPr="00ED61E6" w:rsidRDefault="00581BFF" w:rsidP="008F5E81">
            <w:r w:rsidRPr="00ED61E6">
              <w:t>Напханюк Світлана Олексіївна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16</w:t>
            </w:r>
          </w:p>
        </w:tc>
        <w:tc>
          <w:tcPr>
            <w:tcW w:w="6095" w:type="dxa"/>
          </w:tcPr>
          <w:p w:rsidR="00581BFF" w:rsidRPr="00ED61E6" w:rsidRDefault="00581BFF" w:rsidP="008F5E81">
            <w:r w:rsidRPr="00ED61E6">
              <w:t>Новіков Сергій Алійович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17</w:t>
            </w:r>
          </w:p>
        </w:tc>
        <w:tc>
          <w:tcPr>
            <w:tcW w:w="6095" w:type="dxa"/>
          </w:tcPr>
          <w:p w:rsidR="00581BFF" w:rsidRPr="00ED61E6" w:rsidRDefault="00581BFF" w:rsidP="008F5E81">
            <w:r w:rsidRPr="00ED61E6">
              <w:t>Піщик Тетяна Володимирівна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18</w:t>
            </w:r>
          </w:p>
        </w:tc>
        <w:tc>
          <w:tcPr>
            <w:tcW w:w="6095" w:type="dxa"/>
          </w:tcPr>
          <w:p w:rsidR="00581BFF" w:rsidRPr="00ED61E6" w:rsidRDefault="00581BFF" w:rsidP="008F5E81">
            <w:r w:rsidRPr="00ED61E6">
              <w:t>Романщак Наталія Василівна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19</w:t>
            </w:r>
          </w:p>
        </w:tc>
        <w:tc>
          <w:tcPr>
            <w:tcW w:w="6095" w:type="dxa"/>
          </w:tcPr>
          <w:p w:rsidR="00581BFF" w:rsidRPr="00ED61E6" w:rsidRDefault="00581BFF" w:rsidP="008F5E81">
            <w:r w:rsidRPr="00ED61E6">
              <w:t>Рибак Ігор Федорович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20</w:t>
            </w:r>
          </w:p>
        </w:tc>
        <w:tc>
          <w:tcPr>
            <w:tcW w:w="6095" w:type="dxa"/>
          </w:tcPr>
          <w:p w:rsidR="00581BFF" w:rsidRPr="00ED61E6" w:rsidRDefault="00581BFF" w:rsidP="008F5E81">
            <w:r w:rsidRPr="00ED61E6">
              <w:t>Сачук Валентина Михайлівна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21</w:t>
            </w:r>
          </w:p>
        </w:tc>
        <w:tc>
          <w:tcPr>
            <w:tcW w:w="6095" w:type="dxa"/>
          </w:tcPr>
          <w:p w:rsidR="00581BFF" w:rsidRPr="00ED61E6" w:rsidRDefault="00581BFF" w:rsidP="008F5E81">
            <w:r w:rsidRPr="00ED61E6">
              <w:t>Сторожук Віталій Олексійович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22</w:t>
            </w:r>
          </w:p>
        </w:tc>
        <w:tc>
          <w:tcPr>
            <w:tcW w:w="6095" w:type="dxa"/>
          </w:tcPr>
          <w:p w:rsidR="00581BFF" w:rsidRPr="00ED61E6" w:rsidRDefault="00581BFF" w:rsidP="008F5E81">
            <w:r w:rsidRPr="00ED61E6">
              <w:t>Скрипар Василь Іванович</w:t>
            </w:r>
          </w:p>
        </w:tc>
        <w:tc>
          <w:tcPr>
            <w:tcW w:w="2551" w:type="dxa"/>
          </w:tcPr>
          <w:p w:rsidR="00581BFF" w:rsidRPr="00ED61E6" w:rsidRDefault="00581BFF" w:rsidP="008F5E81">
            <w:pPr>
              <w:ind w:right="-2"/>
            </w:pPr>
            <w:r>
              <w:t>відсутній</w:t>
            </w:r>
          </w:p>
        </w:tc>
      </w:tr>
      <w:tr w:rsidR="00581BFF" w:rsidRPr="00ED61E6" w:rsidTr="008F5E81">
        <w:tc>
          <w:tcPr>
            <w:tcW w:w="534" w:type="dxa"/>
          </w:tcPr>
          <w:p w:rsidR="00581BFF" w:rsidRPr="00ED61E6" w:rsidRDefault="00581BFF" w:rsidP="008F5E81">
            <w:pPr>
              <w:ind w:right="-2"/>
              <w:jc w:val="center"/>
            </w:pPr>
            <w:r w:rsidRPr="00ED61E6">
              <w:t>23</w:t>
            </w:r>
          </w:p>
        </w:tc>
        <w:tc>
          <w:tcPr>
            <w:tcW w:w="6095" w:type="dxa"/>
          </w:tcPr>
          <w:p w:rsidR="00581BFF" w:rsidRPr="00ED61E6" w:rsidRDefault="00581BFF" w:rsidP="008F5E81">
            <w:r w:rsidRPr="00ED61E6">
              <w:t>Сулима Ольга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24</w:t>
            </w:r>
          </w:p>
        </w:tc>
        <w:tc>
          <w:tcPr>
            <w:tcW w:w="6095" w:type="dxa"/>
          </w:tcPr>
          <w:p w:rsidR="00581BFF" w:rsidRPr="00ED61E6" w:rsidRDefault="00581BFF" w:rsidP="008F5E81">
            <w:r w:rsidRPr="00ED61E6">
              <w:t>Туз Сергій Віталійович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25</w:t>
            </w:r>
          </w:p>
        </w:tc>
        <w:tc>
          <w:tcPr>
            <w:tcW w:w="6095" w:type="dxa"/>
          </w:tcPr>
          <w:p w:rsidR="00581BFF" w:rsidRPr="00ED61E6" w:rsidRDefault="00581BFF" w:rsidP="008F5E81">
            <w:r w:rsidRPr="00ED61E6">
              <w:t>Чушкін Олексій Іванович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26</w:t>
            </w:r>
          </w:p>
        </w:tc>
        <w:tc>
          <w:tcPr>
            <w:tcW w:w="6095" w:type="dxa"/>
          </w:tcPr>
          <w:p w:rsidR="00581BFF" w:rsidRPr="00ED61E6" w:rsidRDefault="00581BFF" w:rsidP="008F5E81">
            <w:r w:rsidRPr="00ED61E6">
              <w:t>Чушкіна Надія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27</w:t>
            </w:r>
          </w:p>
        </w:tc>
        <w:tc>
          <w:tcPr>
            <w:tcW w:w="6095" w:type="dxa"/>
          </w:tcPr>
          <w:p w:rsidR="00581BFF" w:rsidRPr="00ED61E6" w:rsidRDefault="00581BFF" w:rsidP="008F5E81">
            <w:r w:rsidRPr="00ED61E6">
              <w:t>Ясінський Микола Володимирович</w:t>
            </w:r>
          </w:p>
        </w:tc>
        <w:tc>
          <w:tcPr>
            <w:tcW w:w="2551" w:type="dxa"/>
          </w:tcPr>
          <w:p w:rsidR="00581BFF" w:rsidRPr="00ED61E6" w:rsidRDefault="00581BFF" w:rsidP="008F5E81">
            <w:pPr>
              <w:ind w:right="-2"/>
            </w:pPr>
            <w:r>
              <w:t>За</w:t>
            </w:r>
          </w:p>
        </w:tc>
      </w:tr>
    </w:tbl>
    <w:p w:rsidR="00581BFF" w:rsidRPr="001D1725" w:rsidRDefault="00581BFF" w:rsidP="00562C0D">
      <w:pPr>
        <w:rPr>
          <w:sz w:val="28"/>
          <w:szCs w:val="28"/>
        </w:rPr>
      </w:pPr>
      <w:r>
        <w:rPr>
          <w:sz w:val="28"/>
          <w:szCs w:val="28"/>
        </w:rPr>
        <w:t>Усього проголосували</w:t>
      </w:r>
      <w:r w:rsidRPr="001D1725">
        <w:rPr>
          <w:sz w:val="28"/>
          <w:szCs w:val="28"/>
        </w:rPr>
        <w:t>,  з них :</w:t>
      </w:r>
    </w:p>
    <w:p w:rsidR="00581BFF" w:rsidRDefault="00581BFF" w:rsidP="00562C0D">
      <w:pPr>
        <w:spacing w:line="319" w:lineRule="exact"/>
        <w:ind w:left="840"/>
        <w:rPr>
          <w:i/>
          <w:sz w:val="28"/>
        </w:rPr>
      </w:pPr>
      <w:r>
        <w:rPr>
          <w:i/>
          <w:sz w:val="28"/>
        </w:rPr>
        <w:t xml:space="preserve"> «За» - 24 чол.</w:t>
      </w:r>
    </w:p>
    <w:p w:rsidR="00581BFF" w:rsidRDefault="00581BFF" w:rsidP="00562C0D">
      <w:pPr>
        <w:spacing w:line="322" w:lineRule="exact"/>
        <w:ind w:left="840"/>
        <w:rPr>
          <w:i/>
          <w:sz w:val="28"/>
        </w:rPr>
      </w:pPr>
      <w:r>
        <w:rPr>
          <w:i/>
          <w:sz w:val="28"/>
        </w:rPr>
        <w:t>«Проти – немає.</w:t>
      </w:r>
    </w:p>
    <w:p w:rsidR="00581BFF" w:rsidRDefault="00581BFF" w:rsidP="00562C0D">
      <w:pPr>
        <w:ind w:left="840"/>
        <w:rPr>
          <w:i/>
          <w:sz w:val="28"/>
        </w:rPr>
      </w:pPr>
      <w:r>
        <w:rPr>
          <w:i/>
          <w:sz w:val="28"/>
        </w:rPr>
        <w:t>«Утримались» - немає.</w:t>
      </w:r>
    </w:p>
    <w:p w:rsidR="00581BFF" w:rsidRDefault="00581BFF" w:rsidP="008F5E81">
      <w:pPr>
        <w:pStyle w:val="Heading1"/>
        <w:spacing w:before="9"/>
        <w:ind w:left="119"/>
        <w:jc w:val="left"/>
        <w:rPr>
          <w:b w:val="0"/>
        </w:rPr>
      </w:pPr>
      <w:r w:rsidRPr="001D1725">
        <w:rPr>
          <w:b w:val="0"/>
        </w:rPr>
        <w:t>Прийнято</w:t>
      </w:r>
      <w:r>
        <w:rPr>
          <w:b w:val="0"/>
        </w:rPr>
        <w:t xml:space="preserve"> рішення № 91</w:t>
      </w:r>
      <w:r w:rsidRPr="001D1725">
        <w:rPr>
          <w:b w:val="0"/>
        </w:rPr>
        <w:t>.</w:t>
      </w:r>
    </w:p>
    <w:p w:rsidR="00581BFF" w:rsidRDefault="00581BFF" w:rsidP="00562C0D">
      <w:pPr>
        <w:ind w:right="-2"/>
        <w:jc w:val="both"/>
        <w:rPr>
          <w:sz w:val="28"/>
          <w:szCs w:val="28"/>
          <w:lang w:eastAsia="ru-RU"/>
        </w:rPr>
      </w:pPr>
    </w:p>
    <w:p w:rsidR="00581BFF" w:rsidRPr="00E869B2" w:rsidRDefault="00581BFF" w:rsidP="00562C0D">
      <w:pPr>
        <w:ind w:right="-2"/>
        <w:jc w:val="both"/>
        <w:rPr>
          <w:b/>
          <w:sz w:val="28"/>
          <w:szCs w:val="28"/>
        </w:rPr>
      </w:pPr>
      <w:r>
        <w:t xml:space="preserve">                  </w:t>
      </w:r>
      <w:r w:rsidRPr="00E869B2">
        <w:rPr>
          <w:b/>
          <w:sz w:val="28"/>
          <w:szCs w:val="28"/>
        </w:rPr>
        <w:t>Голова селищної ради:</w:t>
      </w:r>
    </w:p>
    <w:p w:rsidR="00581BFF" w:rsidRDefault="00581BFF" w:rsidP="008F5E81">
      <w:pPr>
        <w:pStyle w:val="Heading1"/>
        <w:spacing w:before="9"/>
        <w:ind w:left="119" w:hanging="9"/>
        <w:rPr>
          <w:b w:val="0"/>
        </w:rPr>
      </w:pPr>
      <w:r>
        <w:rPr>
          <w:b w:val="0"/>
          <w:spacing w:val="-5"/>
        </w:rPr>
        <w:t>прошу голосувати</w:t>
      </w:r>
      <w:r w:rsidRPr="0090460C">
        <w:rPr>
          <w:b w:val="0"/>
          <w:spacing w:val="-5"/>
        </w:rPr>
        <w:t xml:space="preserve"> </w:t>
      </w:r>
      <w:r>
        <w:rPr>
          <w:b w:val="0"/>
          <w:spacing w:val="-5"/>
        </w:rPr>
        <w:t>усі зміни</w:t>
      </w:r>
      <w:r w:rsidRPr="0090460C">
        <w:rPr>
          <w:b w:val="0"/>
          <w:spacing w:val="-5"/>
        </w:rPr>
        <w:t>,</w:t>
      </w:r>
      <w:r>
        <w:rPr>
          <w:b w:val="0"/>
          <w:spacing w:val="-5"/>
        </w:rPr>
        <w:t xml:space="preserve"> в частині виключення пу</w:t>
      </w:r>
      <w:r w:rsidRPr="008F5E81">
        <w:rPr>
          <w:b w:val="0"/>
          <w:spacing w:val="-5"/>
        </w:rPr>
        <w:t xml:space="preserve">нктів </w:t>
      </w:r>
      <w:r w:rsidRPr="008F5E81">
        <w:rPr>
          <w:b w:val="0"/>
        </w:rPr>
        <w:t>1, 2, 5, 6, 11, 12, 13, 14, 15, 16, 17, 18, 21, 22, 39, 40, 41, 42, 43, 44, 45, 46</w:t>
      </w:r>
      <w:r>
        <w:rPr>
          <w:b w:val="0"/>
          <w:spacing w:val="-5"/>
        </w:rPr>
        <w:t>,</w:t>
      </w:r>
      <w:r w:rsidRPr="0090460C">
        <w:rPr>
          <w:b w:val="0"/>
          <w:spacing w:val="-5"/>
        </w:rPr>
        <w:t xml:space="preserve"> що надійшли під час обговорення проекту</w:t>
      </w:r>
      <w:r>
        <w:rPr>
          <w:b w:val="0"/>
          <w:spacing w:val="-5"/>
        </w:rPr>
        <w:t xml:space="preserve"> на засіданні постійної комісії</w:t>
      </w:r>
      <w:r w:rsidRPr="008F5E81">
        <w:rPr>
          <w:b w:val="0"/>
          <w:spacing w:val="-5"/>
        </w:rPr>
        <w:t xml:space="preserve">  </w:t>
      </w:r>
      <w:r w:rsidRPr="008F5E81">
        <w:rPr>
          <w:b w:val="0"/>
        </w:rPr>
        <w:t>питань аграрної політики та земельних відносин</w:t>
      </w:r>
      <w:r>
        <w:rPr>
          <w:b w:val="0"/>
        </w:rPr>
        <w:t>.</w:t>
      </w:r>
    </w:p>
    <w:p w:rsidR="00581BFF" w:rsidRPr="00B05A04" w:rsidRDefault="00581BFF" w:rsidP="008F5E8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8F5E81">
        <w:tc>
          <w:tcPr>
            <w:tcW w:w="534" w:type="dxa"/>
          </w:tcPr>
          <w:p w:rsidR="00581BFF" w:rsidRPr="00ED61E6" w:rsidRDefault="00581BFF" w:rsidP="008F5E81">
            <w:pPr>
              <w:ind w:right="-2"/>
              <w:jc w:val="center"/>
            </w:pPr>
            <w:r w:rsidRPr="00ED61E6">
              <w:t>№</w:t>
            </w:r>
          </w:p>
        </w:tc>
        <w:tc>
          <w:tcPr>
            <w:tcW w:w="6095" w:type="dxa"/>
          </w:tcPr>
          <w:p w:rsidR="00581BFF" w:rsidRPr="00ED61E6" w:rsidRDefault="00581BFF" w:rsidP="008F5E81">
            <w:pPr>
              <w:tabs>
                <w:tab w:val="left" w:pos="676"/>
                <w:tab w:val="center" w:pos="2940"/>
              </w:tabs>
              <w:ind w:right="-2"/>
            </w:pPr>
            <w:r>
              <w:tab/>
            </w:r>
            <w:r>
              <w:tab/>
            </w:r>
            <w:r w:rsidRPr="00ED61E6">
              <w:t>ПІБ депутата</w:t>
            </w:r>
          </w:p>
        </w:tc>
        <w:tc>
          <w:tcPr>
            <w:tcW w:w="2551" w:type="dxa"/>
          </w:tcPr>
          <w:p w:rsidR="00581BFF" w:rsidRPr="00ED61E6" w:rsidRDefault="00581BFF" w:rsidP="008F5E81">
            <w:pPr>
              <w:ind w:right="-2"/>
              <w:jc w:val="center"/>
            </w:pPr>
            <w:r w:rsidRPr="00ED61E6">
              <w:t>Результати голосування</w:t>
            </w:r>
          </w:p>
        </w:tc>
      </w:tr>
      <w:tr w:rsidR="00581BFF" w:rsidRPr="00ED61E6" w:rsidTr="008F5E81">
        <w:tc>
          <w:tcPr>
            <w:tcW w:w="534" w:type="dxa"/>
          </w:tcPr>
          <w:p w:rsidR="00581BFF" w:rsidRPr="00ED61E6" w:rsidRDefault="00581BFF" w:rsidP="008F5E81">
            <w:pPr>
              <w:ind w:right="-2"/>
              <w:jc w:val="center"/>
            </w:pPr>
            <w:r w:rsidRPr="00ED61E6">
              <w:t>1</w:t>
            </w:r>
          </w:p>
        </w:tc>
        <w:tc>
          <w:tcPr>
            <w:tcW w:w="6095" w:type="dxa"/>
          </w:tcPr>
          <w:p w:rsidR="00581BFF" w:rsidRPr="00ED61E6" w:rsidRDefault="00581BFF" w:rsidP="008F5E81">
            <w:r w:rsidRPr="00ED61E6">
              <w:t>Цобенко Сергій Олександрович – селищний голова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w:t>
            </w:r>
          </w:p>
        </w:tc>
        <w:tc>
          <w:tcPr>
            <w:tcW w:w="6095" w:type="dxa"/>
          </w:tcPr>
          <w:p w:rsidR="00581BFF" w:rsidRPr="00ED61E6" w:rsidRDefault="00581BFF" w:rsidP="008F5E81">
            <w:r w:rsidRPr="00ED61E6">
              <w:t>Брижатюк Олена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3</w:t>
            </w:r>
          </w:p>
        </w:tc>
        <w:tc>
          <w:tcPr>
            <w:tcW w:w="6095" w:type="dxa"/>
          </w:tcPr>
          <w:p w:rsidR="00581BFF" w:rsidRPr="00ED61E6" w:rsidRDefault="00581BFF" w:rsidP="008F5E81">
            <w:r w:rsidRPr="00ED61E6">
              <w:t>Голімбієвська Тамара Павлівна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4</w:t>
            </w:r>
          </w:p>
        </w:tc>
        <w:tc>
          <w:tcPr>
            <w:tcW w:w="6095" w:type="dxa"/>
          </w:tcPr>
          <w:p w:rsidR="00581BFF" w:rsidRPr="00ED61E6" w:rsidRDefault="00581BFF" w:rsidP="008F5E81">
            <w:r w:rsidRPr="00ED61E6">
              <w:t>Грушецький Анатолій Георгійович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5</w:t>
            </w:r>
          </w:p>
        </w:tc>
        <w:tc>
          <w:tcPr>
            <w:tcW w:w="6095" w:type="dxa"/>
          </w:tcPr>
          <w:p w:rsidR="00581BFF" w:rsidRPr="00ED61E6" w:rsidRDefault="00581BFF" w:rsidP="008F5E81">
            <w:r w:rsidRPr="00ED61E6">
              <w:t>Дудар Василь Серафимович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6</w:t>
            </w:r>
          </w:p>
        </w:tc>
        <w:tc>
          <w:tcPr>
            <w:tcW w:w="6095" w:type="dxa"/>
          </w:tcPr>
          <w:p w:rsidR="00581BFF" w:rsidRPr="00ED61E6" w:rsidRDefault="00581BFF" w:rsidP="008F5E81">
            <w:r w:rsidRPr="00ED61E6">
              <w:t>Захаренко Вадим Володимирович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7</w:t>
            </w:r>
          </w:p>
        </w:tc>
        <w:tc>
          <w:tcPr>
            <w:tcW w:w="6095" w:type="dxa"/>
          </w:tcPr>
          <w:p w:rsidR="00581BFF" w:rsidRPr="00ED61E6" w:rsidRDefault="00581BFF" w:rsidP="008F5E81">
            <w:r w:rsidRPr="00ED61E6">
              <w:t>Кучмій Богдан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8</w:t>
            </w:r>
          </w:p>
        </w:tc>
        <w:tc>
          <w:tcPr>
            <w:tcW w:w="6095" w:type="dxa"/>
          </w:tcPr>
          <w:p w:rsidR="00581BFF" w:rsidRPr="00ED61E6" w:rsidRDefault="00581BFF" w:rsidP="008F5E81">
            <w:r w:rsidRPr="00ED61E6">
              <w:t>Кучмій Юрій Борисович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9</w:t>
            </w:r>
          </w:p>
        </w:tc>
        <w:tc>
          <w:tcPr>
            <w:tcW w:w="6095" w:type="dxa"/>
          </w:tcPr>
          <w:p w:rsidR="00581BFF" w:rsidRPr="00ED61E6" w:rsidRDefault="00581BFF" w:rsidP="008F5E81">
            <w:r w:rsidRPr="00ED61E6">
              <w:t>Кругла Тетяна Дмитрівна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10</w:t>
            </w:r>
          </w:p>
        </w:tc>
        <w:tc>
          <w:tcPr>
            <w:tcW w:w="6095" w:type="dxa"/>
          </w:tcPr>
          <w:p w:rsidR="00581BFF" w:rsidRPr="00ED61E6" w:rsidRDefault="00581BFF" w:rsidP="008F5E81">
            <w:r w:rsidRPr="00ED61E6">
              <w:t>Лісовська Тамара Андріївна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11</w:t>
            </w:r>
          </w:p>
        </w:tc>
        <w:tc>
          <w:tcPr>
            <w:tcW w:w="6095" w:type="dxa"/>
          </w:tcPr>
          <w:p w:rsidR="00581BFF" w:rsidRPr="00ED61E6" w:rsidRDefault="00581BFF" w:rsidP="008F5E81">
            <w:r w:rsidRPr="00ED61E6">
              <w:t>Лісовський  Сергій Олександрович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12</w:t>
            </w:r>
          </w:p>
        </w:tc>
        <w:tc>
          <w:tcPr>
            <w:tcW w:w="6095" w:type="dxa"/>
          </w:tcPr>
          <w:p w:rsidR="00581BFF" w:rsidRPr="00ED61E6" w:rsidRDefault="00581BFF" w:rsidP="008F5E81">
            <w:r w:rsidRPr="00ED61E6">
              <w:t>Мирошниченко Олена Віталіївна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13</w:t>
            </w:r>
          </w:p>
        </w:tc>
        <w:tc>
          <w:tcPr>
            <w:tcW w:w="6095" w:type="dxa"/>
          </w:tcPr>
          <w:p w:rsidR="00581BFF" w:rsidRPr="00ED61E6" w:rsidRDefault="00581BFF" w:rsidP="008F5E81">
            <w:r w:rsidRPr="00ED61E6">
              <w:t>Мостовик Сергій Віталійович</w:t>
            </w:r>
          </w:p>
        </w:tc>
        <w:tc>
          <w:tcPr>
            <w:tcW w:w="2551" w:type="dxa"/>
          </w:tcPr>
          <w:p w:rsidR="00581BFF" w:rsidRPr="00ED61E6" w:rsidRDefault="00581BFF" w:rsidP="008F5E81">
            <w:pPr>
              <w:tabs>
                <w:tab w:val="left" w:pos="285"/>
                <w:tab w:val="left" w:pos="360"/>
                <w:tab w:val="center" w:pos="512"/>
              </w:tabs>
              <w:ind w:right="-2"/>
            </w:pPr>
            <w:r>
              <w:t>відсутній</w:t>
            </w:r>
          </w:p>
        </w:tc>
      </w:tr>
      <w:tr w:rsidR="00581BFF" w:rsidRPr="00ED61E6" w:rsidTr="008F5E81">
        <w:tc>
          <w:tcPr>
            <w:tcW w:w="534" w:type="dxa"/>
          </w:tcPr>
          <w:p w:rsidR="00581BFF" w:rsidRPr="00ED61E6" w:rsidRDefault="00581BFF" w:rsidP="008F5E81">
            <w:pPr>
              <w:ind w:right="-2"/>
              <w:jc w:val="center"/>
            </w:pPr>
            <w:r w:rsidRPr="00ED61E6">
              <w:t>14</w:t>
            </w:r>
          </w:p>
        </w:tc>
        <w:tc>
          <w:tcPr>
            <w:tcW w:w="6095" w:type="dxa"/>
          </w:tcPr>
          <w:p w:rsidR="00581BFF" w:rsidRPr="00ED61E6" w:rsidRDefault="00581BFF" w:rsidP="008F5E81">
            <w:r w:rsidRPr="00ED61E6">
              <w:t>Напханюк Ольга Іванівна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15</w:t>
            </w:r>
          </w:p>
        </w:tc>
        <w:tc>
          <w:tcPr>
            <w:tcW w:w="6095" w:type="dxa"/>
          </w:tcPr>
          <w:p w:rsidR="00581BFF" w:rsidRPr="00ED61E6" w:rsidRDefault="00581BFF" w:rsidP="008F5E81">
            <w:r w:rsidRPr="00ED61E6">
              <w:t>Напханюк Світлана Олексіївна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16</w:t>
            </w:r>
          </w:p>
        </w:tc>
        <w:tc>
          <w:tcPr>
            <w:tcW w:w="6095" w:type="dxa"/>
          </w:tcPr>
          <w:p w:rsidR="00581BFF" w:rsidRPr="00ED61E6" w:rsidRDefault="00581BFF" w:rsidP="008F5E81">
            <w:r w:rsidRPr="00ED61E6">
              <w:t>Новіков Сергій Алійович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17</w:t>
            </w:r>
          </w:p>
        </w:tc>
        <w:tc>
          <w:tcPr>
            <w:tcW w:w="6095" w:type="dxa"/>
          </w:tcPr>
          <w:p w:rsidR="00581BFF" w:rsidRPr="00ED61E6" w:rsidRDefault="00581BFF" w:rsidP="008F5E81">
            <w:r w:rsidRPr="00ED61E6">
              <w:t>Піщик Тетяна Володимирівна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18</w:t>
            </w:r>
          </w:p>
        </w:tc>
        <w:tc>
          <w:tcPr>
            <w:tcW w:w="6095" w:type="dxa"/>
          </w:tcPr>
          <w:p w:rsidR="00581BFF" w:rsidRPr="00ED61E6" w:rsidRDefault="00581BFF" w:rsidP="008F5E81">
            <w:r w:rsidRPr="00ED61E6">
              <w:t>Романщак Наталія Василівна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19</w:t>
            </w:r>
          </w:p>
        </w:tc>
        <w:tc>
          <w:tcPr>
            <w:tcW w:w="6095" w:type="dxa"/>
          </w:tcPr>
          <w:p w:rsidR="00581BFF" w:rsidRPr="00ED61E6" w:rsidRDefault="00581BFF" w:rsidP="008F5E81">
            <w:r w:rsidRPr="00ED61E6">
              <w:t>Рибак Ігор Федорович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20</w:t>
            </w:r>
          </w:p>
        </w:tc>
        <w:tc>
          <w:tcPr>
            <w:tcW w:w="6095" w:type="dxa"/>
          </w:tcPr>
          <w:p w:rsidR="00581BFF" w:rsidRPr="00ED61E6" w:rsidRDefault="00581BFF" w:rsidP="008F5E81">
            <w:r w:rsidRPr="00ED61E6">
              <w:t>Сачук Валентина Михайлівна</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21</w:t>
            </w:r>
          </w:p>
        </w:tc>
        <w:tc>
          <w:tcPr>
            <w:tcW w:w="6095" w:type="dxa"/>
          </w:tcPr>
          <w:p w:rsidR="00581BFF" w:rsidRPr="00ED61E6" w:rsidRDefault="00581BFF" w:rsidP="008F5E81">
            <w:r w:rsidRPr="00ED61E6">
              <w:t>Сторожук Віталій Олексійович</w:t>
            </w:r>
          </w:p>
        </w:tc>
        <w:tc>
          <w:tcPr>
            <w:tcW w:w="2551" w:type="dxa"/>
          </w:tcPr>
          <w:p w:rsidR="00581BFF" w:rsidRPr="00ED61E6" w:rsidRDefault="00581BFF" w:rsidP="008F5E81">
            <w:pPr>
              <w:ind w:right="-2"/>
            </w:pPr>
            <w:r>
              <w:t>За</w:t>
            </w:r>
          </w:p>
        </w:tc>
      </w:tr>
      <w:tr w:rsidR="00581BFF" w:rsidRPr="00ED61E6" w:rsidTr="008F5E81">
        <w:tc>
          <w:tcPr>
            <w:tcW w:w="534" w:type="dxa"/>
          </w:tcPr>
          <w:p w:rsidR="00581BFF" w:rsidRPr="00ED61E6" w:rsidRDefault="00581BFF" w:rsidP="008F5E81">
            <w:pPr>
              <w:ind w:right="-2"/>
              <w:jc w:val="center"/>
            </w:pPr>
            <w:r w:rsidRPr="00ED61E6">
              <w:t>22</w:t>
            </w:r>
          </w:p>
        </w:tc>
        <w:tc>
          <w:tcPr>
            <w:tcW w:w="6095" w:type="dxa"/>
          </w:tcPr>
          <w:p w:rsidR="00581BFF" w:rsidRPr="00ED61E6" w:rsidRDefault="00581BFF" w:rsidP="008F5E81">
            <w:r w:rsidRPr="00ED61E6">
              <w:t>Скрипар Василь Іванович</w:t>
            </w:r>
          </w:p>
        </w:tc>
        <w:tc>
          <w:tcPr>
            <w:tcW w:w="2551" w:type="dxa"/>
          </w:tcPr>
          <w:p w:rsidR="00581BFF" w:rsidRPr="00ED61E6" w:rsidRDefault="00581BFF" w:rsidP="008F5E81">
            <w:pPr>
              <w:ind w:right="-2"/>
            </w:pPr>
            <w:r>
              <w:t>відсутній</w:t>
            </w:r>
          </w:p>
        </w:tc>
      </w:tr>
      <w:tr w:rsidR="00581BFF" w:rsidRPr="00ED61E6" w:rsidTr="008F5E81">
        <w:tc>
          <w:tcPr>
            <w:tcW w:w="534" w:type="dxa"/>
          </w:tcPr>
          <w:p w:rsidR="00581BFF" w:rsidRPr="00ED61E6" w:rsidRDefault="00581BFF" w:rsidP="008F5E81">
            <w:pPr>
              <w:ind w:right="-2"/>
              <w:jc w:val="center"/>
            </w:pPr>
            <w:r w:rsidRPr="00ED61E6">
              <w:t>23</w:t>
            </w:r>
          </w:p>
        </w:tc>
        <w:tc>
          <w:tcPr>
            <w:tcW w:w="6095" w:type="dxa"/>
          </w:tcPr>
          <w:p w:rsidR="00581BFF" w:rsidRPr="00ED61E6" w:rsidRDefault="00581BFF" w:rsidP="008F5E81">
            <w:r w:rsidRPr="00ED61E6">
              <w:t>Сулима Ольга Василівна</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8F5E81">
            <w:pPr>
              <w:ind w:right="-2"/>
              <w:jc w:val="center"/>
            </w:pPr>
            <w:r w:rsidRPr="00ED61E6">
              <w:t>24</w:t>
            </w:r>
          </w:p>
        </w:tc>
        <w:tc>
          <w:tcPr>
            <w:tcW w:w="6095" w:type="dxa"/>
          </w:tcPr>
          <w:p w:rsidR="00581BFF" w:rsidRPr="00ED61E6" w:rsidRDefault="00581BFF" w:rsidP="008F5E81">
            <w:r w:rsidRPr="00ED61E6">
              <w:t>Туз Сергій Віталійович</w:t>
            </w:r>
          </w:p>
        </w:tc>
        <w:tc>
          <w:tcPr>
            <w:tcW w:w="2551" w:type="dxa"/>
          </w:tcPr>
          <w:p w:rsidR="00581BFF" w:rsidRPr="00ED61E6" w:rsidRDefault="00581BFF" w:rsidP="008F5E81">
            <w:pPr>
              <w:tabs>
                <w:tab w:val="left" w:pos="285"/>
                <w:tab w:val="left" w:pos="360"/>
                <w:tab w:val="center" w:pos="512"/>
              </w:tabs>
              <w:ind w:right="-2"/>
            </w:pPr>
            <w:r>
              <w:t>За</w:t>
            </w:r>
          </w:p>
        </w:tc>
      </w:tr>
      <w:tr w:rsidR="00581BFF" w:rsidRPr="00ED61E6" w:rsidTr="008F5E81">
        <w:tc>
          <w:tcPr>
            <w:tcW w:w="534" w:type="dxa"/>
          </w:tcPr>
          <w:p w:rsidR="00581BFF" w:rsidRPr="00ED61E6" w:rsidRDefault="00581BFF" w:rsidP="001216AF">
            <w:pPr>
              <w:tabs>
                <w:tab w:val="left" w:pos="1980"/>
              </w:tabs>
              <w:ind w:right="-2"/>
              <w:jc w:val="center"/>
            </w:pPr>
            <w:r w:rsidRPr="00ED61E6">
              <w:t>25</w:t>
            </w:r>
          </w:p>
        </w:tc>
        <w:tc>
          <w:tcPr>
            <w:tcW w:w="6095" w:type="dxa"/>
          </w:tcPr>
          <w:p w:rsidR="00581BFF" w:rsidRPr="00ED61E6" w:rsidRDefault="00581BFF" w:rsidP="001216AF">
            <w:pPr>
              <w:tabs>
                <w:tab w:val="left" w:pos="1980"/>
              </w:tabs>
            </w:pPr>
            <w:r w:rsidRPr="00ED61E6">
              <w:t>Чушкін Олексій Іванович</w:t>
            </w:r>
          </w:p>
        </w:tc>
        <w:tc>
          <w:tcPr>
            <w:tcW w:w="2551" w:type="dxa"/>
          </w:tcPr>
          <w:p w:rsidR="00581BFF" w:rsidRPr="00ED61E6" w:rsidRDefault="00581BFF" w:rsidP="001216AF">
            <w:pPr>
              <w:tabs>
                <w:tab w:val="left" w:pos="285"/>
                <w:tab w:val="left" w:pos="360"/>
                <w:tab w:val="center" w:pos="512"/>
                <w:tab w:val="left" w:pos="1980"/>
              </w:tabs>
              <w:ind w:right="-2"/>
            </w:pPr>
            <w:r>
              <w:t>За</w:t>
            </w:r>
          </w:p>
        </w:tc>
      </w:tr>
      <w:tr w:rsidR="00581BFF" w:rsidRPr="00ED61E6" w:rsidTr="008F5E81">
        <w:tc>
          <w:tcPr>
            <w:tcW w:w="534" w:type="dxa"/>
          </w:tcPr>
          <w:p w:rsidR="00581BFF" w:rsidRPr="00ED61E6" w:rsidRDefault="00581BFF" w:rsidP="001216AF">
            <w:pPr>
              <w:tabs>
                <w:tab w:val="left" w:pos="1980"/>
              </w:tabs>
              <w:ind w:right="-2"/>
              <w:jc w:val="center"/>
            </w:pPr>
            <w:r w:rsidRPr="00ED61E6">
              <w:t>26</w:t>
            </w:r>
          </w:p>
        </w:tc>
        <w:tc>
          <w:tcPr>
            <w:tcW w:w="6095" w:type="dxa"/>
          </w:tcPr>
          <w:p w:rsidR="00581BFF" w:rsidRPr="00ED61E6" w:rsidRDefault="00581BFF" w:rsidP="001216AF">
            <w:pPr>
              <w:tabs>
                <w:tab w:val="left" w:pos="1980"/>
              </w:tabs>
            </w:pPr>
            <w:r w:rsidRPr="00ED61E6">
              <w:t>Чушкіна Надія Василівна</w:t>
            </w:r>
          </w:p>
        </w:tc>
        <w:tc>
          <w:tcPr>
            <w:tcW w:w="2551" w:type="dxa"/>
          </w:tcPr>
          <w:p w:rsidR="00581BFF" w:rsidRPr="00ED61E6" w:rsidRDefault="00581BFF" w:rsidP="001216AF">
            <w:pPr>
              <w:tabs>
                <w:tab w:val="left" w:pos="285"/>
                <w:tab w:val="left" w:pos="360"/>
                <w:tab w:val="center" w:pos="512"/>
                <w:tab w:val="left" w:pos="1980"/>
              </w:tabs>
              <w:ind w:right="-2"/>
            </w:pPr>
            <w:r>
              <w:t>За</w:t>
            </w:r>
          </w:p>
        </w:tc>
      </w:tr>
      <w:tr w:rsidR="00581BFF" w:rsidRPr="00ED61E6" w:rsidTr="008F5E81">
        <w:tc>
          <w:tcPr>
            <w:tcW w:w="534" w:type="dxa"/>
          </w:tcPr>
          <w:p w:rsidR="00581BFF" w:rsidRPr="00ED61E6" w:rsidRDefault="00581BFF" w:rsidP="001216AF">
            <w:pPr>
              <w:tabs>
                <w:tab w:val="left" w:pos="1980"/>
              </w:tabs>
              <w:ind w:right="-2"/>
              <w:jc w:val="center"/>
            </w:pPr>
            <w:r w:rsidRPr="00ED61E6">
              <w:t>27</w:t>
            </w:r>
          </w:p>
        </w:tc>
        <w:tc>
          <w:tcPr>
            <w:tcW w:w="6095" w:type="dxa"/>
          </w:tcPr>
          <w:p w:rsidR="00581BFF" w:rsidRPr="00ED61E6" w:rsidRDefault="00581BFF" w:rsidP="001216AF">
            <w:pPr>
              <w:tabs>
                <w:tab w:val="left" w:pos="1980"/>
              </w:tabs>
            </w:pPr>
            <w:r w:rsidRPr="00ED61E6">
              <w:t>Ясінський Микола Володимирович</w:t>
            </w:r>
          </w:p>
        </w:tc>
        <w:tc>
          <w:tcPr>
            <w:tcW w:w="2551" w:type="dxa"/>
          </w:tcPr>
          <w:p w:rsidR="00581BFF" w:rsidRPr="00ED61E6" w:rsidRDefault="00581BFF" w:rsidP="001216AF">
            <w:pPr>
              <w:tabs>
                <w:tab w:val="left" w:pos="1980"/>
              </w:tabs>
              <w:ind w:right="-2"/>
            </w:pPr>
            <w:r>
              <w:t>За</w:t>
            </w:r>
          </w:p>
        </w:tc>
      </w:tr>
    </w:tbl>
    <w:p w:rsidR="00581BFF" w:rsidRPr="001D1725" w:rsidRDefault="00581BFF" w:rsidP="001216AF">
      <w:pPr>
        <w:tabs>
          <w:tab w:val="left" w:pos="1980"/>
        </w:tabs>
        <w:rPr>
          <w:sz w:val="28"/>
          <w:szCs w:val="28"/>
        </w:rPr>
      </w:pPr>
      <w:r>
        <w:rPr>
          <w:sz w:val="28"/>
          <w:szCs w:val="28"/>
        </w:rPr>
        <w:t>Усього проголосували</w:t>
      </w:r>
      <w:r w:rsidRPr="001D1725">
        <w:rPr>
          <w:sz w:val="28"/>
          <w:szCs w:val="28"/>
        </w:rPr>
        <w:t>,  з них :</w:t>
      </w:r>
    </w:p>
    <w:p w:rsidR="00581BFF" w:rsidRDefault="00581BFF" w:rsidP="001216AF">
      <w:pPr>
        <w:tabs>
          <w:tab w:val="left" w:pos="1980"/>
        </w:tabs>
        <w:spacing w:line="319" w:lineRule="exact"/>
        <w:ind w:left="840"/>
        <w:rPr>
          <w:i/>
          <w:sz w:val="28"/>
        </w:rPr>
      </w:pPr>
      <w:r>
        <w:rPr>
          <w:i/>
          <w:sz w:val="28"/>
        </w:rPr>
        <w:t xml:space="preserve"> «За» - 24 чол.</w:t>
      </w:r>
    </w:p>
    <w:p w:rsidR="00581BFF" w:rsidRDefault="00581BFF" w:rsidP="001216AF">
      <w:pPr>
        <w:tabs>
          <w:tab w:val="left" w:pos="1980"/>
        </w:tabs>
        <w:spacing w:line="322" w:lineRule="exact"/>
        <w:ind w:left="840"/>
        <w:rPr>
          <w:i/>
          <w:sz w:val="28"/>
        </w:rPr>
      </w:pPr>
      <w:r>
        <w:rPr>
          <w:i/>
          <w:sz w:val="28"/>
        </w:rPr>
        <w:t>«Проти – немає.</w:t>
      </w:r>
    </w:p>
    <w:p w:rsidR="00581BFF" w:rsidRDefault="00581BFF" w:rsidP="001216AF">
      <w:pPr>
        <w:tabs>
          <w:tab w:val="left" w:pos="1980"/>
        </w:tabs>
        <w:ind w:left="840"/>
        <w:rPr>
          <w:i/>
          <w:sz w:val="28"/>
        </w:rPr>
      </w:pPr>
      <w:r>
        <w:rPr>
          <w:i/>
          <w:sz w:val="28"/>
        </w:rPr>
        <w:t>«Утримались» - немає.</w:t>
      </w:r>
    </w:p>
    <w:p w:rsidR="00581BFF" w:rsidRDefault="00581BFF" w:rsidP="001216AF">
      <w:pPr>
        <w:pStyle w:val="Heading1"/>
        <w:tabs>
          <w:tab w:val="left" w:pos="1980"/>
        </w:tabs>
        <w:spacing w:before="9"/>
        <w:ind w:left="119"/>
        <w:jc w:val="left"/>
        <w:rPr>
          <w:b w:val="0"/>
        </w:rPr>
      </w:pPr>
      <w:r w:rsidRPr="001D1725">
        <w:rPr>
          <w:b w:val="0"/>
        </w:rPr>
        <w:t>Прийнято</w:t>
      </w:r>
      <w:r>
        <w:rPr>
          <w:b w:val="0"/>
        </w:rPr>
        <w:t xml:space="preserve"> рішення № 91 зі змінами </w:t>
      </w:r>
      <w:r w:rsidRPr="001D1725">
        <w:rPr>
          <w:b w:val="0"/>
        </w:rPr>
        <w:t>(додається).</w:t>
      </w:r>
    </w:p>
    <w:p w:rsidR="00581BFF" w:rsidRDefault="00581BFF" w:rsidP="008F5E81">
      <w:pPr>
        <w:ind w:right="-2"/>
        <w:jc w:val="both"/>
        <w:rPr>
          <w:sz w:val="28"/>
          <w:szCs w:val="28"/>
          <w:lang w:eastAsia="ru-RU"/>
        </w:rPr>
      </w:pPr>
    </w:p>
    <w:p w:rsidR="00581BFF" w:rsidRPr="008F5E81" w:rsidRDefault="00581BFF" w:rsidP="008F5E81">
      <w:pPr>
        <w:ind w:right="-2"/>
        <w:jc w:val="both"/>
        <w:rPr>
          <w:b/>
          <w:sz w:val="28"/>
          <w:szCs w:val="28"/>
        </w:rPr>
      </w:pPr>
      <w:r>
        <w:t xml:space="preserve">                  </w:t>
      </w:r>
      <w:r w:rsidRPr="008F5E81">
        <w:rPr>
          <w:b/>
          <w:sz w:val="28"/>
          <w:szCs w:val="28"/>
        </w:rPr>
        <w:t>Голова селищної ради:</w:t>
      </w:r>
    </w:p>
    <w:p w:rsidR="00581BFF" w:rsidRDefault="00581BFF" w:rsidP="008F5E81">
      <w:pPr>
        <w:rPr>
          <w:sz w:val="28"/>
          <w:szCs w:val="28"/>
        </w:rPr>
      </w:pPr>
      <w:r w:rsidRPr="005A5546">
        <w:rPr>
          <w:sz w:val="28"/>
          <w:szCs w:val="28"/>
        </w:rPr>
        <w:t xml:space="preserve">Переходимо до розгляду </w:t>
      </w:r>
      <w:r w:rsidRPr="008F5E81">
        <w:rPr>
          <w:sz w:val="28"/>
          <w:szCs w:val="28"/>
        </w:rPr>
        <w:t>тридцять четвертого</w:t>
      </w:r>
      <w:r w:rsidRPr="008F5E81">
        <w:rPr>
          <w:b/>
          <w:sz w:val="28"/>
          <w:szCs w:val="28"/>
        </w:rPr>
        <w:t xml:space="preserve">  </w:t>
      </w:r>
      <w:r w:rsidRPr="00B05A04">
        <w:rPr>
          <w:sz w:val="28"/>
          <w:szCs w:val="28"/>
        </w:rPr>
        <w:t xml:space="preserve"> </w:t>
      </w:r>
      <w:r>
        <w:rPr>
          <w:sz w:val="28"/>
          <w:szCs w:val="28"/>
        </w:rPr>
        <w:t>питання.</w:t>
      </w:r>
    </w:p>
    <w:p w:rsidR="00581BFF" w:rsidRPr="009560EA" w:rsidRDefault="00581BFF" w:rsidP="008F5E81">
      <w:pPr>
        <w:rPr>
          <w:sz w:val="28"/>
          <w:szCs w:val="28"/>
          <w:highlight w:val="yellow"/>
        </w:rPr>
      </w:pPr>
      <w:r w:rsidRPr="002F4B1F">
        <w:rPr>
          <w:sz w:val="28"/>
          <w:szCs w:val="28"/>
        </w:rPr>
        <w:t>Слово для інформації</w:t>
      </w:r>
      <w:r w:rsidRPr="009560EA">
        <w:rPr>
          <w:color w:val="000000"/>
          <w:sz w:val="28"/>
          <w:szCs w:val="28"/>
        </w:rPr>
        <w:t xml:space="preserve"> </w:t>
      </w:r>
      <w:r w:rsidRPr="009560EA">
        <w:rPr>
          <w:b/>
          <w:sz w:val="28"/>
          <w:szCs w:val="28"/>
        </w:rPr>
        <w:t>"</w:t>
      </w:r>
      <w:r w:rsidRPr="006C48A2">
        <w:rPr>
          <w:b/>
          <w:sz w:val="28"/>
          <w:szCs w:val="28"/>
        </w:rPr>
        <w:t>Про надання у власність земельної ділянки</w:t>
      </w:r>
      <w:r w:rsidRPr="009560EA">
        <w:rPr>
          <w:b/>
          <w:sz w:val="28"/>
          <w:szCs w:val="28"/>
        </w:rPr>
        <w:t>"</w:t>
      </w:r>
      <w:r>
        <w:rPr>
          <w:sz w:val="28"/>
          <w:szCs w:val="28"/>
        </w:rPr>
        <w:t xml:space="preserve"> </w:t>
      </w:r>
      <w:r w:rsidRPr="00DD698C">
        <w:rPr>
          <w:sz w:val="28"/>
          <w:szCs w:val="28"/>
        </w:rPr>
        <w:t>надається</w:t>
      </w:r>
      <w:r w:rsidRPr="00930564">
        <w:rPr>
          <w:b/>
          <w:sz w:val="28"/>
          <w:szCs w:val="28"/>
        </w:rPr>
        <w:t xml:space="preserve"> </w:t>
      </w:r>
      <w:r>
        <w:rPr>
          <w:b/>
          <w:sz w:val="28"/>
          <w:szCs w:val="28"/>
        </w:rPr>
        <w:t xml:space="preserve">Свид Оксані Георгіївні, </w:t>
      </w:r>
      <w:r w:rsidRPr="006C48A2">
        <w:rPr>
          <w:sz w:val="28"/>
          <w:szCs w:val="28"/>
        </w:rPr>
        <w:t>начальнику земельного відділу Голованівської селищної ради</w:t>
      </w:r>
      <w:r>
        <w:rPr>
          <w:sz w:val="28"/>
          <w:szCs w:val="28"/>
        </w:rPr>
        <w:t>.</w:t>
      </w:r>
    </w:p>
    <w:p w:rsidR="00581BFF" w:rsidRDefault="00581BFF" w:rsidP="008F5E81">
      <w:pPr>
        <w:pStyle w:val="Heading1"/>
        <w:spacing w:before="9"/>
        <w:ind w:left="119"/>
        <w:rPr>
          <w:b w:val="0"/>
        </w:rPr>
      </w:pPr>
    </w:p>
    <w:p w:rsidR="00581BFF" w:rsidRPr="00765D96" w:rsidRDefault="00581BFF" w:rsidP="006C48A2">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6C48A2">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6C48A2">
      <w:pPr>
        <w:pStyle w:val="ListParagraph"/>
        <w:widowControl/>
        <w:suppressAutoHyphens/>
        <w:autoSpaceDE/>
        <w:autoSpaceDN/>
        <w:ind w:left="0" w:firstLine="0"/>
        <w:contextualSpacing/>
        <w:jc w:val="both"/>
        <w:rPr>
          <w:sz w:val="28"/>
          <w:szCs w:val="28"/>
        </w:rPr>
      </w:pPr>
      <w:r>
        <w:rPr>
          <w:sz w:val="28"/>
          <w:szCs w:val="28"/>
        </w:rPr>
        <w:t>За результатами роботи постійної комісії з питань аграрної політики та земельних відносин пропонується надати присадибні ділянки громадянам, що придбали будинки у власність.</w:t>
      </w:r>
    </w:p>
    <w:p w:rsidR="00581BFF" w:rsidRDefault="00581BFF" w:rsidP="006C48A2">
      <w:pPr>
        <w:pStyle w:val="ListParagraph"/>
        <w:widowControl/>
        <w:suppressAutoHyphens/>
        <w:autoSpaceDE/>
        <w:autoSpaceDN/>
        <w:ind w:left="0" w:firstLine="0"/>
        <w:contextualSpacing/>
        <w:jc w:val="both"/>
        <w:rPr>
          <w:sz w:val="28"/>
          <w:szCs w:val="28"/>
        </w:rPr>
      </w:pPr>
    </w:p>
    <w:p w:rsidR="00581BFF" w:rsidRDefault="00581BFF" w:rsidP="006C48A2">
      <w:pPr>
        <w:pStyle w:val="ListParagraph"/>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581BFF" w:rsidRDefault="00581BFF" w:rsidP="001216AF">
      <w:pPr>
        <w:ind w:firstLine="707"/>
        <w:jc w:val="both"/>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0F7839" w:rsidRDefault="00581BFF" w:rsidP="001216AF">
      <w:pPr>
        <w:ind w:firstLine="707"/>
        <w:jc w:val="both"/>
        <w:rPr>
          <w:sz w:val="28"/>
          <w:szCs w:val="28"/>
        </w:rPr>
      </w:pPr>
      <w:r w:rsidRPr="002F6776">
        <w:rPr>
          <w:sz w:val="28"/>
          <w:szCs w:val="28"/>
        </w:rPr>
        <w:t xml:space="preserve">На  засіданні постійної комісії селищної ради з питань </w:t>
      </w:r>
      <w:r>
        <w:rPr>
          <w:sz w:val="28"/>
          <w:szCs w:val="28"/>
        </w:rPr>
        <w:t xml:space="preserve">аграрної політики та земельних відносин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p>
    <w:p w:rsidR="00581BFF" w:rsidRPr="005A5546" w:rsidRDefault="00581BFF" w:rsidP="001216AF">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проє</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1216AF">
      <w:pPr>
        <w:pStyle w:val="40"/>
        <w:shd w:val="clear" w:color="auto" w:fill="auto"/>
        <w:spacing w:before="0" w:after="0" w:line="240" w:lineRule="auto"/>
        <w:ind w:left="23" w:firstLine="684"/>
        <w:rPr>
          <w:sz w:val="28"/>
          <w:szCs w:val="16"/>
        </w:rPr>
      </w:pPr>
    </w:p>
    <w:p w:rsidR="00581BFF" w:rsidRDefault="00581BFF" w:rsidP="001216AF">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757CB1">
        <w:tc>
          <w:tcPr>
            <w:tcW w:w="534" w:type="dxa"/>
          </w:tcPr>
          <w:p w:rsidR="00581BFF" w:rsidRPr="00ED61E6" w:rsidRDefault="00581BFF" w:rsidP="00757CB1">
            <w:pPr>
              <w:ind w:right="-2"/>
              <w:jc w:val="center"/>
            </w:pPr>
            <w:r w:rsidRPr="00ED61E6">
              <w:t>№</w:t>
            </w:r>
          </w:p>
        </w:tc>
        <w:tc>
          <w:tcPr>
            <w:tcW w:w="6095" w:type="dxa"/>
          </w:tcPr>
          <w:p w:rsidR="00581BFF" w:rsidRPr="00ED61E6" w:rsidRDefault="00581BFF" w:rsidP="00757CB1">
            <w:pPr>
              <w:tabs>
                <w:tab w:val="left" w:pos="676"/>
                <w:tab w:val="center" w:pos="2940"/>
              </w:tabs>
              <w:ind w:right="-2"/>
            </w:pPr>
            <w:r>
              <w:tab/>
            </w:r>
            <w:r>
              <w:tab/>
            </w:r>
            <w:r w:rsidRPr="00ED61E6">
              <w:t>ПІБ депутата</w:t>
            </w:r>
          </w:p>
        </w:tc>
        <w:tc>
          <w:tcPr>
            <w:tcW w:w="2551" w:type="dxa"/>
          </w:tcPr>
          <w:p w:rsidR="00581BFF" w:rsidRPr="00ED61E6" w:rsidRDefault="00581BFF" w:rsidP="00757CB1">
            <w:pPr>
              <w:ind w:right="-2"/>
              <w:jc w:val="center"/>
            </w:pPr>
            <w:r w:rsidRPr="00ED61E6">
              <w:t>Результати голосування</w:t>
            </w:r>
          </w:p>
        </w:tc>
      </w:tr>
      <w:tr w:rsidR="00581BFF" w:rsidRPr="00ED61E6" w:rsidTr="00757CB1">
        <w:tc>
          <w:tcPr>
            <w:tcW w:w="534" w:type="dxa"/>
          </w:tcPr>
          <w:p w:rsidR="00581BFF" w:rsidRPr="00ED61E6" w:rsidRDefault="00581BFF" w:rsidP="00757CB1">
            <w:pPr>
              <w:ind w:right="-2"/>
              <w:jc w:val="center"/>
            </w:pPr>
            <w:r w:rsidRPr="00ED61E6">
              <w:t>1</w:t>
            </w:r>
          </w:p>
        </w:tc>
        <w:tc>
          <w:tcPr>
            <w:tcW w:w="6095" w:type="dxa"/>
          </w:tcPr>
          <w:p w:rsidR="00581BFF" w:rsidRPr="00ED61E6" w:rsidRDefault="00581BFF" w:rsidP="00757CB1">
            <w:r w:rsidRPr="00ED61E6">
              <w:t>Цобенко Сергій Олександрович – селищний голова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w:t>
            </w:r>
          </w:p>
        </w:tc>
        <w:tc>
          <w:tcPr>
            <w:tcW w:w="6095" w:type="dxa"/>
          </w:tcPr>
          <w:p w:rsidR="00581BFF" w:rsidRPr="00ED61E6" w:rsidRDefault="00581BFF" w:rsidP="00757CB1">
            <w:r w:rsidRPr="00ED61E6">
              <w:t>Брижатюк Олена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3</w:t>
            </w:r>
          </w:p>
        </w:tc>
        <w:tc>
          <w:tcPr>
            <w:tcW w:w="6095" w:type="dxa"/>
          </w:tcPr>
          <w:p w:rsidR="00581BFF" w:rsidRPr="00ED61E6" w:rsidRDefault="00581BFF" w:rsidP="00757CB1">
            <w:r w:rsidRPr="00ED61E6">
              <w:t>Голімбієвська Тамара Павлівна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4</w:t>
            </w:r>
          </w:p>
        </w:tc>
        <w:tc>
          <w:tcPr>
            <w:tcW w:w="6095" w:type="dxa"/>
          </w:tcPr>
          <w:p w:rsidR="00581BFF" w:rsidRPr="00ED61E6" w:rsidRDefault="00581BFF" w:rsidP="00757CB1">
            <w:r w:rsidRPr="00ED61E6">
              <w:t>Грушецький Анатолій Георгійович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5</w:t>
            </w:r>
          </w:p>
        </w:tc>
        <w:tc>
          <w:tcPr>
            <w:tcW w:w="6095" w:type="dxa"/>
          </w:tcPr>
          <w:p w:rsidR="00581BFF" w:rsidRPr="00ED61E6" w:rsidRDefault="00581BFF" w:rsidP="00757CB1">
            <w:r w:rsidRPr="00ED61E6">
              <w:t>Дудар Василь Серафимович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6</w:t>
            </w:r>
          </w:p>
        </w:tc>
        <w:tc>
          <w:tcPr>
            <w:tcW w:w="6095" w:type="dxa"/>
          </w:tcPr>
          <w:p w:rsidR="00581BFF" w:rsidRPr="00ED61E6" w:rsidRDefault="00581BFF" w:rsidP="00757CB1">
            <w:r w:rsidRPr="00ED61E6">
              <w:t>Захаренко Вадим Володимирович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7</w:t>
            </w:r>
          </w:p>
        </w:tc>
        <w:tc>
          <w:tcPr>
            <w:tcW w:w="6095" w:type="dxa"/>
          </w:tcPr>
          <w:p w:rsidR="00581BFF" w:rsidRPr="00ED61E6" w:rsidRDefault="00581BFF" w:rsidP="00757CB1">
            <w:r w:rsidRPr="00ED61E6">
              <w:t>Кучмій Богдан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8</w:t>
            </w:r>
          </w:p>
        </w:tc>
        <w:tc>
          <w:tcPr>
            <w:tcW w:w="6095" w:type="dxa"/>
          </w:tcPr>
          <w:p w:rsidR="00581BFF" w:rsidRPr="00ED61E6" w:rsidRDefault="00581BFF" w:rsidP="00757CB1">
            <w:r w:rsidRPr="00ED61E6">
              <w:t>Кучмій Юрій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9</w:t>
            </w:r>
          </w:p>
        </w:tc>
        <w:tc>
          <w:tcPr>
            <w:tcW w:w="6095" w:type="dxa"/>
          </w:tcPr>
          <w:p w:rsidR="00581BFF" w:rsidRPr="00ED61E6" w:rsidRDefault="00581BFF" w:rsidP="00757CB1">
            <w:r w:rsidRPr="00ED61E6">
              <w:t>Кругла Тетяна Дмитрівна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10</w:t>
            </w:r>
          </w:p>
        </w:tc>
        <w:tc>
          <w:tcPr>
            <w:tcW w:w="6095" w:type="dxa"/>
          </w:tcPr>
          <w:p w:rsidR="00581BFF" w:rsidRPr="00ED61E6" w:rsidRDefault="00581BFF" w:rsidP="00757CB1">
            <w:r w:rsidRPr="00ED61E6">
              <w:t>Лісовська Тамара Андріївна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11</w:t>
            </w:r>
          </w:p>
        </w:tc>
        <w:tc>
          <w:tcPr>
            <w:tcW w:w="6095" w:type="dxa"/>
          </w:tcPr>
          <w:p w:rsidR="00581BFF" w:rsidRPr="00ED61E6" w:rsidRDefault="00581BFF" w:rsidP="00757CB1">
            <w:r w:rsidRPr="00ED61E6">
              <w:t>Лісовський  Сергій Олександрович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12</w:t>
            </w:r>
          </w:p>
        </w:tc>
        <w:tc>
          <w:tcPr>
            <w:tcW w:w="6095" w:type="dxa"/>
          </w:tcPr>
          <w:p w:rsidR="00581BFF" w:rsidRPr="00ED61E6" w:rsidRDefault="00581BFF" w:rsidP="00757CB1">
            <w:r w:rsidRPr="00ED61E6">
              <w:t>Мирошниченко Олена Віталіївна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13</w:t>
            </w:r>
          </w:p>
        </w:tc>
        <w:tc>
          <w:tcPr>
            <w:tcW w:w="6095" w:type="dxa"/>
          </w:tcPr>
          <w:p w:rsidR="00581BFF" w:rsidRPr="00ED61E6" w:rsidRDefault="00581BFF" w:rsidP="00757CB1">
            <w:r w:rsidRPr="00ED61E6">
              <w:t>Мостовик Сергій Віталійович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14</w:t>
            </w:r>
          </w:p>
        </w:tc>
        <w:tc>
          <w:tcPr>
            <w:tcW w:w="6095" w:type="dxa"/>
          </w:tcPr>
          <w:p w:rsidR="00581BFF" w:rsidRPr="00ED61E6" w:rsidRDefault="00581BFF" w:rsidP="00757CB1">
            <w:r w:rsidRPr="00ED61E6">
              <w:t>Напханюк Ольга Іванівна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15</w:t>
            </w:r>
          </w:p>
        </w:tc>
        <w:tc>
          <w:tcPr>
            <w:tcW w:w="6095" w:type="dxa"/>
          </w:tcPr>
          <w:p w:rsidR="00581BFF" w:rsidRPr="00ED61E6" w:rsidRDefault="00581BFF" w:rsidP="00757CB1">
            <w:r w:rsidRPr="00ED61E6">
              <w:t>Напханюк Світлана Олексіївна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16</w:t>
            </w:r>
          </w:p>
        </w:tc>
        <w:tc>
          <w:tcPr>
            <w:tcW w:w="6095" w:type="dxa"/>
          </w:tcPr>
          <w:p w:rsidR="00581BFF" w:rsidRPr="00ED61E6" w:rsidRDefault="00581BFF" w:rsidP="00757CB1">
            <w:r w:rsidRPr="00ED61E6">
              <w:t>Новіков Сергій Алійович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17</w:t>
            </w:r>
          </w:p>
        </w:tc>
        <w:tc>
          <w:tcPr>
            <w:tcW w:w="6095" w:type="dxa"/>
          </w:tcPr>
          <w:p w:rsidR="00581BFF" w:rsidRPr="00ED61E6" w:rsidRDefault="00581BFF" w:rsidP="00757CB1">
            <w:r w:rsidRPr="00ED61E6">
              <w:t>Піщик Тетяна Володимирівна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18</w:t>
            </w:r>
          </w:p>
        </w:tc>
        <w:tc>
          <w:tcPr>
            <w:tcW w:w="6095" w:type="dxa"/>
          </w:tcPr>
          <w:p w:rsidR="00581BFF" w:rsidRPr="00ED61E6" w:rsidRDefault="00581BFF" w:rsidP="00757CB1">
            <w:r w:rsidRPr="00ED61E6">
              <w:t>Романщак Наталія Василівна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19</w:t>
            </w:r>
          </w:p>
        </w:tc>
        <w:tc>
          <w:tcPr>
            <w:tcW w:w="6095" w:type="dxa"/>
          </w:tcPr>
          <w:p w:rsidR="00581BFF" w:rsidRPr="00ED61E6" w:rsidRDefault="00581BFF" w:rsidP="00757CB1">
            <w:r w:rsidRPr="00ED61E6">
              <w:t>Рибак Ігор Федорович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20</w:t>
            </w:r>
          </w:p>
        </w:tc>
        <w:tc>
          <w:tcPr>
            <w:tcW w:w="6095" w:type="dxa"/>
          </w:tcPr>
          <w:p w:rsidR="00581BFF" w:rsidRPr="00ED61E6" w:rsidRDefault="00581BFF" w:rsidP="00757CB1">
            <w:r w:rsidRPr="00ED61E6">
              <w:t>Сачук Валентина Михайлівна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21</w:t>
            </w:r>
          </w:p>
        </w:tc>
        <w:tc>
          <w:tcPr>
            <w:tcW w:w="6095" w:type="dxa"/>
          </w:tcPr>
          <w:p w:rsidR="00581BFF" w:rsidRPr="00ED61E6" w:rsidRDefault="00581BFF" w:rsidP="00757CB1">
            <w:r w:rsidRPr="00ED61E6">
              <w:t>Сторожук Віталій Олексійович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22</w:t>
            </w:r>
          </w:p>
        </w:tc>
        <w:tc>
          <w:tcPr>
            <w:tcW w:w="6095" w:type="dxa"/>
          </w:tcPr>
          <w:p w:rsidR="00581BFF" w:rsidRPr="00ED61E6" w:rsidRDefault="00581BFF" w:rsidP="00757CB1">
            <w:r w:rsidRPr="00ED61E6">
              <w:t>Скрипар Василь Іванович</w:t>
            </w:r>
          </w:p>
        </w:tc>
        <w:tc>
          <w:tcPr>
            <w:tcW w:w="2551" w:type="dxa"/>
          </w:tcPr>
          <w:p w:rsidR="00581BFF" w:rsidRPr="00ED61E6" w:rsidRDefault="00581BFF" w:rsidP="00757CB1">
            <w:pPr>
              <w:ind w:right="-2"/>
            </w:pPr>
            <w:r>
              <w:t>відсутній</w:t>
            </w:r>
          </w:p>
        </w:tc>
      </w:tr>
      <w:tr w:rsidR="00581BFF" w:rsidRPr="00ED61E6" w:rsidTr="00757CB1">
        <w:tc>
          <w:tcPr>
            <w:tcW w:w="534" w:type="dxa"/>
          </w:tcPr>
          <w:p w:rsidR="00581BFF" w:rsidRPr="00ED61E6" w:rsidRDefault="00581BFF" w:rsidP="00757CB1">
            <w:pPr>
              <w:ind w:right="-2"/>
              <w:jc w:val="center"/>
            </w:pPr>
            <w:r w:rsidRPr="00ED61E6">
              <w:t>23</w:t>
            </w:r>
          </w:p>
        </w:tc>
        <w:tc>
          <w:tcPr>
            <w:tcW w:w="6095" w:type="dxa"/>
          </w:tcPr>
          <w:p w:rsidR="00581BFF" w:rsidRPr="00ED61E6" w:rsidRDefault="00581BFF" w:rsidP="00757CB1">
            <w:r w:rsidRPr="00ED61E6">
              <w:t>Сулима Ольга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24</w:t>
            </w:r>
          </w:p>
        </w:tc>
        <w:tc>
          <w:tcPr>
            <w:tcW w:w="6095" w:type="dxa"/>
          </w:tcPr>
          <w:p w:rsidR="00581BFF" w:rsidRPr="00ED61E6" w:rsidRDefault="00581BFF" w:rsidP="00757CB1">
            <w:r w:rsidRPr="00ED61E6">
              <w:t>Туз Сергій Віталійович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25</w:t>
            </w:r>
          </w:p>
        </w:tc>
        <w:tc>
          <w:tcPr>
            <w:tcW w:w="6095" w:type="dxa"/>
          </w:tcPr>
          <w:p w:rsidR="00581BFF" w:rsidRPr="00ED61E6" w:rsidRDefault="00581BFF" w:rsidP="00757CB1">
            <w:pPr>
              <w:tabs>
                <w:tab w:val="left" w:pos="1980"/>
              </w:tabs>
            </w:pPr>
            <w:r w:rsidRPr="00ED61E6">
              <w:t>Чушкін Олексій Іванович</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26</w:t>
            </w:r>
          </w:p>
        </w:tc>
        <w:tc>
          <w:tcPr>
            <w:tcW w:w="6095" w:type="dxa"/>
          </w:tcPr>
          <w:p w:rsidR="00581BFF" w:rsidRPr="00ED61E6" w:rsidRDefault="00581BFF" w:rsidP="00757CB1">
            <w:pPr>
              <w:tabs>
                <w:tab w:val="left" w:pos="1980"/>
              </w:tabs>
            </w:pPr>
            <w:r w:rsidRPr="00ED61E6">
              <w:t>Чушкіна Надія Василівна</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27</w:t>
            </w:r>
          </w:p>
        </w:tc>
        <w:tc>
          <w:tcPr>
            <w:tcW w:w="6095" w:type="dxa"/>
          </w:tcPr>
          <w:p w:rsidR="00581BFF" w:rsidRPr="00ED61E6" w:rsidRDefault="00581BFF" w:rsidP="00757CB1">
            <w:pPr>
              <w:tabs>
                <w:tab w:val="left" w:pos="1980"/>
              </w:tabs>
            </w:pPr>
            <w:r w:rsidRPr="00ED61E6">
              <w:t>Ясінський Микола Володимирович</w:t>
            </w:r>
          </w:p>
        </w:tc>
        <w:tc>
          <w:tcPr>
            <w:tcW w:w="2551" w:type="dxa"/>
          </w:tcPr>
          <w:p w:rsidR="00581BFF" w:rsidRPr="00ED61E6" w:rsidRDefault="00581BFF" w:rsidP="00757CB1">
            <w:pPr>
              <w:tabs>
                <w:tab w:val="left" w:pos="1980"/>
              </w:tabs>
              <w:ind w:right="-2"/>
            </w:pPr>
            <w:r>
              <w:t>За</w:t>
            </w:r>
          </w:p>
        </w:tc>
      </w:tr>
    </w:tbl>
    <w:p w:rsidR="00581BFF" w:rsidRPr="001D1725" w:rsidRDefault="00581BFF" w:rsidP="001216AF">
      <w:pPr>
        <w:tabs>
          <w:tab w:val="left" w:pos="1980"/>
        </w:tabs>
        <w:rPr>
          <w:sz w:val="28"/>
          <w:szCs w:val="28"/>
        </w:rPr>
      </w:pPr>
      <w:r>
        <w:rPr>
          <w:sz w:val="28"/>
          <w:szCs w:val="28"/>
        </w:rPr>
        <w:t>Усього проголосували</w:t>
      </w:r>
      <w:r w:rsidRPr="001D1725">
        <w:rPr>
          <w:sz w:val="28"/>
          <w:szCs w:val="28"/>
        </w:rPr>
        <w:t>,  з них :</w:t>
      </w:r>
    </w:p>
    <w:p w:rsidR="00581BFF" w:rsidRDefault="00581BFF" w:rsidP="001216AF">
      <w:pPr>
        <w:tabs>
          <w:tab w:val="left" w:pos="1980"/>
        </w:tabs>
        <w:spacing w:line="319" w:lineRule="exact"/>
        <w:ind w:left="840"/>
        <w:rPr>
          <w:i/>
          <w:sz w:val="28"/>
        </w:rPr>
      </w:pPr>
      <w:r>
        <w:rPr>
          <w:i/>
          <w:sz w:val="28"/>
        </w:rPr>
        <w:t xml:space="preserve"> «За» - 24 чол.</w:t>
      </w:r>
    </w:p>
    <w:p w:rsidR="00581BFF" w:rsidRDefault="00581BFF" w:rsidP="001216AF">
      <w:pPr>
        <w:tabs>
          <w:tab w:val="left" w:pos="1980"/>
        </w:tabs>
        <w:spacing w:line="322" w:lineRule="exact"/>
        <w:ind w:left="840"/>
        <w:rPr>
          <w:i/>
          <w:sz w:val="28"/>
        </w:rPr>
      </w:pPr>
      <w:r>
        <w:rPr>
          <w:i/>
          <w:sz w:val="28"/>
        </w:rPr>
        <w:t>«Проти – немає.</w:t>
      </w:r>
    </w:p>
    <w:p w:rsidR="00581BFF" w:rsidRDefault="00581BFF" w:rsidP="001216AF">
      <w:pPr>
        <w:tabs>
          <w:tab w:val="left" w:pos="1980"/>
        </w:tabs>
        <w:ind w:left="840"/>
        <w:rPr>
          <w:i/>
          <w:sz w:val="28"/>
        </w:rPr>
      </w:pPr>
      <w:r>
        <w:rPr>
          <w:i/>
          <w:sz w:val="28"/>
        </w:rPr>
        <w:t>«Утримались» - немає.</w:t>
      </w:r>
    </w:p>
    <w:p w:rsidR="00581BFF" w:rsidRDefault="00581BFF" w:rsidP="001216AF">
      <w:pPr>
        <w:pStyle w:val="Heading1"/>
        <w:tabs>
          <w:tab w:val="left" w:pos="1980"/>
        </w:tabs>
        <w:spacing w:before="9"/>
        <w:ind w:left="119"/>
        <w:jc w:val="left"/>
        <w:rPr>
          <w:b w:val="0"/>
        </w:rPr>
      </w:pPr>
      <w:r w:rsidRPr="001D1725">
        <w:rPr>
          <w:b w:val="0"/>
        </w:rPr>
        <w:t>Прийнято</w:t>
      </w:r>
      <w:r>
        <w:rPr>
          <w:b w:val="0"/>
        </w:rPr>
        <w:t xml:space="preserve"> рішення № 92 </w:t>
      </w:r>
      <w:r w:rsidRPr="001D1725">
        <w:rPr>
          <w:b w:val="0"/>
        </w:rPr>
        <w:t>(додається).</w:t>
      </w:r>
    </w:p>
    <w:p w:rsidR="00581BFF" w:rsidRDefault="00581BFF" w:rsidP="001216AF">
      <w:pPr>
        <w:pStyle w:val="ListParagraph"/>
        <w:widowControl/>
        <w:suppressAutoHyphens/>
        <w:autoSpaceDE/>
        <w:autoSpaceDN/>
        <w:ind w:left="0" w:firstLine="0"/>
        <w:contextualSpacing/>
        <w:jc w:val="both"/>
        <w:rPr>
          <w:sz w:val="28"/>
          <w:szCs w:val="28"/>
        </w:rPr>
      </w:pPr>
    </w:p>
    <w:p w:rsidR="00581BFF" w:rsidRDefault="00581BFF" w:rsidP="001216AF">
      <w:pPr>
        <w:pStyle w:val="ListParagraph"/>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581BFF" w:rsidRDefault="00581BFF" w:rsidP="001216AF">
      <w:pPr>
        <w:rPr>
          <w:sz w:val="28"/>
          <w:szCs w:val="28"/>
        </w:rPr>
      </w:pPr>
      <w:r w:rsidRPr="005A5546">
        <w:rPr>
          <w:sz w:val="28"/>
          <w:szCs w:val="28"/>
        </w:rPr>
        <w:t xml:space="preserve">Переходимо до розгляду </w:t>
      </w:r>
      <w:r w:rsidRPr="001216AF">
        <w:rPr>
          <w:sz w:val="28"/>
          <w:szCs w:val="28"/>
        </w:rPr>
        <w:t>тридцять п’ятого</w:t>
      </w:r>
      <w:r w:rsidRPr="001216AF">
        <w:rPr>
          <w:b/>
          <w:sz w:val="28"/>
          <w:szCs w:val="28"/>
        </w:rPr>
        <w:t xml:space="preserve">  </w:t>
      </w:r>
      <w:r w:rsidRPr="00B05A04">
        <w:rPr>
          <w:sz w:val="28"/>
          <w:szCs w:val="28"/>
        </w:rPr>
        <w:t xml:space="preserve"> </w:t>
      </w:r>
      <w:r>
        <w:rPr>
          <w:sz w:val="28"/>
          <w:szCs w:val="28"/>
        </w:rPr>
        <w:t>питання.</w:t>
      </w:r>
    </w:p>
    <w:p w:rsidR="00581BFF" w:rsidRDefault="00581BFF" w:rsidP="001216AF">
      <w:pPr>
        <w:rPr>
          <w:sz w:val="28"/>
          <w:szCs w:val="28"/>
        </w:rPr>
      </w:pPr>
      <w:r w:rsidRPr="002F4B1F">
        <w:rPr>
          <w:sz w:val="28"/>
          <w:szCs w:val="28"/>
        </w:rPr>
        <w:t>Слово для інформації</w:t>
      </w:r>
      <w:r w:rsidRPr="009560EA">
        <w:rPr>
          <w:color w:val="000000"/>
          <w:sz w:val="28"/>
          <w:szCs w:val="28"/>
        </w:rPr>
        <w:t xml:space="preserve"> </w:t>
      </w:r>
      <w:r w:rsidRPr="009560EA">
        <w:rPr>
          <w:b/>
          <w:sz w:val="28"/>
          <w:szCs w:val="28"/>
        </w:rPr>
        <w:t>"Про затвердження технічної документації  та надання у власність земельної ділянки"</w:t>
      </w:r>
      <w:r>
        <w:rPr>
          <w:sz w:val="28"/>
          <w:szCs w:val="28"/>
        </w:rPr>
        <w:t xml:space="preserve"> </w:t>
      </w:r>
      <w:r w:rsidRPr="00DD698C">
        <w:rPr>
          <w:sz w:val="28"/>
          <w:szCs w:val="28"/>
        </w:rPr>
        <w:t>надається</w:t>
      </w:r>
      <w:r w:rsidRPr="00930564">
        <w:rPr>
          <w:b/>
          <w:sz w:val="28"/>
          <w:szCs w:val="28"/>
        </w:rPr>
        <w:t xml:space="preserve"> </w:t>
      </w:r>
      <w:r>
        <w:rPr>
          <w:b/>
          <w:sz w:val="28"/>
          <w:szCs w:val="28"/>
        </w:rPr>
        <w:t xml:space="preserve">Свид Оксані Георгіївні, </w:t>
      </w:r>
      <w:r w:rsidRPr="001216AF">
        <w:rPr>
          <w:sz w:val="28"/>
          <w:szCs w:val="28"/>
        </w:rPr>
        <w:t>начальнику земельного відділу Голованівської селищної ради</w:t>
      </w:r>
      <w:r>
        <w:rPr>
          <w:sz w:val="28"/>
          <w:szCs w:val="28"/>
        </w:rPr>
        <w:t>.</w:t>
      </w:r>
    </w:p>
    <w:p w:rsidR="00581BFF" w:rsidRDefault="00581BFF" w:rsidP="001216AF">
      <w:pPr>
        <w:rPr>
          <w:sz w:val="28"/>
          <w:szCs w:val="28"/>
        </w:rPr>
      </w:pPr>
    </w:p>
    <w:p w:rsidR="00581BFF" w:rsidRPr="00765D96" w:rsidRDefault="00581BFF" w:rsidP="001216AF">
      <w:pPr>
        <w:widowControl/>
        <w:shd w:val="clear" w:color="auto" w:fill="FFFFFF"/>
        <w:autoSpaceDE/>
        <w:autoSpaceDN/>
        <w:ind w:left="15" w:right="375"/>
        <w:jc w:val="both"/>
        <w:rPr>
          <w:b/>
          <w:sz w:val="28"/>
          <w:szCs w:val="28"/>
        </w:rPr>
      </w:pPr>
      <w:r w:rsidRPr="008A5984">
        <w:rPr>
          <w:b/>
          <w:sz w:val="28"/>
          <w:szCs w:val="28"/>
        </w:rPr>
        <w:t>Виступаючий:</w:t>
      </w:r>
    </w:p>
    <w:p w:rsidR="00581BFF" w:rsidRDefault="00581BFF" w:rsidP="001216AF">
      <w:pPr>
        <w:pStyle w:val="NormalWeb"/>
        <w:shd w:val="clear" w:color="auto" w:fill="FFFFFF"/>
        <w:spacing w:before="0" w:beforeAutospacing="0" w:after="0" w:afterAutospacing="0"/>
        <w:jc w:val="both"/>
        <w:rPr>
          <w:sz w:val="28"/>
          <w:szCs w:val="28"/>
        </w:rPr>
      </w:pPr>
      <w:r w:rsidRPr="008A5984">
        <w:rPr>
          <w:sz w:val="28"/>
          <w:szCs w:val="28"/>
        </w:rPr>
        <w:t>Шановні депутати!</w:t>
      </w:r>
    </w:p>
    <w:p w:rsidR="00581BFF" w:rsidRDefault="00581BFF" w:rsidP="001216AF">
      <w:pPr>
        <w:jc w:val="both"/>
        <w:rPr>
          <w:sz w:val="28"/>
          <w:szCs w:val="28"/>
        </w:rPr>
      </w:pPr>
      <w:r w:rsidRPr="001216AF">
        <w:rPr>
          <w:sz w:val="28"/>
          <w:szCs w:val="28"/>
        </w:rPr>
        <w:t xml:space="preserve">Попереднім орендарем земельної ділянки було продано комплекс будівель, тому </w:t>
      </w:r>
      <w:r>
        <w:rPr>
          <w:sz w:val="28"/>
          <w:szCs w:val="28"/>
        </w:rPr>
        <w:t>необхідно пройти процедуру розірвання договору з попереднім власником нерухомості та заключити договір з новим власником. Щодо встановлення ставки орендної плати земельною комісією було рекомендовано встановити ї у розмірі 12%.</w:t>
      </w:r>
    </w:p>
    <w:p w:rsidR="00581BFF" w:rsidRDefault="00581BFF" w:rsidP="001216AF">
      <w:pPr>
        <w:jc w:val="both"/>
        <w:rPr>
          <w:sz w:val="28"/>
          <w:szCs w:val="28"/>
        </w:rPr>
      </w:pPr>
    </w:p>
    <w:p w:rsidR="00581BFF" w:rsidRDefault="00581BFF" w:rsidP="001216AF">
      <w:pPr>
        <w:jc w:val="both"/>
        <w:rPr>
          <w:b/>
          <w:sz w:val="28"/>
          <w:szCs w:val="28"/>
        </w:rPr>
      </w:pPr>
      <w:r>
        <w:rPr>
          <w:b/>
          <w:sz w:val="28"/>
          <w:szCs w:val="28"/>
        </w:rPr>
        <w:t xml:space="preserve">                  </w:t>
      </w:r>
      <w:r w:rsidRPr="008F5E81">
        <w:rPr>
          <w:b/>
          <w:sz w:val="28"/>
          <w:szCs w:val="28"/>
        </w:rPr>
        <w:t>Голова селищної ради:</w:t>
      </w:r>
    </w:p>
    <w:p w:rsidR="00581BFF" w:rsidRDefault="00581BFF" w:rsidP="001216AF">
      <w:pPr>
        <w:jc w:val="both"/>
        <w:rPr>
          <w:sz w:val="28"/>
          <w:szCs w:val="28"/>
        </w:rPr>
      </w:pPr>
      <w:r w:rsidRPr="00496311">
        <w:rPr>
          <w:sz w:val="28"/>
          <w:szCs w:val="28"/>
        </w:rPr>
        <w:t>Загалом орендна плата за ділянки становить 8%.</w:t>
      </w:r>
    </w:p>
    <w:p w:rsidR="00581BFF" w:rsidRDefault="00581BFF" w:rsidP="001216AF">
      <w:pPr>
        <w:jc w:val="both"/>
        <w:rPr>
          <w:sz w:val="28"/>
          <w:szCs w:val="28"/>
        </w:rPr>
      </w:pPr>
    </w:p>
    <w:p w:rsidR="00581BFF" w:rsidRDefault="00581BFF" w:rsidP="001216AF">
      <w:pPr>
        <w:jc w:val="both"/>
        <w:rPr>
          <w:sz w:val="28"/>
          <w:szCs w:val="28"/>
        </w:rPr>
      </w:pPr>
      <w:r>
        <w:rPr>
          <w:sz w:val="28"/>
          <w:szCs w:val="28"/>
        </w:rPr>
        <w:t xml:space="preserve">В обговоренні взяв участь депутат </w:t>
      </w:r>
      <w:r w:rsidRPr="00496311">
        <w:rPr>
          <w:b/>
          <w:sz w:val="28"/>
          <w:szCs w:val="28"/>
        </w:rPr>
        <w:t>Чушкін О.І.</w:t>
      </w:r>
      <w:r>
        <w:rPr>
          <w:sz w:val="28"/>
          <w:szCs w:val="28"/>
        </w:rPr>
        <w:t xml:space="preserve"> </w:t>
      </w:r>
    </w:p>
    <w:p w:rsidR="00581BFF" w:rsidRDefault="00581BFF" w:rsidP="00496311">
      <w:pPr>
        <w:jc w:val="both"/>
        <w:rPr>
          <w:sz w:val="28"/>
          <w:szCs w:val="28"/>
        </w:rPr>
      </w:pPr>
    </w:p>
    <w:p w:rsidR="00581BFF" w:rsidRDefault="00581BFF" w:rsidP="00496311">
      <w:pPr>
        <w:jc w:val="both"/>
        <w:rPr>
          <w:b/>
          <w:sz w:val="28"/>
          <w:szCs w:val="28"/>
        </w:rPr>
      </w:pPr>
      <w:r>
        <w:rPr>
          <w:b/>
          <w:sz w:val="28"/>
          <w:szCs w:val="28"/>
        </w:rPr>
        <w:t xml:space="preserve">                  </w:t>
      </w:r>
      <w:r w:rsidRPr="008F5E81">
        <w:rPr>
          <w:b/>
          <w:sz w:val="28"/>
          <w:szCs w:val="28"/>
        </w:rPr>
        <w:t>Голова селищної ради:</w:t>
      </w:r>
    </w:p>
    <w:p w:rsidR="00581BFF" w:rsidRDefault="00581BFF" w:rsidP="001216AF">
      <w:pPr>
        <w:jc w:val="both"/>
        <w:rPr>
          <w:sz w:val="28"/>
          <w:szCs w:val="28"/>
        </w:rPr>
      </w:pPr>
      <w:r>
        <w:rPr>
          <w:sz w:val="28"/>
          <w:szCs w:val="28"/>
        </w:rPr>
        <w:t>Пропоную внести зміни до п.4 та встановити орендну плату у розмірі 8%.</w:t>
      </w:r>
    </w:p>
    <w:p w:rsidR="00581BFF" w:rsidRDefault="00581BFF" w:rsidP="00496311">
      <w:pPr>
        <w:rPr>
          <w:sz w:val="28"/>
          <w:szCs w:val="28"/>
        </w:rPr>
      </w:pPr>
      <w:r w:rsidRPr="005A5546">
        <w:rPr>
          <w:sz w:val="28"/>
          <w:szCs w:val="28"/>
        </w:rPr>
        <w:t xml:space="preserve">Чи є запитання </w:t>
      </w:r>
      <w:r>
        <w:rPr>
          <w:sz w:val="28"/>
          <w:szCs w:val="28"/>
        </w:rPr>
        <w:t xml:space="preserve">у депутатів? </w:t>
      </w:r>
    </w:p>
    <w:p w:rsidR="00581BFF" w:rsidRDefault="00581BFF" w:rsidP="00496311">
      <w:pPr>
        <w:rPr>
          <w:sz w:val="28"/>
          <w:szCs w:val="28"/>
        </w:rPr>
      </w:pPr>
    </w:p>
    <w:p w:rsidR="00581BFF" w:rsidRDefault="00581BFF" w:rsidP="00496311">
      <w:pPr>
        <w:jc w:val="both"/>
        <w:rPr>
          <w:sz w:val="28"/>
          <w:szCs w:val="28"/>
        </w:rPr>
      </w:pPr>
      <w:r>
        <w:rPr>
          <w:sz w:val="28"/>
          <w:szCs w:val="28"/>
        </w:rPr>
        <w:t xml:space="preserve">В обговоренні взяв участь депутат </w:t>
      </w:r>
      <w:r w:rsidRPr="00496311">
        <w:rPr>
          <w:b/>
          <w:sz w:val="28"/>
          <w:szCs w:val="28"/>
        </w:rPr>
        <w:t>Чушкін О.І.</w:t>
      </w:r>
      <w:r>
        <w:rPr>
          <w:sz w:val="28"/>
          <w:szCs w:val="28"/>
        </w:rPr>
        <w:t xml:space="preserve"> </w:t>
      </w:r>
    </w:p>
    <w:p w:rsidR="00581BFF" w:rsidRDefault="00581BFF" w:rsidP="00496311">
      <w:pPr>
        <w:jc w:val="both"/>
        <w:rPr>
          <w:sz w:val="28"/>
          <w:szCs w:val="28"/>
        </w:rPr>
      </w:pPr>
    </w:p>
    <w:p w:rsidR="00581BFF" w:rsidRPr="00496311" w:rsidRDefault="00581BFF" w:rsidP="00496311">
      <w:pPr>
        <w:jc w:val="both"/>
        <w:rPr>
          <w:b/>
          <w:sz w:val="28"/>
          <w:szCs w:val="28"/>
        </w:rPr>
      </w:pPr>
      <w:r>
        <w:rPr>
          <w:b/>
          <w:sz w:val="28"/>
          <w:szCs w:val="28"/>
        </w:rPr>
        <w:t xml:space="preserve">                  </w:t>
      </w:r>
      <w:r w:rsidRPr="008F5E81">
        <w:rPr>
          <w:b/>
          <w:sz w:val="28"/>
          <w:szCs w:val="28"/>
        </w:rPr>
        <w:t>Голова селищної ради:</w:t>
      </w:r>
    </w:p>
    <w:p w:rsidR="00581BFF" w:rsidRDefault="00581BFF" w:rsidP="00496311">
      <w:pPr>
        <w:pStyle w:val="ListParagraph"/>
        <w:widowControl/>
        <w:suppressAutoHyphens/>
        <w:autoSpaceDE/>
        <w:autoSpaceDN/>
        <w:ind w:left="0" w:firstLine="0"/>
        <w:contextualSpacing/>
        <w:jc w:val="both"/>
        <w:rPr>
          <w:spacing w:val="-5"/>
          <w:sz w:val="28"/>
          <w:szCs w:val="28"/>
        </w:rPr>
      </w:pPr>
      <w:r>
        <w:rPr>
          <w:sz w:val="28"/>
          <w:szCs w:val="28"/>
        </w:rPr>
        <w:t xml:space="preserve">Пропоную поставити </w:t>
      </w:r>
      <w:r w:rsidRPr="00562C0D">
        <w:rPr>
          <w:spacing w:val="-5"/>
          <w:sz w:val="28"/>
          <w:szCs w:val="28"/>
        </w:rPr>
        <w:t>проєкт рішення на голосування за основу.</w:t>
      </w:r>
    </w:p>
    <w:p w:rsidR="00581BFF" w:rsidRPr="00B05A04" w:rsidRDefault="00581BFF" w:rsidP="0049631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757CB1">
        <w:tc>
          <w:tcPr>
            <w:tcW w:w="534" w:type="dxa"/>
          </w:tcPr>
          <w:p w:rsidR="00581BFF" w:rsidRPr="00ED61E6" w:rsidRDefault="00581BFF" w:rsidP="00757CB1">
            <w:pPr>
              <w:ind w:right="-2"/>
              <w:jc w:val="center"/>
            </w:pPr>
            <w:r w:rsidRPr="00ED61E6">
              <w:t>№</w:t>
            </w:r>
          </w:p>
        </w:tc>
        <w:tc>
          <w:tcPr>
            <w:tcW w:w="6095" w:type="dxa"/>
          </w:tcPr>
          <w:p w:rsidR="00581BFF" w:rsidRPr="00ED61E6" w:rsidRDefault="00581BFF" w:rsidP="00757CB1">
            <w:pPr>
              <w:tabs>
                <w:tab w:val="left" w:pos="676"/>
                <w:tab w:val="center" w:pos="2940"/>
              </w:tabs>
              <w:ind w:right="-2"/>
            </w:pPr>
            <w:r>
              <w:tab/>
            </w:r>
            <w:r>
              <w:tab/>
            </w:r>
            <w:r w:rsidRPr="00ED61E6">
              <w:t>ПІБ депутата</w:t>
            </w:r>
          </w:p>
        </w:tc>
        <w:tc>
          <w:tcPr>
            <w:tcW w:w="2551" w:type="dxa"/>
          </w:tcPr>
          <w:p w:rsidR="00581BFF" w:rsidRPr="00ED61E6" w:rsidRDefault="00581BFF" w:rsidP="00757CB1">
            <w:pPr>
              <w:ind w:right="-2"/>
              <w:jc w:val="center"/>
            </w:pPr>
            <w:r w:rsidRPr="00ED61E6">
              <w:t>Результати голосування</w:t>
            </w:r>
          </w:p>
        </w:tc>
      </w:tr>
      <w:tr w:rsidR="00581BFF" w:rsidRPr="00ED61E6" w:rsidTr="00757CB1">
        <w:tc>
          <w:tcPr>
            <w:tcW w:w="534" w:type="dxa"/>
          </w:tcPr>
          <w:p w:rsidR="00581BFF" w:rsidRPr="00ED61E6" w:rsidRDefault="00581BFF" w:rsidP="00757CB1">
            <w:pPr>
              <w:ind w:right="-2"/>
              <w:jc w:val="center"/>
            </w:pPr>
            <w:r w:rsidRPr="00ED61E6">
              <w:t>1</w:t>
            </w:r>
          </w:p>
        </w:tc>
        <w:tc>
          <w:tcPr>
            <w:tcW w:w="6095" w:type="dxa"/>
          </w:tcPr>
          <w:p w:rsidR="00581BFF" w:rsidRPr="00ED61E6" w:rsidRDefault="00581BFF" w:rsidP="00757CB1">
            <w:r w:rsidRPr="00ED61E6">
              <w:t>Цобенко Сергій Олександрович – селищний голова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w:t>
            </w:r>
          </w:p>
        </w:tc>
        <w:tc>
          <w:tcPr>
            <w:tcW w:w="6095" w:type="dxa"/>
          </w:tcPr>
          <w:p w:rsidR="00581BFF" w:rsidRPr="00ED61E6" w:rsidRDefault="00581BFF" w:rsidP="00757CB1">
            <w:r w:rsidRPr="00ED61E6">
              <w:t>Брижатюк Олена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3</w:t>
            </w:r>
          </w:p>
        </w:tc>
        <w:tc>
          <w:tcPr>
            <w:tcW w:w="6095" w:type="dxa"/>
          </w:tcPr>
          <w:p w:rsidR="00581BFF" w:rsidRPr="00ED61E6" w:rsidRDefault="00581BFF" w:rsidP="00757CB1">
            <w:r w:rsidRPr="00ED61E6">
              <w:t>Голімбієвська Тамара Павлівна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4</w:t>
            </w:r>
          </w:p>
        </w:tc>
        <w:tc>
          <w:tcPr>
            <w:tcW w:w="6095" w:type="dxa"/>
          </w:tcPr>
          <w:p w:rsidR="00581BFF" w:rsidRPr="00ED61E6" w:rsidRDefault="00581BFF" w:rsidP="00757CB1">
            <w:r w:rsidRPr="00ED61E6">
              <w:t>Грушецький Анатолій Георгійович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5</w:t>
            </w:r>
          </w:p>
        </w:tc>
        <w:tc>
          <w:tcPr>
            <w:tcW w:w="6095" w:type="dxa"/>
          </w:tcPr>
          <w:p w:rsidR="00581BFF" w:rsidRPr="00ED61E6" w:rsidRDefault="00581BFF" w:rsidP="00757CB1">
            <w:r w:rsidRPr="00ED61E6">
              <w:t>Дудар Василь Серафимович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6</w:t>
            </w:r>
          </w:p>
        </w:tc>
        <w:tc>
          <w:tcPr>
            <w:tcW w:w="6095" w:type="dxa"/>
          </w:tcPr>
          <w:p w:rsidR="00581BFF" w:rsidRPr="00ED61E6" w:rsidRDefault="00581BFF" w:rsidP="00757CB1">
            <w:r w:rsidRPr="00ED61E6">
              <w:t>Захаренко Вадим Володимирович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7</w:t>
            </w:r>
          </w:p>
        </w:tc>
        <w:tc>
          <w:tcPr>
            <w:tcW w:w="6095" w:type="dxa"/>
          </w:tcPr>
          <w:p w:rsidR="00581BFF" w:rsidRPr="00ED61E6" w:rsidRDefault="00581BFF" w:rsidP="00757CB1">
            <w:r w:rsidRPr="00ED61E6">
              <w:t>Кучмій Богдан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8</w:t>
            </w:r>
          </w:p>
        </w:tc>
        <w:tc>
          <w:tcPr>
            <w:tcW w:w="6095" w:type="dxa"/>
          </w:tcPr>
          <w:p w:rsidR="00581BFF" w:rsidRPr="00ED61E6" w:rsidRDefault="00581BFF" w:rsidP="00757CB1">
            <w:r w:rsidRPr="00ED61E6">
              <w:t>Кучмій Юрій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9</w:t>
            </w:r>
          </w:p>
        </w:tc>
        <w:tc>
          <w:tcPr>
            <w:tcW w:w="6095" w:type="dxa"/>
          </w:tcPr>
          <w:p w:rsidR="00581BFF" w:rsidRPr="00ED61E6" w:rsidRDefault="00581BFF" w:rsidP="00757CB1">
            <w:r w:rsidRPr="00ED61E6">
              <w:t>Кругла Тетяна Дмитрівна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10</w:t>
            </w:r>
          </w:p>
        </w:tc>
        <w:tc>
          <w:tcPr>
            <w:tcW w:w="6095" w:type="dxa"/>
          </w:tcPr>
          <w:p w:rsidR="00581BFF" w:rsidRPr="00ED61E6" w:rsidRDefault="00581BFF" w:rsidP="00757CB1">
            <w:r w:rsidRPr="00ED61E6">
              <w:t>Лісовська Тамара Андріївна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11</w:t>
            </w:r>
          </w:p>
        </w:tc>
        <w:tc>
          <w:tcPr>
            <w:tcW w:w="6095" w:type="dxa"/>
          </w:tcPr>
          <w:p w:rsidR="00581BFF" w:rsidRPr="00ED61E6" w:rsidRDefault="00581BFF" w:rsidP="00757CB1">
            <w:r w:rsidRPr="00ED61E6">
              <w:t>Лісовський  Сергій Олександрович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12</w:t>
            </w:r>
          </w:p>
        </w:tc>
        <w:tc>
          <w:tcPr>
            <w:tcW w:w="6095" w:type="dxa"/>
          </w:tcPr>
          <w:p w:rsidR="00581BFF" w:rsidRPr="00ED61E6" w:rsidRDefault="00581BFF" w:rsidP="00757CB1">
            <w:r w:rsidRPr="00ED61E6">
              <w:t>Мирошниченко Олена Віталіївна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13</w:t>
            </w:r>
          </w:p>
        </w:tc>
        <w:tc>
          <w:tcPr>
            <w:tcW w:w="6095" w:type="dxa"/>
          </w:tcPr>
          <w:p w:rsidR="00581BFF" w:rsidRPr="00ED61E6" w:rsidRDefault="00581BFF" w:rsidP="00757CB1">
            <w:r w:rsidRPr="00ED61E6">
              <w:t>Мостовик Сергій Віталійович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14</w:t>
            </w:r>
          </w:p>
        </w:tc>
        <w:tc>
          <w:tcPr>
            <w:tcW w:w="6095" w:type="dxa"/>
          </w:tcPr>
          <w:p w:rsidR="00581BFF" w:rsidRPr="00ED61E6" w:rsidRDefault="00581BFF" w:rsidP="00757CB1">
            <w:r w:rsidRPr="00ED61E6">
              <w:t>Напханюк Ольга Іванівна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15</w:t>
            </w:r>
          </w:p>
        </w:tc>
        <w:tc>
          <w:tcPr>
            <w:tcW w:w="6095" w:type="dxa"/>
          </w:tcPr>
          <w:p w:rsidR="00581BFF" w:rsidRPr="00ED61E6" w:rsidRDefault="00581BFF" w:rsidP="00757CB1">
            <w:r w:rsidRPr="00ED61E6">
              <w:t>Напханюк Світлана Олексіївна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16</w:t>
            </w:r>
          </w:p>
        </w:tc>
        <w:tc>
          <w:tcPr>
            <w:tcW w:w="6095" w:type="dxa"/>
          </w:tcPr>
          <w:p w:rsidR="00581BFF" w:rsidRPr="00ED61E6" w:rsidRDefault="00581BFF" w:rsidP="00757CB1">
            <w:r w:rsidRPr="00ED61E6">
              <w:t>Новіков Сергій Алійович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17</w:t>
            </w:r>
          </w:p>
        </w:tc>
        <w:tc>
          <w:tcPr>
            <w:tcW w:w="6095" w:type="dxa"/>
          </w:tcPr>
          <w:p w:rsidR="00581BFF" w:rsidRPr="00ED61E6" w:rsidRDefault="00581BFF" w:rsidP="00757CB1">
            <w:r w:rsidRPr="00ED61E6">
              <w:t>Піщик Тетяна Володимирівна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18</w:t>
            </w:r>
          </w:p>
        </w:tc>
        <w:tc>
          <w:tcPr>
            <w:tcW w:w="6095" w:type="dxa"/>
          </w:tcPr>
          <w:p w:rsidR="00581BFF" w:rsidRPr="00ED61E6" w:rsidRDefault="00581BFF" w:rsidP="00757CB1">
            <w:r w:rsidRPr="00ED61E6">
              <w:t>Романщак Наталія Василівна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19</w:t>
            </w:r>
          </w:p>
        </w:tc>
        <w:tc>
          <w:tcPr>
            <w:tcW w:w="6095" w:type="dxa"/>
          </w:tcPr>
          <w:p w:rsidR="00581BFF" w:rsidRPr="00ED61E6" w:rsidRDefault="00581BFF" w:rsidP="00757CB1">
            <w:r w:rsidRPr="00ED61E6">
              <w:t>Рибак Ігор Федорович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20</w:t>
            </w:r>
          </w:p>
        </w:tc>
        <w:tc>
          <w:tcPr>
            <w:tcW w:w="6095" w:type="dxa"/>
          </w:tcPr>
          <w:p w:rsidR="00581BFF" w:rsidRPr="00ED61E6" w:rsidRDefault="00581BFF" w:rsidP="00757CB1">
            <w:r w:rsidRPr="00ED61E6">
              <w:t>Сачук Валентина Михайлівна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21</w:t>
            </w:r>
          </w:p>
        </w:tc>
        <w:tc>
          <w:tcPr>
            <w:tcW w:w="6095" w:type="dxa"/>
          </w:tcPr>
          <w:p w:rsidR="00581BFF" w:rsidRPr="00ED61E6" w:rsidRDefault="00581BFF" w:rsidP="00757CB1">
            <w:r w:rsidRPr="00ED61E6">
              <w:t>Сторожук Віталій Олексійович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22</w:t>
            </w:r>
          </w:p>
        </w:tc>
        <w:tc>
          <w:tcPr>
            <w:tcW w:w="6095" w:type="dxa"/>
          </w:tcPr>
          <w:p w:rsidR="00581BFF" w:rsidRPr="00ED61E6" w:rsidRDefault="00581BFF" w:rsidP="00757CB1">
            <w:r w:rsidRPr="00ED61E6">
              <w:t>Скрипар Василь Іванович</w:t>
            </w:r>
          </w:p>
        </w:tc>
        <w:tc>
          <w:tcPr>
            <w:tcW w:w="2551" w:type="dxa"/>
          </w:tcPr>
          <w:p w:rsidR="00581BFF" w:rsidRPr="00ED61E6" w:rsidRDefault="00581BFF" w:rsidP="00757CB1">
            <w:pPr>
              <w:ind w:right="-2"/>
            </w:pPr>
            <w:r>
              <w:t>відсутній</w:t>
            </w:r>
          </w:p>
        </w:tc>
      </w:tr>
      <w:tr w:rsidR="00581BFF" w:rsidRPr="00ED61E6" w:rsidTr="00757CB1">
        <w:tc>
          <w:tcPr>
            <w:tcW w:w="534" w:type="dxa"/>
          </w:tcPr>
          <w:p w:rsidR="00581BFF" w:rsidRPr="00ED61E6" w:rsidRDefault="00581BFF" w:rsidP="00757CB1">
            <w:pPr>
              <w:ind w:right="-2"/>
              <w:jc w:val="center"/>
            </w:pPr>
            <w:r w:rsidRPr="00ED61E6">
              <w:t>23</w:t>
            </w:r>
          </w:p>
        </w:tc>
        <w:tc>
          <w:tcPr>
            <w:tcW w:w="6095" w:type="dxa"/>
          </w:tcPr>
          <w:p w:rsidR="00581BFF" w:rsidRPr="00ED61E6" w:rsidRDefault="00581BFF" w:rsidP="00757CB1">
            <w:r w:rsidRPr="00ED61E6">
              <w:t>Сулима Ольга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24</w:t>
            </w:r>
          </w:p>
        </w:tc>
        <w:tc>
          <w:tcPr>
            <w:tcW w:w="6095" w:type="dxa"/>
          </w:tcPr>
          <w:p w:rsidR="00581BFF" w:rsidRPr="00ED61E6" w:rsidRDefault="00581BFF" w:rsidP="00757CB1">
            <w:r w:rsidRPr="00ED61E6">
              <w:t>Туз Сергій Віталійович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25</w:t>
            </w:r>
          </w:p>
        </w:tc>
        <w:tc>
          <w:tcPr>
            <w:tcW w:w="6095" w:type="dxa"/>
          </w:tcPr>
          <w:p w:rsidR="00581BFF" w:rsidRPr="00ED61E6" w:rsidRDefault="00581BFF" w:rsidP="00757CB1">
            <w:r w:rsidRPr="00ED61E6">
              <w:t>Чушкін Олексій Іванович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26</w:t>
            </w:r>
          </w:p>
        </w:tc>
        <w:tc>
          <w:tcPr>
            <w:tcW w:w="6095" w:type="dxa"/>
          </w:tcPr>
          <w:p w:rsidR="00581BFF" w:rsidRPr="00ED61E6" w:rsidRDefault="00581BFF" w:rsidP="00757CB1">
            <w:r w:rsidRPr="00ED61E6">
              <w:t>Чушкіна Надія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27</w:t>
            </w:r>
          </w:p>
        </w:tc>
        <w:tc>
          <w:tcPr>
            <w:tcW w:w="6095" w:type="dxa"/>
          </w:tcPr>
          <w:p w:rsidR="00581BFF" w:rsidRPr="00ED61E6" w:rsidRDefault="00581BFF" w:rsidP="00757CB1">
            <w:r w:rsidRPr="00ED61E6">
              <w:t>Ясінський Микола Володимирович</w:t>
            </w:r>
          </w:p>
        </w:tc>
        <w:tc>
          <w:tcPr>
            <w:tcW w:w="2551" w:type="dxa"/>
          </w:tcPr>
          <w:p w:rsidR="00581BFF" w:rsidRPr="00ED61E6" w:rsidRDefault="00581BFF" w:rsidP="00757CB1">
            <w:pPr>
              <w:ind w:right="-2"/>
            </w:pPr>
            <w:r>
              <w:t>За</w:t>
            </w:r>
          </w:p>
        </w:tc>
      </w:tr>
    </w:tbl>
    <w:p w:rsidR="00581BFF" w:rsidRPr="001D1725" w:rsidRDefault="00581BFF" w:rsidP="00496311">
      <w:pPr>
        <w:rPr>
          <w:sz w:val="28"/>
          <w:szCs w:val="28"/>
        </w:rPr>
      </w:pPr>
      <w:r>
        <w:rPr>
          <w:sz w:val="28"/>
          <w:szCs w:val="28"/>
        </w:rPr>
        <w:t>Усього проголосували</w:t>
      </w:r>
      <w:r w:rsidRPr="001D1725">
        <w:rPr>
          <w:sz w:val="28"/>
          <w:szCs w:val="28"/>
        </w:rPr>
        <w:t>,  з них :</w:t>
      </w:r>
    </w:p>
    <w:p w:rsidR="00581BFF" w:rsidRDefault="00581BFF" w:rsidP="00496311">
      <w:pPr>
        <w:spacing w:line="319" w:lineRule="exact"/>
        <w:ind w:left="840"/>
        <w:rPr>
          <w:i/>
          <w:sz w:val="28"/>
        </w:rPr>
      </w:pPr>
      <w:r>
        <w:rPr>
          <w:i/>
          <w:sz w:val="28"/>
        </w:rPr>
        <w:t xml:space="preserve"> «За» - 24 чол.</w:t>
      </w:r>
    </w:p>
    <w:p w:rsidR="00581BFF" w:rsidRDefault="00581BFF" w:rsidP="00496311">
      <w:pPr>
        <w:spacing w:line="322" w:lineRule="exact"/>
        <w:ind w:left="840"/>
        <w:rPr>
          <w:i/>
          <w:sz w:val="28"/>
        </w:rPr>
      </w:pPr>
      <w:r>
        <w:rPr>
          <w:i/>
          <w:sz w:val="28"/>
        </w:rPr>
        <w:t>«Проти – немає.</w:t>
      </w:r>
    </w:p>
    <w:p w:rsidR="00581BFF" w:rsidRDefault="00581BFF" w:rsidP="00496311">
      <w:pPr>
        <w:ind w:left="840"/>
        <w:rPr>
          <w:i/>
          <w:sz w:val="28"/>
        </w:rPr>
      </w:pPr>
      <w:r>
        <w:rPr>
          <w:i/>
          <w:sz w:val="28"/>
        </w:rPr>
        <w:t>«Утримались» - немає.</w:t>
      </w:r>
    </w:p>
    <w:p w:rsidR="00581BFF" w:rsidRDefault="00581BFF" w:rsidP="00496311">
      <w:pPr>
        <w:pStyle w:val="Heading1"/>
        <w:spacing w:before="9"/>
        <w:ind w:left="119"/>
        <w:jc w:val="left"/>
        <w:rPr>
          <w:b w:val="0"/>
        </w:rPr>
      </w:pPr>
      <w:r w:rsidRPr="001D1725">
        <w:rPr>
          <w:b w:val="0"/>
        </w:rPr>
        <w:t>Прийнято</w:t>
      </w:r>
      <w:r>
        <w:rPr>
          <w:b w:val="0"/>
        </w:rPr>
        <w:t xml:space="preserve"> рішення № 93</w:t>
      </w:r>
      <w:r w:rsidRPr="001D1725">
        <w:rPr>
          <w:b w:val="0"/>
        </w:rPr>
        <w:t>.</w:t>
      </w:r>
    </w:p>
    <w:p w:rsidR="00581BFF" w:rsidRDefault="00581BFF" w:rsidP="00496311">
      <w:pPr>
        <w:pStyle w:val="Heading1"/>
        <w:spacing w:before="9"/>
        <w:ind w:left="119"/>
        <w:jc w:val="left"/>
        <w:rPr>
          <w:b w:val="0"/>
        </w:rPr>
      </w:pPr>
    </w:p>
    <w:p w:rsidR="00581BFF" w:rsidRPr="00E869B2" w:rsidRDefault="00581BFF" w:rsidP="00496311">
      <w:pPr>
        <w:ind w:right="-2"/>
        <w:jc w:val="both"/>
        <w:rPr>
          <w:b/>
          <w:sz w:val="28"/>
          <w:szCs w:val="28"/>
        </w:rPr>
      </w:pPr>
      <w:r w:rsidRPr="00E869B2">
        <w:rPr>
          <w:b/>
          <w:sz w:val="28"/>
          <w:szCs w:val="28"/>
        </w:rPr>
        <w:t>Голова селищної ради:</w:t>
      </w:r>
    </w:p>
    <w:p w:rsidR="00581BFF" w:rsidRDefault="00581BFF" w:rsidP="00496311">
      <w:pPr>
        <w:pStyle w:val="Heading1"/>
        <w:spacing w:before="9"/>
        <w:ind w:left="119" w:hanging="9"/>
        <w:rPr>
          <w:b w:val="0"/>
          <w:spacing w:val="-5"/>
        </w:rPr>
      </w:pPr>
      <w:r>
        <w:rPr>
          <w:b w:val="0"/>
          <w:spacing w:val="-5"/>
        </w:rPr>
        <w:t>прошу голосувати</w:t>
      </w:r>
      <w:r w:rsidRPr="0090460C">
        <w:rPr>
          <w:b w:val="0"/>
          <w:spacing w:val="-5"/>
        </w:rPr>
        <w:t xml:space="preserve"> </w:t>
      </w:r>
      <w:r>
        <w:rPr>
          <w:b w:val="0"/>
          <w:spacing w:val="-5"/>
        </w:rPr>
        <w:t>за зміни у пункті 4,</w:t>
      </w:r>
      <w:r w:rsidRPr="0090460C">
        <w:rPr>
          <w:b w:val="0"/>
          <w:spacing w:val="-5"/>
        </w:rPr>
        <w:t xml:space="preserve"> що надійшли під час обговорення проекту</w:t>
      </w:r>
      <w:r>
        <w:rPr>
          <w:b w:val="0"/>
          <w:spacing w:val="-5"/>
        </w:rPr>
        <w:t xml:space="preserve"> на засіданні постійної комісії</w:t>
      </w:r>
      <w:r w:rsidRPr="008F5E81">
        <w:rPr>
          <w:b w:val="0"/>
          <w:spacing w:val="-5"/>
        </w:rPr>
        <w:t xml:space="preserve">  </w:t>
      </w:r>
      <w:r w:rsidRPr="008F5E81">
        <w:rPr>
          <w:b w:val="0"/>
        </w:rPr>
        <w:t>питань аграрної політики та земельних відносин</w:t>
      </w:r>
      <w:r>
        <w:rPr>
          <w:b w:val="0"/>
        </w:rPr>
        <w:t xml:space="preserve"> та на  сесії</w:t>
      </w:r>
      <w:r>
        <w:rPr>
          <w:b w:val="0"/>
          <w:spacing w:val="-5"/>
        </w:rPr>
        <w:t xml:space="preserve"> ( щодо встановлення орендної плати у розмірі 8%). </w:t>
      </w:r>
    </w:p>
    <w:p w:rsidR="00581BFF" w:rsidRDefault="00581BFF" w:rsidP="00496311">
      <w:pPr>
        <w:pStyle w:val="Heading1"/>
        <w:spacing w:before="9"/>
        <w:ind w:left="119" w:hanging="9"/>
        <w:rPr>
          <w:b w:val="0"/>
          <w:spacing w:val="-5"/>
        </w:rPr>
      </w:pPr>
    </w:p>
    <w:p w:rsidR="00581BFF" w:rsidRPr="00B05A04" w:rsidRDefault="00581BFF" w:rsidP="0049631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757CB1">
        <w:tc>
          <w:tcPr>
            <w:tcW w:w="534" w:type="dxa"/>
          </w:tcPr>
          <w:p w:rsidR="00581BFF" w:rsidRPr="00ED61E6" w:rsidRDefault="00581BFF" w:rsidP="00757CB1">
            <w:pPr>
              <w:ind w:right="-2"/>
              <w:jc w:val="center"/>
            </w:pPr>
            <w:r w:rsidRPr="00ED61E6">
              <w:t>№</w:t>
            </w:r>
          </w:p>
        </w:tc>
        <w:tc>
          <w:tcPr>
            <w:tcW w:w="6095" w:type="dxa"/>
          </w:tcPr>
          <w:p w:rsidR="00581BFF" w:rsidRPr="00ED61E6" w:rsidRDefault="00581BFF" w:rsidP="00757CB1">
            <w:pPr>
              <w:tabs>
                <w:tab w:val="left" w:pos="676"/>
                <w:tab w:val="center" w:pos="2940"/>
              </w:tabs>
              <w:ind w:right="-2"/>
            </w:pPr>
            <w:r>
              <w:tab/>
            </w:r>
            <w:r>
              <w:tab/>
            </w:r>
            <w:r w:rsidRPr="00ED61E6">
              <w:t>ПІБ депутата</w:t>
            </w:r>
          </w:p>
        </w:tc>
        <w:tc>
          <w:tcPr>
            <w:tcW w:w="2551" w:type="dxa"/>
          </w:tcPr>
          <w:p w:rsidR="00581BFF" w:rsidRPr="00ED61E6" w:rsidRDefault="00581BFF" w:rsidP="00757CB1">
            <w:pPr>
              <w:ind w:right="-2"/>
              <w:jc w:val="center"/>
            </w:pPr>
            <w:r w:rsidRPr="00ED61E6">
              <w:t>Результати голосування</w:t>
            </w:r>
          </w:p>
        </w:tc>
      </w:tr>
      <w:tr w:rsidR="00581BFF" w:rsidRPr="00ED61E6" w:rsidTr="00757CB1">
        <w:tc>
          <w:tcPr>
            <w:tcW w:w="534" w:type="dxa"/>
          </w:tcPr>
          <w:p w:rsidR="00581BFF" w:rsidRPr="00ED61E6" w:rsidRDefault="00581BFF" w:rsidP="00757CB1">
            <w:pPr>
              <w:ind w:right="-2"/>
              <w:jc w:val="center"/>
            </w:pPr>
            <w:r w:rsidRPr="00ED61E6">
              <w:t>1</w:t>
            </w:r>
          </w:p>
        </w:tc>
        <w:tc>
          <w:tcPr>
            <w:tcW w:w="6095" w:type="dxa"/>
          </w:tcPr>
          <w:p w:rsidR="00581BFF" w:rsidRPr="00ED61E6" w:rsidRDefault="00581BFF" w:rsidP="00757CB1">
            <w:r w:rsidRPr="00ED61E6">
              <w:t>Цобенко Сергій Олександрович – селищний голова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w:t>
            </w:r>
          </w:p>
        </w:tc>
        <w:tc>
          <w:tcPr>
            <w:tcW w:w="6095" w:type="dxa"/>
          </w:tcPr>
          <w:p w:rsidR="00581BFF" w:rsidRPr="00ED61E6" w:rsidRDefault="00581BFF" w:rsidP="00757CB1">
            <w:r w:rsidRPr="00ED61E6">
              <w:t>Брижатюк Олена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3</w:t>
            </w:r>
          </w:p>
        </w:tc>
        <w:tc>
          <w:tcPr>
            <w:tcW w:w="6095" w:type="dxa"/>
          </w:tcPr>
          <w:p w:rsidR="00581BFF" w:rsidRPr="00ED61E6" w:rsidRDefault="00581BFF" w:rsidP="00757CB1">
            <w:r w:rsidRPr="00ED61E6">
              <w:t>Голімбієвська Тамара Павлівна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4</w:t>
            </w:r>
          </w:p>
        </w:tc>
        <w:tc>
          <w:tcPr>
            <w:tcW w:w="6095" w:type="dxa"/>
          </w:tcPr>
          <w:p w:rsidR="00581BFF" w:rsidRPr="00ED61E6" w:rsidRDefault="00581BFF" w:rsidP="00757CB1">
            <w:r w:rsidRPr="00ED61E6">
              <w:t>Грушецький Анатолій Георгійович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5</w:t>
            </w:r>
          </w:p>
        </w:tc>
        <w:tc>
          <w:tcPr>
            <w:tcW w:w="6095" w:type="dxa"/>
          </w:tcPr>
          <w:p w:rsidR="00581BFF" w:rsidRPr="00ED61E6" w:rsidRDefault="00581BFF" w:rsidP="00757CB1">
            <w:r w:rsidRPr="00ED61E6">
              <w:t>Дудар Василь Серафимович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6</w:t>
            </w:r>
          </w:p>
        </w:tc>
        <w:tc>
          <w:tcPr>
            <w:tcW w:w="6095" w:type="dxa"/>
          </w:tcPr>
          <w:p w:rsidR="00581BFF" w:rsidRPr="00ED61E6" w:rsidRDefault="00581BFF" w:rsidP="00757CB1">
            <w:r w:rsidRPr="00ED61E6">
              <w:t>Захаренко Вадим Володимирович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7</w:t>
            </w:r>
          </w:p>
        </w:tc>
        <w:tc>
          <w:tcPr>
            <w:tcW w:w="6095" w:type="dxa"/>
          </w:tcPr>
          <w:p w:rsidR="00581BFF" w:rsidRPr="00ED61E6" w:rsidRDefault="00581BFF" w:rsidP="00757CB1">
            <w:r w:rsidRPr="00ED61E6">
              <w:t>Кучмій Богдан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8</w:t>
            </w:r>
          </w:p>
        </w:tc>
        <w:tc>
          <w:tcPr>
            <w:tcW w:w="6095" w:type="dxa"/>
          </w:tcPr>
          <w:p w:rsidR="00581BFF" w:rsidRPr="00ED61E6" w:rsidRDefault="00581BFF" w:rsidP="00757CB1">
            <w:r w:rsidRPr="00ED61E6">
              <w:t>Кучмій Юрій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9</w:t>
            </w:r>
          </w:p>
        </w:tc>
        <w:tc>
          <w:tcPr>
            <w:tcW w:w="6095" w:type="dxa"/>
          </w:tcPr>
          <w:p w:rsidR="00581BFF" w:rsidRPr="00ED61E6" w:rsidRDefault="00581BFF" w:rsidP="00757CB1">
            <w:r w:rsidRPr="00ED61E6">
              <w:t>Кругла Тетяна Дмитрівна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10</w:t>
            </w:r>
          </w:p>
        </w:tc>
        <w:tc>
          <w:tcPr>
            <w:tcW w:w="6095" w:type="dxa"/>
          </w:tcPr>
          <w:p w:rsidR="00581BFF" w:rsidRPr="00ED61E6" w:rsidRDefault="00581BFF" w:rsidP="00757CB1">
            <w:r w:rsidRPr="00ED61E6">
              <w:t>Лісовська Тамара Андріївна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11</w:t>
            </w:r>
          </w:p>
        </w:tc>
        <w:tc>
          <w:tcPr>
            <w:tcW w:w="6095" w:type="dxa"/>
          </w:tcPr>
          <w:p w:rsidR="00581BFF" w:rsidRPr="00ED61E6" w:rsidRDefault="00581BFF" w:rsidP="00757CB1">
            <w:r w:rsidRPr="00ED61E6">
              <w:t>Лісовський  Сергій Олександрович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12</w:t>
            </w:r>
          </w:p>
        </w:tc>
        <w:tc>
          <w:tcPr>
            <w:tcW w:w="6095" w:type="dxa"/>
          </w:tcPr>
          <w:p w:rsidR="00581BFF" w:rsidRPr="00ED61E6" w:rsidRDefault="00581BFF" w:rsidP="00757CB1">
            <w:r w:rsidRPr="00ED61E6">
              <w:t>Мирошниченко Олена Віталіївна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13</w:t>
            </w:r>
          </w:p>
        </w:tc>
        <w:tc>
          <w:tcPr>
            <w:tcW w:w="6095" w:type="dxa"/>
          </w:tcPr>
          <w:p w:rsidR="00581BFF" w:rsidRPr="00ED61E6" w:rsidRDefault="00581BFF" w:rsidP="00757CB1">
            <w:r w:rsidRPr="00ED61E6">
              <w:t>Мостовик Сергій Віталійович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14</w:t>
            </w:r>
          </w:p>
        </w:tc>
        <w:tc>
          <w:tcPr>
            <w:tcW w:w="6095" w:type="dxa"/>
          </w:tcPr>
          <w:p w:rsidR="00581BFF" w:rsidRPr="00ED61E6" w:rsidRDefault="00581BFF" w:rsidP="00757CB1">
            <w:r w:rsidRPr="00ED61E6">
              <w:t>Напханюк Ольга Іванівна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15</w:t>
            </w:r>
          </w:p>
        </w:tc>
        <w:tc>
          <w:tcPr>
            <w:tcW w:w="6095" w:type="dxa"/>
          </w:tcPr>
          <w:p w:rsidR="00581BFF" w:rsidRPr="00ED61E6" w:rsidRDefault="00581BFF" w:rsidP="00757CB1">
            <w:r w:rsidRPr="00ED61E6">
              <w:t>Напханюк Світлана Олексіївна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16</w:t>
            </w:r>
          </w:p>
        </w:tc>
        <w:tc>
          <w:tcPr>
            <w:tcW w:w="6095" w:type="dxa"/>
          </w:tcPr>
          <w:p w:rsidR="00581BFF" w:rsidRPr="00ED61E6" w:rsidRDefault="00581BFF" w:rsidP="00757CB1">
            <w:r w:rsidRPr="00ED61E6">
              <w:t>Новіков Сергій Алійович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17</w:t>
            </w:r>
          </w:p>
        </w:tc>
        <w:tc>
          <w:tcPr>
            <w:tcW w:w="6095" w:type="dxa"/>
          </w:tcPr>
          <w:p w:rsidR="00581BFF" w:rsidRPr="00ED61E6" w:rsidRDefault="00581BFF" w:rsidP="00757CB1">
            <w:r w:rsidRPr="00ED61E6">
              <w:t>Піщик Тетяна Володимирівна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18</w:t>
            </w:r>
          </w:p>
        </w:tc>
        <w:tc>
          <w:tcPr>
            <w:tcW w:w="6095" w:type="dxa"/>
          </w:tcPr>
          <w:p w:rsidR="00581BFF" w:rsidRPr="00ED61E6" w:rsidRDefault="00581BFF" w:rsidP="00757CB1">
            <w:r w:rsidRPr="00ED61E6">
              <w:t>Романщак Наталія Василівна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19</w:t>
            </w:r>
          </w:p>
        </w:tc>
        <w:tc>
          <w:tcPr>
            <w:tcW w:w="6095" w:type="dxa"/>
          </w:tcPr>
          <w:p w:rsidR="00581BFF" w:rsidRPr="00ED61E6" w:rsidRDefault="00581BFF" w:rsidP="00757CB1">
            <w:r w:rsidRPr="00ED61E6">
              <w:t>Рибак Ігор Федорович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20</w:t>
            </w:r>
          </w:p>
        </w:tc>
        <w:tc>
          <w:tcPr>
            <w:tcW w:w="6095" w:type="dxa"/>
          </w:tcPr>
          <w:p w:rsidR="00581BFF" w:rsidRPr="00ED61E6" w:rsidRDefault="00581BFF" w:rsidP="00757CB1">
            <w:r w:rsidRPr="00ED61E6">
              <w:t>Сачук Валентина Михайлівна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21</w:t>
            </w:r>
          </w:p>
        </w:tc>
        <w:tc>
          <w:tcPr>
            <w:tcW w:w="6095" w:type="dxa"/>
          </w:tcPr>
          <w:p w:rsidR="00581BFF" w:rsidRPr="00ED61E6" w:rsidRDefault="00581BFF" w:rsidP="00757CB1">
            <w:r w:rsidRPr="00ED61E6">
              <w:t>Сторожук Віталій Олексійович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22</w:t>
            </w:r>
          </w:p>
        </w:tc>
        <w:tc>
          <w:tcPr>
            <w:tcW w:w="6095" w:type="dxa"/>
          </w:tcPr>
          <w:p w:rsidR="00581BFF" w:rsidRPr="00ED61E6" w:rsidRDefault="00581BFF" w:rsidP="00757CB1">
            <w:r w:rsidRPr="00ED61E6">
              <w:t>Скрипар Василь Іванович</w:t>
            </w:r>
          </w:p>
        </w:tc>
        <w:tc>
          <w:tcPr>
            <w:tcW w:w="2551" w:type="dxa"/>
          </w:tcPr>
          <w:p w:rsidR="00581BFF" w:rsidRPr="00ED61E6" w:rsidRDefault="00581BFF" w:rsidP="00757CB1">
            <w:pPr>
              <w:ind w:right="-2"/>
            </w:pPr>
            <w:r>
              <w:t>відсутній</w:t>
            </w:r>
          </w:p>
        </w:tc>
      </w:tr>
      <w:tr w:rsidR="00581BFF" w:rsidRPr="00ED61E6" w:rsidTr="00757CB1">
        <w:tc>
          <w:tcPr>
            <w:tcW w:w="534" w:type="dxa"/>
          </w:tcPr>
          <w:p w:rsidR="00581BFF" w:rsidRPr="00ED61E6" w:rsidRDefault="00581BFF" w:rsidP="00757CB1">
            <w:pPr>
              <w:ind w:right="-2"/>
              <w:jc w:val="center"/>
            </w:pPr>
            <w:r w:rsidRPr="00ED61E6">
              <w:t>23</w:t>
            </w:r>
          </w:p>
        </w:tc>
        <w:tc>
          <w:tcPr>
            <w:tcW w:w="6095" w:type="dxa"/>
          </w:tcPr>
          <w:p w:rsidR="00581BFF" w:rsidRPr="00ED61E6" w:rsidRDefault="00581BFF" w:rsidP="00757CB1">
            <w:r w:rsidRPr="00ED61E6">
              <w:t>Сулима Ольга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24</w:t>
            </w:r>
          </w:p>
        </w:tc>
        <w:tc>
          <w:tcPr>
            <w:tcW w:w="6095" w:type="dxa"/>
          </w:tcPr>
          <w:p w:rsidR="00581BFF" w:rsidRPr="00ED61E6" w:rsidRDefault="00581BFF" w:rsidP="00757CB1">
            <w:r w:rsidRPr="00ED61E6">
              <w:t>Туз Сергій Віталійович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25</w:t>
            </w:r>
          </w:p>
        </w:tc>
        <w:tc>
          <w:tcPr>
            <w:tcW w:w="6095" w:type="dxa"/>
          </w:tcPr>
          <w:p w:rsidR="00581BFF" w:rsidRPr="00ED61E6" w:rsidRDefault="00581BFF" w:rsidP="00757CB1">
            <w:pPr>
              <w:tabs>
                <w:tab w:val="left" w:pos="1980"/>
              </w:tabs>
            </w:pPr>
            <w:r w:rsidRPr="00ED61E6">
              <w:t>Чушкін Олексій Іванович</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26</w:t>
            </w:r>
          </w:p>
        </w:tc>
        <w:tc>
          <w:tcPr>
            <w:tcW w:w="6095" w:type="dxa"/>
          </w:tcPr>
          <w:p w:rsidR="00581BFF" w:rsidRPr="00ED61E6" w:rsidRDefault="00581BFF" w:rsidP="00757CB1">
            <w:pPr>
              <w:tabs>
                <w:tab w:val="left" w:pos="1980"/>
              </w:tabs>
            </w:pPr>
            <w:r w:rsidRPr="00ED61E6">
              <w:t>Чушкіна Надія Василівна</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27</w:t>
            </w:r>
          </w:p>
        </w:tc>
        <w:tc>
          <w:tcPr>
            <w:tcW w:w="6095" w:type="dxa"/>
          </w:tcPr>
          <w:p w:rsidR="00581BFF" w:rsidRPr="00ED61E6" w:rsidRDefault="00581BFF" w:rsidP="00757CB1">
            <w:pPr>
              <w:tabs>
                <w:tab w:val="left" w:pos="1980"/>
              </w:tabs>
            </w:pPr>
            <w:r w:rsidRPr="00ED61E6">
              <w:t>Ясінський Микола Володимирович</w:t>
            </w:r>
          </w:p>
        </w:tc>
        <w:tc>
          <w:tcPr>
            <w:tcW w:w="2551" w:type="dxa"/>
          </w:tcPr>
          <w:p w:rsidR="00581BFF" w:rsidRPr="00ED61E6" w:rsidRDefault="00581BFF" w:rsidP="00757CB1">
            <w:pPr>
              <w:tabs>
                <w:tab w:val="left" w:pos="1980"/>
              </w:tabs>
              <w:ind w:right="-2"/>
            </w:pPr>
            <w:r>
              <w:t>За</w:t>
            </w:r>
          </w:p>
        </w:tc>
      </w:tr>
    </w:tbl>
    <w:p w:rsidR="00581BFF" w:rsidRPr="001D1725" w:rsidRDefault="00581BFF" w:rsidP="00496311">
      <w:pPr>
        <w:tabs>
          <w:tab w:val="left" w:pos="1980"/>
        </w:tabs>
        <w:rPr>
          <w:sz w:val="28"/>
          <w:szCs w:val="28"/>
        </w:rPr>
      </w:pPr>
      <w:r>
        <w:rPr>
          <w:sz w:val="28"/>
          <w:szCs w:val="28"/>
        </w:rPr>
        <w:t>Усього проголосували</w:t>
      </w:r>
      <w:r w:rsidRPr="001D1725">
        <w:rPr>
          <w:sz w:val="28"/>
          <w:szCs w:val="28"/>
        </w:rPr>
        <w:t>,  з них :</w:t>
      </w:r>
    </w:p>
    <w:p w:rsidR="00581BFF" w:rsidRDefault="00581BFF" w:rsidP="00496311">
      <w:pPr>
        <w:tabs>
          <w:tab w:val="left" w:pos="1980"/>
        </w:tabs>
        <w:spacing w:line="319" w:lineRule="exact"/>
        <w:ind w:left="840"/>
        <w:rPr>
          <w:i/>
          <w:sz w:val="28"/>
        </w:rPr>
      </w:pPr>
      <w:r>
        <w:rPr>
          <w:i/>
          <w:sz w:val="28"/>
        </w:rPr>
        <w:t xml:space="preserve"> «За» - 24 чол.</w:t>
      </w:r>
    </w:p>
    <w:p w:rsidR="00581BFF" w:rsidRDefault="00581BFF" w:rsidP="00496311">
      <w:pPr>
        <w:tabs>
          <w:tab w:val="left" w:pos="1980"/>
        </w:tabs>
        <w:spacing w:line="322" w:lineRule="exact"/>
        <w:ind w:left="840"/>
        <w:rPr>
          <w:i/>
          <w:sz w:val="28"/>
        </w:rPr>
      </w:pPr>
      <w:r>
        <w:rPr>
          <w:i/>
          <w:sz w:val="28"/>
        </w:rPr>
        <w:t>«Проти – немає.</w:t>
      </w:r>
    </w:p>
    <w:p w:rsidR="00581BFF" w:rsidRDefault="00581BFF" w:rsidP="00496311">
      <w:pPr>
        <w:tabs>
          <w:tab w:val="left" w:pos="1980"/>
        </w:tabs>
        <w:ind w:left="840"/>
        <w:rPr>
          <w:i/>
          <w:sz w:val="28"/>
        </w:rPr>
      </w:pPr>
      <w:r>
        <w:rPr>
          <w:i/>
          <w:sz w:val="28"/>
        </w:rPr>
        <w:t>«Утримались» - немає.</w:t>
      </w:r>
    </w:p>
    <w:p w:rsidR="00581BFF" w:rsidRDefault="00581BFF" w:rsidP="00496311">
      <w:pPr>
        <w:pStyle w:val="Heading1"/>
        <w:tabs>
          <w:tab w:val="left" w:pos="1980"/>
        </w:tabs>
        <w:spacing w:before="9"/>
        <w:ind w:left="119"/>
        <w:jc w:val="left"/>
        <w:rPr>
          <w:b w:val="0"/>
        </w:rPr>
      </w:pPr>
      <w:r w:rsidRPr="001D1725">
        <w:rPr>
          <w:b w:val="0"/>
        </w:rPr>
        <w:t>Прийнято</w:t>
      </w:r>
      <w:r>
        <w:rPr>
          <w:b w:val="0"/>
        </w:rPr>
        <w:t xml:space="preserve"> рішення № 93 зі змінами </w:t>
      </w:r>
      <w:r w:rsidRPr="001D1725">
        <w:rPr>
          <w:b w:val="0"/>
        </w:rPr>
        <w:t>(додається).</w:t>
      </w:r>
    </w:p>
    <w:p w:rsidR="00581BFF" w:rsidRDefault="00581BFF" w:rsidP="00496311">
      <w:pPr>
        <w:pStyle w:val="Heading1"/>
        <w:tabs>
          <w:tab w:val="left" w:pos="1980"/>
        </w:tabs>
        <w:spacing w:before="9"/>
        <w:ind w:left="119"/>
        <w:jc w:val="left"/>
        <w:rPr>
          <w:b w:val="0"/>
        </w:rPr>
      </w:pPr>
    </w:p>
    <w:p w:rsidR="00581BFF" w:rsidRDefault="00581BFF" w:rsidP="00496311">
      <w:pPr>
        <w:pStyle w:val="ListParagraph"/>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581BFF" w:rsidRDefault="00581BFF" w:rsidP="00496311">
      <w:pPr>
        <w:rPr>
          <w:sz w:val="28"/>
          <w:szCs w:val="28"/>
        </w:rPr>
      </w:pPr>
      <w:r w:rsidRPr="005A5546">
        <w:rPr>
          <w:sz w:val="28"/>
          <w:szCs w:val="28"/>
        </w:rPr>
        <w:t xml:space="preserve">Переходимо до розгляду </w:t>
      </w:r>
      <w:r w:rsidRPr="001216AF">
        <w:rPr>
          <w:sz w:val="28"/>
          <w:szCs w:val="28"/>
        </w:rPr>
        <w:t xml:space="preserve">тридцять </w:t>
      </w:r>
      <w:r>
        <w:rPr>
          <w:sz w:val="28"/>
          <w:szCs w:val="28"/>
        </w:rPr>
        <w:t>шостого</w:t>
      </w:r>
      <w:r w:rsidRPr="001216AF">
        <w:rPr>
          <w:b/>
          <w:sz w:val="28"/>
          <w:szCs w:val="28"/>
        </w:rPr>
        <w:t xml:space="preserve"> </w:t>
      </w:r>
      <w:r w:rsidRPr="00B05A04">
        <w:rPr>
          <w:sz w:val="28"/>
          <w:szCs w:val="28"/>
        </w:rPr>
        <w:t xml:space="preserve"> </w:t>
      </w:r>
      <w:r>
        <w:rPr>
          <w:sz w:val="28"/>
          <w:szCs w:val="28"/>
        </w:rPr>
        <w:t>питання.</w:t>
      </w:r>
      <w:r w:rsidRPr="00496311">
        <w:rPr>
          <w:sz w:val="28"/>
          <w:szCs w:val="28"/>
        </w:rPr>
        <w:t>"</w:t>
      </w:r>
      <w:r w:rsidRPr="00496311">
        <w:rPr>
          <w:b/>
          <w:sz w:val="28"/>
          <w:szCs w:val="28"/>
        </w:rPr>
        <w:t>Про прийняття майна Голованівського районного центру соціальних служб для сім ҆ ї, дітей та молоді до комунальної власності Голованівської селищної ради</w:t>
      </w:r>
      <w:r w:rsidRPr="00496311">
        <w:rPr>
          <w:sz w:val="28"/>
          <w:szCs w:val="28"/>
        </w:rPr>
        <w:t>"</w:t>
      </w:r>
      <w:r>
        <w:rPr>
          <w:sz w:val="28"/>
          <w:szCs w:val="28"/>
        </w:rPr>
        <w:t>.</w:t>
      </w:r>
    </w:p>
    <w:p w:rsidR="00581BFF" w:rsidRDefault="00581BFF" w:rsidP="00496311">
      <w:pPr>
        <w:rPr>
          <w:sz w:val="28"/>
          <w:szCs w:val="28"/>
        </w:rPr>
      </w:pPr>
    </w:p>
    <w:p w:rsidR="00581BFF" w:rsidRDefault="00581BFF" w:rsidP="003F3830">
      <w:pPr>
        <w:jc w:val="both"/>
        <w:rPr>
          <w:sz w:val="28"/>
          <w:szCs w:val="28"/>
        </w:rPr>
      </w:pPr>
      <w:r>
        <w:rPr>
          <w:sz w:val="28"/>
          <w:szCs w:val="28"/>
        </w:rPr>
        <w:t xml:space="preserve">Відповідно до ст..6,23, 41, 47 Закону України «Про місцеві державні адміністрації, ст.4 Закону України «Про передачу об’єктів права державної та комунальної власності», згідно п.1 Положення про Голованівський районний центр соціальних служб для сімї, дітей та молоді, затвердженого розпорядженням голови Голованівської районної державної адміністрації від 04 квітня 2019 року №104-р селищній раді необхідно прийняти майно </w:t>
      </w:r>
      <w:r w:rsidRPr="003F3830">
        <w:rPr>
          <w:sz w:val="28"/>
          <w:szCs w:val="28"/>
        </w:rPr>
        <w:t>центру соціальних служб для сім ҆ ї, дітей та молоді до комунальної власності Голованівської селищної ради</w:t>
      </w:r>
      <w:r>
        <w:rPr>
          <w:sz w:val="28"/>
          <w:szCs w:val="28"/>
        </w:rPr>
        <w:t>.</w:t>
      </w:r>
    </w:p>
    <w:p w:rsidR="00581BFF" w:rsidRDefault="00581BFF" w:rsidP="003F3830">
      <w:pPr>
        <w:jc w:val="both"/>
        <w:rPr>
          <w:sz w:val="28"/>
          <w:szCs w:val="28"/>
        </w:rPr>
      </w:pPr>
    </w:p>
    <w:p w:rsidR="00581BFF" w:rsidRDefault="00581BFF" w:rsidP="003F3830">
      <w:pPr>
        <w:jc w:val="both"/>
        <w:rPr>
          <w:sz w:val="28"/>
          <w:szCs w:val="28"/>
        </w:rPr>
      </w:pPr>
      <w:r>
        <w:rPr>
          <w:sz w:val="28"/>
          <w:szCs w:val="28"/>
        </w:rPr>
        <w:t>(Зачитує проєкт рішення).</w:t>
      </w:r>
    </w:p>
    <w:p w:rsidR="00581BFF" w:rsidRDefault="00581BFF" w:rsidP="003F3830">
      <w:pPr>
        <w:jc w:val="both"/>
        <w:rPr>
          <w:sz w:val="28"/>
          <w:szCs w:val="28"/>
        </w:rPr>
      </w:pPr>
    </w:p>
    <w:p w:rsidR="00581BFF" w:rsidRDefault="00581BFF" w:rsidP="003F3830">
      <w:pPr>
        <w:ind w:firstLine="707"/>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Немає.</w:t>
      </w:r>
    </w:p>
    <w:p w:rsidR="00581BFF" w:rsidRPr="000F7839" w:rsidRDefault="00581BFF" w:rsidP="003F3830">
      <w:pPr>
        <w:ind w:firstLine="707"/>
        <w:rPr>
          <w:sz w:val="28"/>
          <w:szCs w:val="28"/>
        </w:rPr>
      </w:pPr>
      <w:r>
        <w:rPr>
          <w:sz w:val="28"/>
          <w:szCs w:val="28"/>
        </w:rPr>
        <w:t>Пропоную</w:t>
      </w:r>
      <w:r w:rsidRPr="005A5546">
        <w:rPr>
          <w:sz w:val="28"/>
          <w:szCs w:val="28"/>
        </w:rPr>
        <w:t xml:space="preserve"> підтримати </w:t>
      </w:r>
      <w:r>
        <w:rPr>
          <w:sz w:val="28"/>
          <w:szCs w:val="28"/>
        </w:rPr>
        <w:t>проєкт рішення.</w:t>
      </w:r>
    </w:p>
    <w:p w:rsidR="00581BFF" w:rsidRPr="005A5546" w:rsidRDefault="00581BFF" w:rsidP="003F3830">
      <w:pPr>
        <w:ind w:firstLine="708"/>
        <w:rPr>
          <w:sz w:val="28"/>
          <w:szCs w:val="28"/>
        </w:rPr>
      </w:pPr>
      <w:r w:rsidRPr="005A5546">
        <w:rPr>
          <w:sz w:val="28"/>
          <w:szCs w:val="28"/>
        </w:rPr>
        <w:t>Нам необхідно прийняти рішення з даного питання. З відповідним</w:t>
      </w:r>
      <w:r>
        <w:rPr>
          <w:sz w:val="28"/>
          <w:szCs w:val="28"/>
        </w:rPr>
        <w:t xml:space="preserve"> проєктом рішення я вас щойно ознайомив</w:t>
      </w:r>
      <w:r w:rsidRPr="005A5546">
        <w:rPr>
          <w:sz w:val="28"/>
          <w:szCs w:val="28"/>
        </w:rPr>
        <w:t>. Пр</w:t>
      </w:r>
      <w:r>
        <w:rPr>
          <w:sz w:val="28"/>
          <w:szCs w:val="28"/>
        </w:rPr>
        <w:t>ошу визначитись щодо даного проє</w:t>
      </w:r>
      <w:r w:rsidRPr="005A5546">
        <w:rPr>
          <w:sz w:val="28"/>
          <w:szCs w:val="28"/>
        </w:rPr>
        <w:t>кту рішення голосуванням.</w:t>
      </w:r>
    </w:p>
    <w:p w:rsidR="00581BFF" w:rsidRPr="007D2C71" w:rsidRDefault="00581BFF" w:rsidP="003F3830">
      <w:pPr>
        <w:pStyle w:val="40"/>
        <w:shd w:val="clear" w:color="auto" w:fill="auto"/>
        <w:spacing w:before="0" w:after="0" w:line="240" w:lineRule="auto"/>
        <w:ind w:left="23" w:firstLine="684"/>
        <w:rPr>
          <w:sz w:val="28"/>
          <w:szCs w:val="16"/>
        </w:rPr>
      </w:pPr>
    </w:p>
    <w:p w:rsidR="00581BFF" w:rsidRDefault="00581BFF" w:rsidP="003F383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81BFF" w:rsidRPr="00ED61E6" w:rsidTr="00757CB1">
        <w:tc>
          <w:tcPr>
            <w:tcW w:w="534" w:type="dxa"/>
          </w:tcPr>
          <w:p w:rsidR="00581BFF" w:rsidRPr="00ED61E6" w:rsidRDefault="00581BFF" w:rsidP="00757CB1">
            <w:pPr>
              <w:ind w:right="-2"/>
              <w:jc w:val="center"/>
            </w:pPr>
            <w:r w:rsidRPr="00ED61E6">
              <w:t>№</w:t>
            </w:r>
          </w:p>
        </w:tc>
        <w:tc>
          <w:tcPr>
            <w:tcW w:w="6095" w:type="dxa"/>
          </w:tcPr>
          <w:p w:rsidR="00581BFF" w:rsidRPr="00ED61E6" w:rsidRDefault="00581BFF" w:rsidP="00757CB1">
            <w:pPr>
              <w:tabs>
                <w:tab w:val="left" w:pos="676"/>
                <w:tab w:val="center" w:pos="2940"/>
              </w:tabs>
              <w:ind w:right="-2"/>
            </w:pPr>
            <w:r>
              <w:tab/>
            </w:r>
            <w:r>
              <w:tab/>
            </w:r>
            <w:r w:rsidRPr="00ED61E6">
              <w:t>ПІБ депутата</w:t>
            </w:r>
          </w:p>
        </w:tc>
        <w:tc>
          <w:tcPr>
            <w:tcW w:w="2551" w:type="dxa"/>
          </w:tcPr>
          <w:p w:rsidR="00581BFF" w:rsidRPr="00ED61E6" w:rsidRDefault="00581BFF" w:rsidP="00757CB1">
            <w:pPr>
              <w:ind w:right="-2"/>
              <w:jc w:val="center"/>
            </w:pPr>
            <w:r w:rsidRPr="00ED61E6">
              <w:t>Результати голосування</w:t>
            </w:r>
          </w:p>
        </w:tc>
      </w:tr>
      <w:tr w:rsidR="00581BFF" w:rsidRPr="00ED61E6" w:rsidTr="00757CB1">
        <w:tc>
          <w:tcPr>
            <w:tcW w:w="534" w:type="dxa"/>
          </w:tcPr>
          <w:p w:rsidR="00581BFF" w:rsidRPr="00ED61E6" w:rsidRDefault="00581BFF" w:rsidP="00757CB1">
            <w:pPr>
              <w:ind w:right="-2"/>
              <w:jc w:val="center"/>
            </w:pPr>
            <w:r w:rsidRPr="00ED61E6">
              <w:t>1</w:t>
            </w:r>
          </w:p>
        </w:tc>
        <w:tc>
          <w:tcPr>
            <w:tcW w:w="6095" w:type="dxa"/>
          </w:tcPr>
          <w:p w:rsidR="00581BFF" w:rsidRPr="00ED61E6" w:rsidRDefault="00581BFF" w:rsidP="00757CB1">
            <w:r w:rsidRPr="00ED61E6">
              <w:t>Цобенко Сергій Олександрович – селищний голова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w:t>
            </w:r>
          </w:p>
        </w:tc>
        <w:tc>
          <w:tcPr>
            <w:tcW w:w="6095" w:type="dxa"/>
          </w:tcPr>
          <w:p w:rsidR="00581BFF" w:rsidRPr="00ED61E6" w:rsidRDefault="00581BFF" w:rsidP="00757CB1">
            <w:r w:rsidRPr="00ED61E6">
              <w:t>Брижатюк Олена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3</w:t>
            </w:r>
          </w:p>
        </w:tc>
        <w:tc>
          <w:tcPr>
            <w:tcW w:w="6095" w:type="dxa"/>
          </w:tcPr>
          <w:p w:rsidR="00581BFF" w:rsidRPr="00ED61E6" w:rsidRDefault="00581BFF" w:rsidP="00757CB1">
            <w:r w:rsidRPr="00ED61E6">
              <w:t>Голімбієвська Тамара Павлівна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4</w:t>
            </w:r>
          </w:p>
        </w:tc>
        <w:tc>
          <w:tcPr>
            <w:tcW w:w="6095" w:type="dxa"/>
          </w:tcPr>
          <w:p w:rsidR="00581BFF" w:rsidRPr="00ED61E6" w:rsidRDefault="00581BFF" w:rsidP="00757CB1">
            <w:r w:rsidRPr="00ED61E6">
              <w:t>Грушецький Анатолій Георгійович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5</w:t>
            </w:r>
          </w:p>
        </w:tc>
        <w:tc>
          <w:tcPr>
            <w:tcW w:w="6095" w:type="dxa"/>
          </w:tcPr>
          <w:p w:rsidR="00581BFF" w:rsidRPr="00ED61E6" w:rsidRDefault="00581BFF" w:rsidP="00757CB1">
            <w:r w:rsidRPr="00ED61E6">
              <w:t>Дудар Василь Серафимович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6</w:t>
            </w:r>
          </w:p>
        </w:tc>
        <w:tc>
          <w:tcPr>
            <w:tcW w:w="6095" w:type="dxa"/>
          </w:tcPr>
          <w:p w:rsidR="00581BFF" w:rsidRPr="00ED61E6" w:rsidRDefault="00581BFF" w:rsidP="00757CB1">
            <w:r w:rsidRPr="00ED61E6">
              <w:t>Захаренко Вадим Володимирович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7</w:t>
            </w:r>
          </w:p>
        </w:tc>
        <w:tc>
          <w:tcPr>
            <w:tcW w:w="6095" w:type="dxa"/>
          </w:tcPr>
          <w:p w:rsidR="00581BFF" w:rsidRPr="00ED61E6" w:rsidRDefault="00581BFF" w:rsidP="00757CB1">
            <w:r w:rsidRPr="00ED61E6">
              <w:t>Кучмій Богдан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8</w:t>
            </w:r>
          </w:p>
        </w:tc>
        <w:tc>
          <w:tcPr>
            <w:tcW w:w="6095" w:type="dxa"/>
          </w:tcPr>
          <w:p w:rsidR="00581BFF" w:rsidRPr="00ED61E6" w:rsidRDefault="00581BFF" w:rsidP="00757CB1">
            <w:r w:rsidRPr="00ED61E6">
              <w:t>Кучмій Юрій Борисович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9</w:t>
            </w:r>
          </w:p>
        </w:tc>
        <w:tc>
          <w:tcPr>
            <w:tcW w:w="6095" w:type="dxa"/>
          </w:tcPr>
          <w:p w:rsidR="00581BFF" w:rsidRPr="00ED61E6" w:rsidRDefault="00581BFF" w:rsidP="00757CB1">
            <w:r w:rsidRPr="00ED61E6">
              <w:t>Кругла Тетяна Дмитрівна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10</w:t>
            </w:r>
          </w:p>
        </w:tc>
        <w:tc>
          <w:tcPr>
            <w:tcW w:w="6095" w:type="dxa"/>
          </w:tcPr>
          <w:p w:rsidR="00581BFF" w:rsidRPr="00ED61E6" w:rsidRDefault="00581BFF" w:rsidP="00757CB1">
            <w:r w:rsidRPr="00ED61E6">
              <w:t>Лісовська Тамара Андріївна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11</w:t>
            </w:r>
          </w:p>
        </w:tc>
        <w:tc>
          <w:tcPr>
            <w:tcW w:w="6095" w:type="dxa"/>
          </w:tcPr>
          <w:p w:rsidR="00581BFF" w:rsidRPr="00ED61E6" w:rsidRDefault="00581BFF" w:rsidP="00757CB1">
            <w:r w:rsidRPr="00ED61E6">
              <w:t>Лісовський  Сергій Олександрович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12</w:t>
            </w:r>
          </w:p>
        </w:tc>
        <w:tc>
          <w:tcPr>
            <w:tcW w:w="6095" w:type="dxa"/>
          </w:tcPr>
          <w:p w:rsidR="00581BFF" w:rsidRPr="00ED61E6" w:rsidRDefault="00581BFF" w:rsidP="00757CB1">
            <w:r w:rsidRPr="00ED61E6">
              <w:t>Мирошниченко Олена Віталіївна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13</w:t>
            </w:r>
          </w:p>
        </w:tc>
        <w:tc>
          <w:tcPr>
            <w:tcW w:w="6095" w:type="dxa"/>
          </w:tcPr>
          <w:p w:rsidR="00581BFF" w:rsidRPr="00ED61E6" w:rsidRDefault="00581BFF" w:rsidP="00757CB1">
            <w:r w:rsidRPr="00ED61E6">
              <w:t>Мостовик Сергій Віталійович</w:t>
            </w:r>
          </w:p>
        </w:tc>
        <w:tc>
          <w:tcPr>
            <w:tcW w:w="2551" w:type="dxa"/>
          </w:tcPr>
          <w:p w:rsidR="00581BFF" w:rsidRPr="00ED61E6" w:rsidRDefault="00581BFF" w:rsidP="00757CB1">
            <w:pPr>
              <w:tabs>
                <w:tab w:val="left" w:pos="285"/>
                <w:tab w:val="left" w:pos="360"/>
                <w:tab w:val="center" w:pos="512"/>
              </w:tabs>
              <w:ind w:right="-2"/>
            </w:pPr>
            <w:r>
              <w:t>відсутній</w:t>
            </w:r>
          </w:p>
        </w:tc>
      </w:tr>
      <w:tr w:rsidR="00581BFF" w:rsidRPr="00ED61E6" w:rsidTr="00757CB1">
        <w:tc>
          <w:tcPr>
            <w:tcW w:w="534" w:type="dxa"/>
          </w:tcPr>
          <w:p w:rsidR="00581BFF" w:rsidRPr="00ED61E6" w:rsidRDefault="00581BFF" w:rsidP="00757CB1">
            <w:pPr>
              <w:ind w:right="-2"/>
              <w:jc w:val="center"/>
            </w:pPr>
            <w:r w:rsidRPr="00ED61E6">
              <w:t>14</w:t>
            </w:r>
          </w:p>
        </w:tc>
        <w:tc>
          <w:tcPr>
            <w:tcW w:w="6095" w:type="dxa"/>
          </w:tcPr>
          <w:p w:rsidR="00581BFF" w:rsidRPr="00ED61E6" w:rsidRDefault="00581BFF" w:rsidP="00757CB1">
            <w:r w:rsidRPr="00ED61E6">
              <w:t>Напханюк Ольга Іванівна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15</w:t>
            </w:r>
          </w:p>
        </w:tc>
        <w:tc>
          <w:tcPr>
            <w:tcW w:w="6095" w:type="dxa"/>
          </w:tcPr>
          <w:p w:rsidR="00581BFF" w:rsidRPr="00ED61E6" w:rsidRDefault="00581BFF" w:rsidP="00757CB1">
            <w:r w:rsidRPr="00ED61E6">
              <w:t>Напханюк Світлана Олексіївна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16</w:t>
            </w:r>
          </w:p>
        </w:tc>
        <w:tc>
          <w:tcPr>
            <w:tcW w:w="6095" w:type="dxa"/>
          </w:tcPr>
          <w:p w:rsidR="00581BFF" w:rsidRPr="00ED61E6" w:rsidRDefault="00581BFF" w:rsidP="00757CB1">
            <w:r w:rsidRPr="00ED61E6">
              <w:t>Новіков Сергій Алійович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17</w:t>
            </w:r>
          </w:p>
        </w:tc>
        <w:tc>
          <w:tcPr>
            <w:tcW w:w="6095" w:type="dxa"/>
          </w:tcPr>
          <w:p w:rsidR="00581BFF" w:rsidRPr="00ED61E6" w:rsidRDefault="00581BFF" w:rsidP="00757CB1">
            <w:r w:rsidRPr="00ED61E6">
              <w:t>Піщик Тетяна Володимирівна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18</w:t>
            </w:r>
          </w:p>
        </w:tc>
        <w:tc>
          <w:tcPr>
            <w:tcW w:w="6095" w:type="dxa"/>
          </w:tcPr>
          <w:p w:rsidR="00581BFF" w:rsidRPr="00ED61E6" w:rsidRDefault="00581BFF" w:rsidP="00757CB1">
            <w:r w:rsidRPr="00ED61E6">
              <w:t>Романщак Наталія Василівна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19</w:t>
            </w:r>
          </w:p>
        </w:tc>
        <w:tc>
          <w:tcPr>
            <w:tcW w:w="6095" w:type="dxa"/>
          </w:tcPr>
          <w:p w:rsidR="00581BFF" w:rsidRPr="00ED61E6" w:rsidRDefault="00581BFF" w:rsidP="00757CB1">
            <w:r w:rsidRPr="00ED61E6">
              <w:t>Рибак Ігор Федорович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20</w:t>
            </w:r>
          </w:p>
        </w:tc>
        <w:tc>
          <w:tcPr>
            <w:tcW w:w="6095" w:type="dxa"/>
          </w:tcPr>
          <w:p w:rsidR="00581BFF" w:rsidRPr="00ED61E6" w:rsidRDefault="00581BFF" w:rsidP="00757CB1">
            <w:r w:rsidRPr="00ED61E6">
              <w:t>Сачук Валентина Михайлівна</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21</w:t>
            </w:r>
          </w:p>
        </w:tc>
        <w:tc>
          <w:tcPr>
            <w:tcW w:w="6095" w:type="dxa"/>
          </w:tcPr>
          <w:p w:rsidR="00581BFF" w:rsidRPr="00ED61E6" w:rsidRDefault="00581BFF" w:rsidP="00757CB1">
            <w:r w:rsidRPr="00ED61E6">
              <w:t>Сторожук Віталій Олексійович</w:t>
            </w:r>
          </w:p>
        </w:tc>
        <w:tc>
          <w:tcPr>
            <w:tcW w:w="2551" w:type="dxa"/>
          </w:tcPr>
          <w:p w:rsidR="00581BFF" w:rsidRPr="00ED61E6" w:rsidRDefault="00581BFF" w:rsidP="00757CB1">
            <w:pPr>
              <w:ind w:right="-2"/>
            </w:pPr>
            <w:r>
              <w:t>За</w:t>
            </w:r>
          </w:p>
        </w:tc>
      </w:tr>
      <w:tr w:rsidR="00581BFF" w:rsidRPr="00ED61E6" w:rsidTr="00757CB1">
        <w:tc>
          <w:tcPr>
            <w:tcW w:w="534" w:type="dxa"/>
          </w:tcPr>
          <w:p w:rsidR="00581BFF" w:rsidRPr="00ED61E6" w:rsidRDefault="00581BFF" w:rsidP="00757CB1">
            <w:pPr>
              <w:ind w:right="-2"/>
              <w:jc w:val="center"/>
            </w:pPr>
            <w:r w:rsidRPr="00ED61E6">
              <w:t>22</w:t>
            </w:r>
          </w:p>
        </w:tc>
        <w:tc>
          <w:tcPr>
            <w:tcW w:w="6095" w:type="dxa"/>
          </w:tcPr>
          <w:p w:rsidR="00581BFF" w:rsidRPr="00ED61E6" w:rsidRDefault="00581BFF" w:rsidP="00757CB1">
            <w:r w:rsidRPr="00ED61E6">
              <w:t>Скрипар Василь Іванович</w:t>
            </w:r>
          </w:p>
        </w:tc>
        <w:tc>
          <w:tcPr>
            <w:tcW w:w="2551" w:type="dxa"/>
          </w:tcPr>
          <w:p w:rsidR="00581BFF" w:rsidRPr="00ED61E6" w:rsidRDefault="00581BFF" w:rsidP="00757CB1">
            <w:pPr>
              <w:ind w:right="-2"/>
            </w:pPr>
            <w:r>
              <w:t>відсутній</w:t>
            </w:r>
          </w:p>
        </w:tc>
      </w:tr>
      <w:tr w:rsidR="00581BFF" w:rsidRPr="00ED61E6" w:rsidTr="00757CB1">
        <w:tc>
          <w:tcPr>
            <w:tcW w:w="534" w:type="dxa"/>
          </w:tcPr>
          <w:p w:rsidR="00581BFF" w:rsidRPr="00ED61E6" w:rsidRDefault="00581BFF" w:rsidP="00757CB1">
            <w:pPr>
              <w:ind w:right="-2"/>
              <w:jc w:val="center"/>
            </w:pPr>
            <w:r w:rsidRPr="00ED61E6">
              <w:t>23</w:t>
            </w:r>
          </w:p>
        </w:tc>
        <w:tc>
          <w:tcPr>
            <w:tcW w:w="6095" w:type="dxa"/>
          </w:tcPr>
          <w:p w:rsidR="00581BFF" w:rsidRPr="00ED61E6" w:rsidRDefault="00581BFF" w:rsidP="00757CB1">
            <w:r w:rsidRPr="00ED61E6">
              <w:t>Сулима Ольга Василівна</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ind w:right="-2"/>
              <w:jc w:val="center"/>
            </w:pPr>
            <w:r w:rsidRPr="00ED61E6">
              <w:t>24</w:t>
            </w:r>
          </w:p>
        </w:tc>
        <w:tc>
          <w:tcPr>
            <w:tcW w:w="6095" w:type="dxa"/>
          </w:tcPr>
          <w:p w:rsidR="00581BFF" w:rsidRPr="00ED61E6" w:rsidRDefault="00581BFF" w:rsidP="00757CB1">
            <w:r w:rsidRPr="00ED61E6">
              <w:t>Туз Сергій Віталійович</w:t>
            </w:r>
          </w:p>
        </w:tc>
        <w:tc>
          <w:tcPr>
            <w:tcW w:w="2551" w:type="dxa"/>
          </w:tcPr>
          <w:p w:rsidR="00581BFF" w:rsidRPr="00ED61E6" w:rsidRDefault="00581BFF" w:rsidP="00757CB1">
            <w:pPr>
              <w:tabs>
                <w:tab w:val="left" w:pos="285"/>
                <w:tab w:val="left" w:pos="360"/>
                <w:tab w:val="center" w:pos="512"/>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25</w:t>
            </w:r>
          </w:p>
        </w:tc>
        <w:tc>
          <w:tcPr>
            <w:tcW w:w="6095" w:type="dxa"/>
          </w:tcPr>
          <w:p w:rsidR="00581BFF" w:rsidRPr="00ED61E6" w:rsidRDefault="00581BFF" w:rsidP="00757CB1">
            <w:pPr>
              <w:tabs>
                <w:tab w:val="left" w:pos="1980"/>
              </w:tabs>
            </w:pPr>
            <w:r w:rsidRPr="00ED61E6">
              <w:t>Чушкін Олексій Іванович</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26</w:t>
            </w:r>
          </w:p>
        </w:tc>
        <w:tc>
          <w:tcPr>
            <w:tcW w:w="6095" w:type="dxa"/>
          </w:tcPr>
          <w:p w:rsidR="00581BFF" w:rsidRPr="00ED61E6" w:rsidRDefault="00581BFF" w:rsidP="00757CB1">
            <w:pPr>
              <w:tabs>
                <w:tab w:val="left" w:pos="1980"/>
              </w:tabs>
            </w:pPr>
            <w:r w:rsidRPr="00ED61E6">
              <w:t>Чушкіна Надія Василівна</w:t>
            </w:r>
          </w:p>
        </w:tc>
        <w:tc>
          <w:tcPr>
            <w:tcW w:w="2551" w:type="dxa"/>
          </w:tcPr>
          <w:p w:rsidR="00581BFF" w:rsidRPr="00ED61E6" w:rsidRDefault="00581BFF" w:rsidP="00757CB1">
            <w:pPr>
              <w:tabs>
                <w:tab w:val="left" w:pos="285"/>
                <w:tab w:val="left" w:pos="360"/>
                <w:tab w:val="center" w:pos="512"/>
                <w:tab w:val="left" w:pos="1980"/>
              </w:tabs>
              <w:ind w:right="-2"/>
            </w:pPr>
            <w:r>
              <w:t>За</w:t>
            </w:r>
          </w:p>
        </w:tc>
      </w:tr>
      <w:tr w:rsidR="00581BFF" w:rsidRPr="00ED61E6" w:rsidTr="00757CB1">
        <w:tc>
          <w:tcPr>
            <w:tcW w:w="534" w:type="dxa"/>
          </w:tcPr>
          <w:p w:rsidR="00581BFF" w:rsidRPr="00ED61E6" w:rsidRDefault="00581BFF" w:rsidP="00757CB1">
            <w:pPr>
              <w:tabs>
                <w:tab w:val="left" w:pos="1980"/>
              </w:tabs>
              <w:ind w:right="-2"/>
              <w:jc w:val="center"/>
            </w:pPr>
            <w:r w:rsidRPr="00ED61E6">
              <w:t>27</w:t>
            </w:r>
          </w:p>
        </w:tc>
        <w:tc>
          <w:tcPr>
            <w:tcW w:w="6095" w:type="dxa"/>
          </w:tcPr>
          <w:p w:rsidR="00581BFF" w:rsidRPr="00ED61E6" w:rsidRDefault="00581BFF" w:rsidP="00757CB1">
            <w:pPr>
              <w:tabs>
                <w:tab w:val="left" w:pos="1980"/>
              </w:tabs>
            </w:pPr>
            <w:r w:rsidRPr="00ED61E6">
              <w:t>Ясінський Микола Володимирович</w:t>
            </w:r>
          </w:p>
        </w:tc>
        <w:tc>
          <w:tcPr>
            <w:tcW w:w="2551" w:type="dxa"/>
          </w:tcPr>
          <w:p w:rsidR="00581BFF" w:rsidRPr="00ED61E6" w:rsidRDefault="00581BFF" w:rsidP="00757CB1">
            <w:pPr>
              <w:tabs>
                <w:tab w:val="left" w:pos="1980"/>
              </w:tabs>
              <w:ind w:right="-2"/>
            </w:pPr>
            <w:r>
              <w:t>За</w:t>
            </w:r>
          </w:p>
        </w:tc>
      </w:tr>
    </w:tbl>
    <w:p w:rsidR="00581BFF" w:rsidRPr="001D1725" w:rsidRDefault="00581BFF" w:rsidP="003F3830">
      <w:pPr>
        <w:tabs>
          <w:tab w:val="left" w:pos="1980"/>
        </w:tabs>
        <w:rPr>
          <w:sz w:val="28"/>
          <w:szCs w:val="28"/>
        </w:rPr>
      </w:pPr>
      <w:r>
        <w:rPr>
          <w:sz w:val="28"/>
          <w:szCs w:val="28"/>
        </w:rPr>
        <w:t>Усього проголосували</w:t>
      </w:r>
      <w:r w:rsidRPr="001D1725">
        <w:rPr>
          <w:sz w:val="28"/>
          <w:szCs w:val="28"/>
        </w:rPr>
        <w:t>,  з них :</w:t>
      </w:r>
    </w:p>
    <w:p w:rsidR="00581BFF" w:rsidRDefault="00581BFF" w:rsidP="003F3830">
      <w:pPr>
        <w:tabs>
          <w:tab w:val="left" w:pos="1980"/>
        </w:tabs>
        <w:spacing w:line="319" w:lineRule="exact"/>
        <w:ind w:left="840"/>
        <w:rPr>
          <w:i/>
          <w:sz w:val="28"/>
        </w:rPr>
      </w:pPr>
      <w:r>
        <w:rPr>
          <w:i/>
          <w:sz w:val="28"/>
        </w:rPr>
        <w:t xml:space="preserve"> «За» - 24 чол.</w:t>
      </w:r>
    </w:p>
    <w:p w:rsidR="00581BFF" w:rsidRDefault="00581BFF" w:rsidP="003F3830">
      <w:pPr>
        <w:tabs>
          <w:tab w:val="left" w:pos="1980"/>
        </w:tabs>
        <w:spacing w:line="322" w:lineRule="exact"/>
        <w:ind w:left="840"/>
        <w:rPr>
          <w:i/>
          <w:sz w:val="28"/>
        </w:rPr>
      </w:pPr>
      <w:r>
        <w:rPr>
          <w:i/>
          <w:sz w:val="28"/>
        </w:rPr>
        <w:t>«Проти – немає.</w:t>
      </w:r>
    </w:p>
    <w:p w:rsidR="00581BFF" w:rsidRDefault="00581BFF" w:rsidP="003F3830">
      <w:pPr>
        <w:tabs>
          <w:tab w:val="left" w:pos="1980"/>
        </w:tabs>
        <w:ind w:left="840"/>
        <w:rPr>
          <w:i/>
          <w:sz w:val="28"/>
        </w:rPr>
      </w:pPr>
      <w:r>
        <w:rPr>
          <w:i/>
          <w:sz w:val="28"/>
        </w:rPr>
        <w:t>«Утримались» - немає.</w:t>
      </w:r>
    </w:p>
    <w:p w:rsidR="00581BFF" w:rsidRPr="00C46AC8" w:rsidRDefault="00581BFF" w:rsidP="00C46AC8">
      <w:pPr>
        <w:pStyle w:val="Heading1"/>
        <w:tabs>
          <w:tab w:val="left" w:pos="1980"/>
        </w:tabs>
        <w:spacing w:before="9"/>
        <w:ind w:left="119"/>
        <w:jc w:val="left"/>
        <w:rPr>
          <w:b w:val="0"/>
        </w:rPr>
      </w:pPr>
      <w:r w:rsidRPr="00C46AC8">
        <w:rPr>
          <w:b w:val="0"/>
        </w:rPr>
        <w:t>Прийнято рішення № 94 (додається).</w:t>
      </w:r>
    </w:p>
    <w:p w:rsidR="00581BFF" w:rsidRPr="00C46AC8" w:rsidRDefault="00581BFF" w:rsidP="003F3830">
      <w:pPr>
        <w:pStyle w:val="Heading1"/>
        <w:tabs>
          <w:tab w:val="left" w:pos="1980"/>
        </w:tabs>
        <w:spacing w:before="9"/>
        <w:ind w:left="119"/>
        <w:jc w:val="left"/>
      </w:pPr>
    </w:p>
    <w:p w:rsidR="00581BFF" w:rsidRPr="00C46AC8" w:rsidRDefault="00581BFF" w:rsidP="00C46AC8">
      <w:pPr>
        <w:pStyle w:val="ListParagraph"/>
        <w:widowControl/>
        <w:suppressAutoHyphens/>
        <w:autoSpaceDE/>
        <w:autoSpaceDN/>
        <w:ind w:left="0" w:firstLine="0"/>
        <w:contextualSpacing/>
        <w:jc w:val="both"/>
        <w:rPr>
          <w:b/>
          <w:sz w:val="28"/>
          <w:szCs w:val="28"/>
        </w:rPr>
      </w:pPr>
      <w:r w:rsidRPr="00C46AC8">
        <w:rPr>
          <w:b/>
          <w:sz w:val="28"/>
          <w:szCs w:val="28"/>
        </w:rPr>
        <w:t xml:space="preserve">                    Голова селищної ради:</w:t>
      </w:r>
    </w:p>
    <w:p w:rsidR="00581BFF" w:rsidRPr="00B05A04" w:rsidRDefault="00581BFF" w:rsidP="003F3830">
      <w:pPr>
        <w:rPr>
          <w:b/>
          <w:sz w:val="28"/>
          <w:szCs w:val="28"/>
        </w:rPr>
      </w:pPr>
      <w:r>
        <w:rPr>
          <w:b/>
          <w:sz w:val="28"/>
          <w:szCs w:val="28"/>
        </w:rPr>
        <w:t xml:space="preserve">         </w:t>
      </w:r>
      <w:r w:rsidRPr="00B05A04">
        <w:rPr>
          <w:b/>
          <w:sz w:val="28"/>
          <w:szCs w:val="28"/>
        </w:rPr>
        <w:t>Шановні депутати</w:t>
      </w:r>
      <w:r>
        <w:rPr>
          <w:b/>
          <w:sz w:val="28"/>
          <w:szCs w:val="28"/>
        </w:rPr>
        <w:t>,</w:t>
      </w:r>
    </w:p>
    <w:p w:rsidR="00581BFF" w:rsidRPr="00922CEB" w:rsidRDefault="00581BFF" w:rsidP="003F3830">
      <w:pPr>
        <w:rPr>
          <w:sz w:val="28"/>
          <w:szCs w:val="28"/>
        </w:rPr>
      </w:pPr>
      <w:r w:rsidRPr="00B05A04">
        <w:rPr>
          <w:bCs/>
          <w:sz w:val="28"/>
          <w:szCs w:val="28"/>
        </w:rPr>
        <w:t>Всі пит</w:t>
      </w:r>
      <w:r>
        <w:rPr>
          <w:bCs/>
          <w:sz w:val="28"/>
          <w:szCs w:val="28"/>
        </w:rPr>
        <w:t>ання, які виносилися на розгляд четвертої</w:t>
      </w:r>
      <w:r w:rsidRPr="00B05A04">
        <w:rPr>
          <w:bCs/>
          <w:sz w:val="28"/>
          <w:szCs w:val="28"/>
        </w:rPr>
        <w:t xml:space="preserve"> </w:t>
      </w:r>
      <w:r>
        <w:rPr>
          <w:bCs/>
          <w:sz w:val="28"/>
          <w:szCs w:val="28"/>
        </w:rPr>
        <w:t>сесії Голованівської селищної ради, розглянуто.</w:t>
      </w:r>
      <w:r>
        <w:rPr>
          <w:sz w:val="28"/>
          <w:szCs w:val="28"/>
        </w:rPr>
        <w:t xml:space="preserve"> </w:t>
      </w:r>
    </w:p>
    <w:p w:rsidR="00581BFF" w:rsidRPr="00B05A04" w:rsidRDefault="00581BFF" w:rsidP="003F3830">
      <w:pPr>
        <w:rPr>
          <w:bCs/>
          <w:sz w:val="28"/>
          <w:szCs w:val="28"/>
        </w:rPr>
      </w:pPr>
      <w:r w:rsidRPr="00B05A04">
        <w:rPr>
          <w:bCs/>
          <w:sz w:val="28"/>
          <w:szCs w:val="28"/>
        </w:rPr>
        <w:t>Чи є запитання,  повідомлення? Немає.</w:t>
      </w:r>
    </w:p>
    <w:p w:rsidR="00581BFF" w:rsidRPr="005A5546" w:rsidRDefault="00581BFF" w:rsidP="003F3830">
      <w:pPr>
        <w:rPr>
          <w:bCs/>
          <w:sz w:val="28"/>
          <w:szCs w:val="28"/>
        </w:rPr>
      </w:pPr>
      <w:r>
        <w:rPr>
          <w:bCs/>
          <w:sz w:val="28"/>
          <w:szCs w:val="28"/>
        </w:rPr>
        <w:t>Четверту сесію селищної</w:t>
      </w:r>
      <w:r w:rsidRPr="005A5546">
        <w:rPr>
          <w:bCs/>
          <w:sz w:val="28"/>
          <w:szCs w:val="28"/>
        </w:rPr>
        <w:t xml:space="preserve"> ради оголошую закритою.</w:t>
      </w:r>
    </w:p>
    <w:p w:rsidR="00581BFF" w:rsidRDefault="00581BFF" w:rsidP="003F3830">
      <w:pPr>
        <w:jc w:val="center"/>
        <w:rPr>
          <w:b/>
          <w:bCs/>
          <w:i/>
          <w:sz w:val="28"/>
          <w:szCs w:val="28"/>
        </w:rPr>
      </w:pPr>
    </w:p>
    <w:p w:rsidR="00581BFF" w:rsidRDefault="00581BFF" w:rsidP="00293072">
      <w:pPr>
        <w:pStyle w:val="Heading1"/>
        <w:tabs>
          <w:tab w:val="left" w:pos="1980"/>
        </w:tabs>
        <w:spacing w:before="9"/>
        <w:ind w:left="119"/>
        <w:jc w:val="left"/>
        <w:rPr>
          <w:b w:val="0"/>
        </w:rPr>
      </w:pPr>
    </w:p>
    <w:p w:rsidR="00581BFF" w:rsidRPr="00293072" w:rsidRDefault="00581BFF" w:rsidP="00293072">
      <w:pPr>
        <w:pStyle w:val="Title"/>
        <w:tabs>
          <w:tab w:val="left" w:pos="360"/>
        </w:tabs>
        <w:rPr>
          <w:b/>
          <w:szCs w:val="24"/>
          <w:lang w:val="uk-UA"/>
        </w:rPr>
      </w:pPr>
      <w:r w:rsidRPr="00293072">
        <w:rPr>
          <w:b/>
          <w:szCs w:val="24"/>
          <w:lang w:val="uk-UA"/>
        </w:rPr>
        <w:t>Селищний голова                                                                         Сергій ЦОБЕНКО</w:t>
      </w:r>
    </w:p>
    <w:p w:rsidR="00581BFF" w:rsidRDefault="00581BFF" w:rsidP="00293072">
      <w:pPr>
        <w:pStyle w:val="ListParagraph"/>
        <w:widowControl/>
        <w:suppressAutoHyphens/>
        <w:autoSpaceDE/>
        <w:autoSpaceDN/>
        <w:ind w:left="0" w:firstLine="0"/>
        <w:contextualSpacing/>
        <w:jc w:val="both"/>
        <w:rPr>
          <w:sz w:val="28"/>
          <w:szCs w:val="28"/>
        </w:rPr>
      </w:pPr>
    </w:p>
    <w:p w:rsidR="00581BFF" w:rsidRDefault="00581BFF" w:rsidP="003F3830">
      <w:pPr>
        <w:jc w:val="both"/>
        <w:rPr>
          <w:sz w:val="28"/>
          <w:szCs w:val="28"/>
        </w:rPr>
      </w:pPr>
    </w:p>
    <w:p w:rsidR="00581BFF" w:rsidRDefault="00581BFF" w:rsidP="00496311">
      <w:pPr>
        <w:pStyle w:val="Heading1"/>
        <w:tabs>
          <w:tab w:val="left" w:pos="1980"/>
        </w:tabs>
        <w:spacing w:before="9"/>
        <w:ind w:left="119"/>
        <w:jc w:val="left"/>
        <w:rPr>
          <w:b w:val="0"/>
        </w:rPr>
      </w:pPr>
    </w:p>
    <w:p w:rsidR="00581BFF" w:rsidRDefault="00581BFF" w:rsidP="00496311">
      <w:pPr>
        <w:pStyle w:val="Heading1"/>
        <w:spacing w:before="9"/>
        <w:ind w:left="119" w:hanging="9"/>
        <w:rPr>
          <w:b w:val="0"/>
        </w:rPr>
      </w:pPr>
    </w:p>
    <w:p w:rsidR="00581BFF" w:rsidRDefault="00581BFF" w:rsidP="00496311">
      <w:pPr>
        <w:pStyle w:val="Heading1"/>
        <w:spacing w:before="9"/>
        <w:ind w:left="119"/>
        <w:jc w:val="left"/>
        <w:rPr>
          <w:b w:val="0"/>
        </w:rPr>
      </w:pPr>
    </w:p>
    <w:p w:rsidR="00581BFF" w:rsidRDefault="00581BFF" w:rsidP="001216AF">
      <w:pPr>
        <w:jc w:val="both"/>
        <w:rPr>
          <w:sz w:val="28"/>
          <w:szCs w:val="28"/>
        </w:rPr>
      </w:pPr>
    </w:p>
    <w:p w:rsidR="00581BFF" w:rsidRDefault="00581BFF" w:rsidP="001216AF">
      <w:pPr>
        <w:jc w:val="both"/>
        <w:rPr>
          <w:sz w:val="28"/>
          <w:szCs w:val="28"/>
        </w:rPr>
      </w:pPr>
    </w:p>
    <w:p w:rsidR="00581BFF" w:rsidRPr="001216AF" w:rsidRDefault="00581BFF" w:rsidP="001216AF">
      <w:pPr>
        <w:jc w:val="both"/>
        <w:rPr>
          <w:sz w:val="28"/>
          <w:szCs w:val="28"/>
        </w:rPr>
      </w:pPr>
    </w:p>
    <w:p w:rsidR="00581BFF" w:rsidRDefault="00581BFF" w:rsidP="001216AF">
      <w:pPr>
        <w:pStyle w:val="Heading1"/>
        <w:tabs>
          <w:tab w:val="left" w:pos="1980"/>
        </w:tabs>
        <w:spacing w:before="9"/>
        <w:ind w:left="119"/>
        <w:jc w:val="left"/>
        <w:rPr>
          <w:b w:val="0"/>
        </w:rPr>
      </w:pPr>
    </w:p>
    <w:p w:rsidR="00581BFF" w:rsidRPr="00B05A04" w:rsidRDefault="00581BFF" w:rsidP="001216AF">
      <w:pPr>
        <w:rPr>
          <w:sz w:val="28"/>
          <w:szCs w:val="28"/>
        </w:rPr>
      </w:pPr>
    </w:p>
    <w:p w:rsidR="00581BFF" w:rsidRPr="0090460C" w:rsidRDefault="00581BFF" w:rsidP="006C48A2">
      <w:pPr>
        <w:pStyle w:val="ListParagraph"/>
        <w:widowControl/>
        <w:suppressAutoHyphens/>
        <w:autoSpaceDE/>
        <w:autoSpaceDN/>
        <w:ind w:left="0" w:firstLine="0"/>
        <w:contextualSpacing/>
        <w:jc w:val="both"/>
        <w:rPr>
          <w:b/>
          <w:spacing w:val="-5"/>
          <w:sz w:val="28"/>
          <w:szCs w:val="28"/>
        </w:rPr>
      </w:pPr>
    </w:p>
    <w:p w:rsidR="00581BFF" w:rsidRDefault="00581BFF" w:rsidP="00537D91">
      <w:pPr>
        <w:rPr>
          <w:sz w:val="28"/>
          <w:szCs w:val="28"/>
        </w:rPr>
      </w:pPr>
    </w:p>
    <w:p w:rsidR="00581BFF" w:rsidRPr="00537D91" w:rsidRDefault="00581BFF" w:rsidP="00537D91">
      <w:pPr>
        <w:tabs>
          <w:tab w:val="left" w:pos="0"/>
        </w:tabs>
        <w:adjustRightInd w:val="0"/>
        <w:ind w:right="-5"/>
        <w:jc w:val="both"/>
        <w:rPr>
          <w:sz w:val="28"/>
          <w:szCs w:val="28"/>
        </w:rPr>
      </w:pPr>
    </w:p>
    <w:p w:rsidR="00581BFF" w:rsidRDefault="00581BFF" w:rsidP="00537D91">
      <w:pPr>
        <w:pStyle w:val="Heading1"/>
        <w:spacing w:before="9"/>
        <w:ind w:left="119"/>
        <w:jc w:val="left"/>
        <w:rPr>
          <w:b w:val="0"/>
        </w:rPr>
      </w:pPr>
    </w:p>
    <w:p w:rsidR="00581BFF" w:rsidRDefault="00581BFF" w:rsidP="00E869B2">
      <w:pPr>
        <w:rPr>
          <w:sz w:val="28"/>
          <w:szCs w:val="28"/>
        </w:rPr>
      </w:pPr>
    </w:p>
    <w:p w:rsidR="00581BFF" w:rsidRDefault="00581BFF" w:rsidP="00E869B2">
      <w:pPr>
        <w:rPr>
          <w:sz w:val="28"/>
          <w:szCs w:val="28"/>
        </w:rPr>
      </w:pPr>
    </w:p>
    <w:p w:rsidR="00581BFF" w:rsidRPr="009560EA" w:rsidRDefault="00581BFF" w:rsidP="00E869B2">
      <w:pPr>
        <w:rPr>
          <w:sz w:val="28"/>
          <w:szCs w:val="28"/>
          <w:highlight w:val="yellow"/>
        </w:rPr>
      </w:pPr>
    </w:p>
    <w:p w:rsidR="00581BFF" w:rsidRPr="00B05A04" w:rsidRDefault="00581BFF" w:rsidP="00E869B2">
      <w:pPr>
        <w:jc w:val="center"/>
        <w:rPr>
          <w:b/>
          <w:sz w:val="28"/>
          <w:szCs w:val="28"/>
        </w:rPr>
      </w:pPr>
    </w:p>
    <w:p w:rsidR="00581BFF" w:rsidRDefault="00581BFF" w:rsidP="00B70E43">
      <w:pPr>
        <w:pStyle w:val="Heading1"/>
        <w:spacing w:before="9"/>
        <w:ind w:left="119"/>
        <w:jc w:val="left"/>
        <w:rPr>
          <w:b w:val="0"/>
        </w:rPr>
      </w:pPr>
    </w:p>
    <w:p w:rsidR="00581BFF" w:rsidRPr="005A5546" w:rsidRDefault="00581BFF" w:rsidP="00B70E43">
      <w:pPr>
        <w:ind w:firstLine="708"/>
        <w:jc w:val="both"/>
        <w:rPr>
          <w:sz w:val="28"/>
          <w:szCs w:val="28"/>
        </w:rPr>
      </w:pPr>
    </w:p>
    <w:p w:rsidR="00581BFF" w:rsidRDefault="00581BFF" w:rsidP="00DE63B9">
      <w:pPr>
        <w:ind w:right="-2"/>
        <w:jc w:val="both"/>
        <w:rPr>
          <w:b/>
          <w:sz w:val="28"/>
          <w:szCs w:val="28"/>
        </w:rPr>
      </w:pPr>
    </w:p>
    <w:p w:rsidR="00581BFF" w:rsidRPr="00DE63B9" w:rsidRDefault="00581BFF" w:rsidP="00DE63B9">
      <w:pPr>
        <w:tabs>
          <w:tab w:val="left" w:pos="0"/>
        </w:tabs>
        <w:adjustRightInd w:val="0"/>
        <w:ind w:right="-5"/>
        <w:jc w:val="both"/>
        <w:rPr>
          <w:b/>
          <w:sz w:val="28"/>
          <w:szCs w:val="28"/>
        </w:rPr>
      </w:pPr>
    </w:p>
    <w:p w:rsidR="00581BFF" w:rsidRDefault="00581BFF" w:rsidP="00DE63B9">
      <w:pPr>
        <w:pStyle w:val="Heading1"/>
        <w:spacing w:before="9"/>
        <w:ind w:left="119"/>
        <w:jc w:val="left"/>
        <w:rPr>
          <w:b w:val="0"/>
        </w:rPr>
      </w:pPr>
    </w:p>
    <w:p w:rsidR="00581BFF" w:rsidRPr="005A5546" w:rsidRDefault="00581BFF" w:rsidP="00DE63B9">
      <w:pPr>
        <w:ind w:firstLine="708"/>
        <w:rPr>
          <w:sz w:val="28"/>
          <w:szCs w:val="28"/>
        </w:rPr>
      </w:pPr>
    </w:p>
    <w:p w:rsidR="00581BFF" w:rsidRPr="00DE63B9" w:rsidRDefault="00581BFF" w:rsidP="00DE63B9">
      <w:pPr>
        <w:ind w:right="-2"/>
        <w:jc w:val="both"/>
        <w:rPr>
          <w:sz w:val="28"/>
          <w:szCs w:val="28"/>
        </w:rPr>
      </w:pPr>
    </w:p>
    <w:p w:rsidR="00581BFF" w:rsidRPr="00DE63B9" w:rsidRDefault="00581BFF" w:rsidP="00DE63B9">
      <w:pPr>
        <w:pStyle w:val="Heading1"/>
        <w:spacing w:before="9"/>
        <w:ind w:left="119"/>
        <w:rPr>
          <w:b w:val="0"/>
        </w:rPr>
      </w:pPr>
    </w:p>
    <w:p w:rsidR="00581BFF" w:rsidRPr="005A5546" w:rsidRDefault="00581BFF" w:rsidP="00DC0523">
      <w:pPr>
        <w:ind w:firstLine="708"/>
        <w:jc w:val="both"/>
        <w:rPr>
          <w:sz w:val="28"/>
          <w:szCs w:val="28"/>
        </w:rPr>
      </w:pPr>
    </w:p>
    <w:p w:rsidR="00581BFF" w:rsidRDefault="00581BFF" w:rsidP="00E43503">
      <w:pPr>
        <w:tabs>
          <w:tab w:val="left" w:pos="3600"/>
        </w:tabs>
        <w:ind w:right="98"/>
        <w:jc w:val="both"/>
        <w:outlineLvl w:val="0"/>
        <w:rPr>
          <w:b/>
          <w:sz w:val="28"/>
          <w:szCs w:val="28"/>
        </w:rPr>
      </w:pPr>
      <w:r>
        <w:rPr>
          <w:b/>
          <w:sz w:val="28"/>
          <w:szCs w:val="28"/>
        </w:rPr>
        <w:t xml:space="preserve">        </w:t>
      </w:r>
    </w:p>
    <w:p w:rsidR="00581BFF" w:rsidRPr="00C81C84" w:rsidRDefault="00581BFF" w:rsidP="00E43503">
      <w:pPr>
        <w:jc w:val="both"/>
        <w:rPr>
          <w:sz w:val="28"/>
          <w:szCs w:val="28"/>
        </w:rPr>
      </w:pPr>
    </w:p>
    <w:p w:rsidR="00581BFF" w:rsidRDefault="00581BFF" w:rsidP="000C246D">
      <w:pPr>
        <w:pStyle w:val="Heading1"/>
        <w:spacing w:before="9"/>
        <w:ind w:left="119"/>
        <w:jc w:val="left"/>
        <w:rPr>
          <w:b w:val="0"/>
        </w:rPr>
      </w:pPr>
    </w:p>
    <w:p w:rsidR="00581BFF" w:rsidRPr="00C81C84" w:rsidRDefault="00581BFF" w:rsidP="000B28B8">
      <w:pPr>
        <w:jc w:val="both"/>
        <w:rPr>
          <w:b/>
          <w:bCs/>
          <w:iCs/>
          <w:sz w:val="28"/>
          <w:szCs w:val="28"/>
        </w:rPr>
      </w:pPr>
    </w:p>
    <w:p w:rsidR="00581BFF" w:rsidRDefault="00581BFF" w:rsidP="000B28B8">
      <w:pPr>
        <w:pStyle w:val="Heading1"/>
        <w:spacing w:before="9"/>
        <w:ind w:left="119"/>
        <w:rPr>
          <w:b w:val="0"/>
        </w:rPr>
      </w:pPr>
    </w:p>
    <w:p w:rsidR="00581BFF" w:rsidRPr="005A5546" w:rsidRDefault="00581BFF" w:rsidP="00AC6952">
      <w:pPr>
        <w:ind w:firstLine="708"/>
        <w:rPr>
          <w:sz w:val="28"/>
          <w:szCs w:val="28"/>
        </w:rPr>
      </w:pPr>
    </w:p>
    <w:p w:rsidR="00581BFF" w:rsidRDefault="00581BFF" w:rsidP="00AC6952">
      <w:pPr>
        <w:tabs>
          <w:tab w:val="left" w:pos="3600"/>
        </w:tabs>
        <w:ind w:right="98"/>
        <w:jc w:val="both"/>
        <w:outlineLvl w:val="0"/>
        <w:rPr>
          <w:b/>
          <w:sz w:val="28"/>
          <w:szCs w:val="28"/>
        </w:rPr>
      </w:pPr>
    </w:p>
    <w:p w:rsidR="00581BFF" w:rsidRPr="00AC6952" w:rsidRDefault="00581BFF" w:rsidP="00AC6952">
      <w:pPr>
        <w:pStyle w:val="Default"/>
        <w:jc w:val="both"/>
        <w:rPr>
          <w:sz w:val="28"/>
          <w:szCs w:val="28"/>
          <w:lang w:val="uk-UA"/>
        </w:rPr>
      </w:pPr>
    </w:p>
    <w:p w:rsidR="00581BFF" w:rsidRPr="00AC6952" w:rsidRDefault="00581BFF" w:rsidP="00AC6952">
      <w:pPr>
        <w:pStyle w:val="Default"/>
        <w:jc w:val="both"/>
        <w:rPr>
          <w:lang w:val="uk-UA"/>
        </w:rPr>
      </w:pPr>
    </w:p>
    <w:p w:rsidR="00581BFF" w:rsidRDefault="00581BFF" w:rsidP="00B01C99">
      <w:pPr>
        <w:pStyle w:val="Heading1"/>
        <w:spacing w:before="9"/>
        <w:ind w:left="119"/>
        <w:jc w:val="left"/>
        <w:rPr>
          <w:b w:val="0"/>
        </w:rPr>
      </w:pPr>
      <w:r w:rsidRPr="00AC6952">
        <w:rPr>
          <w:b w:val="0"/>
        </w:rPr>
        <w:t xml:space="preserve"> </w:t>
      </w:r>
    </w:p>
    <w:p w:rsidR="00581BFF" w:rsidRPr="00B05A04" w:rsidRDefault="00581BFF" w:rsidP="00B01C99">
      <w:pPr>
        <w:rPr>
          <w:sz w:val="28"/>
          <w:szCs w:val="28"/>
        </w:rPr>
      </w:pPr>
    </w:p>
    <w:p w:rsidR="00581BFF" w:rsidRPr="00B01C99" w:rsidRDefault="00581BFF" w:rsidP="00B01C99">
      <w:pPr>
        <w:tabs>
          <w:tab w:val="left" w:pos="3600"/>
        </w:tabs>
        <w:ind w:right="98"/>
        <w:jc w:val="both"/>
        <w:outlineLvl w:val="0"/>
        <w:rPr>
          <w:bCs/>
          <w:sz w:val="28"/>
          <w:szCs w:val="28"/>
        </w:rPr>
      </w:pPr>
    </w:p>
    <w:p w:rsidR="00581BFF" w:rsidRDefault="00581BFF" w:rsidP="00044884">
      <w:pPr>
        <w:pStyle w:val="Heading1"/>
        <w:spacing w:before="9"/>
        <w:ind w:left="119"/>
        <w:jc w:val="left"/>
        <w:rPr>
          <w:b w:val="0"/>
        </w:rPr>
      </w:pPr>
    </w:p>
    <w:p w:rsidR="00581BFF" w:rsidRPr="005A5546" w:rsidRDefault="00581BFF" w:rsidP="00044884">
      <w:pPr>
        <w:ind w:firstLine="708"/>
        <w:rPr>
          <w:sz w:val="28"/>
          <w:szCs w:val="28"/>
        </w:rPr>
      </w:pPr>
    </w:p>
    <w:p w:rsidR="00581BFF" w:rsidRDefault="00581BFF" w:rsidP="00044884">
      <w:pPr>
        <w:tabs>
          <w:tab w:val="left" w:pos="3600"/>
        </w:tabs>
        <w:ind w:right="98"/>
        <w:outlineLvl w:val="0"/>
        <w:rPr>
          <w:sz w:val="28"/>
          <w:szCs w:val="28"/>
        </w:rPr>
      </w:pPr>
    </w:p>
    <w:p w:rsidR="00581BFF" w:rsidRDefault="00581BFF" w:rsidP="00A77F45">
      <w:pPr>
        <w:tabs>
          <w:tab w:val="left" w:pos="3600"/>
        </w:tabs>
        <w:ind w:right="98" w:firstLine="720"/>
        <w:outlineLvl w:val="0"/>
        <w:rPr>
          <w:sz w:val="28"/>
          <w:szCs w:val="28"/>
        </w:rPr>
      </w:pPr>
    </w:p>
    <w:p w:rsidR="00581BFF" w:rsidRPr="002F29D5" w:rsidRDefault="00581BFF" w:rsidP="00A77F45">
      <w:pPr>
        <w:tabs>
          <w:tab w:val="left" w:pos="3600"/>
        </w:tabs>
        <w:ind w:right="98" w:firstLine="720"/>
        <w:outlineLvl w:val="0"/>
        <w:rPr>
          <w:bCs/>
          <w:i/>
        </w:rPr>
      </w:pPr>
    </w:p>
    <w:p w:rsidR="00581BFF" w:rsidRDefault="00581BFF" w:rsidP="00A77F45">
      <w:pPr>
        <w:pStyle w:val="Heading1"/>
        <w:spacing w:before="9"/>
        <w:ind w:left="119"/>
        <w:jc w:val="left"/>
        <w:rPr>
          <w:b w:val="0"/>
        </w:rPr>
      </w:pPr>
    </w:p>
    <w:p w:rsidR="00581BFF" w:rsidRPr="005A5546" w:rsidRDefault="00581BFF" w:rsidP="00A77F45">
      <w:pPr>
        <w:ind w:firstLine="708"/>
        <w:rPr>
          <w:sz w:val="28"/>
          <w:szCs w:val="28"/>
        </w:rPr>
      </w:pPr>
    </w:p>
    <w:p w:rsidR="00581BFF" w:rsidRDefault="00581BFF" w:rsidP="00A77F45">
      <w:pPr>
        <w:tabs>
          <w:tab w:val="left" w:pos="3600"/>
        </w:tabs>
        <w:ind w:right="98"/>
        <w:jc w:val="both"/>
        <w:outlineLvl w:val="0"/>
        <w:rPr>
          <w:sz w:val="28"/>
          <w:szCs w:val="28"/>
        </w:rPr>
      </w:pPr>
    </w:p>
    <w:p w:rsidR="00581BFF" w:rsidRPr="002F29D5" w:rsidRDefault="00581BFF" w:rsidP="00A77F45">
      <w:pPr>
        <w:tabs>
          <w:tab w:val="left" w:pos="3600"/>
        </w:tabs>
        <w:ind w:right="98" w:firstLine="720"/>
        <w:outlineLvl w:val="0"/>
        <w:rPr>
          <w:bCs/>
          <w:i/>
        </w:rPr>
      </w:pPr>
    </w:p>
    <w:p w:rsidR="00581BFF" w:rsidRPr="008A3B4B" w:rsidRDefault="00581BFF" w:rsidP="0067378C">
      <w:pPr>
        <w:tabs>
          <w:tab w:val="left" w:pos="977"/>
        </w:tabs>
        <w:ind w:right="98"/>
        <w:outlineLvl w:val="0"/>
        <w:rPr>
          <w:bCs/>
          <w:sz w:val="28"/>
          <w:szCs w:val="28"/>
        </w:rPr>
      </w:pPr>
    </w:p>
    <w:p w:rsidR="00581BFF" w:rsidRPr="003576E0" w:rsidRDefault="00581BFF" w:rsidP="005E3A44">
      <w:pPr>
        <w:tabs>
          <w:tab w:val="left" w:pos="1215"/>
        </w:tabs>
        <w:ind w:right="98"/>
        <w:jc w:val="both"/>
        <w:outlineLvl w:val="0"/>
        <w:rPr>
          <w:sz w:val="28"/>
          <w:szCs w:val="28"/>
        </w:rPr>
      </w:pPr>
    </w:p>
    <w:p w:rsidR="00581BFF" w:rsidRPr="002F29D5" w:rsidRDefault="00581BFF" w:rsidP="005E3A44">
      <w:pPr>
        <w:tabs>
          <w:tab w:val="left" w:pos="3600"/>
        </w:tabs>
        <w:ind w:right="98" w:firstLine="720"/>
        <w:outlineLvl w:val="0"/>
        <w:rPr>
          <w:bCs/>
          <w:i/>
        </w:rPr>
      </w:pPr>
    </w:p>
    <w:p w:rsidR="00581BFF" w:rsidRDefault="00581BFF" w:rsidP="005E3A44">
      <w:pPr>
        <w:pStyle w:val="Heading1"/>
        <w:spacing w:before="9"/>
        <w:ind w:left="119" w:firstLine="720"/>
        <w:jc w:val="left"/>
        <w:rPr>
          <w:b w:val="0"/>
        </w:rPr>
      </w:pPr>
    </w:p>
    <w:p w:rsidR="00581BFF" w:rsidRDefault="00581BFF" w:rsidP="00DA0889">
      <w:pPr>
        <w:tabs>
          <w:tab w:val="left" w:pos="1215"/>
        </w:tabs>
        <w:ind w:right="98"/>
        <w:jc w:val="both"/>
        <w:outlineLvl w:val="0"/>
        <w:rPr>
          <w:b/>
          <w:sz w:val="28"/>
          <w:szCs w:val="28"/>
        </w:rPr>
      </w:pPr>
    </w:p>
    <w:p w:rsidR="00581BFF" w:rsidRPr="002F29D5" w:rsidRDefault="00581BFF" w:rsidP="00DA0889">
      <w:pPr>
        <w:tabs>
          <w:tab w:val="left" w:pos="3600"/>
        </w:tabs>
        <w:ind w:right="98" w:firstLine="720"/>
        <w:outlineLvl w:val="0"/>
        <w:rPr>
          <w:bCs/>
          <w:i/>
        </w:rPr>
      </w:pPr>
    </w:p>
    <w:p w:rsidR="00581BFF" w:rsidRDefault="00581BFF" w:rsidP="00DA0889">
      <w:pPr>
        <w:tabs>
          <w:tab w:val="left" w:pos="1215"/>
        </w:tabs>
        <w:ind w:right="98"/>
        <w:jc w:val="both"/>
        <w:outlineLvl w:val="0"/>
        <w:rPr>
          <w:sz w:val="28"/>
          <w:szCs w:val="28"/>
        </w:rPr>
      </w:pPr>
    </w:p>
    <w:p w:rsidR="00581BFF" w:rsidRPr="00CB44C6" w:rsidRDefault="00581BFF" w:rsidP="00CB44C6">
      <w:pPr>
        <w:tabs>
          <w:tab w:val="left" w:pos="1753"/>
        </w:tabs>
        <w:rPr>
          <w:b/>
          <w:sz w:val="28"/>
          <w:szCs w:val="28"/>
        </w:rPr>
      </w:pPr>
    </w:p>
    <w:p w:rsidR="00581BFF" w:rsidRPr="00E452DA" w:rsidRDefault="00581BFF" w:rsidP="00991E72">
      <w:pPr>
        <w:tabs>
          <w:tab w:val="left" w:pos="1202"/>
        </w:tabs>
        <w:ind w:right="98"/>
        <w:jc w:val="both"/>
        <w:outlineLvl w:val="0"/>
        <w:rPr>
          <w:bCs/>
          <w:sz w:val="28"/>
          <w:szCs w:val="28"/>
        </w:rPr>
      </w:pPr>
    </w:p>
    <w:sectPr w:rsidR="00581BFF" w:rsidRPr="00E452DA" w:rsidSect="004A75A6">
      <w:pgSz w:w="11910" w:h="16840"/>
      <w:pgMar w:top="760" w:right="460" w:bottom="280" w:left="1580" w:header="708" w:footer="708"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4">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6">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8">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1">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num>
  <w:num w:numId="2">
    <w:abstractNumId w:val="7"/>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11"/>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num>
  <w:num w:numId="15">
    <w:abstractNumId w:val="10"/>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hyphenationZone w:val="425"/>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4FF4"/>
    <w:rsid w:val="000254F3"/>
    <w:rsid w:val="0003174A"/>
    <w:rsid w:val="00044884"/>
    <w:rsid w:val="0008509C"/>
    <w:rsid w:val="00095F0A"/>
    <w:rsid w:val="000B28B8"/>
    <w:rsid w:val="000C246D"/>
    <w:rsid w:val="000F7839"/>
    <w:rsid w:val="001216AF"/>
    <w:rsid w:val="001236B4"/>
    <w:rsid w:val="00147FD0"/>
    <w:rsid w:val="0017364B"/>
    <w:rsid w:val="001950BB"/>
    <w:rsid w:val="001B0CDB"/>
    <w:rsid w:val="001D1725"/>
    <w:rsid w:val="001E051C"/>
    <w:rsid w:val="001E348F"/>
    <w:rsid w:val="00222CBE"/>
    <w:rsid w:val="00234E9E"/>
    <w:rsid w:val="00293072"/>
    <w:rsid w:val="002F29D5"/>
    <w:rsid w:val="002F4B1F"/>
    <w:rsid w:val="002F6776"/>
    <w:rsid w:val="00323EE3"/>
    <w:rsid w:val="003526E5"/>
    <w:rsid w:val="003576E0"/>
    <w:rsid w:val="00380D9F"/>
    <w:rsid w:val="0038137C"/>
    <w:rsid w:val="003F3830"/>
    <w:rsid w:val="00416A3E"/>
    <w:rsid w:val="00465B1E"/>
    <w:rsid w:val="00491728"/>
    <w:rsid w:val="00496311"/>
    <w:rsid w:val="004965BB"/>
    <w:rsid w:val="004A75A6"/>
    <w:rsid w:val="004B2029"/>
    <w:rsid w:val="004B2C09"/>
    <w:rsid w:val="00537D91"/>
    <w:rsid w:val="00562C0D"/>
    <w:rsid w:val="00581BFF"/>
    <w:rsid w:val="00585C81"/>
    <w:rsid w:val="00592300"/>
    <w:rsid w:val="005A5546"/>
    <w:rsid w:val="005B2007"/>
    <w:rsid w:val="005B7918"/>
    <w:rsid w:val="005E3A44"/>
    <w:rsid w:val="00604B15"/>
    <w:rsid w:val="00652913"/>
    <w:rsid w:val="00662D0E"/>
    <w:rsid w:val="0067378C"/>
    <w:rsid w:val="0067583F"/>
    <w:rsid w:val="006C48A2"/>
    <w:rsid w:val="006E1935"/>
    <w:rsid w:val="00710F73"/>
    <w:rsid w:val="00757CB1"/>
    <w:rsid w:val="00765D96"/>
    <w:rsid w:val="0079572C"/>
    <w:rsid w:val="007D2C71"/>
    <w:rsid w:val="00806FF2"/>
    <w:rsid w:val="008454D1"/>
    <w:rsid w:val="008708F6"/>
    <w:rsid w:val="00871017"/>
    <w:rsid w:val="008A3B4B"/>
    <w:rsid w:val="008A47F4"/>
    <w:rsid w:val="008A5984"/>
    <w:rsid w:val="008F5E81"/>
    <w:rsid w:val="009003C9"/>
    <w:rsid w:val="00901CA7"/>
    <w:rsid w:val="0090460C"/>
    <w:rsid w:val="00922CEB"/>
    <w:rsid w:val="00930243"/>
    <w:rsid w:val="00930564"/>
    <w:rsid w:val="009325BA"/>
    <w:rsid w:val="0094115B"/>
    <w:rsid w:val="009560EA"/>
    <w:rsid w:val="00986192"/>
    <w:rsid w:val="00991E72"/>
    <w:rsid w:val="009F03F8"/>
    <w:rsid w:val="00A13A90"/>
    <w:rsid w:val="00A37A5E"/>
    <w:rsid w:val="00A61995"/>
    <w:rsid w:val="00A774F2"/>
    <w:rsid w:val="00A77F45"/>
    <w:rsid w:val="00A8756D"/>
    <w:rsid w:val="00A90B4E"/>
    <w:rsid w:val="00AC6952"/>
    <w:rsid w:val="00B01C99"/>
    <w:rsid w:val="00B05A04"/>
    <w:rsid w:val="00B1506B"/>
    <w:rsid w:val="00B202E2"/>
    <w:rsid w:val="00B64FF7"/>
    <w:rsid w:val="00B70E43"/>
    <w:rsid w:val="00BD199B"/>
    <w:rsid w:val="00C15905"/>
    <w:rsid w:val="00C46AC8"/>
    <w:rsid w:val="00C6767F"/>
    <w:rsid w:val="00C81C84"/>
    <w:rsid w:val="00C96A99"/>
    <w:rsid w:val="00CB44C6"/>
    <w:rsid w:val="00D05DD8"/>
    <w:rsid w:val="00D06560"/>
    <w:rsid w:val="00D24DC5"/>
    <w:rsid w:val="00D41392"/>
    <w:rsid w:val="00D5780D"/>
    <w:rsid w:val="00D65057"/>
    <w:rsid w:val="00D730A1"/>
    <w:rsid w:val="00D837F6"/>
    <w:rsid w:val="00DA0889"/>
    <w:rsid w:val="00DC0523"/>
    <w:rsid w:val="00DD698C"/>
    <w:rsid w:val="00DE63B9"/>
    <w:rsid w:val="00DE71BF"/>
    <w:rsid w:val="00E07479"/>
    <w:rsid w:val="00E10201"/>
    <w:rsid w:val="00E43503"/>
    <w:rsid w:val="00E452DA"/>
    <w:rsid w:val="00E869B2"/>
    <w:rsid w:val="00EA7FDE"/>
    <w:rsid w:val="00ED61E6"/>
    <w:rsid w:val="00EF104A"/>
    <w:rsid w:val="00EF6760"/>
    <w:rsid w:val="00F17E83"/>
    <w:rsid w:val="00F4621E"/>
    <w:rsid w:val="00F5144B"/>
    <w:rsid w:val="00F71018"/>
    <w:rsid w:val="00F77E71"/>
    <w:rsid w:val="00F859D7"/>
    <w:rsid w:val="00FC7735"/>
    <w:rsid w:val="00FD476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5A6"/>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4A75A6"/>
    <w:pPr>
      <w:spacing w:before="163"/>
      <w:ind w:left="840"/>
      <w:jc w:val="both"/>
      <w:outlineLvl w:val="0"/>
    </w:pPr>
    <w:rPr>
      <w:b/>
      <w:bCs/>
      <w:sz w:val="28"/>
      <w:szCs w:val="28"/>
    </w:rPr>
  </w:style>
  <w:style w:type="paragraph" w:styleId="Heading3">
    <w:name w:val="heading 3"/>
    <w:basedOn w:val="Normal"/>
    <w:next w:val="Normal"/>
    <w:link w:val="Heading3Char"/>
    <w:uiPriority w:val="99"/>
    <w:qFormat/>
    <w:locked/>
    <w:rsid w:val="0008509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08509C"/>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08509C"/>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08509C"/>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029"/>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semiHidden/>
    <w:locked/>
    <w:rsid w:val="00662D0E"/>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662D0E"/>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662D0E"/>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662D0E"/>
    <w:rPr>
      <w:rFonts w:ascii="Calibri" w:hAnsi="Calibri" w:cs="Times New Roman"/>
      <w:b/>
      <w:bCs/>
      <w:lang w:eastAsia="en-US"/>
    </w:rPr>
  </w:style>
  <w:style w:type="paragraph" w:styleId="BodyText">
    <w:name w:val="Body Text"/>
    <w:basedOn w:val="Normal"/>
    <w:link w:val="BodyTextChar"/>
    <w:uiPriority w:val="99"/>
    <w:rsid w:val="004A75A6"/>
    <w:pPr>
      <w:ind w:left="119" w:firstLine="710"/>
      <w:jc w:val="both"/>
    </w:pPr>
    <w:rPr>
      <w:sz w:val="28"/>
      <w:szCs w:val="28"/>
    </w:rPr>
  </w:style>
  <w:style w:type="character" w:customStyle="1" w:styleId="BodyTextChar">
    <w:name w:val="Body Text Char"/>
    <w:basedOn w:val="DefaultParagraphFont"/>
    <w:link w:val="BodyText"/>
    <w:uiPriority w:val="99"/>
    <w:semiHidden/>
    <w:locked/>
    <w:rsid w:val="004B2029"/>
    <w:rPr>
      <w:rFonts w:ascii="Times New Roman" w:hAnsi="Times New Roman" w:cs="Times New Roman"/>
      <w:lang w:eastAsia="en-US"/>
    </w:rPr>
  </w:style>
  <w:style w:type="paragraph" w:styleId="ListParagraph">
    <w:name w:val="List Paragraph"/>
    <w:basedOn w:val="Normal"/>
    <w:uiPriority w:val="99"/>
    <w:qFormat/>
    <w:rsid w:val="004A75A6"/>
    <w:pPr>
      <w:ind w:left="768" w:hanging="649"/>
    </w:pPr>
  </w:style>
  <w:style w:type="paragraph" w:customStyle="1" w:styleId="TableParagraph">
    <w:name w:val="Table Paragraph"/>
    <w:basedOn w:val="Normal"/>
    <w:uiPriority w:val="99"/>
    <w:rsid w:val="004A75A6"/>
  </w:style>
  <w:style w:type="paragraph" w:styleId="NoSpacing">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Normal"/>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Normal"/>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Normal"/>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Normal"/>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Normal"/>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Normal"/>
    <w:uiPriority w:val="99"/>
    <w:rsid w:val="00F71018"/>
    <w:pPr>
      <w:adjustRightInd w:val="0"/>
    </w:pPr>
    <w:rPr>
      <w:rFonts w:ascii="Georgia" w:eastAsia="Calibri" w:hAnsi="Georgia"/>
      <w:sz w:val="24"/>
      <w:szCs w:val="24"/>
      <w:lang w:eastAsia="uk-UA"/>
    </w:rPr>
  </w:style>
  <w:style w:type="paragraph" w:customStyle="1" w:styleId="Style37">
    <w:name w:val="Style37"/>
    <w:basedOn w:val="Normal"/>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Normal"/>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Normal"/>
    <w:uiPriority w:val="99"/>
    <w:rsid w:val="00F71018"/>
    <w:pPr>
      <w:adjustRightInd w:val="0"/>
    </w:pPr>
    <w:rPr>
      <w:rFonts w:ascii="Georgia" w:eastAsia="Calibri" w:hAnsi="Georgia"/>
      <w:sz w:val="24"/>
      <w:szCs w:val="24"/>
      <w:lang w:eastAsia="uk-UA"/>
    </w:rPr>
  </w:style>
  <w:style w:type="paragraph" w:customStyle="1" w:styleId="Style48">
    <w:name w:val="Style48"/>
    <w:basedOn w:val="Normal"/>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Normal"/>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Normal"/>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Normal"/>
    <w:uiPriority w:val="99"/>
    <w:rsid w:val="00F71018"/>
    <w:pPr>
      <w:adjustRightInd w:val="0"/>
    </w:pPr>
    <w:rPr>
      <w:rFonts w:ascii="Georgia" w:eastAsia="Calibri" w:hAnsi="Georgia"/>
      <w:sz w:val="24"/>
      <w:szCs w:val="24"/>
      <w:lang w:eastAsia="uk-UA"/>
    </w:rPr>
  </w:style>
  <w:style w:type="paragraph" w:customStyle="1" w:styleId="Style88">
    <w:name w:val="Style88"/>
    <w:basedOn w:val="Normal"/>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DefaultParagraphFont"/>
    <w:uiPriority w:val="99"/>
    <w:rsid w:val="00F71018"/>
    <w:rPr>
      <w:rFonts w:ascii="Times New Roman" w:hAnsi="Times New Roman" w:cs="Times New Roman"/>
      <w:b/>
      <w:bCs/>
      <w:color w:val="000000"/>
      <w:sz w:val="96"/>
      <w:szCs w:val="96"/>
    </w:rPr>
  </w:style>
  <w:style w:type="character" w:customStyle="1" w:styleId="FontStyle104">
    <w:name w:val="Font Style104"/>
    <w:basedOn w:val="DefaultParagraphFont"/>
    <w:uiPriority w:val="99"/>
    <w:rsid w:val="00F71018"/>
    <w:rPr>
      <w:rFonts w:ascii="Times New Roman" w:hAnsi="Times New Roman" w:cs="Times New Roman"/>
      <w:b/>
      <w:bCs/>
      <w:color w:val="000000"/>
      <w:sz w:val="22"/>
      <w:szCs w:val="22"/>
    </w:rPr>
  </w:style>
  <w:style w:type="character" w:customStyle="1" w:styleId="FontStyle116">
    <w:name w:val="Font Style116"/>
    <w:basedOn w:val="DefaultParagraphFont"/>
    <w:uiPriority w:val="99"/>
    <w:rsid w:val="00F71018"/>
    <w:rPr>
      <w:rFonts w:ascii="Times New Roman" w:hAnsi="Times New Roman" w:cs="Times New Roman"/>
      <w:b/>
      <w:bCs/>
      <w:color w:val="000000"/>
      <w:sz w:val="26"/>
      <w:szCs w:val="26"/>
    </w:rPr>
  </w:style>
  <w:style w:type="character" w:customStyle="1" w:styleId="FontStyle117">
    <w:name w:val="Font Style117"/>
    <w:basedOn w:val="DefaultParagraphFont"/>
    <w:uiPriority w:val="99"/>
    <w:rsid w:val="00F71018"/>
    <w:rPr>
      <w:rFonts w:ascii="Times New Roman" w:hAnsi="Times New Roman" w:cs="Times New Roman"/>
      <w:color w:val="000000"/>
      <w:sz w:val="22"/>
      <w:szCs w:val="22"/>
    </w:rPr>
  </w:style>
  <w:style w:type="paragraph" w:styleId="Header">
    <w:name w:val="header"/>
    <w:basedOn w:val="Normal"/>
    <w:link w:val="HeaderChar1"/>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DefaultParagraphFont"/>
    <w:link w:val="Header"/>
    <w:uiPriority w:val="99"/>
    <w:semiHidden/>
    <w:locked/>
    <w:rsid w:val="00B1506B"/>
    <w:rPr>
      <w:rFonts w:ascii="Times New Roman" w:hAnsi="Times New Roman" w:cs="Times New Roman"/>
      <w:lang w:eastAsia="en-US"/>
    </w:rPr>
  </w:style>
  <w:style w:type="character" w:customStyle="1" w:styleId="HeaderChar1">
    <w:name w:val="Header Char1"/>
    <w:basedOn w:val="DefaultParagraphFont"/>
    <w:link w:val="Header"/>
    <w:uiPriority w:val="99"/>
    <w:semiHidden/>
    <w:locked/>
    <w:rsid w:val="00F71018"/>
    <w:rPr>
      <w:rFonts w:ascii="Georgia" w:hAnsi="Georgia" w:cs="Times New Roman"/>
      <w:sz w:val="24"/>
      <w:szCs w:val="24"/>
      <w:lang w:val="uk-UA" w:eastAsia="uk-UA" w:bidi="ar-SA"/>
    </w:rPr>
  </w:style>
  <w:style w:type="paragraph" w:styleId="NormalWeb">
    <w:name w:val="Normal (Web)"/>
    <w:basedOn w:val="Normal"/>
    <w:uiPriority w:val="99"/>
    <w:rsid w:val="008A5984"/>
    <w:pPr>
      <w:widowControl/>
      <w:autoSpaceDE/>
      <w:autoSpaceDN/>
      <w:spacing w:before="100" w:beforeAutospacing="1" w:after="100" w:afterAutospacing="1"/>
    </w:pPr>
    <w:rPr>
      <w:rFonts w:eastAsia="Calibri"/>
      <w:sz w:val="24"/>
      <w:szCs w:val="24"/>
      <w:lang w:eastAsia="uk-UA"/>
    </w:rPr>
  </w:style>
  <w:style w:type="character" w:styleId="Hyperlink">
    <w:name w:val="Hyperlink"/>
    <w:basedOn w:val="DefaultParagraphFont"/>
    <w:uiPriority w:val="99"/>
    <w:rsid w:val="0067583F"/>
    <w:rPr>
      <w:rFonts w:cs="Times New Roman"/>
      <w:color w:val="0000FF"/>
      <w:u w:val="single"/>
    </w:rPr>
  </w:style>
  <w:style w:type="character" w:customStyle="1" w:styleId="rvts23">
    <w:name w:val="rvts23"/>
    <w:basedOn w:val="DefaultParagraphFont"/>
    <w:uiPriority w:val="99"/>
    <w:rsid w:val="00E452DA"/>
    <w:rPr>
      <w:rFonts w:cs="Times New Roman"/>
    </w:rPr>
  </w:style>
  <w:style w:type="character" w:customStyle="1" w:styleId="rvts9">
    <w:name w:val="rvts9"/>
    <w:basedOn w:val="DefaultParagraphFont"/>
    <w:uiPriority w:val="99"/>
    <w:rsid w:val="00E452DA"/>
    <w:rPr>
      <w:rFonts w:cs="Times New Roman"/>
    </w:rPr>
  </w:style>
  <w:style w:type="character" w:customStyle="1" w:styleId="4">
    <w:name w:val="Основной текст (4)_"/>
    <w:link w:val="40"/>
    <w:uiPriority w:val="99"/>
    <w:locked/>
    <w:rsid w:val="00E452DA"/>
    <w:rPr>
      <w:b/>
      <w:sz w:val="27"/>
      <w:shd w:val="clear" w:color="auto" w:fill="FFFFFF"/>
    </w:rPr>
  </w:style>
  <w:style w:type="paragraph" w:customStyle="1" w:styleId="40">
    <w:name w:val="Основной текст (4)"/>
    <w:basedOn w:val="Normal"/>
    <w:link w:val="4"/>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0">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Title">
    <w:name w:val="Title"/>
    <w:basedOn w:val="Normal"/>
    <w:link w:val="TitleChar1"/>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DefaultParagraphFont"/>
    <w:link w:val="Title"/>
    <w:uiPriority w:val="99"/>
    <w:locked/>
    <w:rsid w:val="00B1506B"/>
    <w:rPr>
      <w:rFonts w:ascii="Cambria" w:hAnsi="Cambria" w:cs="Times New Roman"/>
      <w:b/>
      <w:bCs/>
      <w:kern w:val="28"/>
      <w:sz w:val="32"/>
      <w:szCs w:val="32"/>
      <w:lang w:eastAsia="en-US"/>
    </w:rPr>
  </w:style>
  <w:style w:type="character" w:customStyle="1" w:styleId="TitleChar1">
    <w:name w:val="Title Char1"/>
    <w:link w:val="Title"/>
    <w:uiPriority w:val="99"/>
    <w:locked/>
    <w:rsid w:val="00293072"/>
    <w:rPr>
      <w:sz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7%D0%B2%27%D1%8F%D0%B7%D0%BE%D0%BA" TargetMode="External"/><Relationship Id="rId13" Type="http://schemas.openxmlformats.org/officeDocument/2006/relationships/hyperlink" Target="https://uk.wikipedia.org/wiki/%D0%97%D0%B2%27%D1%8F%D0%B7%D0%BE%D0%BA" TargetMode="External"/><Relationship Id="rId18" Type="http://schemas.openxmlformats.org/officeDocument/2006/relationships/hyperlink" Target="https://uk.wikipedia.org/wiki/%D0%97%D0%B2%27%D1%8F%D0%B7%D0%BE%D0%BA" TargetMode="External"/><Relationship Id="rId3" Type="http://schemas.openxmlformats.org/officeDocument/2006/relationships/settings" Target="settings.xml"/><Relationship Id="rId21" Type="http://schemas.openxmlformats.org/officeDocument/2006/relationships/hyperlink" Target="https://uk.wikipedia.org/wiki/%D0%97%D0%B2%27%D1%8F%D0%B7%D0%BE%D0%BA" TargetMode="External"/><Relationship Id="rId7" Type="http://schemas.openxmlformats.org/officeDocument/2006/relationships/hyperlink" Target="https://uk.wikipedia.org/wiki/%D0%97%D0%B2%27%D1%8F%D0%B7%D0%BE%D0%BA" TargetMode="External"/><Relationship Id="rId12" Type="http://schemas.openxmlformats.org/officeDocument/2006/relationships/hyperlink" Target="https://uk.wikipedia.org/wiki/%D0%97%D0%B2%27%D1%8F%D0%B7%D0%BE%D0%BA" TargetMode="External"/><Relationship Id="rId17" Type="http://schemas.openxmlformats.org/officeDocument/2006/relationships/hyperlink" Target="https://uk.wikipedia.org/wiki/%D0%97%D0%B2%27%D1%8F%D0%B7%D0%BE%D0%B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k.wikipedia.org/wiki/%D0%97%D0%B2%27%D1%8F%D0%B7%D0%BE%D0%BA" TargetMode="External"/><Relationship Id="rId20" Type="http://schemas.openxmlformats.org/officeDocument/2006/relationships/hyperlink" Target="https://uk.wikipedia.org/wiki/%D0%97%D0%B2%27%D1%8F%D0%B7%D0%BE%D0%BA"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uk.wikipedia.org/wiki/%D0%97%D0%B2%27%D1%8F%D0%B7%D0%BE%D0%BA" TargetMode="External"/><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https://uk.wikipedia.org/wiki/%D0%97%D0%B2%27%D1%8F%D0%B7%D0%BE%D0%BA" TargetMode="External"/><Relationship Id="rId23" Type="http://schemas.openxmlformats.org/officeDocument/2006/relationships/hyperlink" Target="https://uk.wikipedia.org/wiki/%D0%97%D0%B2%27%D1%8F%D0%B7%D0%BE%D0%BA" TargetMode="External"/><Relationship Id="rId10" Type="http://schemas.openxmlformats.org/officeDocument/2006/relationships/hyperlink" Target="http://osvita.ua/legislation/law/2231" TargetMode="External"/><Relationship Id="rId19" Type="http://schemas.openxmlformats.org/officeDocument/2006/relationships/hyperlink" Target="https://uk.wikipedia.org/wiki/%D0%97%D0%B2%27%D1%8F%D0%B7%D0%BE%D0%BA" TargetMode="External"/><Relationship Id="rId4" Type="http://schemas.openxmlformats.org/officeDocument/2006/relationships/webSettings" Target="webSettings.xml"/><Relationship Id="rId9" Type="http://schemas.openxmlformats.org/officeDocument/2006/relationships/hyperlink" Target="https://uk.wikipedia.org/wiki/%D0%97%D0%B2%27%D1%8F%D0%B7%D0%BE%D0%BA" TargetMode="External"/><Relationship Id="rId14" Type="http://schemas.openxmlformats.org/officeDocument/2006/relationships/hyperlink" Target="https://uk.wikipedia.org/wiki/%D0%97%D0%B2%27%D1%8F%D0%B7%D0%BE%D0%BA" TargetMode="External"/><Relationship Id="rId22" Type="http://schemas.openxmlformats.org/officeDocument/2006/relationships/hyperlink" Target="https://uk.wikipedia.org/wiki/%D0%97%D0%B2%27%D1%8F%D0%B7%D0%BE%D0%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60</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Альона і Вадім</cp:lastModifiedBy>
  <cp:revision>5</cp:revision>
  <dcterms:created xsi:type="dcterms:W3CDTF">2021-01-15T21:42:00Z</dcterms:created>
  <dcterms:modified xsi:type="dcterms:W3CDTF">2021-01-15T21:56:00Z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