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74" w:rsidRDefault="00E87974" w:rsidP="00D24C71">
      <w:pPr>
        <w:jc w:val="both"/>
        <w:rPr>
          <w:sz w:val="28"/>
          <w:szCs w:val="28"/>
        </w:rPr>
      </w:pPr>
      <w:r w:rsidRPr="00992250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5" o:title=""/>
          </v:shape>
        </w:pict>
      </w:r>
    </w:p>
    <w:p w:rsidR="00E87974" w:rsidRDefault="00E87974" w:rsidP="00D24C71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E87974" w:rsidTr="00155CBA">
        <w:tc>
          <w:tcPr>
            <w:tcW w:w="9854" w:type="dxa"/>
          </w:tcPr>
          <w:p w:rsidR="00E87974" w:rsidRDefault="00E87974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E87974" w:rsidTr="00155CBA">
        <w:tc>
          <w:tcPr>
            <w:tcW w:w="9854" w:type="dxa"/>
          </w:tcPr>
          <w:p w:rsidR="00E87974" w:rsidRDefault="00E87974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E87974" w:rsidRDefault="00E87974" w:rsidP="00D24C71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E87974" w:rsidRDefault="00E87974" w:rsidP="00D24C71">
      <w:pPr>
        <w:jc w:val="both"/>
        <w:rPr>
          <w:sz w:val="28"/>
          <w:szCs w:val="28"/>
        </w:rPr>
      </w:pPr>
    </w:p>
    <w:p w:rsidR="00E87974" w:rsidRDefault="00E87974" w:rsidP="00D24C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E87974" w:rsidRDefault="00E87974" w:rsidP="00D24C71">
      <w:pPr>
        <w:jc w:val="both"/>
        <w:rPr>
          <w:sz w:val="28"/>
          <w:szCs w:val="28"/>
        </w:rPr>
      </w:pPr>
    </w:p>
    <w:p w:rsidR="00E87974" w:rsidRDefault="00E87974" w:rsidP="00D24C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E87974" w:rsidRDefault="00E87974" w:rsidP="00FA18AA">
      <w:pPr>
        <w:ind w:left="36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157"/>
      </w:tblGrid>
      <w:tr w:rsidR="00E87974" w:rsidRPr="00D24C71" w:rsidTr="00FA18AA"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</w:tcPr>
          <w:p w:rsidR="00E87974" w:rsidRPr="00D24C71" w:rsidRDefault="00E87974">
            <w:pPr>
              <w:spacing w:line="276" w:lineRule="auto"/>
              <w:rPr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D24C71">
              <w:rPr>
                <w:b/>
                <w:iCs/>
                <w:color w:val="000000"/>
                <w:sz w:val="28"/>
                <w:szCs w:val="28"/>
                <w:lang w:eastAsia="en-US"/>
              </w:rPr>
              <w:t xml:space="preserve"> Про  погодження проєкту землеустрою щодо встановлення (зміни) меж с.</w:t>
            </w:r>
            <w:r>
              <w:rPr>
                <w:b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D24C71">
              <w:rPr>
                <w:b/>
                <w:iCs/>
                <w:color w:val="000000"/>
                <w:sz w:val="28"/>
                <w:szCs w:val="28"/>
                <w:lang w:eastAsia="en-US"/>
              </w:rPr>
              <w:t xml:space="preserve">Грузьке на території Голованівської селищної ради Голованівського району Кіровоградської області </w:t>
            </w:r>
          </w:p>
          <w:p w:rsidR="00E87974" w:rsidRPr="00D24C71" w:rsidRDefault="00E87974">
            <w:pPr>
              <w:spacing w:line="276" w:lineRule="auto"/>
              <w:rPr>
                <w:b/>
                <w:i/>
                <w:i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E87974" w:rsidRPr="00D24C71" w:rsidRDefault="00E87974" w:rsidP="00FA18AA">
      <w:pPr>
        <w:rPr>
          <w:color w:val="000000"/>
          <w:sz w:val="28"/>
          <w:szCs w:val="28"/>
        </w:rPr>
      </w:pPr>
    </w:p>
    <w:p w:rsidR="00E87974" w:rsidRDefault="00E87974" w:rsidP="00D24C71">
      <w:pPr>
        <w:adjustRightInd w:val="0"/>
        <w:jc w:val="both"/>
        <w:rPr>
          <w:sz w:val="28"/>
          <w:szCs w:val="28"/>
        </w:rPr>
      </w:pPr>
      <w:r w:rsidRPr="00D24C71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Відповідно до п. 34, п. 1 ст. 26  Закону України «Про  місцеве самоврядування  в Україні», ст. ст. 12,173,174,175,176,183,184,185 Земельного кодексу України, ст. ст. 19,20,25,67 Закону України «Про землеустрій», розглянувши проєкт землеустрою </w:t>
      </w:r>
      <w:r>
        <w:rPr>
          <w:iCs/>
          <w:color w:val="000000"/>
          <w:sz w:val="28"/>
          <w:szCs w:val="28"/>
        </w:rPr>
        <w:t xml:space="preserve">щодо встановлення (зміни) меж с. Грузьке на території Голованівської селищної ради Голованівського району Кіровоградської області розроблений  Кропивницькою філією Державного підприємства «Черкаський науково-дослідний та проєктний інститут землеустрою», </w:t>
      </w:r>
      <w:r>
        <w:rPr>
          <w:sz w:val="28"/>
          <w:szCs w:val="28"/>
        </w:rPr>
        <w:t>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:rsidR="00E87974" w:rsidRDefault="00E87974" w:rsidP="00D24C71">
      <w:pPr>
        <w:adjustRightInd w:val="0"/>
        <w:jc w:val="both"/>
        <w:rPr>
          <w:sz w:val="28"/>
          <w:szCs w:val="28"/>
        </w:rPr>
      </w:pPr>
    </w:p>
    <w:p w:rsidR="00E87974" w:rsidRDefault="00E87974" w:rsidP="00D24C7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E87974" w:rsidRDefault="00E87974" w:rsidP="00D24C71">
      <w:pPr>
        <w:rPr>
          <w:sz w:val="28"/>
          <w:szCs w:val="28"/>
          <w:lang w:val="ru-RU"/>
        </w:rPr>
      </w:pPr>
    </w:p>
    <w:p w:rsidR="00E87974" w:rsidRDefault="00E87974" w:rsidP="00D24C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1.Погодити проєкт землеустрою щодо </w:t>
      </w:r>
      <w:r>
        <w:rPr>
          <w:iCs/>
          <w:color w:val="000000"/>
          <w:sz w:val="28"/>
          <w:szCs w:val="28"/>
        </w:rPr>
        <w:t xml:space="preserve">встановлення (зміни) меж с. Грузьке на території Голованівської селищної ради Голованівського району Кіровоградської області площею </w:t>
      </w:r>
      <w:smartTag w:uri="urn:schemas-microsoft-com:office:smarttags" w:element="metricconverter">
        <w:smartTagPr>
          <w:attr w:name="productid" w:val="599,4403 га"/>
        </w:smartTagPr>
        <w:r>
          <w:rPr>
            <w:iCs/>
            <w:color w:val="000000"/>
            <w:sz w:val="28"/>
            <w:szCs w:val="28"/>
          </w:rPr>
          <w:t>599,4403 га</w:t>
        </w:r>
      </w:smartTag>
      <w:r>
        <w:rPr>
          <w:iCs/>
          <w:color w:val="000000"/>
          <w:sz w:val="28"/>
          <w:szCs w:val="28"/>
        </w:rPr>
        <w:t>.</w:t>
      </w:r>
    </w:p>
    <w:p w:rsidR="00E87974" w:rsidRDefault="00E87974" w:rsidP="00D24C71">
      <w:pPr>
        <w:rPr>
          <w:sz w:val="28"/>
          <w:szCs w:val="28"/>
        </w:rPr>
      </w:pPr>
    </w:p>
    <w:p w:rsidR="00E87974" w:rsidRDefault="00E87974" w:rsidP="00D24C71">
      <w:pPr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E87974" w:rsidRPr="00D24C71" w:rsidRDefault="00E87974" w:rsidP="00317E04">
      <w:pPr>
        <w:jc w:val="both"/>
        <w:rPr>
          <w:color w:val="000000"/>
          <w:sz w:val="28"/>
          <w:szCs w:val="28"/>
        </w:rPr>
      </w:pPr>
    </w:p>
    <w:p w:rsidR="00E87974" w:rsidRPr="00D24C71" w:rsidRDefault="00E87974" w:rsidP="00317E04">
      <w:pPr>
        <w:jc w:val="both"/>
        <w:rPr>
          <w:color w:val="000000"/>
          <w:sz w:val="28"/>
          <w:szCs w:val="28"/>
        </w:rPr>
      </w:pPr>
    </w:p>
    <w:p w:rsidR="00E87974" w:rsidRPr="00D24C71" w:rsidRDefault="00E87974" w:rsidP="00317E04">
      <w:pPr>
        <w:tabs>
          <w:tab w:val="left" w:pos="567"/>
          <w:tab w:val="left" w:pos="851"/>
        </w:tabs>
        <w:adjustRightInd w:val="0"/>
        <w:rPr>
          <w:sz w:val="28"/>
          <w:szCs w:val="28"/>
          <w:lang w:eastAsia="en-US"/>
        </w:rPr>
      </w:pPr>
      <w:r>
        <w:rPr>
          <w:color w:val="000000"/>
        </w:rPr>
        <w:t xml:space="preserve">        </w:t>
      </w:r>
      <w:r w:rsidRPr="00D24C71"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E87974" w:rsidRPr="00D24C71" w:rsidSect="0080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B3604"/>
    <w:multiLevelType w:val="hybridMultilevel"/>
    <w:tmpl w:val="C70C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A66"/>
    <w:rsid w:val="00155CBA"/>
    <w:rsid w:val="001F378D"/>
    <w:rsid w:val="00317E04"/>
    <w:rsid w:val="00341074"/>
    <w:rsid w:val="003613EA"/>
    <w:rsid w:val="00391CB1"/>
    <w:rsid w:val="004E5AC3"/>
    <w:rsid w:val="0054532F"/>
    <w:rsid w:val="005752DE"/>
    <w:rsid w:val="00590978"/>
    <w:rsid w:val="00750207"/>
    <w:rsid w:val="008054C6"/>
    <w:rsid w:val="00844E08"/>
    <w:rsid w:val="00992250"/>
    <w:rsid w:val="009F403E"/>
    <w:rsid w:val="00AD0829"/>
    <w:rsid w:val="00B11E80"/>
    <w:rsid w:val="00B3592F"/>
    <w:rsid w:val="00CD3548"/>
    <w:rsid w:val="00D24C71"/>
    <w:rsid w:val="00D703E5"/>
    <w:rsid w:val="00D83A66"/>
    <w:rsid w:val="00E87974"/>
    <w:rsid w:val="00F30DF2"/>
    <w:rsid w:val="00FA1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AA"/>
    <w:rPr>
      <w:rFonts w:ascii="Times New Roman" w:eastAsia="Times New Roman" w:hAnsi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18AA"/>
    <w:pPr>
      <w:keepNext/>
      <w:outlineLvl w:val="0"/>
    </w:pPr>
    <w:rPr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A18AA"/>
    <w:pPr>
      <w:keepNext/>
      <w:jc w:val="center"/>
      <w:outlineLvl w:val="3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18AA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A18AA"/>
    <w:rPr>
      <w:rFonts w:ascii="Times New Roman" w:hAnsi="Times New Roman" w:cs="Times New Roman"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FA18AA"/>
    <w:pPr>
      <w:jc w:val="center"/>
    </w:pPr>
    <w:rPr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FA18AA"/>
    <w:rPr>
      <w:rFonts w:ascii="Times New Roman" w:hAnsi="Times New Roman" w:cs="Times New Roman"/>
      <w:sz w:val="20"/>
      <w:szCs w:val="20"/>
      <w:lang w:val="en-US" w:eastAsia="ru-RU"/>
    </w:rPr>
  </w:style>
  <w:style w:type="paragraph" w:styleId="ListParagraph">
    <w:name w:val="List Paragraph"/>
    <w:basedOn w:val="Normal"/>
    <w:uiPriority w:val="99"/>
    <w:qFormat/>
    <w:rsid w:val="00FA18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8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866</Words>
  <Characters>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dcterms:created xsi:type="dcterms:W3CDTF">2022-02-10T14:56:00Z</dcterms:created>
  <dcterms:modified xsi:type="dcterms:W3CDTF">2022-02-14T17:49:00Z</dcterms:modified>
</cp:coreProperties>
</file>