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B9A" w:rsidRDefault="00C63B9A" w:rsidP="006F66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5544F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C63B9A" w:rsidRDefault="00C63B9A" w:rsidP="006F66B1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C63B9A" w:rsidRPr="00097DAF" w:rsidTr="006F66B1">
        <w:tc>
          <w:tcPr>
            <w:tcW w:w="9854" w:type="dxa"/>
          </w:tcPr>
          <w:p w:rsidR="00C63B9A" w:rsidRPr="00097DAF" w:rsidRDefault="00C63B9A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097DAF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097DAF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097DAF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097DAF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097DAF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097DAF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63B9A" w:rsidRPr="00097DAF" w:rsidTr="006F66B1">
        <w:tc>
          <w:tcPr>
            <w:tcW w:w="9854" w:type="dxa"/>
          </w:tcPr>
          <w:p w:rsidR="00C63B9A" w:rsidRPr="00097DAF" w:rsidRDefault="00C63B9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97DAF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097DAF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097DAF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C63B9A" w:rsidRDefault="00C63B9A" w:rsidP="006F66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C63B9A" w:rsidRDefault="00C63B9A" w:rsidP="006F6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3B9A" w:rsidRDefault="00C63B9A" w:rsidP="006F6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C63B9A" w:rsidRDefault="00C63B9A" w:rsidP="006F66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3B9A" w:rsidRDefault="00C63B9A" w:rsidP="006F66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Голованівськ</w:t>
      </w:r>
    </w:p>
    <w:p w:rsidR="00C63B9A" w:rsidRDefault="00C63B9A" w:rsidP="006F66B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C63B9A" w:rsidRDefault="00C63B9A" w:rsidP="006F66B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C63B9A" w:rsidRDefault="00C63B9A" w:rsidP="006F66B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C63B9A" w:rsidRDefault="00C63B9A" w:rsidP="006F66B1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Свяченку Володимиру Олексанровичу</w:t>
      </w:r>
    </w:p>
    <w:p w:rsidR="00C63B9A" w:rsidRDefault="00C63B9A" w:rsidP="0061163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п. 34 ст. 26 Закону України “Про місцеве самоврядування в Україні”,  </w:t>
      </w:r>
      <w:r>
        <w:rPr>
          <w:sz w:val="28"/>
          <w:szCs w:val="28"/>
        </w:rPr>
        <w:t xml:space="preserve">ст. </w:t>
      </w:r>
      <w:r>
        <w:rPr>
          <w:rFonts w:ascii="Times New Roman" w:hAnsi="Times New Roman"/>
          <w:sz w:val="28"/>
          <w:szCs w:val="28"/>
          <w:lang w:val="uk-UA"/>
        </w:rPr>
        <w:t>ст. 12, 118, 121, 125, 126 Земельн</w:t>
      </w:r>
      <w:r>
        <w:rPr>
          <w:sz w:val="28"/>
          <w:szCs w:val="28"/>
        </w:rPr>
        <w:t xml:space="preserve">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C63B9A" w:rsidRDefault="00C63B9A" w:rsidP="006F66B1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C63B9A" w:rsidRDefault="00C63B9A" w:rsidP="006F66B1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1.Затвердити проєкт землеустрою гр. Свяченку Володимиру Олександровичу щодо відведення земельної ділянки загальною площею  </w:t>
      </w:r>
      <w:smartTag w:uri="urn:schemas-microsoft-com:office:smarttags" w:element="metricconverter">
        <w:smartTagPr>
          <w:attr w:name="ProductID" w:val="1,0000 га"/>
        </w:smartTagPr>
        <w:r>
          <w:rPr>
            <w:rFonts w:ascii="Times New Roman" w:hAnsi="Times New Roman"/>
            <w:sz w:val="28"/>
            <w:szCs w:val="28"/>
            <w:lang w:val="uk-UA"/>
          </w:rPr>
          <w:t>1,0000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за межами  с. Новосілка. </w:t>
      </w:r>
    </w:p>
    <w:p w:rsidR="00C63B9A" w:rsidRDefault="00C63B9A" w:rsidP="006F66B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гр.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Свяченку Володимиру Олександровичу      загальною площею  </w:t>
      </w:r>
      <w:smartTag w:uri="urn:schemas-microsoft-com:office:smarttags" w:element="metricconverter">
        <w:smartTagPr>
          <w:attr w:name="ProductID" w:val="1,0000 га"/>
        </w:smartTagPr>
        <w:r>
          <w:rPr>
            <w:rFonts w:ascii="Times New Roman" w:hAnsi="Times New Roman"/>
            <w:sz w:val="28"/>
            <w:szCs w:val="28"/>
            <w:lang w:val="uk-UA"/>
          </w:rPr>
          <w:t>1,0000 га</w:t>
        </w:r>
      </w:smartTag>
      <w:r>
        <w:rPr>
          <w:rFonts w:ascii="Times New Roman" w:hAnsi="Times New Roman"/>
          <w:sz w:val="28"/>
          <w:szCs w:val="28"/>
          <w:lang w:val="uk-UA"/>
        </w:rPr>
        <w:t>, в тому числі по угіддях: під сільськогосподарськими та іншими господарськими будівлями і дворами (згідно КВЗУ 013.00.)  - 1,0000га   для ведення особистого селянського господарства (код КВЦПЗ 01.03),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 за межами с. Новосілка. (кадастровий номер земельної ділянки 3521486500:55:000:0150.)</w:t>
      </w:r>
    </w:p>
    <w:p w:rsidR="00C63B9A" w:rsidRDefault="00C63B9A" w:rsidP="006116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Свяченку Володимиру Олександровичу  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C63B9A" w:rsidRDefault="00C63B9A" w:rsidP="00611631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відносин.</w:t>
      </w:r>
    </w:p>
    <w:p w:rsidR="00C63B9A" w:rsidRDefault="00C63B9A" w:rsidP="00611631">
      <w:pPr>
        <w:jc w:val="center"/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sectPr w:rsidR="00C63B9A" w:rsidSect="0054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7D29"/>
    <w:rsid w:val="00097DAF"/>
    <w:rsid w:val="001C3DF0"/>
    <w:rsid w:val="00251B1A"/>
    <w:rsid w:val="00542487"/>
    <w:rsid w:val="00611631"/>
    <w:rsid w:val="006F66B1"/>
    <w:rsid w:val="0085544F"/>
    <w:rsid w:val="00A01051"/>
    <w:rsid w:val="00A332A5"/>
    <w:rsid w:val="00A527CE"/>
    <w:rsid w:val="00C63B9A"/>
    <w:rsid w:val="00CD0744"/>
    <w:rsid w:val="00D27D29"/>
    <w:rsid w:val="00DA4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6B1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91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1129</Words>
  <Characters>645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2022-02-10T14:40:00Z</dcterms:created>
  <dcterms:modified xsi:type="dcterms:W3CDTF">2022-02-10T16:37:00Z</dcterms:modified>
</cp:coreProperties>
</file>