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B1" w:rsidRPr="00607FAA" w:rsidRDefault="00D731B1" w:rsidP="0080390F">
      <w:pPr>
        <w:jc w:val="both"/>
        <w:rPr>
          <w:sz w:val="28"/>
          <w:szCs w:val="28"/>
        </w:rPr>
      </w:pPr>
      <w:r w:rsidRPr="001B1240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D731B1" w:rsidRPr="00AF7D49" w:rsidTr="0044236D">
        <w:tc>
          <w:tcPr>
            <w:tcW w:w="9854" w:type="dxa"/>
          </w:tcPr>
          <w:p w:rsidR="00D731B1" w:rsidRPr="00AF7D49" w:rsidRDefault="00D731B1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D731B1" w:rsidRPr="00AF7D49" w:rsidTr="0044236D">
        <w:tc>
          <w:tcPr>
            <w:tcW w:w="9854" w:type="dxa"/>
          </w:tcPr>
          <w:p w:rsidR="00D731B1" w:rsidRPr="00AF7D49" w:rsidRDefault="00D731B1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731B1" w:rsidRDefault="00D731B1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731B1" w:rsidRPr="00607FAA" w:rsidRDefault="00D731B1" w:rsidP="0080390F">
      <w:pPr>
        <w:jc w:val="center"/>
        <w:rPr>
          <w:b/>
          <w:sz w:val="28"/>
          <w:szCs w:val="28"/>
        </w:rPr>
      </w:pPr>
    </w:p>
    <w:p w:rsidR="00D731B1" w:rsidRDefault="00D731B1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«06» 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170</w:t>
      </w:r>
    </w:p>
    <w:p w:rsidR="00D731B1" w:rsidRPr="00607FAA" w:rsidRDefault="00D731B1" w:rsidP="0080390F">
      <w:pPr>
        <w:jc w:val="both"/>
        <w:rPr>
          <w:sz w:val="28"/>
          <w:szCs w:val="28"/>
        </w:rPr>
      </w:pPr>
    </w:p>
    <w:p w:rsidR="00D731B1" w:rsidRDefault="00D731B1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дозволу на розробку 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проєкту землеустрою щодо відведення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земельної ділянки в   оренду на 49 років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D731B1" w:rsidRDefault="00D731B1" w:rsidP="0080390F">
      <w:pPr>
        <w:adjustRightInd w:val="0"/>
        <w:rPr>
          <w:rStyle w:val="Emphasis"/>
          <w:i w:val="0"/>
          <w:iCs/>
        </w:rPr>
      </w:pPr>
      <w:r>
        <w:rPr>
          <w:rStyle w:val="Emphasis"/>
          <w:i w:val="0"/>
          <w:iCs/>
          <w:sz w:val="24"/>
          <w:szCs w:val="24"/>
        </w:rPr>
        <w:t xml:space="preserve">         </w:t>
      </w:r>
    </w:p>
    <w:p w:rsidR="00D731B1" w:rsidRDefault="00D731B1" w:rsidP="0080390F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Керуючись п. 34 ст. 26 Закону України “Про місцеве самоврядування в Україні”,  відповідно до ст.ст. 12, 93, 116, 125 Земельного кодексу України, Закону України «Про оренду землі», розглянувши клопотання, 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>селищна рада</w:t>
      </w:r>
    </w:p>
    <w:p w:rsidR="00D731B1" w:rsidRDefault="00D731B1" w:rsidP="0080390F">
      <w:pPr>
        <w:adjustRightInd w:val="0"/>
        <w:jc w:val="both"/>
      </w:pPr>
    </w:p>
    <w:p w:rsidR="00D731B1" w:rsidRDefault="00D731B1" w:rsidP="0080390F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D731B1" w:rsidRDefault="00D731B1" w:rsidP="0080390F">
      <w:pPr>
        <w:tabs>
          <w:tab w:val="left" w:pos="567"/>
        </w:tabs>
        <w:rPr>
          <w:b/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17,5000 га"/>
        </w:smartTagPr>
        <w:r>
          <w:rPr>
            <w:sz w:val="24"/>
            <w:szCs w:val="24"/>
          </w:rPr>
          <w:t>17,5000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Красногірка, вул. Урожайна.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4,0000 га"/>
        </w:smartTagPr>
        <w:r>
          <w:rPr>
            <w:sz w:val="24"/>
            <w:szCs w:val="24"/>
          </w:rPr>
          <w:t>4,0000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с.Красногірка, вул.Набережна.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0,5000 га"/>
        </w:smartTagPr>
        <w:r>
          <w:rPr>
            <w:sz w:val="24"/>
            <w:szCs w:val="24"/>
          </w:rPr>
          <w:t>0,5000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Красногірка, вул. Тельмана.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4"/>
            <w:szCs w:val="24"/>
          </w:rPr>
          <w:t>2,0000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Красногірка, вул. Міклея.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11,5000 га"/>
        </w:smartTagPr>
        <w:r>
          <w:rPr>
            <w:sz w:val="24"/>
            <w:szCs w:val="24"/>
          </w:rPr>
          <w:t>11,5000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Красногірка, вул. Партизанська.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6.Дати дозвіл ПП «Дніпро»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16,0000 га"/>
        </w:smartTagPr>
        <w:r>
          <w:rPr>
            <w:sz w:val="24"/>
            <w:szCs w:val="24"/>
          </w:rPr>
          <w:t>16,0000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Ємилівка, вул. Центральна, 2.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7.Зобов’язати замовити виготовлення проєкту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jc w:val="both"/>
        <w:rPr>
          <w:color w:val="000000"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8.</w:t>
      </w:r>
      <w:r>
        <w:rPr>
          <w:color w:val="000000"/>
          <w:sz w:val="24"/>
          <w:szCs w:val="24"/>
          <w:lang w:eastAsia="ru-RU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D731B1" w:rsidRPr="0080390F" w:rsidRDefault="00D731B1" w:rsidP="0080390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  <w:lang w:val="ru-RU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Сергій ЦОБЕНКО</w:t>
      </w:r>
      <w:r>
        <w:rPr>
          <w:b/>
          <w:color w:val="000000"/>
          <w:sz w:val="24"/>
          <w:szCs w:val="24"/>
        </w:rPr>
        <w:t xml:space="preserve">    </w:t>
      </w:r>
    </w:p>
    <w:p w:rsidR="00D731B1" w:rsidRPr="007B5147" w:rsidRDefault="00D731B1" w:rsidP="007B5147"/>
    <w:sectPr w:rsidR="00D731B1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1B1" w:rsidRDefault="00D731B1" w:rsidP="007C576D">
      <w:r>
        <w:separator/>
      </w:r>
    </w:p>
  </w:endnote>
  <w:endnote w:type="continuationSeparator" w:id="1">
    <w:p w:rsidR="00D731B1" w:rsidRDefault="00D731B1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1B1" w:rsidRDefault="00D731B1" w:rsidP="007C576D">
      <w:r>
        <w:separator/>
      </w:r>
    </w:p>
  </w:footnote>
  <w:footnote w:type="continuationSeparator" w:id="1">
    <w:p w:rsidR="00D731B1" w:rsidRDefault="00D731B1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1B1" w:rsidRDefault="00D731B1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D731B1" w:rsidRDefault="00D731B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1B1240"/>
    <w:rsid w:val="0044236D"/>
    <w:rsid w:val="00607FAA"/>
    <w:rsid w:val="006B1CBB"/>
    <w:rsid w:val="007156AF"/>
    <w:rsid w:val="007B5147"/>
    <w:rsid w:val="007C576D"/>
    <w:rsid w:val="0080390F"/>
    <w:rsid w:val="00921CF5"/>
    <w:rsid w:val="00922A0A"/>
    <w:rsid w:val="00997B18"/>
    <w:rsid w:val="009D74FC"/>
    <w:rsid w:val="00AF7D49"/>
    <w:rsid w:val="00B14C7D"/>
    <w:rsid w:val="00B6788C"/>
    <w:rsid w:val="00C174AC"/>
    <w:rsid w:val="00C740F5"/>
    <w:rsid w:val="00CD354E"/>
    <w:rsid w:val="00D67167"/>
    <w:rsid w:val="00D731B1"/>
    <w:rsid w:val="00E719BE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124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1240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7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2551</Words>
  <Characters>1455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4</cp:revision>
  <dcterms:created xsi:type="dcterms:W3CDTF">2021-04-16T16:59:00Z</dcterms:created>
  <dcterms:modified xsi:type="dcterms:W3CDTF">2021-05-11T16:51:00Z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