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506" w:rsidRPr="00A67BD9" w:rsidRDefault="00CF0506" w:rsidP="00A67B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0D07">
        <w:rPr>
          <w:rFonts w:ascii="Times New Roman" w:hAnsi="Times New Roman"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77pt;height:108pt;visibility:visible">
            <v:imagedata r:id="rId4" o:title=""/>
          </v:shape>
        </w:pict>
      </w:r>
    </w:p>
    <w:p w:rsidR="00CF0506" w:rsidRPr="00A67BD9" w:rsidRDefault="00CF0506" w:rsidP="00A67BD9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CF0506" w:rsidRPr="00CB0D07" w:rsidTr="00FF236D">
        <w:tc>
          <w:tcPr>
            <w:tcW w:w="9854" w:type="dxa"/>
          </w:tcPr>
          <w:p w:rsidR="00CF0506" w:rsidRPr="00CB0D07" w:rsidRDefault="00CF0506" w:rsidP="00A67BD9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B0D07">
              <w:rPr>
                <w:rFonts w:ascii="Times New Roman" w:hAnsi="Times New Roman"/>
                <w:b/>
                <w:sz w:val="28"/>
                <w:szCs w:val="28"/>
              </w:rPr>
              <w:t xml:space="preserve">ОДИНАДЦЯТА  СЕСІЯ </w:t>
            </w:r>
          </w:p>
        </w:tc>
      </w:tr>
      <w:tr w:rsidR="00CF0506" w:rsidRPr="00CB0D07" w:rsidTr="00FF236D">
        <w:tc>
          <w:tcPr>
            <w:tcW w:w="9854" w:type="dxa"/>
          </w:tcPr>
          <w:p w:rsidR="00CF0506" w:rsidRPr="00CB0D07" w:rsidRDefault="00CF0506" w:rsidP="00A67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0D07">
              <w:rPr>
                <w:rFonts w:ascii="Times New Roman" w:hAnsi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CF0506" w:rsidRPr="00A67BD9" w:rsidRDefault="00CF0506" w:rsidP="00A67B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7BD9">
        <w:rPr>
          <w:rFonts w:ascii="Times New Roman" w:hAnsi="Times New Roman"/>
          <w:b/>
          <w:sz w:val="28"/>
          <w:szCs w:val="28"/>
        </w:rPr>
        <w:t>Р І Ш Е Н Н Я</w:t>
      </w:r>
    </w:p>
    <w:p w:rsidR="00CF0506" w:rsidRPr="00A67BD9" w:rsidRDefault="00CF0506" w:rsidP="00A67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0506" w:rsidRPr="00A67BD9" w:rsidRDefault="00CF0506" w:rsidP="00A67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7BD9">
        <w:rPr>
          <w:rFonts w:ascii="Times New Roman" w:hAnsi="Times New Roman"/>
          <w:sz w:val="28"/>
          <w:szCs w:val="28"/>
        </w:rPr>
        <w:t xml:space="preserve">Від «22» жовтня  2021 року   </w:t>
      </w:r>
      <w:r w:rsidRPr="00A67BD9">
        <w:rPr>
          <w:rFonts w:ascii="Times New Roman" w:hAnsi="Times New Roman"/>
          <w:sz w:val="28"/>
          <w:szCs w:val="28"/>
        </w:rPr>
        <w:tab/>
      </w:r>
      <w:r w:rsidRPr="00A67BD9">
        <w:rPr>
          <w:rFonts w:ascii="Times New Roman" w:hAnsi="Times New Roman"/>
          <w:sz w:val="28"/>
          <w:szCs w:val="28"/>
        </w:rPr>
        <w:tab/>
      </w:r>
      <w:r w:rsidRPr="00A67BD9">
        <w:rPr>
          <w:rFonts w:ascii="Times New Roman" w:hAnsi="Times New Roman"/>
          <w:sz w:val="28"/>
          <w:szCs w:val="28"/>
        </w:rPr>
        <w:tab/>
        <w:t xml:space="preserve">                                              № </w:t>
      </w:r>
      <w:r>
        <w:rPr>
          <w:rFonts w:ascii="Times New Roman" w:hAnsi="Times New Roman"/>
          <w:sz w:val="28"/>
          <w:szCs w:val="28"/>
          <w:lang w:val="uk-UA"/>
        </w:rPr>
        <w:t>340</w:t>
      </w:r>
      <w:r w:rsidRPr="00A67BD9">
        <w:rPr>
          <w:rFonts w:ascii="Times New Roman" w:hAnsi="Times New Roman"/>
          <w:sz w:val="28"/>
          <w:szCs w:val="28"/>
        </w:rPr>
        <w:t xml:space="preserve"> </w:t>
      </w:r>
    </w:p>
    <w:p w:rsidR="00CF0506" w:rsidRPr="00A67BD9" w:rsidRDefault="00CF0506" w:rsidP="00A67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0506" w:rsidRPr="00A67BD9" w:rsidRDefault="00CF0506" w:rsidP="00A67B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67BD9">
        <w:rPr>
          <w:rFonts w:ascii="Times New Roman" w:hAnsi="Times New Roman"/>
          <w:sz w:val="28"/>
          <w:szCs w:val="28"/>
        </w:rPr>
        <w:t>смт Голованівськ</w:t>
      </w:r>
    </w:p>
    <w:p w:rsidR="00CF0506" w:rsidRDefault="00CF0506" w:rsidP="00FE766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F0506" w:rsidRDefault="00CF0506" w:rsidP="005038DD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затвердження проєкту</w:t>
      </w:r>
    </w:p>
    <w:p w:rsidR="00CF0506" w:rsidRDefault="00CF0506" w:rsidP="005038DD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землеустрою та надання у</w:t>
      </w:r>
    </w:p>
    <w:p w:rsidR="00CF0506" w:rsidRDefault="00CF0506" w:rsidP="005038DD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власність земельної ділянки</w:t>
      </w:r>
    </w:p>
    <w:p w:rsidR="00CF0506" w:rsidRDefault="00CF0506" w:rsidP="005038DD">
      <w:pPr>
        <w:tabs>
          <w:tab w:val="left" w:pos="567"/>
          <w:tab w:val="left" w:pos="851"/>
        </w:tabs>
        <w:adjustRightInd w:val="0"/>
        <w:spacing w:after="0" w:line="240" w:lineRule="auto"/>
        <w:ind w:right="4678" w:firstLine="284"/>
        <w:rPr>
          <w:rFonts w:ascii="Times New Roman" w:hAnsi="Times New Roman"/>
          <w:sz w:val="28"/>
          <w:szCs w:val="28"/>
        </w:rPr>
      </w:pPr>
    </w:p>
    <w:p w:rsidR="00CF0506" w:rsidRDefault="00CF0506" w:rsidP="005038DD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 </w:t>
      </w:r>
      <w:r>
        <w:rPr>
          <w:rFonts w:ascii="Times New Roman" w:hAnsi="Times New Roman"/>
          <w:color w:val="000000"/>
          <w:sz w:val="28"/>
          <w:szCs w:val="28"/>
        </w:rPr>
        <w:t>постійної комісії з питань аграрної політики та земельних відносин </w:t>
      </w:r>
      <w:r>
        <w:rPr>
          <w:rFonts w:ascii="Times New Roman" w:hAnsi="Times New Roman"/>
          <w:sz w:val="28"/>
          <w:szCs w:val="28"/>
        </w:rPr>
        <w:t>селищна рада</w:t>
      </w:r>
    </w:p>
    <w:p w:rsidR="00CF0506" w:rsidRDefault="00CF0506" w:rsidP="005038DD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0506" w:rsidRDefault="00CF0506" w:rsidP="005038DD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ВИРІШИЛА:</w:t>
      </w:r>
    </w:p>
    <w:p w:rsidR="00CF0506" w:rsidRDefault="00CF0506" w:rsidP="005038DD">
      <w:pPr>
        <w:tabs>
          <w:tab w:val="left" w:pos="567"/>
        </w:tabs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CF0506" w:rsidRDefault="00CF0506" w:rsidP="005038DD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1.  Затвердити проєкт землеустрою щодо відведення земельної ділянки гр. </w:t>
      </w:r>
      <w:r>
        <w:rPr>
          <w:rFonts w:ascii="Times New Roman" w:hAnsi="Times New Roman"/>
          <w:sz w:val="28"/>
          <w:szCs w:val="28"/>
          <w:lang w:val="uk-UA"/>
        </w:rPr>
        <w:t>Кравчині Вікторії Олександрівні </w:t>
      </w:r>
      <w:r>
        <w:rPr>
          <w:rFonts w:ascii="Times New Roman" w:hAnsi="Times New Roman"/>
          <w:sz w:val="28"/>
          <w:szCs w:val="28"/>
        </w:rPr>
        <w:t>загальною площею – 0,</w:t>
      </w:r>
      <w:r>
        <w:rPr>
          <w:rFonts w:ascii="Times New Roman" w:hAnsi="Times New Roman"/>
          <w:sz w:val="28"/>
          <w:szCs w:val="28"/>
          <w:lang w:val="uk-UA"/>
        </w:rPr>
        <w:t>3300</w:t>
      </w:r>
      <w:r>
        <w:rPr>
          <w:rFonts w:ascii="Times New Roman" w:hAnsi="Times New Roman"/>
          <w:sz w:val="28"/>
          <w:szCs w:val="28"/>
        </w:rPr>
        <w:t xml:space="preserve">  га,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рада,  в межах с. </w:t>
      </w:r>
      <w:r>
        <w:rPr>
          <w:rFonts w:ascii="Times New Roman" w:hAnsi="Times New Roman"/>
          <w:sz w:val="28"/>
          <w:szCs w:val="28"/>
          <w:lang w:val="uk-UA"/>
        </w:rPr>
        <w:t>Молдовка</w:t>
      </w:r>
    </w:p>
    <w:p w:rsidR="00CF0506" w:rsidRDefault="00CF0506" w:rsidP="005038DD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 Передати безоплатно у власність земельну ділянку гр. </w:t>
      </w:r>
      <w:r>
        <w:rPr>
          <w:rFonts w:ascii="Times New Roman" w:hAnsi="Times New Roman"/>
          <w:sz w:val="28"/>
          <w:szCs w:val="28"/>
          <w:lang w:val="uk-UA"/>
        </w:rPr>
        <w:t xml:space="preserve">Кравчині Вікторії Олександрівні </w:t>
      </w:r>
      <w:r>
        <w:rPr>
          <w:rFonts w:ascii="Times New Roman" w:hAnsi="Times New Roman"/>
          <w:sz w:val="28"/>
          <w:szCs w:val="28"/>
        </w:rPr>
        <w:t>загальною площею – 0,</w:t>
      </w:r>
      <w:r>
        <w:rPr>
          <w:rFonts w:ascii="Times New Roman" w:hAnsi="Times New Roman"/>
          <w:sz w:val="28"/>
          <w:szCs w:val="28"/>
          <w:lang w:val="uk-UA"/>
        </w:rPr>
        <w:t>3300</w:t>
      </w:r>
      <w:r>
        <w:rPr>
          <w:rFonts w:ascii="Times New Roman" w:hAnsi="Times New Roman"/>
          <w:sz w:val="28"/>
          <w:szCs w:val="28"/>
        </w:rPr>
        <w:t xml:space="preserve">  га, в тому числі по угіддях: 0,</w:t>
      </w:r>
      <w:r>
        <w:rPr>
          <w:rFonts w:ascii="Times New Roman" w:hAnsi="Times New Roman"/>
          <w:sz w:val="28"/>
          <w:szCs w:val="28"/>
          <w:lang w:val="uk-UA"/>
        </w:rPr>
        <w:t>3300</w:t>
      </w:r>
      <w:r>
        <w:rPr>
          <w:rFonts w:ascii="Times New Roman" w:hAnsi="Times New Roman"/>
          <w:sz w:val="28"/>
          <w:szCs w:val="28"/>
        </w:rPr>
        <w:t xml:space="preserve">  га –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</w:t>
      </w:r>
      <w:r>
        <w:rPr>
          <w:rFonts w:ascii="Times New Roman" w:hAnsi="Times New Roman"/>
          <w:sz w:val="28"/>
          <w:szCs w:val="28"/>
          <w:lang w:val="uk-UA"/>
        </w:rPr>
        <w:t>. Молдовка</w:t>
      </w:r>
      <w:r>
        <w:rPr>
          <w:rFonts w:ascii="Times New Roman" w:hAnsi="Times New Roman"/>
          <w:sz w:val="28"/>
          <w:szCs w:val="28"/>
        </w:rPr>
        <w:t>(кадастровий номер земельної ділянки 352148</w:t>
      </w:r>
      <w:r>
        <w:rPr>
          <w:rFonts w:ascii="Times New Roman" w:hAnsi="Times New Roman"/>
          <w:sz w:val="28"/>
          <w:szCs w:val="28"/>
          <w:lang w:val="uk-UA"/>
        </w:rPr>
        <w:t>56</w:t>
      </w:r>
      <w:r>
        <w:rPr>
          <w:rFonts w:ascii="Times New Roman" w:hAnsi="Times New Roman"/>
          <w:sz w:val="28"/>
          <w:szCs w:val="28"/>
        </w:rPr>
        <w:t>00:5</w:t>
      </w:r>
      <w:r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</w:rPr>
        <w:t>:000:00</w:t>
      </w:r>
      <w:r>
        <w:rPr>
          <w:rFonts w:ascii="Times New Roman" w:hAnsi="Times New Roman"/>
          <w:sz w:val="28"/>
          <w:szCs w:val="28"/>
          <w:lang w:val="uk-UA"/>
        </w:rPr>
        <w:t>67</w:t>
      </w:r>
      <w:r>
        <w:rPr>
          <w:rFonts w:ascii="Times New Roman" w:hAnsi="Times New Roman"/>
          <w:sz w:val="28"/>
          <w:szCs w:val="28"/>
        </w:rPr>
        <w:t>).</w:t>
      </w:r>
    </w:p>
    <w:p w:rsidR="00CF0506" w:rsidRDefault="00CF0506" w:rsidP="005038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F0506" w:rsidRDefault="00CF0506" w:rsidP="005038DD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3.  Затвердити проєкт землеустрою щодо відведення земельної ділянки гр. </w:t>
      </w:r>
      <w:r>
        <w:rPr>
          <w:rFonts w:ascii="Times New Roman" w:hAnsi="Times New Roman"/>
          <w:sz w:val="28"/>
          <w:szCs w:val="28"/>
          <w:lang w:val="uk-UA"/>
        </w:rPr>
        <w:t>Симокінь Григорію Івановичу загальною площею – 0,2500  га, у власність для будівництва та обслуговування жилого будинку, господарських будівель та споруд (присадибна ділянка) (код КВЦПЗ 02.01)    за адресою: Кіровоградська область, Голованівський  район, Голованівська селищна рада,  в межах селище Ємилівка, вул. Пушкіна,16.</w:t>
      </w:r>
    </w:p>
    <w:p w:rsidR="00CF0506" w:rsidRDefault="00CF0506" w:rsidP="005038DD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4. Передати безоплатно у власність земельну ділянку гр. Симокінь Григорію Івановичу загальною площею – 0,2500  га, в тому числі по угіддях: </w:t>
      </w:r>
      <w:smartTag w:uri="urn:schemas-microsoft-com:office:smarttags" w:element="metricconverter">
        <w:smartTagPr>
          <w:attr w:name="ProductID" w:val="0,2500 га"/>
        </w:smartTagPr>
        <w:r>
          <w:rPr>
            <w:rFonts w:ascii="Times New Roman" w:hAnsi="Times New Roman"/>
            <w:sz w:val="28"/>
            <w:szCs w:val="28"/>
            <w:lang w:val="uk-UA"/>
          </w:rPr>
          <w:t>0,2500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– малоповерхова забудова, для будівництва та обслуговування жилого будинку, господарських будівель та споруд (присадибна ділянка) (код КВЦПЗ 02.01), за рахунок земель житлової та громадської забудови, що перебуває в комунальній власності (запасі) за адресою: Кіровоградська область, Голованівський район, Голованівська селищна рада, в межах селище Ємилівка, вул. Пушкіна, 16. (кадастровий номер земельної ділянки 3521481300:52:000:0106).</w:t>
      </w:r>
    </w:p>
    <w:p w:rsidR="00CF0506" w:rsidRDefault="00CF0506" w:rsidP="005038DD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0506" w:rsidRDefault="00CF0506" w:rsidP="005038DD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5.  Затвердити проєкт землеустрою щодо відведення земельної ділянки гр. Гаврилюк Ліані Миколаївні загальною площею – 0,0611  га,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рада,  в межах смт Голованівськ, вул. 8 Березня, 14.</w:t>
      </w:r>
    </w:p>
    <w:p w:rsidR="00CF0506" w:rsidRDefault="00CF0506" w:rsidP="005038DD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 Передати безоплатно у власність земельну ділянку гр. Гаврилюк Ліані Миколаївні загальною площею – </w:t>
      </w:r>
      <w:smartTag w:uri="urn:schemas-microsoft-com:office:smarttags" w:element="metricconverter">
        <w:smartTagPr>
          <w:attr w:name="ProductID" w:val="0,0611 га"/>
        </w:smartTagPr>
        <w:r>
          <w:rPr>
            <w:rFonts w:ascii="Times New Roman" w:hAnsi="Times New Roman"/>
            <w:sz w:val="28"/>
            <w:szCs w:val="28"/>
            <w:lang w:val="uk-UA"/>
          </w:rPr>
          <w:t>0,0611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, в тому числі по угіддях: </w:t>
      </w:r>
      <w:smartTag w:uri="urn:schemas-microsoft-com:office:smarttags" w:element="metricconverter">
        <w:smartTagPr>
          <w:attr w:name="ProductID" w:val="0,0611 га"/>
        </w:smartTagPr>
        <w:r>
          <w:rPr>
            <w:rFonts w:ascii="Times New Roman" w:hAnsi="Times New Roman"/>
            <w:sz w:val="28"/>
            <w:szCs w:val="28"/>
            <w:lang w:val="uk-UA"/>
          </w:rPr>
          <w:t>0,0611 га</w:t>
        </w:r>
      </w:smartTag>
      <w:r>
        <w:rPr>
          <w:rFonts w:ascii="Times New Roman" w:hAnsi="Times New Roman"/>
          <w:sz w:val="28"/>
          <w:szCs w:val="28"/>
          <w:lang w:val="uk-UA"/>
        </w:rPr>
        <w:t>,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смт Голованівськ, вул. 8 Березня, 14. (кадастровий номер земельної ділянки 3521455100:50:036:0012).</w:t>
      </w:r>
    </w:p>
    <w:p w:rsidR="00CF0506" w:rsidRDefault="00CF0506" w:rsidP="005038DD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0506" w:rsidRDefault="00CF0506" w:rsidP="005038DD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7.  Затвердити проєкт землеустрою щодо відведення земельної ділянки гр. Тимощуку Артему Валентиновичу загальною площею – 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sz w:val="28"/>
            <w:szCs w:val="28"/>
            <w:lang w:val="uk-UA"/>
          </w:rPr>
          <w:t>0,0800 га</w:t>
        </w:r>
      </w:smartTag>
      <w:r>
        <w:rPr>
          <w:rFonts w:ascii="Times New Roman" w:hAnsi="Times New Roman"/>
          <w:sz w:val="28"/>
          <w:szCs w:val="28"/>
          <w:lang w:val="uk-UA"/>
        </w:rPr>
        <w:t>, у власність для будівництва та обслуговування жилого будинку, господарських будівель та споруд (присадибна ділянка) (код КВЦПЗ 02.01) за адресою: Кіровоградська область, Голованівський район, Голованівська селищна рада,  в межах смт Голованівськ, вул. Українського Козацтва, 9.</w:t>
      </w:r>
    </w:p>
    <w:p w:rsidR="00CF0506" w:rsidRDefault="00CF0506" w:rsidP="005038DD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8. Передати безоплатно у власність земельну ділянку гр. </w:t>
      </w:r>
      <w:r>
        <w:rPr>
          <w:rFonts w:ascii="Times New Roman" w:hAnsi="Times New Roman"/>
          <w:sz w:val="28"/>
          <w:szCs w:val="28"/>
          <w:lang w:val="uk-UA"/>
        </w:rPr>
        <w:t xml:space="preserve">Тимощуку Артему Валентиновичу загальною площею –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sz w:val="28"/>
            <w:szCs w:val="28"/>
            <w:lang w:val="uk-UA"/>
          </w:rPr>
          <w:t>0,0800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, в тому числі по угіддях: </w:t>
      </w:r>
      <w:smartTag w:uri="urn:schemas-microsoft-com:office:smarttags" w:element="metricconverter">
        <w:smartTagPr>
          <w:attr w:name="ProductID" w:val="0,0800 га"/>
        </w:smartTagPr>
        <w:r>
          <w:rPr>
            <w:rFonts w:ascii="Times New Roman" w:hAnsi="Times New Roman"/>
            <w:sz w:val="28"/>
            <w:szCs w:val="28"/>
            <w:lang w:val="uk-UA"/>
          </w:rPr>
          <w:t>0,0800 га</w:t>
        </w:r>
      </w:smartTag>
      <w:r>
        <w:rPr>
          <w:rFonts w:ascii="Times New Roman" w:hAnsi="Times New Roman"/>
          <w:sz w:val="28"/>
          <w:szCs w:val="28"/>
          <w:lang w:val="uk-UA"/>
        </w:rPr>
        <w:t>, малоповерхова забудова, для будівництва та обслуговування жилого будинку, господарських будівель та споруд (присадибна ділянка) (код КВЦПЗ 02.01), за рахунок земель житлової та громадської забудови, що перебуває в комунальній власності (запасі) за адресою: Кіровоградська область, Голованівський район, Голованівська селищна рада, в межах смт Голованівськ, вул. Українського Козацтва, 9. (кадастровий номер земельної ділянки 3521455100:50:114:0009).</w:t>
      </w:r>
    </w:p>
    <w:p w:rsidR="00CF0506" w:rsidRDefault="00CF0506" w:rsidP="005038DD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0506" w:rsidRDefault="00CF0506" w:rsidP="005038DD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9.  Затвердити проєкт землеустрою щодо відведення земельної ділянки гр. Лавруку Миколі Петровичу загальною площею –  </w:t>
      </w:r>
      <w:smartTag w:uri="urn:schemas-microsoft-com:office:smarttags" w:element="metricconverter">
        <w:smartTagPr>
          <w:attr w:name="ProductID" w:val="0,2694 га"/>
        </w:smartTagPr>
        <w:r>
          <w:rPr>
            <w:rFonts w:ascii="Times New Roman" w:hAnsi="Times New Roman"/>
            <w:sz w:val="28"/>
            <w:szCs w:val="28"/>
            <w:lang w:val="uk-UA"/>
          </w:rPr>
          <w:t>0,2694 га</w:t>
        </w:r>
      </w:smartTag>
      <w:r>
        <w:rPr>
          <w:rFonts w:ascii="Times New Roman" w:hAnsi="Times New Roman"/>
          <w:sz w:val="28"/>
          <w:szCs w:val="28"/>
          <w:lang w:val="uk-UA"/>
        </w:rPr>
        <w:t>,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рада,  в межах с. Межирічка, вул. Лесі Українки.</w:t>
      </w:r>
    </w:p>
    <w:p w:rsidR="00CF0506" w:rsidRDefault="00CF0506" w:rsidP="005038DD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10. Передати безоплатно у власність земельну ділянку гр. Лавруку Миколі Петровичу загальною площею – </w:t>
      </w:r>
      <w:smartTag w:uri="urn:schemas-microsoft-com:office:smarttags" w:element="metricconverter">
        <w:smartTagPr>
          <w:attr w:name="ProductID" w:val="0,2694 га"/>
        </w:smartTagPr>
        <w:r>
          <w:rPr>
            <w:rFonts w:ascii="Times New Roman" w:hAnsi="Times New Roman"/>
            <w:sz w:val="28"/>
            <w:szCs w:val="28"/>
            <w:lang w:val="uk-UA"/>
          </w:rPr>
          <w:t>0,2694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, в тому числі по угіддях: </w:t>
      </w:r>
      <w:smartTag w:uri="urn:schemas-microsoft-com:office:smarttags" w:element="metricconverter">
        <w:smartTagPr>
          <w:attr w:name="ProductID" w:val="0,2694 га"/>
        </w:smartTagPr>
        <w:r>
          <w:rPr>
            <w:rFonts w:ascii="Times New Roman" w:hAnsi="Times New Roman"/>
            <w:sz w:val="28"/>
            <w:szCs w:val="28"/>
            <w:lang w:val="uk-UA"/>
          </w:rPr>
          <w:t>0,2694 га</w:t>
        </w:r>
      </w:smartTag>
      <w:r>
        <w:rPr>
          <w:rFonts w:ascii="Times New Roman" w:hAnsi="Times New Roman"/>
          <w:sz w:val="28"/>
          <w:szCs w:val="28"/>
          <w:lang w:val="uk-UA"/>
        </w:rPr>
        <w:t>,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с.Межирічка, вул. Лесі Українки. (кадастровий номер земельної ділянки 3521485200:51:000:0234).</w:t>
      </w:r>
    </w:p>
    <w:p w:rsidR="00CF0506" w:rsidRDefault="00CF0506" w:rsidP="005038DD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0506" w:rsidRDefault="00CF0506" w:rsidP="005038DD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11.  Затвердити проєкт землеустрою щодо відведення земельної ділянки гр. Шкарбуті Івану Арсентійовичу загальною площею –  </w:t>
      </w:r>
      <w:smartTag w:uri="urn:schemas-microsoft-com:office:smarttags" w:element="metricconverter">
        <w:smartTagPr>
          <w:attr w:name="ProductID" w:val="0,2500 га"/>
        </w:smartTagPr>
        <w:r>
          <w:rPr>
            <w:rFonts w:ascii="Times New Roman" w:hAnsi="Times New Roman"/>
            <w:sz w:val="28"/>
            <w:szCs w:val="28"/>
            <w:lang w:val="uk-UA"/>
          </w:rPr>
          <w:t>0,2500 га</w:t>
        </w:r>
      </w:smartTag>
      <w:r>
        <w:rPr>
          <w:rFonts w:ascii="Times New Roman" w:hAnsi="Times New Roman"/>
          <w:sz w:val="28"/>
          <w:szCs w:val="28"/>
          <w:lang w:val="uk-UA"/>
        </w:rPr>
        <w:t>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 за межами селища Ємилівка.</w:t>
      </w:r>
    </w:p>
    <w:p w:rsidR="00CF0506" w:rsidRDefault="00CF0506" w:rsidP="005038DD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1</w:t>
      </w:r>
      <w:r>
        <w:rPr>
          <w:rFonts w:ascii="Times New Roman" w:hAnsi="Times New Roman"/>
          <w:sz w:val="28"/>
          <w:szCs w:val="28"/>
        </w:rPr>
        <w:t>2. Передати безоплатно у власність земельну ділянку гр. </w:t>
      </w:r>
      <w:r>
        <w:rPr>
          <w:rFonts w:ascii="Times New Roman" w:hAnsi="Times New Roman"/>
          <w:sz w:val="28"/>
          <w:szCs w:val="28"/>
          <w:lang w:val="uk-UA"/>
        </w:rPr>
        <w:t xml:space="preserve">Шкарбуті Івану Арсентійовичу загальною площею – </w:t>
      </w:r>
      <w:smartTag w:uri="urn:schemas-microsoft-com:office:smarttags" w:element="metricconverter">
        <w:smartTagPr>
          <w:attr w:name="ProductID" w:val="0,2500 га"/>
        </w:smartTagPr>
        <w:r>
          <w:rPr>
            <w:rFonts w:ascii="Times New Roman" w:hAnsi="Times New Roman"/>
            <w:sz w:val="28"/>
            <w:szCs w:val="28"/>
            <w:lang w:val="uk-UA"/>
          </w:rPr>
          <w:t>0,2500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, в тому числі по угіддях: </w:t>
      </w:r>
      <w:smartTag w:uri="urn:schemas-microsoft-com:office:smarttags" w:element="metricconverter">
        <w:smartTagPr>
          <w:attr w:name="ProductID" w:val="0,2500 га"/>
        </w:smartTagPr>
        <w:r>
          <w:rPr>
            <w:rFonts w:ascii="Times New Roman" w:hAnsi="Times New Roman"/>
            <w:sz w:val="28"/>
            <w:szCs w:val="28"/>
            <w:lang w:val="uk-UA"/>
          </w:rPr>
          <w:t>0,2500 га</w:t>
        </w:r>
      </w:smartTag>
      <w:r>
        <w:rPr>
          <w:rFonts w:ascii="Times New Roman" w:hAnsi="Times New Roman"/>
          <w:sz w:val="28"/>
          <w:szCs w:val="28"/>
          <w:lang w:val="uk-UA"/>
        </w:rPr>
        <w:t>,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за межами селища Ємилівка (кадастровий номер земельної ділянки 3521481300:52:000:0109).</w:t>
      </w:r>
    </w:p>
    <w:p w:rsidR="00CF0506" w:rsidRDefault="00CF0506" w:rsidP="005038DD">
      <w:pPr>
        <w:rPr>
          <w:lang w:val="uk-UA"/>
        </w:rPr>
      </w:pPr>
    </w:p>
    <w:p w:rsidR="00CF0506" w:rsidRDefault="00CF0506" w:rsidP="005038DD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13.  Затвердити проєкт землеустрою щодо відведення земельної ділянки гр. Душиній Юлії Сергіївні </w:t>
      </w:r>
      <w:r>
        <w:rPr>
          <w:rFonts w:ascii="Times New Roman" w:hAnsi="Times New Roman"/>
          <w:sz w:val="28"/>
          <w:szCs w:val="28"/>
        </w:rPr>
        <w:t xml:space="preserve">загальною площею –  </w:t>
      </w:r>
      <w:smartTag w:uri="urn:schemas-microsoft-com:office:smarttags" w:element="metricconverter">
        <w:smartTagPr>
          <w:attr w:name="ProductID" w:val="0,8790 га"/>
        </w:smartTagPr>
        <w:r>
          <w:rPr>
            <w:rFonts w:ascii="Times New Roman" w:hAnsi="Times New Roman"/>
            <w:sz w:val="28"/>
            <w:szCs w:val="28"/>
          </w:rPr>
          <w:t>0,</w:t>
        </w:r>
        <w:r>
          <w:rPr>
            <w:rFonts w:ascii="Times New Roman" w:hAnsi="Times New Roman"/>
            <w:sz w:val="28"/>
            <w:szCs w:val="28"/>
            <w:lang w:val="uk-UA"/>
          </w:rPr>
          <w:t>879</w:t>
        </w:r>
        <w:r>
          <w:rPr>
            <w:rFonts w:ascii="Times New Roman" w:hAnsi="Times New Roman"/>
            <w:sz w:val="28"/>
            <w:szCs w:val="28"/>
          </w:rPr>
          <w:t>0 га</w:t>
        </w:r>
      </w:smartTag>
      <w:r>
        <w:rPr>
          <w:rFonts w:ascii="Times New Roman" w:hAnsi="Times New Roman"/>
          <w:sz w:val="28"/>
          <w:szCs w:val="28"/>
        </w:rPr>
        <w:t xml:space="preserve">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 </w:t>
      </w:r>
      <w:r>
        <w:rPr>
          <w:rFonts w:ascii="Times New Roman" w:hAnsi="Times New Roman"/>
          <w:sz w:val="28"/>
          <w:szCs w:val="28"/>
          <w:lang w:val="uk-UA"/>
        </w:rPr>
        <w:t>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с.</w:t>
      </w:r>
      <w:r>
        <w:rPr>
          <w:rFonts w:ascii="Times New Roman" w:hAnsi="Times New Roman"/>
          <w:sz w:val="28"/>
          <w:szCs w:val="28"/>
          <w:lang w:val="uk-UA"/>
        </w:rPr>
        <w:t>Новосілка.</w:t>
      </w:r>
    </w:p>
    <w:p w:rsidR="00CF0506" w:rsidRDefault="00CF0506" w:rsidP="005038DD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14. Передати безоплатно у власність земельну ділянку гр. </w:t>
      </w:r>
      <w:r>
        <w:rPr>
          <w:rFonts w:ascii="Times New Roman" w:hAnsi="Times New Roman"/>
          <w:sz w:val="28"/>
          <w:szCs w:val="28"/>
          <w:lang w:val="uk-UA"/>
        </w:rPr>
        <w:t xml:space="preserve">Душиній Юлії Сергіївні   загальною площею – </w:t>
      </w:r>
      <w:smartTag w:uri="urn:schemas-microsoft-com:office:smarttags" w:element="metricconverter">
        <w:smartTagPr>
          <w:attr w:name="ProductID" w:val="0,8790 га"/>
        </w:smartTagPr>
        <w:r>
          <w:rPr>
            <w:rFonts w:ascii="Times New Roman" w:hAnsi="Times New Roman"/>
            <w:sz w:val="28"/>
            <w:szCs w:val="28"/>
            <w:lang w:val="uk-UA"/>
          </w:rPr>
          <w:t>0,8790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, в тому числі по угіддях: </w:t>
      </w:r>
      <w:smartTag w:uri="urn:schemas-microsoft-com:office:smarttags" w:element="metricconverter">
        <w:smartTagPr>
          <w:attr w:name="ProductID" w:val="0,8790 га"/>
        </w:smartTagPr>
        <w:r>
          <w:rPr>
            <w:rFonts w:ascii="Times New Roman" w:hAnsi="Times New Roman"/>
            <w:sz w:val="28"/>
            <w:szCs w:val="28"/>
            <w:lang w:val="uk-UA"/>
          </w:rPr>
          <w:t>0,8790 га</w:t>
        </w:r>
      </w:smartTag>
      <w:r>
        <w:rPr>
          <w:rFonts w:ascii="Times New Roman" w:hAnsi="Times New Roman"/>
          <w:sz w:val="28"/>
          <w:szCs w:val="28"/>
          <w:lang w:val="uk-UA"/>
        </w:rPr>
        <w:t>,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за межами с. Новосілка, (кадастровий номер земельної ділянки 3521486500:02:000:0927).</w:t>
      </w:r>
    </w:p>
    <w:p w:rsidR="00CF0506" w:rsidRDefault="00CF0506" w:rsidP="005038DD">
      <w:pPr>
        <w:rPr>
          <w:lang w:val="uk-UA"/>
        </w:rPr>
      </w:pPr>
    </w:p>
    <w:p w:rsidR="00CF0506" w:rsidRDefault="00CF0506" w:rsidP="005038DD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2C46D1">
        <w:rPr>
          <w:rFonts w:ascii="Times New Roman" w:hAnsi="Times New Roman"/>
          <w:sz w:val="28"/>
          <w:szCs w:val="28"/>
          <w:lang w:val="uk-UA"/>
        </w:rPr>
        <w:t xml:space="preserve">15.  Затвердити проєкт землеустрою щодо відведення земельної ділянки гр. Панченко Мілені Віталіївні загальною площею –  </w:t>
      </w:r>
      <w:smartTag w:uri="urn:schemas-microsoft-com:office:smarttags" w:element="metricconverter">
        <w:smartTagPr>
          <w:attr w:name="ProductID" w:val="0,1200 га"/>
        </w:smartTagPr>
        <w:r w:rsidRPr="002C46D1">
          <w:rPr>
            <w:rFonts w:ascii="Times New Roman" w:hAnsi="Times New Roman"/>
            <w:sz w:val="28"/>
            <w:szCs w:val="28"/>
            <w:lang w:val="uk-UA"/>
          </w:rPr>
          <w:t>0,1200 га</w:t>
        </w:r>
      </w:smartTag>
      <w:r w:rsidRPr="002C46D1">
        <w:rPr>
          <w:rFonts w:ascii="Times New Roman" w:hAnsi="Times New Roman"/>
          <w:sz w:val="28"/>
          <w:szCs w:val="28"/>
          <w:lang w:val="uk-UA"/>
        </w:rPr>
        <w:t>, у власність для індивідуального садівництва (код КВЦПЗ 01.05) за адресою: Кіровоградська область, Голованівський район, Голованівська селищна рада,  в межах с. Шепилове.</w:t>
      </w:r>
    </w:p>
    <w:p w:rsidR="00CF0506" w:rsidRDefault="00CF0506" w:rsidP="00C61EF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F0506" w:rsidRDefault="00CF0506" w:rsidP="00C61EF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16. Передати безоплатно у власність земельну ділянку гр. Панченко Мілені Віталіївні    загальною площею – </w:t>
      </w:r>
      <w:smartTag w:uri="urn:schemas-microsoft-com:office:smarttags" w:element="metricconverter">
        <w:smartTagPr>
          <w:attr w:name="ProductID" w:val="0,1200 га"/>
        </w:smartTagPr>
        <w:r>
          <w:rPr>
            <w:rFonts w:ascii="Times New Roman" w:hAnsi="Times New Roman"/>
            <w:sz w:val="28"/>
            <w:szCs w:val="28"/>
            <w:lang w:val="uk-UA"/>
          </w:rPr>
          <w:t>0,1200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, в тому числі по угіддях: </w:t>
      </w:r>
      <w:smartTag w:uri="urn:schemas-microsoft-com:office:smarttags" w:element="metricconverter">
        <w:smartTagPr>
          <w:attr w:name="ProductID" w:val="0,1200 га"/>
        </w:smartTagPr>
        <w:r>
          <w:rPr>
            <w:rFonts w:ascii="Times New Roman" w:hAnsi="Times New Roman"/>
            <w:sz w:val="28"/>
            <w:szCs w:val="28"/>
            <w:lang w:val="uk-UA"/>
          </w:rPr>
          <w:t>0,1200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CF0506" w:rsidRDefault="00CF0506" w:rsidP="00C61EFF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ріллі для індивідуального садівництва (код КВЦПЗ 01.05),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Шепилове (кадастровий номер земельної ділянки 3521488300:51:000:0193).</w:t>
      </w:r>
    </w:p>
    <w:p w:rsidR="00CF0506" w:rsidRDefault="00CF0506" w:rsidP="00C61EFF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0506" w:rsidRDefault="00CF0506" w:rsidP="00C61EFF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17.  Затвердити проєкт землеустрою щодо відведення земельної ділянки гр. Дубинському Леоніду Васильовичу </w:t>
      </w:r>
      <w:r>
        <w:rPr>
          <w:rFonts w:ascii="Times New Roman" w:hAnsi="Times New Roman"/>
          <w:sz w:val="28"/>
          <w:szCs w:val="28"/>
        </w:rPr>
        <w:t xml:space="preserve">загальною площею –  </w:t>
      </w:r>
      <w:smartTag w:uri="urn:schemas-microsoft-com:office:smarttags" w:element="metricconverter">
        <w:smartTagPr>
          <w:attr w:name="ProductID" w:val="1,2043 га"/>
        </w:smartTagPr>
        <w:r>
          <w:rPr>
            <w:rFonts w:ascii="Times New Roman" w:hAnsi="Times New Roman"/>
            <w:sz w:val="28"/>
            <w:szCs w:val="28"/>
            <w:lang w:val="uk-UA"/>
          </w:rPr>
          <w:t>1,2043</w:t>
        </w:r>
        <w:r>
          <w:rPr>
            <w:rFonts w:ascii="Times New Roman" w:hAnsi="Times New Roman"/>
            <w:sz w:val="28"/>
            <w:szCs w:val="28"/>
          </w:rPr>
          <w:t xml:space="preserve"> га</w:t>
        </w:r>
      </w:smartTag>
      <w:r>
        <w:rPr>
          <w:rFonts w:ascii="Times New Roman" w:hAnsi="Times New Roman"/>
          <w:sz w:val="28"/>
          <w:szCs w:val="28"/>
        </w:rPr>
        <w:t>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 в межах с. </w:t>
      </w:r>
      <w:r>
        <w:rPr>
          <w:rFonts w:ascii="Times New Roman" w:hAnsi="Times New Roman"/>
          <w:sz w:val="28"/>
          <w:szCs w:val="28"/>
          <w:lang w:val="uk-UA"/>
        </w:rPr>
        <w:t>Надеждівка, вул. Перемоги, 24.</w:t>
      </w:r>
    </w:p>
    <w:p w:rsidR="00CF0506" w:rsidRDefault="00CF0506" w:rsidP="00C61EFF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18. Передати безоплатно у власність земельну ділянку гр. </w:t>
      </w:r>
      <w:r>
        <w:rPr>
          <w:rFonts w:ascii="Times New Roman" w:hAnsi="Times New Roman"/>
          <w:sz w:val="28"/>
          <w:szCs w:val="28"/>
          <w:lang w:val="uk-UA"/>
        </w:rPr>
        <w:t xml:space="preserve">Дубинському Леоніду Васильовичу    загальною площею – </w:t>
      </w:r>
      <w:smartTag w:uri="urn:schemas-microsoft-com:office:smarttags" w:element="metricconverter">
        <w:smartTagPr>
          <w:attr w:name="ProductID" w:val="1,2043 га"/>
        </w:smartTagPr>
        <w:r>
          <w:rPr>
            <w:rFonts w:ascii="Times New Roman" w:hAnsi="Times New Roman"/>
            <w:sz w:val="28"/>
            <w:szCs w:val="28"/>
            <w:lang w:val="uk-UA"/>
          </w:rPr>
          <w:t>1,2043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, в тому числі по угіддях: </w:t>
      </w:r>
      <w:smartTag w:uri="urn:schemas-microsoft-com:office:smarttags" w:element="metricconverter">
        <w:smartTagPr>
          <w:attr w:name="ProductID" w:val="1,2043 га"/>
        </w:smartTagPr>
        <w:r>
          <w:rPr>
            <w:rFonts w:ascii="Times New Roman" w:hAnsi="Times New Roman"/>
            <w:sz w:val="28"/>
            <w:szCs w:val="28"/>
            <w:lang w:val="uk-UA"/>
          </w:rPr>
          <w:t>1,2043 га</w:t>
        </w:r>
      </w:smartTag>
      <w:r>
        <w:rPr>
          <w:rFonts w:ascii="Times New Roman" w:hAnsi="Times New Roman"/>
          <w:sz w:val="28"/>
          <w:szCs w:val="28"/>
          <w:lang w:val="uk-UA"/>
        </w:rPr>
        <w:t>,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с.Надеждівка, вул. Перемоги, 24 (кадастровий номер земельної ділянки 3521485600:53:000:0022).</w:t>
      </w:r>
    </w:p>
    <w:p w:rsidR="00CF0506" w:rsidRDefault="00CF0506" w:rsidP="00C61EFF">
      <w:pPr>
        <w:rPr>
          <w:lang w:val="uk-UA"/>
        </w:rPr>
      </w:pPr>
    </w:p>
    <w:p w:rsidR="00CF0506" w:rsidRDefault="00CF0506" w:rsidP="00C61EFF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19.  Затвердити проєкт землеустрою щодо відведення земельної ділянки гр. Андрущенко Володимиру Петровичу загальною площею –  0,8408 га, </w:t>
      </w:r>
      <w:r>
        <w:rPr>
          <w:rFonts w:ascii="Times New Roman" w:hAnsi="Times New Roman"/>
          <w:sz w:val="28"/>
          <w:szCs w:val="28"/>
        </w:rPr>
        <w:t xml:space="preserve">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 в межах с. </w:t>
      </w:r>
      <w:r>
        <w:rPr>
          <w:rFonts w:ascii="Times New Roman" w:hAnsi="Times New Roman"/>
          <w:sz w:val="28"/>
          <w:szCs w:val="28"/>
          <w:lang w:val="uk-UA"/>
        </w:rPr>
        <w:t>Межирічка.</w:t>
      </w:r>
    </w:p>
    <w:p w:rsidR="00CF0506" w:rsidRDefault="00CF0506" w:rsidP="00C61EFF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2</w:t>
      </w:r>
      <w:r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</w:rPr>
        <w:t>. Передати безоплатно у власність земельну ділянку гр. </w:t>
      </w:r>
      <w:r>
        <w:rPr>
          <w:rFonts w:ascii="Times New Roman" w:hAnsi="Times New Roman"/>
          <w:sz w:val="28"/>
          <w:szCs w:val="28"/>
          <w:lang w:val="uk-UA"/>
        </w:rPr>
        <w:t>Андрущенко Володимиру Петровичу загальною площею – 0,8408 га, в тому числі по угіддях: 0,8408 га, під господарськими будівлями і дворами,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Межирічка. (кадастровий номер земельної ділянки 3521485200:51:000:0253).</w:t>
      </w:r>
    </w:p>
    <w:p w:rsidR="00CF0506" w:rsidRDefault="00CF0506" w:rsidP="00C61EFF">
      <w:pPr>
        <w:rPr>
          <w:lang w:val="uk-UA"/>
        </w:rPr>
      </w:pPr>
    </w:p>
    <w:p w:rsidR="00CF0506" w:rsidRDefault="00CF0506" w:rsidP="00C61EFF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21.  Затвердити проєкт землеустрою щодо відведення земельної ділянки гр. Олійник Тетяні Миколаївні загальною площею –  0,6386 га,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 за межами с.Свірневе.</w:t>
      </w:r>
    </w:p>
    <w:p w:rsidR="00CF0506" w:rsidRDefault="00CF0506" w:rsidP="00C61EFF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2</w:t>
      </w:r>
      <w:r>
        <w:rPr>
          <w:rFonts w:ascii="Times New Roman" w:hAnsi="Times New Roman"/>
          <w:sz w:val="28"/>
          <w:szCs w:val="28"/>
        </w:rPr>
        <w:t>2. Передати безоплатно у власність земельну ділянку гр. </w:t>
      </w:r>
      <w:r>
        <w:rPr>
          <w:rFonts w:ascii="Times New Roman" w:hAnsi="Times New Roman"/>
          <w:sz w:val="28"/>
          <w:szCs w:val="28"/>
          <w:lang w:val="uk-UA"/>
        </w:rPr>
        <w:t>Олійник Тетяні Миколаївні загальною площею –  0,6386 га, в тому числі по угіддях: 0,6386 га під сільськогосподарськими та іншими господарськими будівлями і дворами,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за межами с. Свірневе (кадастровий номер земельної ділянки 3521487000:02:000:0869).</w:t>
      </w:r>
    </w:p>
    <w:p w:rsidR="00CF0506" w:rsidRDefault="00CF0506" w:rsidP="00C61EFF">
      <w:pPr>
        <w:rPr>
          <w:lang w:val="uk-UA"/>
        </w:rPr>
      </w:pPr>
    </w:p>
    <w:p w:rsidR="00CF0506" w:rsidRDefault="00CF0506" w:rsidP="00C61EFF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23.  Затвердити проєкт землеустрою щодо відведення земельної ділянки гр. Закалашнюку Сергію Володимировичу </w:t>
      </w:r>
      <w:r>
        <w:rPr>
          <w:rFonts w:ascii="Times New Roman" w:hAnsi="Times New Roman"/>
          <w:sz w:val="28"/>
          <w:szCs w:val="28"/>
        </w:rPr>
        <w:t xml:space="preserve">загальною площею –  </w:t>
      </w:r>
      <w:r>
        <w:rPr>
          <w:rFonts w:ascii="Times New Roman" w:hAnsi="Times New Roman"/>
          <w:sz w:val="28"/>
          <w:szCs w:val="28"/>
          <w:lang w:val="uk-UA"/>
        </w:rPr>
        <w:t>0,9500</w:t>
      </w:r>
      <w:r>
        <w:rPr>
          <w:rFonts w:ascii="Times New Roman" w:hAnsi="Times New Roman"/>
          <w:sz w:val="28"/>
          <w:szCs w:val="28"/>
        </w:rPr>
        <w:t xml:space="preserve"> га,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 в межах с. </w:t>
      </w:r>
      <w:r>
        <w:rPr>
          <w:rFonts w:ascii="Times New Roman" w:hAnsi="Times New Roman"/>
          <w:sz w:val="28"/>
          <w:szCs w:val="28"/>
          <w:lang w:val="uk-UA"/>
        </w:rPr>
        <w:t>Олександрівка, вул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Чкалова.</w:t>
      </w:r>
    </w:p>
    <w:p w:rsidR="00CF0506" w:rsidRDefault="00CF0506" w:rsidP="00C61EFF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24. Передати безоплатно у власність земельну ділянку гр. </w:t>
      </w:r>
      <w:r>
        <w:rPr>
          <w:rFonts w:ascii="Times New Roman" w:hAnsi="Times New Roman"/>
          <w:sz w:val="28"/>
          <w:szCs w:val="28"/>
          <w:lang w:val="uk-UA"/>
        </w:rPr>
        <w:t>Закалашнюку Сергію Володимировичу   загальною площею – 0,9500 га, в тому числі по угіддях:  0,9500 га 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Олександрівка, вул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Чкалова (кадастровий номер земельної ділянки 3521488300:52:000:0053).</w:t>
      </w:r>
    </w:p>
    <w:p w:rsidR="00CF0506" w:rsidRDefault="00CF0506" w:rsidP="00C61EFF">
      <w:pPr>
        <w:rPr>
          <w:lang w:val="uk-UA"/>
        </w:rPr>
      </w:pPr>
    </w:p>
    <w:p w:rsidR="00CF0506" w:rsidRDefault="00CF0506" w:rsidP="00C61EFF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25.  Затвердити проєкт землеустрою щодо відведення земельної ділянки гр. Богуцькому Сергію Борисовичу </w:t>
      </w:r>
      <w:r>
        <w:rPr>
          <w:rFonts w:ascii="Times New Roman" w:hAnsi="Times New Roman"/>
          <w:sz w:val="28"/>
          <w:szCs w:val="28"/>
        </w:rPr>
        <w:t>загальною площею –  0,</w:t>
      </w:r>
      <w:r>
        <w:rPr>
          <w:rFonts w:ascii="Times New Roman" w:hAnsi="Times New Roman"/>
          <w:sz w:val="28"/>
          <w:szCs w:val="28"/>
          <w:lang w:val="uk-UA"/>
        </w:rPr>
        <w:t>1699</w:t>
      </w:r>
      <w:r>
        <w:rPr>
          <w:rFonts w:ascii="Times New Roman" w:hAnsi="Times New Roman"/>
          <w:sz w:val="28"/>
          <w:szCs w:val="28"/>
        </w:rPr>
        <w:t xml:space="preserve"> га,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 в межах с.</w:t>
      </w:r>
      <w:r>
        <w:rPr>
          <w:rFonts w:ascii="Times New Roman" w:hAnsi="Times New Roman"/>
          <w:sz w:val="28"/>
          <w:szCs w:val="28"/>
          <w:lang w:val="uk-UA"/>
        </w:rPr>
        <w:t>Свірневе.</w:t>
      </w:r>
    </w:p>
    <w:p w:rsidR="00CF0506" w:rsidRDefault="00CF0506" w:rsidP="00C61EFF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26. Передати безоплатно у власність земельну ділянку гр. </w:t>
      </w:r>
      <w:r>
        <w:rPr>
          <w:rFonts w:ascii="Times New Roman" w:hAnsi="Times New Roman"/>
          <w:sz w:val="28"/>
          <w:szCs w:val="28"/>
          <w:lang w:val="uk-UA"/>
        </w:rPr>
        <w:t>Богуцькому Сергію Борисовичу    загальною площею – 0,1699 га, в тому числі по угіддях: 0,1699 га, ріллі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с.Свірневе (кадастровий номер земельної ділянки 3521487000:51:000:0155).</w:t>
      </w:r>
    </w:p>
    <w:p w:rsidR="00CF0506" w:rsidRDefault="00CF0506" w:rsidP="00C61EFF">
      <w:pPr>
        <w:rPr>
          <w:lang w:val="uk-UA"/>
        </w:rPr>
      </w:pPr>
    </w:p>
    <w:p w:rsidR="00CF0506" w:rsidRPr="00DF4971" w:rsidRDefault="00CF0506" w:rsidP="007B56C2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0506" w:rsidRDefault="00CF0506" w:rsidP="00C61EFF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27.Затвердити проєкт землеустрою щодо відведення земельної ділянки гр. Яровому Сергію Олександровичу </w:t>
      </w:r>
      <w:r>
        <w:rPr>
          <w:rFonts w:ascii="Times New Roman" w:hAnsi="Times New Roman"/>
          <w:sz w:val="28"/>
          <w:szCs w:val="28"/>
        </w:rPr>
        <w:t xml:space="preserve">загальною площею –  </w:t>
      </w:r>
      <w:r>
        <w:rPr>
          <w:rFonts w:ascii="Times New Roman" w:hAnsi="Times New Roman"/>
          <w:sz w:val="28"/>
          <w:szCs w:val="28"/>
          <w:lang w:val="uk-UA"/>
        </w:rPr>
        <w:t>2,0000</w:t>
      </w:r>
      <w:r>
        <w:rPr>
          <w:rFonts w:ascii="Times New Roman" w:hAnsi="Times New Roman"/>
          <w:sz w:val="28"/>
          <w:szCs w:val="28"/>
        </w:rPr>
        <w:t xml:space="preserve"> га,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за межами с. </w:t>
      </w:r>
      <w:r>
        <w:rPr>
          <w:rFonts w:ascii="Times New Roman" w:hAnsi="Times New Roman"/>
          <w:sz w:val="28"/>
          <w:szCs w:val="28"/>
          <w:lang w:val="uk-UA"/>
        </w:rPr>
        <w:t>Молдовка.</w:t>
      </w:r>
    </w:p>
    <w:p w:rsidR="00CF0506" w:rsidRDefault="00CF0506" w:rsidP="00C61EFF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>28</w:t>
      </w:r>
      <w:r>
        <w:rPr>
          <w:rFonts w:ascii="Times New Roman" w:hAnsi="Times New Roman"/>
          <w:sz w:val="28"/>
          <w:szCs w:val="28"/>
        </w:rPr>
        <w:t>. Передати безоплатно у власність земельну ділянку гр. </w:t>
      </w:r>
      <w:r>
        <w:rPr>
          <w:rFonts w:ascii="Times New Roman" w:hAnsi="Times New Roman"/>
          <w:sz w:val="28"/>
          <w:szCs w:val="28"/>
          <w:lang w:val="uk-UA"/>
        </w:rPr>
        <w:t>Яровому Сергію Олександровичу загальною площею – 2,0000 га, в тому числі по угіддях: 2,0000 га пасовище,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за межами с. Молдовка (кадастровий номер земельної ділянки 3521485600:02:000:0607).</w:t>
      </w:r>
    </w:p>
    <w:p w:rsidR="00CF0506" w:rsidRDefault="00CF0506" w:rsidP="00C61EFF">
      <w:pPr>
        <w:rPr>
          <w:lang w:val="uk-UA"/>
        </w:rPr>
      </w:pPr>
    </w:p>
    <w:p w:rsidR="00CF0506" w:rsidRDefault="00CF0506" w:rsidP="00C61EFF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29. Затвердити  проєкт землеустрою щодо відведення земельної ділянки гр. Вдовиченко Майї Олександрівні у власність для ведення особистого селянського господарства (код КВЦПЗ 01.03)   за адресою: Кіровоградська область, Голованівський район, в межах с. Свірневе, вул. Польова.</w:t>
      </w:r>
    </w:p>
    <w:p w:rsidR="00CF0506" w:rsidRDefault="00CF0506" w:rsidP="00C61EFF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30. Передати безоплатно у власність земельну ділянку гр. Вдовиченко Майї Олександрівні   загальною площею - 0,5548 га, в тому числі по угіддях: 0,5548 га – рілля, </w:t>
      </w:r>
      <w:r>
        <w:rPr>
          <w:rFonts w:ascii="Times New Roman" w:hAnsi="Times New Roman"/>
          <w:sz w:val="28"/>
          <w:szCs w:val="28"/>
        </w:rPr>
        <w:t>для ведення особистого селянського господарства (код КВЦПЗ 01.03)</w:t>
      </w:r>
      <w:r>
        <w:rPr>
          <w:rFonts w:ascii="Times New Roman" w:hAnsi="Times New Roman"/>
          <w:sz w:val="28"/>
          <w:szCs w:val="28"/>
          <w:lang w:val="uk-UA"/>
        </w:rPr>
        <w:t>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Свірнево вул. Польова  (кадастровий номер земельної ділянки 3521487000:51:000:0154).</w:t>
      </w:r>
    </w:p>
    <w:p w:rsidR="00CF0506" w:rsidRDefault="00CF0506" w:rsidP="00C61EFF">
      <w:pPr>
        <w:rPr>
          <w:lang w:val="uk-UA"/>
        </w:rPr>
      </w:pPr>
    </w:p>
    <w:p w:rsidR="00CF0506" w:rsidRDefault="00CF0506" w:rsidP="00C61EFF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31.  Затвердити проєкт землеустрою щодо відведення земельної ділянки гр. Вдовиченку Олександру Анатолійовичу </w:t>
      </w:r>
      <w:r>
        <w:rPr>
          <w:rFonts w:ascii="Times New Roman" w:hAnsi="Times New Roman"/>
          <w:sz w:val="28"/>
          <w:szCs w:val="28"/>
        </w:rPr>
        <w:t>загальною площею –  0,</w:t>
      </w:r>
      <w:r>
        <w:rPr>
          <w:rFonts w:ascii="Times New Roman" w:hAnsi="Times New Roman"/>
          <w:sz w:val="28"/>
          <w:szCs w:val="28"/>
          <w:lang w:val="uk-UA"/>
        </w:rPr>
        <w:t>2542</w:t>
      </w:r>
      <w:r>
        <w:rPr>
          <w:rFonts w:ascii="Times New Roman" w:hAnsi="Times New Roman"/>
          <w:sz w:val="28"/>
          <w:szCs w:val="28"/>
        </w:rPr>
        <w:t xml:space="preserve"> га,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в межах с.</w:t>
      </w:r>
      <w:r>
        <w:rPr>
          <w:rFonts w:ascii="Times New Roman" w:hAnsi="Times New Roman"/>
          <w:sz w:val="28"/>
          <w:szCs w:val="28"/>
          <w:lang w:val="uk-UA"/>
        </w:rPr>
        <w:t>Свірневе.</w:t>
      </w:r>
    </w:p>
    <w:p w:rsidR="00CF0506" w:rsidRDefault="00CF0506" w:rsidP="00C61EFF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</w:rPr>
        <w:t>. Передати безоплатно у власність земельну ділянку гр. </w:t>
      </w:r>
      <w:r>
        <w:rPr>
          <w:rFonts w:ascii="Times New Roman" w:hAnsi="Times New Roman"/>
          <w:sz w:val="28"/>
          <w:szCs w:val="28"/>
          <w:lang w:val="uk-UA"/>
        </w:rPr>
        <w:t>Вдовиченку Олександру Анатолійовичу   загальною площею – 0,2542 га, в тому числі по угіддях:0,2542 га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с.Свірневе.(кадастровий номер земельної ділянки 3521487000:51:000:0158).</w:t>
      </w:r>
    </w:p>
    <w:p w:rsidR="00CF0506" w:rsidRDefault="00CF0506" w:rsidP="00C61EFF">
      <w:pPr>
        <w:rPr>
          <w:lang w:val="uk-UA"/>
        </w:rPr>
      </w:pPr>
    </w:p>
    <w:p w:rsidR="00CF0506" w:rsidRDefault="00CF0506" w:rsidP="00C61EFF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33.  Затвердити проєкт землеустрою щодо відведення земельної ділянки гр. Паламарчук Вірі Петрівні </w:t>
      </w:r>
      <w:r>
        <w:rPr>
          <w:rFonts w:ascii="Times New Roman" w:hAnsi="Times New Roman"/>
          <w:sz w:val="28"/>
          <w:szCs w:val="28"/>
        </w:rPr>
        <w:t xml:space="preserve">загальною площею –  </w:t>
      </w:r>
      <w:r>
        <w:rPr>
          <w:rFonts w:ascii="Times New Roman" w:hAnsi="Times New Roman"/>
          <w:sz w:val="28"/>
          <w:szCs w:val="28"/>
          <w:lang w:val="uk-UA"/>
        </w:rPr>
        <w:t>0,2439</w:t>
      </w:r>
      <w:r>
        <w:rPr>
          <w:rFonts w:ascii="Times New Roman" w:hAnsi="Times New Roman"/>
          <w:sz w:val="28"/>
          <w:szCs w:val="28"/>
        </w:rPr>
        <w:t xml:space="preserve"> га,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 </w:t>
      </w:r>
      <w:r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х</w:t>
      </w:r>
      <w:r>
        <w:rPr>
          <w:rFonts w:ascii="Times New Roman" w:hAnsi="Times New Roman"/>
          <w:sz w:val="28"/>
          <w:szCs w:val="28"/>
        </w:rPr>
        <w:t xml:space="preserve"> смт </w:t>
      </w:r>
      <w:r>
        <w:rPr>
          <w:rFonts w:ascii="Times New Roman" w:hAnsi="Times New Roman"/>
          <w:sz w:val="28"/>
          <w:szCs w:val="28"/>
          <w:lang w:val="uk-UA"/>
        </w:rPr>
        <w:t>Голованівськ, вул. Андрея Шептицького, 30</w:t>
      </w:r>
      <w:r>
        <w:rPr>
          <w:rFonts w:ascii="Times New Roman" w:hAnsi="Times New Roman"/>
          <w:sz w:val="28"/>
          <w:szCs w:val="28"/>
        </w:rPr>
        <w:t>.</w:t>
      </w:r>
    </w:p>
    <w:p w:rsidR="00CF0506" w:rsidRDefault="00CF0506" w:rsidP="00C61EFF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3</w:t>
      </w:r>
      <w:r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</w:rPr>
        <w:t>. Передати безоплатно у власність земельну ділянку гр. </w:t>
      </w:r>
      <w:r>
        <w:rPr>
          <w:rFonts w:ascii="Times New Roman" w:hAnsi="Times New Roman"/>
          <w:sz w:val="28"/>
          <w:szCs w:val="28"/>
          <w:lang w:val="uk-UA"/>
        </w:rPr>
        <w:t>Паламарчук Вірі Петрівні    загальною площею – 0,2439 га, в тому числі по угіддях: 0,2439 га, ріллі,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смт Голованівськ, вул. Андрея Шептицького, 30 (кадастровий номер земельної ділянки 3521455100:50:097:0010).</w:t>
      </w:r>
    </w:p>
    <w:p w:rsidR="00CF0506" w:rsidRDefault="00CF0506" w:rsidP="00C61EFF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0506" w:rsidRDefault="00CF0506" w:rsidP="00C61EFF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35.  Затвердити проєкт землеустрою щодо відведення земельної ділянки гр. Закревському Володимиру Леонідовичу загальною площею –  0,2550 га</w:t>
      </w:r>
      <w:r>
        <w:rPr>
          <w:rFonts w:ascii="Times New Roman" w:hAnsi="Times New Roman"/>
          <w:sz w:val="28"/>
          <w:szCs w:val="28"/>
        </w:rPr>
        <w:t xml:space="preserve">, у власність для ведення особистого селянського господарства (код КВЦПЗ 01.03) за адресою: Кіровоградська область, Голованівський район, Голованівська селищна рада, </w:t>
      </w:r>
      <w:r>
        <w:rPr>
          <w:rFonts w:ascii="Times New Roman" w:hAnsi="Times New Roman"/>
          <w:sz w:val="28"/>
          <w:szCs w:val="28"/>
          <w:lang w:val="uk-UA"/>
        </w:rPr>
        <w:t>за</w:t>
      </w:r>
      <w:r>
        <w:rPr>
          <w:rFonts w:ascii="Times New Roman" w:hAnsi="Times New Roman"/>
          <w:sz w:val="28"/>
          <w:szCs w:val="28"/>
        </w:rPr>
        <w:t xml:space="preserve"> межа</w:t>
      </w:r>
      <w:r>
        <w:rPr>
          <w:rFonts w:ascii="Times New Roman" w:hAnsi="Times New Roman"/>
          <w:sz w:val="28"/>
          <w:szCs w:val="28"/>
          <w:lang w:val="uk-UA"/>
        </w:rPr>
        <w:t>ми</w:t>
      </w:r>
      <w:r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  <w:lang w:val="uk-UA"/>
        </w:rPr>
        <w:t>елища Ємилівка</w:t>
      </w:r>
      <w:r>
        <w:rPr>
          <w:rFonts w:ascii="Times New Roman" w:hAnsi="Times New Roman"/>
          <w:sz w:val="28"/>
          <w:szCs w:val="28"/>
        </w:rPr>
        <w:t>.</w:t>
      </w:r>
    </w:p>
    <w:p w:rsidR="00CF0506" w:rsidRDefault="00CF0506" w:rsidP="00C61EFF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>36</w:t>
      </w:r>
      <w:r>
        <w:rPr>
          <w:rFonts w:ascii="Times New Roman" w:hAnsi="Times New Roman"/>
          <w:sz w:val="28"/>
          <w:szCs w:val="28"/>
        </w:rPr>
        <w:t>. Передати безоплатно у власність земельну ділянку гр. </w:t>
      </w:r>
      <w:r>
        <w:rPr>
          <w:rFonts w:ascii="Times New Roman" w:hAnsi="Times New Roman"/>
          <w:sz w:val="28"/>
          <w:szCs w:val="28"/>
          <w:lang w:val="uk-UA"/>
        </w:rPr>
        <w:t>Закревському Володимиру Леонідовичу     загальною площею – 0,2550 га, в тому числі по угіддях: 0,2550 га, пасовища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за межами селища Ємилівка (кадастровий номер земельної ділянки 3521481300:02:000:0847).</w:t>
      </w:r>
    </w:p>
    <w:p w:rsidR="00CF0506" w:rsidRDefault="00CF0506" w:rsidP="00C61EFF">
      <w:pPr>
        <w:rPr>
          <w:lang w:val="uk-UA"/>
        </w:rPr>
      </w:pPr>
    </w:p>
    <w:p w:rsidR="00CF0506" w:rsidRDefault="00CF0506" w:rsidP="00D833B0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37.  Затвердити проєкт землеустрою щодо відведення земельної ділянки гр. Дудник Галині Миколаївні </w:t>
      </w:r>
      <w:r>
        <w:rPr>
          <w:rFonts w:ascii="Times New Roman" w:hAnsi="Times New Roman"/>
          <w:sz w:val="28"/>
          <w:szCs w:val="28"/>
        </w:rPr>
        <w:t xml:space="preserve">загальною площею –  </w:t>
      </w:r>
      <w:r>
        <w:rPr>
          <w:rFonts w:ascii="Times New Roman" w:hAnsi="Times New Roman"/>
          <w:sz w:val="28"/>
          <w:szCs w:val="28"/>
          <w:lang w:val="uk-UA"/>
        </w:rPr>
        <w:t>0,3000</w:t>
      </w:r>
      <w:r>
        <w:rPr>
          <w:rFonts w:ascii="Times New Roman" w:hAnsi="Times New Roman"/>
          <w:sz w:val="28"/>
          <w:szCs w:val="28"/>
        </w:rPr>
        <w:t xml:space="preserve"> га, у власність для ведення особистого селянського господарства (код КВЦПЗ 01. 03) за адресою: Кіровоградська область, Голованівський район, Голованівська селищна рада, </w:t>
      </w:r>
      <w:r>
        <w:rPr>
          <w:rFonts w:ascii="Times New Roman" w:hAnsi="Times New Roman"/>
          <w:sz w:val="28"/>
          <w:szCs w:val="28"/>
          <w:lang w:val="uk-UA"/>
        </w:rPr>
        <w:t xml:space="preserve">в </w:t>
      </w:r>
      <w:r>
        <w:rPr>
          <w:rFonts w:ascii="Times New Roman" w:hAnsi="Times New Roman"/>
          <w:sz w:val="28"/>
          <w:szCs w:val="28"/>
        </w:rPr>
        <w:t>межа</w:t>
      </w:r>
      <w:r>
        <w:rPr>
          <w:rFonts w:ascii="Times New Roman" w:hAnsi="Times New Roman"/>
          <w:sz w:val="28"/>
          <w:szCs w:val="28"/>
          <w:lang w:val="uk-UA"/>
        </w:rPr>
        <w:t>х</w:t>
      </w:r>
      <w:r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  <w:lang w:val="uk-UA"/>
        </w:rPr>
        <w:t>. Межирічка, вул. Маяковського,16.</w:t>
      </w:r>
    </w:p>
    <w:p w:rsidR="00CF0506" w:rsidRDefault="00CF0506" w:rsidP="00D833B0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38</w:t>
      </w:r>
      <w:r>
        <w:rPr>
          <w:rFonts w:ascii="Times New Roman" w:hAnsi="Times New Roman"/>
          <w:sz w:val="28"/>
          <w:szCs w:val="28"/>
        </w:rPr>
        <w:t>. Передати безоплатно у власність земельну ділянку гр.</w:t>
      </w:r>
      <w:r>
        <w:rPr>
          <w:rFonts w:ascii="Times New Roman" w:hAnsi="Times New Roman"/>
          <w:sz w:val="28"/>
          <w:szCs w:val="28"/>
          <w:lang w:val="uk-UA"/>
        </w:rPr>
        <w:t xml:space="preserve"> Дудник Галині Миколаївні     загальною площею – 0,3000 га, в тому числі по угіддях: 0,3000 га, рілля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</w:t>
      </w:r>
      <w:r>
        <w:rPr>
          <w:rFonts w:ascii="Times New Roman" w:hAnsi="Times New Roman"/>
          <w:sz w:val="28"/>
          <w:szCs w:val="28"/>
        </w:rPr>
        <w:t>межа</w:t>
      </w:r>
      <w:r>
        <w:rPr>
          <w:rFonts w:ascii="Times New Roman" w:hAnsi="Times New Roman"/>
          <w:sz w:val="28"/>
          <w:szCs w:val="28"/>
          <w:lang w:val="uk-UA"/>
        </w:rPr>
        <w:t>х</w:t>
      </w:r>
      <w:r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  <w:lang w:val="uk-UA"/>
        </w:rPr>
        <w:t>. Межирічка, вул. Маяковського,16</w:t>
      </w:r>
      <w:r>
        <w:rPr>
          <w:rFonts w:ascii="Times New Roman" w:hAnsi="Times New Roman"/>
          <w:sz w:val="28"/>
          <w:szCs w:val="28"/>
          <w:lang w:val="uk-UA"/>
        </w:rPr>
        <w:tab/>
        <w:t>(кадастровий номер земельної ділянки 3521485200:51:000:0228).</w:t>
      </w:r>
    </w:p>
    <w:p w:rsidR="00CF0506" w:rsidRDefault="00CF0506" w:rsidP="00D833B0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0506" w:rsidRDefault="00CF0506" w:rsidP="00D833B0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39.  Затвердити проєкт землеустрою щодо відведення земельної ділянки гр. Стрілецькій Ірині Василівні </w:t>
      </w:r>
      <w:r>
        <w:rPr>
          <w:rFonts w:ascii="Times New Roman" w:hAnsi="Times New Roman"/>
          <w:sz w:val="28"/>
          <w:szCs w:val="28"/>
        </w:rPr>
        <w:t xml:space="preserve">загальною площею –  </w:t>
      </w:r>
      <w:r>
        <w:rPr>
          <w:rFonts w:ascii="Times New Roman" w:hAnsi="Times New Roman"/>
          <w:sz w:val="28"/>
          <w:szCs w:val="28"/>
          <w:lang w:val="uk-UA"/>
        </w:rPr>
        <w:t>1,0000</w:t>
      </w:r>
      <w:r>
        <w:rPr>
          <w:rFonts w:ascii="Times New Roman" w:hAnsi="Times New Roman"/>
          <w:sz w:val="28"/>
          <w:szCs w:val="28"/>
        </w:rPr>
        <w:t xml:space="preserve"> га, у власність для ведення особистого селянського господарства (код КВЦПЗ 01. 03) за адресою: Кіровоградська область, Голованівський район, Голованівська селищна рада, </w:t>
      </w:r>
      <w:r>
        <w:rPr>
          <w:rFonts w:ascii="Times New Roman" w:hAnsi="Times New Roman"/>
          <w:sz w:val="28"/>
          <w:szCs w:val="28"/>
          <w:lang w:val="uk-UA"/>
        </w:rPr>
        <w:t xml:space="preserve">в </w:t>
      </w:r>
      <w:r>
        <w:rPr>
          <w:rFonts w:ascii="Times New Roman" w:hAnsi="Times New Roman"/>
          <w:sz w:val="28"/>
          <w:szCs w:val="28"/>
        </w:rPr>
        <w:t>межа</w:t>
      </w:r>
      <w:r>
        <w:rPr>
          <w:rFonts w:ascii="Times New Roman" w:hAnsi="Times New Roman"/>
          <w:sz w:val="28"/>
          <w:szCs w:val="28"/>
          <w:lang w:val="uk-UA"/>
        </w:rPr>
        <w:t>х</w:t>
      </w:r>
      <w:r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  <w:lang w:val="uk-UA"/>
        </w:rPr>
        <w:t>. Вербове, вул. Коцюбинського.</w:t>
      </w:r>
    </w:p>
    <w:p w:rsidR="00CF0506" w:rsidRDefault="00CF0506" w:rsidP="00D833B0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</w:rPr>
        <w:t>. Передати безоплатно у власність земельну ділянку гр. </w:t>
      </w:r>
      <w:r>
        <w:rPr>
          <w:rFonts w:ascii="Times New Roman" w:hAnsi="Times New Roman"/>
          <w:sz w:val="28"/>
          <w:szCs w:val="28"/>
          <w:lang w:val="uk-UA"/>
        </w:rPr>
        <w:t>Стрілецькій Ірині Василівні     загальною площею – 1,0000 га, в тому числі по угіддях: 1,0000 га, рілля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Вербове, вул. Коцюбинського (кадастровий номер земельної ділянки 3521480500:51:000:0063).</w:t>
      </w:r>
    </w:p>
    <w:p w:rsidR="00CF0506" w:rsidRDefault="00CF0506" w:rsidP="00D833B0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0506" w:rsidRDefault="00CF0506" w:rsidP="00D833B0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41.  Затвердити проєкт землеустрою щодо відведення земельної ділянки     гр. Єгорову Миколі Віталійовичу </w:t>
      </w:r>
      <w:r>
        <w:rPr>
          <w:rFonts w:ascii="Times New Roman" w:hAnsi="Times New Roman"/>
          <w:sz w:val="28"/>
          <w:szCs w:val="28"/>
        </w:rPr>
        <w:t xml:space="preserve">загальною площею –  </w:t>
      </w:r>
      <w:r>
        <w:rPr>
          <w:rFonts w:ascii="Times New Roman" w:hAnsi="Times New Roman"/>
          <w:sz w:val="28"/>
          <w:szCs w:val="28"/>
          <w:lang w:val="uk-UA"/>
        </w:rPr>
        <w:t>1,9538</w:t>
      </w:r>
      <w:r>
        <w:rPr>
          <w:rFonts w:ascii="Times New Roman" w:hAnsi="Times New Roman"/>
          <w:sz w:val="28"/>
          <w:szCs w:val="28"/>
        </w:rPr>
        <w:t xml:space="preserve"> га, у власність для ведення особистого селянського господарства (код КВЦПЗ 01. 03) за адресою: Кіровоградська область, Голованівський район, Голованівська селищна рада, за межами с</w:t>
      </w:r>
      <w:r>
        <w:rPr>
          <w:rFonts w:ascii="Times New Roman" w:hAnsi="Times New Roman"/>
          <w:sz w:val="28"/>
          <w:szCs w:val="28"/>
          <w:lang w:val="uk-UA"/>
        </w:rPr>
        <w:t>. Межирічка.</w:t>
      </w:r>
    </w:p>
    <w:p w:rsidR="00CF0506" w:rsidRDefault="00CF0506" w:rsidP="00D833B0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</w:rPr>
        <w:t>. Передати безоплатно у власність земельну ділянку гр.</w:t>
      </w:r>
      <w:r>
        <w:rPr>
          <w:rFonts w:ascii="Times New Roman" w:hAnsi="Times New Roman"/>
          <w:sz w:val="28"/>
          <w:szCs w:val="28"/>
          <w:lang w:val="uk-UA"/>
        </w:rPr>
        <w:t xml:space="preserve"> Єгорову Миколі Віталійовичу     загальною площею – 1,9538 га, в тому числі по угіддях: 1,9538 га, рілля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за межами</w:t>
      </w:r>
      <w:r>
        <w:rPr>
          <w:rFonts w:ascii="Times New Roman" w:hAnsi="Times New Roman"/>
          <w:sz w:val="28"/>
          <w:szCs w:val="28"/>
        </w:rPr>
        <w:t> с</w:t>
      </w:r>
      <w:r>
        <w:rPr>
          <w:rFonts w:ascii="Times New Roman" w:hAnsi="Times New Roman"/>
          <w:sz w:val="28"/>
          <w:szCs w:val="28"/>
          <w:lang w:val="uk-UA"/>
        </w:rPr>
        <w:t>. Межирічка (кадастровий номер земельної ділянки 3521485200:02:000:0978).</w:t>
      </w:r>
    </w:p>
    <w:p w:rsidR="00CF0506" w:rsidRDefault="00CF0506" w:rsidP="00D833B0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0506" w:rsidRDefault="00CF0506" w:rsidP="00D833B0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43.  Затвердити проєкт землеустрою щодо відведення земельної ділянки     гр. Вільчинській Аліні Андріївні   загальною площею –  0,0215 га, у власність для ведення індивідуального садівництва (код КВЦПЗ 01.</w:t>
      </w:r>
      <w:r w:rsidRPr="00D833B0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D833B0">
        <w:rPr>
          <w:rFonts w:ascii="Times New Roman" w:hAnsi="Times New Roman"/>
          <w:sz w:val="28"/>
          <w:szCs w:val="28"/>
          <w:lang w:val="uk-UA"/>
        </w:rPr>
        <w:t xml:space="preserve">) за адресою: Кіровоградська область, Голованівський район, Голованівська селищна рада, </w:t>
      </w:r>
      <w:r>
        <w:rPr>
          <w:rFonts w:ascii="Times New Roman" w:hAnsi="Times New Roman"/>
          <w:sz w:val="28"/>
          <w:szCs w:val="28"/>
          <w:lang w:val="uk-UA"/>
        </w:rPr>
        <w:t xml:space="preserve">в </w:t>
      </w:r>
      <w:r w:rsidRPr="00D833B0">
        <w:rPr>
          <w:rFonts w:ascii="Times New Roman" w:hAnsi="Times New Roman"/>
          <w:sz w:val="28"/>
          <w:szCs w:val="28"/>
          <w:lang w:val="uk-UA"/>
        </w:rPr>
        <w:t>межа</w:t>
      </w:r>
      <w:r>
        <w:rPr>
          <w:rFonts w:ascii="Times New Roman" w:hAnsi="Times New Roman"/>
          <w:sz w:val="28"/>
          <w:szCs w:val="28"/>
          <w:lang w:val="uk-UA"/>
        </w:rPr>
        <w:t>х</w:t>
      </w:r>
      <w:r w:rsidRPr="00D833B0">
        <w:rPr>
          <w:rFonts w:ascii="Times New Roman" w:hAnsi="Times New Roman"/>
          <w:sz w:val="28"/>
          <w:szCs w:val="28"/>
          <w:lang w:val="uk-UA"/>
        </w:rPr>
        <w:t xml:space="preserve"> смт</w:t>
      </w:r>
      <w:r>
        <w:rPr>
          <w:rFonts w:ascii="Times New Roman" w:hAnsi="Times New Roman"/>
          <w:sz w:val="28"/>
          <w:szCs w:val="28"/>
          <w:lang w:val="uk-UA"/>
        </w:rPr>
        <w:t> Голованівськ, вул. Шевченка, 48.</w:t>
      </w:r>
    </w:p>
    <w:p w:rsidR="00CF0506" w:rsidRDefault="00CF0506" w:rsidP="00D833B0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44. Передати безоплатно у власність земельну ділянку гр. Вільчинській Аліні Андріївні     загальною площею – 0,0215 га, в тому числі по угіддях: 0,0215 га, багаторічні насадження, ведення індивідуального садівництва (код КВЦПЗ 01.05), за рахунок земель житлової та громадської забудови комунальної власності, що перебувають в запасі за адресою: Кіровоградська область, Голованівський район, Голованівська селищна рада, в межах смт Голованівськ, вул. Шевченка, 48 (кадастровий номер земельної ділянки 3521455100:50:039:0016).</w:t>
      </w:r>
    </w:p>
    <w:p w:rsidR="00CF0506" w:rsidRDefault="00CF0506" w:rsidP="00D833B0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0506" w:rsidRDefault="00CF0506" w:rsidP="00606C61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45.Затвердити проєкт землеустрою щодо відведення земельної ділянки     гр. Мирошниченку Вадиму Миколайовичу   загальною площею –  0,0042 га, у власність для будівництва та обслуговування індивідуальних гаражів (код КВЦПЗ 02.</w:t>
      </w:r>
      <w:r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</w:rPr>
        <w:t xml:space="preserve">) за адресою: Кіровоградська область, Голованівський район, Голованівська селищна рада, </w:t>
      </w:r>
      <w:r>
        <w:rPr>
          <w:rFonts w:ascii="Times New Roman" w:hAnsi="Times New Roman"/>
          <w:sz w:val="28"/>
          <w:szCs w:val="28"/>
          <w:lang w:val="uk-UA"/>
        </w:rPr>
        <w:t xml:space="preserve">в </w:t>
      </w:r>
      <w:r>
        <w:rPr>
          <w:rFonts w:ascii="Times New Roman" w:hAnsi="Times New Roman"/>
          <w:sz w:val="28"/>
          <w:szCs w:val="28"/>
        </w:rPr>
        <w:t>межа</w:t>
      </w:r>
      <w:r>
        <w:rPr>
          <w:rFonts w:ascii="Times New Roman" w:hAnsi="Times New Roman"/>
          <w:sz w:val="28"/>
          <w:szCs w:val="28"/>
          <w:lang w:val="uk-UA"/>
        </w:rPr>
        <w:t>х</w:t>
      </w:r>
      <w:r>
        <w:rPr>
          <w:rFonts w:ascii="Times New Roman" w:hAnsi="Times New Roman"/>
          <w:sz w:val="28"/>
          <w:szCs w:val="28"/>
        </w:rPr>
        <w:t xml:space="preserve"> смт</w:t>
      </w:r>
      <w:r>
        <w:rPr>
          <w:rFonts w:ascii="Times New Roman" w:hAnsi="Times New Roman"/>
          <w:sz w:val="28"/>
          <w:szCs w:val="28"/>
          <w:lang w:val="uk-UA"/>
        </w:rPr>
        <w:t> Голованівськ, вул. Шевченка.</w:t>
      </w:r>
    </w:p>
    <w:p w:rsidR="00CF0506" w:rsidRDefault="00CF0506" w:rsidP="00606C61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46. Передати безоплатно у власність земельну ділянку гр. Мирошниченку Вадиму Миколайовичу загальною площею – 0,0042 га, в тому числі по угіддях: 0,0042 га, малоповерхова забудова, для будівництва та обслуговування індивідуальних гаражів, (код КВЦПЗ 02.05), за рахунок земель житлової та громадської забудови комунальної власності, що перебувають в запасі за адресою: Кіровоградська область, Голованівський район, Голованівська селищна рада, в межах смт Голованівськ, вул. Шевченка. (кадастровий номер земельної ділянки 3521455100:50:032:0036).</w:t>
      </w:r>
    </w:p>
    <w:p w:rsidR="00CF0506" w:rsidRDefault="00CF0506" w:rsidP="00606C61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0506" w:rsidRPr="001108BE" w:rsidRDefault="00CF0506" w:rsidP="00606C61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47.  Затвердити проєкт землеустрою щодо відведення земельної ділянки гр. Недзельському Віталію Степановичу загальною площею –  0,1500 га, у власність для будівництва та обслуговування житлового будинку, господарських будівель та споруд (присадибна ділянка) (код КВЦПЗ 02.01) за адресою: Кіровоградська область, Голованівський район, Голованівська селищна рада,  в межах смт  Голованівськ, вул. Білоуса, 43.</w:t>
      </w:r>
    </w:p>
    <w:p w:rsidR="00CF0506" w:rsidRDefault="00CF0506" w:rsidP="00606C61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1108BE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48</w:t>
      </w:r>
      <w:r>
        <w:rPr>
          <w:rFonts w:ascii="Times New Roman" w:hAnsi="Times New Roman"/>
          <w:sz w:val="28"/>
          <w:szCs w:val="28"/>
        </w:rPr>
        <w:t>. Передати безоплатно у власність земельну ділянку гр. </w:t>
      </w:r>
      <w:r>
        <w:rPr>
          <w:rFonts w:ascii="Times New Roman" w:hAnsi="Times New Roman"/>
          <w:sz w:val="28"/>
          <w:szCs w:val="28"/>
          <w:lang w:val="uk-UA"/>
        </w:rPr>
        <w:t>Недзельському  Віталію Степановичу    загальною площею – 0,1500 га, в тому числі по угіддях: 0,1500 га, малоповерхова забудова, для будівництва та обслуговування житлового будинку, господарських будівель та споруд (присадибна ділянка) (код КВЦПЗ 02.01), за рахунок земель житлової та громадської забудови, що перебуває в комунальній власності (запасі) за адресою: Кіровоградська область, Голованівський район, Голованівська селищна рада, в межах смт Голованівськ, вул.Білоуса, 43. (кадастровий номер земельної ділянки 3521455100:53:000:0033).</w:t>
      </w:r>
    </w:p>
    <w:p w:rsidR="00CF0506" w:rsidRDefault="00CF0506" w:rsidP="00606C61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0506" w:rsidRDefault="00CF0506" w:rsidP="00606C61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49.  Затвердити проєкт землеустрою щодо відведення земельної ділянки гр. Мирошниченко Олені Віталіївні загальною площею –  0,1500 га, у власність для будівництва та обслуговування житлового будинку, господарських будівель та споруд (присадибна ділянка) (код КВЦПЗ 02.01) за адресою: Кіровоградська область, Голованівський район, Голованівська селищна рада,  в межах смт  Голованівськ, вул. Нова, 26.</w:t>
      </w:r>
    </w:p>
    <w:p w:rsidR="00CF0506" w:rsidRDefault="00CF0506" w:rsidP="00606C61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50. Передати безоплатно у власність земельну ділянку гр. Мирошниченко Олені Віталіївні   загальною площею – 0,1500 га, в тому числі по угіддях: 0,1500 га, малоповерхова забудова, для будівництва та обслуговування житлового будинку, господарських будівель та споруд (присадибна ділянка) (код КВЦПЗ 02.01), за рахунок земель житлової та громадської забудови, що перебуває в комунальній власності (запасі) за адресою: Кіровоградська область, Голованівський район, Голованівська селищна рада, в межах смт Голованівськ, вул.Нова,26. (кадастровий номер земельної ділянки 3521455100:50:003:0018).</w:t>
      </w:r>
    </w:p>
    <w:p w:rsidR="00CF0506" w:rsidRDefault="00CF0506" w:rsidP="00606C61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0506" w:rsidRDefault="00CF0506" w:rsidP="00D833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51</w:t>
      </w:r>
      <w:r>
        <w:rPr>
          <w:rFonts w:ascii="Times New Roman" w:hAnsi="Times New Roman"/>
          <w:sz w:val="28"/>
          <w:szCs w:val="28"/>
        </w:rPr>
        <w:t>. Громадянам зареєструвати речове право на земельні ділянки в установленому законодавством порядку.</w:t>
      </w:r>
    </w:p>
    <w:p w:rsidR="00CF0506" w:rsidRDefault="00CF0506" w:rsidP="00D833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0506" w:rsidRDefault="00CF0506" w:rsidP="00D833B0">
      <w:pPr>
        <w:spacing w:after="0" w:line="240" w:lineRule="auto"/>
        <w:jc w:val="both"/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 52</w:t>
      </w:r>
      <w:r>
        <w:rPr>
          <w:rFonts w:ascii="Times New Roman" w:hAnsi="Times New Roman"/>
          <w:sz w:val="28"/>
          <w:szCs w:val="28"/>
        </w:rPr>
        <w:t>. Контроль за виконанням даного рішення покласти на постійну комісію з питань аграрної політики та земельних відносин.</w:t>
      </w:r>
    </w:p>
    <w:p w:rsidR="00CF0506" w:rsidRPr="00D833B0" w:rsidRDefault="00CF0506"/>
    <w:p w:rsidR="00CF0506" w:rsidRPr="00606C61" w:rsidRDefault="00CF0506" w:rsidP="002C46D1">
      <w:pPr>
        <w:tabs>
          <w:tab w:val="left" w:pos="567"/>
          <w:tab w:val="left" w:pos="3402"/>
        </w:tabs>
        <w:spacing w:after="0" w:line="240" w:lineRule="auto"/>
        <w:ind w:firstLine="284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606C61">
        <w:rPr>
          <w:rFonts w:ascii="Times New Roman" w:hAnsi="Times New Roman"/>
          <w:b/>
          <w:sz w:val="28"/>
          <w:szCs w:val="28"/>
        </w:rPr>
        <w:t>Селищний</w:t>
      </w:r>
      <w:r>
        <w:rPr>
          <w:rFonts w:ascii="Times New Roman" w:hAnsi="Times New Roman"/>
          <w:b/>
          <w:sz w:val="28"/>
          <w:szCs w:val="28"/>
        </w:rPr>
        <w:t xml:space="preserve"> голова                </w:t>
      </w:r>
      <w:r w:rsidRPr="00606C61">
        <w:rPr>
          <w:rFonts w:ascii="Times New Roman" w:hAnsi="Times New Roman"/>
          <w:b/>
          <w:sz w:val="28"/>
          <w:szCs w:val="28"/>
        </w:rPr>
        <w:t xml:space="preserve">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</w:t>
      </w:r>
      <w:r w:rsidRPr="00606C61">
        <w:rPr>
          <w:rFonts w:ascii="Times New Roman" w:hAnsi="Times New Roman"/>
          <w:b/>
          <w:sz w:val="28"/>
          <w:szCs w:val="28"/>
          <w:lang w:val="uk-UA"/>
        </w:rPr>
        <w:t>Сергій ЦОБЕНКО</w:t>
      </w:r>
    </w:p>
    <w:p w:rsidR="00CF0506" w:rsidRPr="00DF4971" w:rsidRDefault="00CF0506">
      <w:pPr>
        <w:rPr>
          <w:lang w:val="uk-UA"/>
        </w:rPr>
      </w:pPr>
    </w:p>
    <w:p w:rsidR="00CF0506" w:rsidRPr="00DF4971" w:rsidRDefault="00CF0506">
      <w:pPr>
        <w:rPr>
          <w:lang w:val="uk-UA"/>
        </w:rPr>
      </w:pPr>
    </w:p>
    <w:p w:rsidR="00CF0506" w:rsidRPr="00DF4971" w:rsidRDefault="00CF0506">
      <w:pPr>
        <w:rPr>
          <w:lang w:val="uk-UA"/>
        </w:rPr>
      </w:pPr>
    </w:p>
    <w:p w:rsidR="00CF0506" w:rsidRPr="00DF4971" w:rsidRDefault="00CF0506">
      <w:pPr>
        <w:rPr>
          <w:lang w:val="uk-UA"/>
        </w:rPr>
      </w:pPr>
    </w:p>
    <w:p w:rsidR="00CF0506" w:rsidRPr="00DF4971" w:rsidRDefault="00CF0506">
      <w:pPr>
        <w:rPr>
          <w:lang w:val="uk-UA"/>
        </w:rPr>
      </w:pPr>
    </w:p>
    <w:p w:rsidR="00CF0506" w:rsidRPr="005038DD" w:rsidRDefault="00CF0506">
      <w:pPr>
        <w:rPr>
          <w:lang w:val="uk-UA"/>
        </w:rPr>
      </w:pPr>
    </w:p>
    <w:sectPr w:rsidR="00CF0506" w:rsidRPr="005038DD" w:rsidSect="00C67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2C1B"/>
    <w:rsid w:val="00046DEE"/>
    <w:rsid w:val="00082BE6"/>
    <w:rsid w:val="00093035"/>
    <w:rsid w:val="000A02B6"/>
    <w:rsid w:val="000A48B4"/>
    <w:rsid w:val="000D4F77"/>
    <w:rsid w:val="00100A35"/>
    <w:rsid w:val="001108BE"/>
    <w:rsid w:val="00110D5C"/>
    <w:rsid w:val="00181046"/>
    <w:rsid w:val="00194032"/>
    <w:rsid w:val="001954F9"/>
    <w:rsid w:val="001A48A8"/>
    <w:rsid w:val="001C5A88"/>
    <w:rsid w:val="001E3A10"/>
    <w:rsid w:val="00200A09"/>
    <w:rsid w:val="00221967"/>
    <w:rsid w:val="00237082"/>
    <w:rsid w:val="0024478B"/>
    <w:rsid w:val="002666FE"/>
    <w:rsid w:val="0027072E"/>
    <w:rsid w:val="00295700"/>
    <w:rsid w:val="002A763D"/>
    <w:rsid w:val="002B3981"/>
    <w:rsid w:val="002C46D1"/>
    <w:rsid w:val="002C6AD1"/>
    <w:rsid w:val="0034496B"/>
    <w:rsid w:val="0039211C"/>
    <w:rsid w:val="003F0D7E"/>
    <w:rsid w:val="003F2575"/>
    <w:rsid w:val="00403559"/>
    <w:rsid w:val="004270D4"/>
    <w:rsid w:val="00437B9D"/>
    <w:rsid w:val="00442970"/>
    <w:rsid w:val="00442C1B"/>
    <w:rsid w:val="00446891"/>
    <w:rsid w:val="004B5238"/>
    <w:rsid w:val="004C700E"/>
    <w:rsid w:val="004E3CB3"/>
    <w:rsid w:val="004F472D"/>
    <w:rsid w:val="00502E24"/>
    <w:rsid w:val="005038DD"/>
    <w:rsid w:val="00532629"/>
    <w:rsid w:val="0055734A"/>
    <w:rsid w:val="005779DF"/>
    <w:rsid w:val="00583FF9"/>
    <w:rsid w:val="005908C3"/>
    <w:rsid w:val="005A037E"/>
    <w:rsid w:val="005A0EB5"/>
    <w:rsid w:val="005F38CB"/>
    <w:rsid w:val="005F70F9"/>
    <w:rsid w:val="00604B08"/>
    <w:rsid w:val="00606C61"/>
    <w:rsid w:val="0066101D"/>
    <w:rsid w:val="00662228"/>
    <w:rsid w:val="00684054"/>
    <w:rsid w:val="00750E7D"/>
    <w:rsid w:val="00780FAD"/>
    <w:rsid w:val="007A4708"/>
    <w:rsid w:val="007B4DB0"/>
    <w:rsid w:val="007B56C2"/>
    <w:rsid w:val="007C0360"/>
    <w:rsid w:val="0080116D"/>
    <w:rsid w:val="00813358"/>
    <w:rsid w:val="00813D48"/>
    <w:rsid w:val="00842733"/>
    <w:rsid w:val="00895696"/>
    <w:rsid w:val="008C3AC1"/>
    <w:rsid w:val="00913BB7"/>
    <w:rsid w:val="00936F6F"/>
    <w:rsid w:val="00940F0F"/>
    <w:rsid w:val="009826FB"/>
    <w:rsid w:val="00993719"/>
    <w:rsid w:val="009E34C9"/>
    <w:rsid w:val="00A27F4D"/>
    <w:rsid w:val="00A468B2"/>
    <w:rsid w:val="00A666AD"/>
    <w:rsid w:val="00A67BD9"/>
    <w:rsid w:val="00A77E00"/>
    <w:rsid w:val="00A840A6"/>
    <w:rsid w:val="00AD492C"/>
    <w:rsid w:val="00B123CC"/>
    <w:rsid w:val="00B505BA"/>
    <w:rsid w:val="00B612DB"/>
    <w:rsid w:val="00B73568"/>
    <w:rsid w:val="00B83596"/>
    <w:rsid w:val="00C0363A"/>
    <w:rsid w:val="00C03830"/>
    <w:rsid w:val="00C273DB"/>
    <w:rsid w:val="00C32B2C"/>
    <w:rsid w:val="00C61EFF"/>
    <w:rsid w:val="00C6749F"/>
    <w:rsid w:val="00C70904"/>
    <w:rsid w:val="00C70B7A"/>
    <w:rsid w:val="00C95271"/>
    <w:rsid w:val="00CB08BC"/>
    <w:rsid w:val="00CB0D07"/>
    <w:rsid w:val="00CD6372"/>
    <w:rsid w:val="00CE3E9E"/>
    <w:rsid w:val="00CF0506"/>
    <w:rsid w:val="00D1793E"/>
    <w:rsid w:val="00D208B8"/>
    <w:rsid w:val="00D56BCA"/>
    <w:rsid w:val="00D80A40"/>
    <w:rsid w:val="00D819EF"/>
    <w:rsid w:val="00D833B0"/>
    <w:rsid w:val="00D847B4"/>
    <w:rsid w:val="00D85ED7"/>
    <w:rsid w:val="00D90508"/>
    <w:rsid w:val="00D91E5C"/>
    <w:rsid w:val="00D9396E"/>
    <w:rsid w:val="00DE6656"/>
    <w:rsid w:val="00DF4971"/>
    <w:rsid w:val="00E0576B"/>
    <w:rsid w:val="00E439F6"/>
    <w:rsid w:val="00E450B3"/>
    <w:rsid w:val="00EF36FF"/>
    <w:rsid w:val="00F41737"/>
    <w:rsid w:val="00F62583"/>
    <w:rsid w:val="00F72076"/>
    <w:rsid w:val="00F77C90"/>
    <w:rsid w:val="00FC2FCB"/>
    <w:rsid w:val="00FE1830"/>
    <w:rsid w:val="00FE7666"/>
    <w:rsid w:val="00FF2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076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F49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4971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798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9</Pages>
  <Words>14393</Words>
  <Characters>8205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2</cp:revision>
  <cp:lastPrinted>2021-10-07T11:39:00Z</cp:lastPrinted>
  <dcterms:created xsi:type="dcterms:W3CDTF">2021-12-20T16:51:00Z</dcterms:created>
  <dcterms:modified xsi:type="dcterms:W3CDTF">2021-12-20T16:51:00Z</dcterms:modified>
</cp:coreProperties>
</file>