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C6" w:rsidRPr="004E33FD" w:rsidRDefault="006F0AC6" w:rsidP="004E33FD">
      <w:pPr>
        <w:jc w:val="center"/>
        <w:rPr>
          <w:rFonts w:ascii="Times New Roman" w:hAnsi="Times New Roman"/>
          <w:sz w:val="28"/>
          <w:szCs w:val="28"/>
        </w:rPr>
      </w:pPr>
      <w:r w:rsidRPr="00781D89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6F0AC6" w:rsidRPr="004E33FD" w:rsidRDefault="006F0AC6" w:rsidP="004E33FD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6F0AC6" w:rsidRPr="00781D89" w:rsidTr="004E33FD">
        <w:tc>
          <w:tcPr>
            <w:tcW w:w="9854" w:type="dxa"/>
          </w:tcPr>
          <w:p w:rsidR="006F0AC6" w:rsidRPr="00781D89" w:rsidRDefault="006F0AC6">
            <w:pPr>
              <w:tabs>
                <w:tab w:val="left" w:pos="5985"/>
              </w:tabs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D89">
              <w:rPr>
                <w:rFonts w:ascii="Times New Roman" w:hAnsi="Times New Roman"/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6F0AC6" w:rsidRPr="00781D89" w:rsidTr="004E33FD">
        <w:tc>
          <w:tcPr>
            <w:tcW w:w="9854" w:type="dxa"/>
          </w:tcPr>
          <w:p w:rsidR="006F0AC6" w:rsidRPr="00781D89" w:rsidRDefault="006F0AC6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D89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F0AC6" w:rsidRPr="004E33FD" w:rsidRDefault="006F0AC6" w:rsidP="004E33FD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4E33FD">
        <w:rPr>
          <w:rFonts w:ascii="Times New Roman" w:hAnsi="Times New Roman"/>
          <w:b/>
          <w:sz w:val="28"/>
          <w:szCs w:val="28"/>
        </w:rPr>
        <w:t>Р І Ш Е Н Н Я</w:t>
      </w:r>
    </w:p>
    <w:p w:rsidR="006F0AC6" w:rsidRPr="004E33FD" w:rsidRDefault="006F0AC6" w:rsidP="00CE72AD">
      <w:pPr>
        <w:jc w:val="both"/>
        <w:rPr>
          <w:rFonts w:ascii="Times New Roman" w:hAnsi="Times New Roman"/>
          <w:sz w:val="28"/>
          <w:szCs w:val="28"/>
        </w:rPr>
      </w:pPr>
      <w:r w:rsidRPr="004E33FD">
        <w:rPr>
          <w:rFonts w:ascii="Times New Roman" w:hAnsi="Times New Roman"/>
          <w:sz w:val="28"/>
          <w:szCs w:val="28"/>
        </w:rPr>
        <w:t xml:space="preserve">Від «21» грудня  2021 року   </w:t>
      </w:r>
      <w:r w:rsidRPr="004E33FD">
        <w:rPr>
          <w:rFonts w:ascii="Times New Roman" w:hAnsi="Times New Roman"/>
          <w:sz w:val="28"/>
          <w:szCs w:val="28"/>
        </w:rPr>
        <w:tab/>
      </w:r>
      <w:r w:rsidRPr="004E33FD">
        <w:rPr>
          <w:rFonts w:ascii="Times New Roman" w:hAnsi="Times New Roman"/>
          <w:sz w:val="28"/>
          <w:szCs w:val="28"/>
        </w:rPr>
        <w:tab/>
      </w:r>
      <w:r w:rsidRPr="004E33F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486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0AC6" w:rsidRPr="004E33FD" w:rsidRDefault="006F0AC6" w:rsidP="004E33FD">
      <w:pPr>
        <w:jc w:val="center"/>
        <w:rPr>
          <w:rFonts w:ascii="Times New Roman" w:hAnsi="Times New Roman"/>
          <w:sz w:val="28"/>
          <w:szCs w:val="28"/>
        </w:rPr>
      </w:pPr>
      <w:r w:rsidRPr="004E33FD">
        <w:rPr>
          <w:rFonts w:ascii="Times New Roman" w:hAnsi="Times New Roman"/>
          <w:sz w:val="28"/>
          <w:szCs w:val="28"/>
        </w:rPr>
        <w:t>смтГолованівськ</w:t>
      </w:r>
    </w:p>
    <w:p w:rsidR="006F0AC6" w:rsidRDefault="006F0AC6" w:rsidP="00E9324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</w:p>
    <w:p w:rsidR="006F0AC6" w:rsidRDefault="006F0AC6" w:rsidP="00E9324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6F0AC6" w:rsidRDefault="006F0AC6" w:rsidP="00E9324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6F0AC6" w:rsidRDefault="006F0AC6" w:rsidP="00E9324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6F0AC6" w:rsidRDefault="006F0AC6" w:rsidP="00E9324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Осіпову Миколі Олексійовичу</w:t>
      </w:r>
    </w:p>
    <w:p w:rsidR="006F0AC6" w:rsidRDefault="006F0AC6" w:rsidP="00E9324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6F0AC6" w:rsidRDefault="006F0AC6" w:rsidP="00E93246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6F0AC6" w:rsidRPr="00CE72AD" w:rsidRDefault="006F0AC6" w:rsidP="00E9324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E72AD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F0AC6" w:rsidRDefault="006F0AC6" w:rsidP="00E9324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CE72AD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CE72AD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1,2491 га"/>
        </w:smartTagPr>
        <w:r>
          <w:rPr>
            <w:rFonts w:ascii="Times New Roman" w:hAnsi="Times New Roman"/>
            <w:sz w:val="28"/>
            <w:szCs w:val="28"/>
            <w:lang w:val="uk-UA"/>
          </w:rPr>
          <w:t>1,2491</w:t>
        </w:r>
        <w:r w:rsidRPr="00CE72AD">
          <w:rPr>
            <w:rFonts w:ascii="Times New Roman" w:hAnsi="Times New Roman"/>
            <w:sz w:val="28"/>
            <w:szCs w:val="28"/>
            <w:lang w:val="uk-UA"/>
          </w:rPr>
          <w:t xml:space="preserve"> га</w:t>
        </w:r>
      </w:smartTag>
      <w:r w:rsidRPr="00CE72AD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>Осіпову Миколі Олексійовичу</w:t>
      </w:r>
      <w:r w:rsidRPr="00CE72AD"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селищна рада,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AD">
        <w:rPr>
          <w:rFonts w:ascii="Times New Roman" w:hAnsi="Times New Roman"/>
          <w:sz w:val="28"/>
          <w:szCs w:val="28"/>
          <w:lang w:val="uk-UA"/>
        </w:rPr>
        <w:t>в межах с.</w:t>
      </w:r>
      <w:r>
        <w:rPr>
          <w:rFonts w:ascii="Times New Roman" w:hAnsi="Times New Roman"/>
          <w:sz w:val="28"/>
          <w:szCs w:val="28"/>
          <w:lang w:val="uk-UA"/>
        </w:rPr>
        <w:t>Троянка.</w:t>
      </w:r>
    </w:p>
    <w:p w:rsidR="006F0AC6" w:rsidRDefault="006F0AC6" w:rsidP="00E9324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2AD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1,2491 га"/>
        </w:smartTagPr>
        <w:r>
          <w:rPr>
            <w:rFonts w:ascii="Times New Roman" w:hAnsi="Times New Roman"/>
            <w:sz w:val="28"/>
            <w:szCs w:val="28"/>
          </w:rPr>
          <w:t>1,2491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1,2491 га"/>
        </w:smartTagPr>
        <w:r>
          <w:rPr>
            <w:rFonts w:ascii="Times New Roman" w:hAnsi="Times New Roman"/>
            <w:sz w:val="28"/>
            <w:szCs w:val="28"/>
            <w:lang w:val="uk-UA"/>
          </w:rPr>
          <w:t>1,2491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Осіпову Миколі Олексійовичу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Троянка (кадастровий номер земельної ділянки 3521487700:51:000:0080).</w:t>
      </w:r>
    </w:p>
    <w:p w:rsidR="006F0AC6" w:rsidRDefault="006F0AC6" w:rsidP="00E93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Осіпову Миколі Олексійовичу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6F0AC6" w:rsidRPr="00D07AC9" w:rsidRDefault="006F0AC6" w:rsidP="00D07AC9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  <w:bookmarkStart w:id="0" w:name="_GoBack"/>
      <w:bookmarkEnd w:id="0"/>
    </w:p>
    <w:p w:rsidR="006F0AC6" w:rsidRPr="00CE72AD" w:rsidRDefault="006F0AC6" w:rsidP="00CE72AD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D07AC9"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6F0AC6" w:rsidRPr="00CE72AD" w:rsidSect="0042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F18"/>
    <w:rsid w:val="001A0E42"/>
    <w:rsid w:val="00421C44"/>
    <w:rsid w:val="004E33FD"/>
    <w:rsid w:val="006F0AC6"/>
    <w:rsid w:val="00781D89"/>
    <w:rsid w:val="00AB08A7"/>
    <w:rsid w:val="00CE72AD"/>
    <w:rsid w:val="00D07AC9"/>
    <w:rsid w:val="00E93246"/>
    <w:rsid w:val="00F9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46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24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1066</Words>
  <Characters>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8</cp:revision>
  <dcterms:created xsi:type="dcterms:W3CDTF">2021-12-16T08:35:00Z</dcterms:created>
  <dcterms:modified xsi:type="dcterms:W3CDTF">2021-12-27T16:18:00Z</dcterms:modified>
</cp:coreProperties>
</file>