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528" w:rsidRDefault="00402528" w:rsidP="00C55C7E">
      <w:pPr>
        <w:jc w:val="center"/>
        <w:rPr>
          <w:rFonts w:ascii="Times New Roman" w:hAnsi="Times New Roman"/>
          <w:sz w:val="28"/>
          <w:szCs w:val="28"/>
        </w:rPr>
      </w:pPr>
      <w:r w:rsidRPr="004B1551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402528" w:rsidRDefault="00402528" w:rsidP="00C55C7E">
      <w:pPr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402528" w:rsidRPr="004B1551" w:rsidTr="00C55C7E">
        <w:tc>
          <w:tcPr>
            <w:tcW w:w="9854" w:type="dxa"/>
          </w:tcPr>
          <w:p w:rsidR="00402528" w:rsidRPr="004B1551" w:rsidRDefault="00402528">
            <w:pPr>
              <w:tabs>
                <w:tab w:val="left" w:pos="5985"/>
              </w:tabs>
              <w:spacing w:line="252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B155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ЧОТИРНАДЦЯТА  СЕСІЯ </w:t>
            </w:r>
          </w:p>
        </w:tc>
      </w:tr>
      <w:tr w:rsidR="00402528" w:rsidRPr="004B1551" w:rsidTr="00C55C7E">
        <w:tc>
          <w:tcPr>
            <w:tcW w:w="9854" w:type="dxa"/>
          </w:tcPr>
          <w:p w:rsidR="00402528" w:rsidRPr="004B1551" w:rsidRDefault="00402528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B155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:rsidR="00402528" w:rsidRDefault="00402528" w:rsidP="00C55C7E">
      <w:pPr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/>
          <w:b/>
          <w:sz w:val="28"/>
          <w:szCs w:val="28"/>
        </w:rPr>
        <w:t>Р І Ш Е Н Н Я</w:t>
      </w:r>
    </w:p>
    <w:p w:rsidR="00402528" w:rsidRDefault="00402528" w:rsidP="00C55C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«21» грудня  2021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№</w:t>
      </w:r>
      <w:r>
        <w:rPr>
          <w:rFonts w:ascii="Times New Roman" w:hAnsi="Times New Roman"/>
          <w:sz w:val="28"/>
          <w:szCs w:val="28"/>
          <w:lang w:val="uk-UA"/>
        </w:rPr>
        <w:t>487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02528" w:rsidRDefault="00402528" w:rsidP="00C55C7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смт Голованівськ</w:t>
      </w:r>
    </w:p>
    <w:p w:rsidR="00402528" w:rsidRDefault="00402528" w:rsidP="00C61300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проєкту</w:t>
      </w:r>
    </w:p>
    <w:p w:rsidR="00402528" w:rsidRDefault="00402528" w:rsidP="00C61300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землеустрою та надання у</w:t>
      </w:r>
    </w:p>
    <w:p w:rsidR="00402528" w:rsidRDefault="00402528" w:rsidP="00C61300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власність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земельної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ділянки</w:t>
      </w:r>
    </w:p>
    <w:p w:rsidR="00402528" w:rsidRDefault="00402528" w:rsidP="00C61300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Крекотнюк Людмилі Миколаївні</w:t>
      </w:r>
    </w:p>
    <w:p w:rsidR="00402528" w:rsidRDefault="00402528" w:rsidP="00C61300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</w:p>
    <w:p w:rsidR="00402528" w:rsidRDefault="00402528" w:rsidP="00C61300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  <w:lang w:val="uk-UA"/>
        </w:rPr>
        <w:t xml:space="preserve">  селищна рада</w:t>
      </w:r>
    </w:p>
    <w:p w:rsidR="00402528" w:rsidRPr="00C35E18" w:rsidRDefault="00402528" w:rsidP="00C61300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35E18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402528" w:rsidRDefault="00402528" w:rsidP="00C61300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C00000"/>
          <w:sz w:val="28"/>
          <w:szCs w:val="28"/>
          <w:lang w:val="uk-UA"/>
        </w:rPr>
      </w:pPr>
      <w:r w:rsidRPr="00C35E18">
        <w:rPr>
          <w:rFonts w:ascii="Times New Roman" w:hAnsi="Times New Roman"/>
          <w:sz w:val="28"/>
          <w:szCs w:val="28"/>
          <w:lang w:val="uk-UA"/>
        </w:rPr>
        <w:t>1.  Затвердити</w:t>
      </w:r>
      <w:r>
        <w:rPr>
          <w:rFonts w:ascii="Times New Roman" w:hAnsi="Times New Roman"/>
          <w:sz w:val="28"/>
          <w:szCs w:val="28"/>
          <w:lang w:val="uk-UA"/>
        </w:rPr>
        <w:t xml:space="preserve"> проект </w:t>
      </w:r>
      <w:r w:rsidRPr="00C35E18">
        <w:rPr>
          <w:rFonts w:ascii="Times New Roman" w:hAnsi="Times New Roman"/>
          <w:sz w:val="28"/>
          <w:szCs w:val="28"/>
          <w:lang w:val="uk-UA"/>
        </w:rPr>
        <w:t>землеустрою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5E18">
        <w:rPr>
          <w:rFonts w:ascii="Times New Roman" w:hAnsi="Times New Roman"/>
          <w:sz w:val="28"/>
          <w:szCs w:val="28"/>
          <w:lang w:val="uk-UA"/>
        </w:rPr>
        <w:t>щодо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5E18">
        <w:rPr>
          <w:rFonts w:ascii="Times New Roman" w:hAnsi="Times New Roman"/>
          <w:sz w:val="28"/>
          <w:szCs w:val="28"/>
          <w:lang w:val="uk-UA"/>
        </w:rPr>
        <w:t>відведення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5E18">
        <w:rPr>
          <w:rFonts w:ascii="Times New Roman" w:hAnsi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5E18">
        <w:rPr>
          <w:rFonts w:ascii="Times New Roman" w:hAnsi="Times New Roman"/>
          <w:sz w:val="28"/>
          <w:szCs w:val="28"/>
          <w:lang w:val="uk-UA"/>
        </w:rPr>
        <w:t>ділянки загальною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5E18">
        <w:rPr>
          <w:rFonts w:ascii="Times New Roman" w:hAnsi="Times New Roman"/>
          <w:sz w:val="28"/>
          <w:szCs w:val="28"/>
          <w:lang w:val="uk-UA"/>
        </w:rPr>
        <w:t xml:space="preserve">площею – </w:t>
      </w:r>
      <w:smartTag w:uri="urn:schemas-microsoft-com:office:smarttags" w:element="metricconverter">
        <w:smartTagPr>
          <w:attr w:name="ProductID" w:val="0,6000 га"/>
        </w:smartTagPr>
        <w:r>
          <w:rPr>
            <w:rFonts w:ascii="Times New Roman" w:hAnsi="Times New Roman"/>
            <w:sz w:val="28"/>
            <w:szCs w:val="28"/>
            <w:lang w:val="uk-UA"/>
          </w:rPr>
          <w:t>0,6000</w:t>
        </w:r>
        <w:r w:rsidRPr="00C35E18">
          <w:rPr>
            <w:rFonts w:ascii="Times New Roman" w:hAnsi="Times New Roman"/>
            <w:sz w:val="28"/>
            <w:szCs w:val="28"/>
            <w:lang w:val="uk-UA"/>
          </w:rPr>
          <w:t xml:space="preserve"> га</w:t>
        </w:r>
      </w:smartTag>
      <w:r w:rsidRPr="00C35E18">
        <w:rPr>
          <w:rFonts w:ascii="Times New Roman" w:hAnsi="Times New Roman"/>
          <w:sz w:val="28"/>
          <w:szCs w:val="28"/>
          <w:lang w:val="uk-UA"/>
        </w:rPr>
        <w:t xml:space="preserve"> гр.</w:t>
      </w:r>
      <w:r>
        <w:rPr>
          <w:rFonts w:ascii="Times New Roman" w:hAnsi="Times New Roman"/>
          <w:sz w:val="28"/>
          <w:szCs w:val="28"/>
          <w:lang w:val="uk-UA"/>
        </w:rPr>
        <w:t xml:space="preserve"> Крекотнюк Людмилі Миколаївні</w:t>
      </w:r>
      <w:r>
        <w:rPr>
          <w:rFonts w:ascii="Times New Roman" w:hAnsi="Times New Roman"/>
          <w:sz w:val="28"/>
          <w:szCs w:val="28"/>
        </w:rPr>
        <w:t xml:space="preserve"> у власність для 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особистого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селянського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господарства (код КВЦПЗ 01.03) за адресою: Кіровоградська область, Голованівський  район, Голованівська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селищна рада,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 межах с.</w:t>
      </w:r>
      <w:r>
        <w:rPr>
          <w:rFonts w:ascii="Times New Roman" w:hAnsi="Times New Roman"/>
          <w:sz w:val="28"/>
          <w:szCs w:val="28"/>
          <w:lang w:val="uk-UA"/>
        </w:rPr>
        <w:t>Межирічка, вул. Садова.</w:t>
      </w:r>
    </w:p>
    <w:p w:rsidR="00402528" w:rsidRDefault="00402528" w:rsidP="00C6130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2. Передати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безоплатно у власністьземельну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ділянку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загальною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площею – </w:t>
      </w:r>
      <w:smartTag w:uri="urn:schemas-microsoft-com:office:smarttags" w:element="metricconverter">
        <w:smartTagPr>
          <w:attr w:name="ProductID" w:val="0,6000 га"/>
        </w:smartTagPr>
        <w:r>
          <w:rPr>
            <w:rFonts w:ascii="Times New Roman" w:hAnsi="Times New Roman"/>
            <w:sz w:val="28"/>
            <w:szCs w:val="28"/>
          </w:rPr>
          <w:t>0,6000 га</w:t>
        </w:r>
      </w:smartTag>
      <w:r>
        <w:rPr>
          <w:rFonts w:ascii="Times New Roman" w:hAnsi="Times New Roman"/>
          <w:sz w:val="28"/>
          <w:szCs w:val="28"/>
        </w:rPr>
        <w:t xml:space="preserve">, в тому числі по угіддях: </w:t>
      </w:r>
      <w:r>
        <w:rPr>
          <w:rFonts w:ascii="Times New Roman" w:hAnsi="Times New Roman"/>
          <w:sz w:val="28"/>
          <w:szCs w:val="28"/>
          <w:lang w:val="uk-UA"/>
        </w:rPr>
        <w:t xml:space="preserve">рілля (згідно КВЗУ 001.01.)  - </w:t>
      </w:r>
      <w:smartTag w:uri="urn:schemas-microsoft-com:office:smarttags" w:element="metricconverter">
        <w:smartTagPr>
          <w:attr w:name="ProductID" w:val="0,6000 га"/>
        </w:smartTagPr>
        <w:r>
          <w:rPr>
            <w:rFonts w:ascii="Times New Roman" w:hAnsi="Times New Roman"/>
            <w:sz w:val="28"/>
            <w:szCs w:val="28"/>
            <w:lang w:val="uk-UA"/>
          </w:rPr>
          <w:t>0,6000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гр. Крекотнюк Людмилі Миколаївні   для ведення особистого селянського господарства (код КВЦПЗ 01.03),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 в межах с. Межирічка, вул.Садова (кадастровий номер земельної ділянки 3521485200:51:000:0281).</w:t>
      </w:r>
    </w:p>
    <w:p w:rsidR="00402528" w:rsidRDefault="00402528" w:rsidP="00C613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Гр.</w:t>
      </w:r>
      <w:r>
        <w:rPr>
          <w:rFonts w:ascii="Times New Roman" w:hAnsi="Times New Roman"/>
          <w:sz w:val="28"/>
          <w:szCs w:val="28"/>
          <w:lang w:val="uk-UA"/>
        </w:rPr>
        <w:t xml:space="preserve"> Крекотнюк Людмилі Миколаївні   </w:t>
      </w:r>
      <w:r>
        <w:rPr>
          <w:rFonts w:ascii="Times New Roman" w:hAnsi="Times New Roman"/>
          <w:sz w:val="28"/>
          <w:szCs w:val="28"/>
        </w:rPr>
        <w:t>зареєструвати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речове право на земельн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>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402528" w:rsidRDefault="00402528" w:rsidP="00C61300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/>
          <w:sz w:val="28"/>
          <w:szCs w:val="28"/>
        </w:rPr>
        <w:t>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комісію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аграрної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 та земельних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відносин.</w:t>
      </w:r>
    </w:p>
    <w:p w:rsidR="00402528" w:rsidRDefault="00402528" w:rsidP="00081E2B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>Селищний голова                                                            Сергій ЦОБЕНКО</w:t>
      </w:r>
    </w:p>
    <w:sectPr w:rsidR="00402528" w:rsidSect="00E43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806"/>
    <w:rsid w:val="00081E2B"/>
    <w:rsid w:val="00402528"/>
    <w:rsid w:val="004B1551"/>
    <w:rsid w:val="00C1609F"/>
    <w:rsid w:val="00C35E18"/>
    <w:rsid w:val="00C55C7E"/>
    <w:rsid w:val="00C61300"/>
    <w:rsid w:val="00DC1CE2"/>
    <w:rsid w:val="00E43AF3"/>
    <w:rsid w:val="00F81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C7E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64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1091</Words>
  <Characters>622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Альона і Вадім</cp:lastModifiedBy>
  <cp:revision>8</cp:revision>
  <dcterms:created xsi:type="dcterms:W3CDTF">2021-12-16T08:40:00Z</dcterms:created>
  <dcterms:modified xsi:type="dcterms:W3CDTF">2021-12-27T16:23:00Z</dcterms:modified>
</cp:coreProperties>
</file>