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D58" w:rsidRDefault="00242D58" w:rsidP="00FA7080">
      <w:pPr>
        <w:jc w:val="both"/>
        <w:rPr>
          <w:sz w:val="28"/>
          <w:szCs w:val="28"/>
        </w:rPr>
      </w:pPr>
      <w:r w:rsidRPr="00590978">
        <w:rPr>
          <w:noProof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77pt;height:108pt;visibility:visible">
            <v:imagedata r:id="rId4" o:title=""/>
          </v:shape>
        </w:pict>
      </w:r>
    </w:p>
    <w:p w:rsidR="00242D58" w:rsidRDefault="00242D58" w:rsidP="00FA7080">
      <w:pPr>
        <w:jc w:val="both"/>
        <w:rPr>
          <w:sz w:val="10"/>
          <w:szCs w:val="10"/>
        </w:rPr>
      </w:pPr>
    </w:p>
    <w:tbl>
      <w:tblPr>
        <w:tblW w:w="0" w:type="auto"/>
        <w:tblLook w:val="00A0"/>
      </w:tblPr>
      <w:tblGrid>
        <w:gridCol w:w="9571"/>
      </w:tblGrid>
      <w:tr w:rsidR="00242D58" w:rsidTr="00155CBA">
        <w:tc>
          <w:tcPr>
            <w:tcW w:w="9854" w:type="dxa"/>
          </w:tcPr>
          <w:p w:rsidR="00242D58" w:rsidRDefault="00242D58" w:rsidP="00155CBA">
            <w:pPr>
              <w:tabs>
                <w:tab w:val="left" w:pos="5985"/>
              </w:tabs>
              <w:spacing w:line="252" w:lineRule="auto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                                         </w:t>
            </w:r>
            <w:r>
              <w:rPr>
                <w:rFonts w:ascii="AcademyCTT" w:hAnsi="AcademyCTT" w:hint="eastAsia"/>
                <w:b/>
                <w:sz w:val="28"/>
                <w:szCs w:val="28"/>
                <w:lang w:val="ru-RU"/>
              </w:rPr>
              <w:t>ВІСІМНАДЦЯТА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 w:hint="eastAsia"/>
                <w:b/>
                <w:sz w:val="28"/>
                <w:szCs w:val="28"/>
                <w:lang w:val="ru-RU"/>
              </w:rPr>
              <w:t>СЕСІЯ</w:t>
            </w:r>
          </w:p>
        </w:tc>
      </w:tr>
      <w:tr w:rsidR="00242D58" w:rsidTr="00155CBA">
        <w:tc>
          <w:tcPr>
            <w:tcW w:w="9854" w:type="dxa"/>
          </w:tcPr>
          <w:p w:rsidR="00242D58" w:rsidRDefault="00242D58" w:rsidP="00155CBA">
            <w:pPr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 w:hint="eastAsia"/>
                <w:b/>
                <w:sz w:val="28"/>
                <w:szCs w:val="28"/>
              </w:rPr>
              <w:t>ВОСЬМОГО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  <w:r>
              <w:rPr>
                <w:rFonts w:ascii="AcademyCTT" w:hAnsi="AcademyCTT" w:hint="eastAsia"/>
                <w:b/>
                <w:sz w:val="28"/>
                <w:szCs w:val="28"/>
              </w:rPr>
              <w:t>СКЛИКАННЯ</w:t>
            </w:r>
          </w:p>
        </w:tc>
      </w:tr>
    </w:tbl>
    <w:p w:rsidR="00242D58" w:rsidRDefault="00242D58" w:rsidP="00FA7080">
      <w:pPr>
        <w:jc w:val="center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</w:rPr>
        <w:t>ПРОЄКТ</w:t>
      </w:r>
    </w:p>
    <w:p w:rsidR="00242D58" w:rsidRDefault="00242D58" w:rsidP="00FA7080">
      <w:pPr>
        <w:jc w:val="both"/>
        <w:rPr>
          <w:sz w:val="28"/>
          <w:szCs w:val="28"/>
        </w:rPr>
      </w:pPr>
    </w:p>
    <w:p w:rsidR="00242D58" w:rsidRDefault="00242D58" w:rsidP="00FA708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 «____» ____________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№ _______</w:t>
      </w:r>
    </w:p>
    <w:p w:rsidR="00242D58" w:rsidRDefault="00242D58" w:rsidP="00FA7080">
      <w:pPr>
        <w:jc w:val="both"/>
        <w:rPr>
          <w:sz w:val="28"/>
          <w:szCs w:val="28"/>
        </w:rPr>
      </w:pPr>
    </w:p>
    <w:p w:rsidR="00242D58" w:rsidRDefault="00242D58" w:rsidP="00FA708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смт Голованівськ </w:t>
      </w:r>
    </w:p>
    <w:p w:rsidR="00242D58" w:rsidRDefault="00242D58" w:rsidP="00C12A38">
      <w:pPr>
        <w:tabs>
          <w:tab w:val="left" w:pos="0"/>
        </w:tabs>
        <w:adjustRightInd w:val="0"/>
        <w:ind w:right="3954" w:firstLine="284"/>
        <w:rPr>
          <w:b/>
          <w:color w:val="FF0000"/>
          <w:sz w:val="24"/>
          <w:szCs w:val="24"/>
        </w:rPr>
      </w:pPr>
    </w:p>
    <w:p w:rsidR="00242D58" w:rsidRDefault="00242D58" w:rsidP="00C12A38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r>
        <w:rPr>
          <w:b/>
          <w:sz w:val="28"/>
          <w:szCs w:val="28"/>
        </w:rPr>
        <w:t>Про надання дозволу на розроблення</w:t>
      </w:r>
    </w:p>
    <w:p w:rsidR="00242D58" w:rsidRDefault="00242D58" w:rsidP="00C12A38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r>
        <w:rPr>
          <w:b/>
          <w:sz w:val="28"/>
          <w:szCs w:val="28"/>
        </w:rPr>
        <w:t>проєкту землеустрою щодо відведення</w:t>
      </w:r>
    </w:p>
    <w:p w:rsidR="00242D58" w:rsidRDefault="00242D58" w:rsidP="00C12A38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r>
        <w:rPr>
          <w:b/>
          <w:sz w:val="28"/>
          <w:szCs w:val="28"/>
        </w:rPr>
        <w:t>земельної ділянки в  оренду терміном на 15 років гр. Колеснік Ользі Степанівні</w:t>
      </w:r>
    </w:p>
    <w:p w:rsidR="00242D58" w:rsidRDefault="00242D58" w:rsidP="00C12A38">
      <w:pPr>
        <w:tabs>
          <w:tab w:val="left" w:pos="0"/>
        </w:tabs>
        <w:adjustRightInd w:val="0"/>
        <w:ind w:right="3954"/>
        <w:rPr>
          <w:rStyle w:val="Emphasis"/>
          <w:i w:val="0"/>
        </w:rPr>
      </w:pPr>
    </w:p>
    <w:p w:rsidR="00242D58" w:rsidRDefault="00242D58" w:rsidP="00C12A38">
      <w:pPr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ru-RU"/>
        </w:rPr>
        <w:t xml:space="preserve">Відповідно до </w:t>
      </w:r>
      <w:r>
        <w:rPr>
          <w:sz w:val="28"/>
          <w:szCs w:val="28"/>
        </w:rPr>
        <w:t>п. 34 ст. 26 Закону України “Про місцеве самоврядування в Україні”,  ст.ст. 12, 93, 125 Земельного кодексу України, Закону України «Про оренду землі», рекомендацій постійної комісії з питань аграрної політики та земельних відносин селищна рада</w:t>
      </w:r>
    </w:p>
    <w:p w:rsidR="00242D58" w:rsidRDefault="00242D58" w:rsidP="00C12A38">
      <w:pPr>
        <w:adjustRightInd w:val="0"/>
        <w:jc w:val="both"/>
        <w:rPr>
          <w:sz w:val="28"/>
          <w:szCs w:val="28"/>
        </w:rPr>
      </w:pPr>
    </w:p>
    <w:p w:rsidR="00242D58" w:rsidRDefault="00242D58" w:rsidP="00C12A38">
      <w:pPr>
        <w:tabs>
          <w:tab w:val="left" w:pos="5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:rsidR="00242D58" w:rsidRDefault="00242D58" w:rsidP="00C12A38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:rsidR="00242D58" w:rsidRDefault="00242D58" w:rsidP="00C12A38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1.Дати дозвіл гр. Колеснік Ользі Степанівні на розроблення проєкту землеустрою щодо відведення земельної ділянки орієнтовною площею </w:t>
      </w:r>
      <w:smartTag w:uri="urn:schemas-microsoft-com:office:smarttags" w:element="metricconverter">
        <w:smartTagPr>
          <w:attr w:name="ProductID" w:val="1,9000 га"/>
        </w:smartTagPr>
        <w:r>
          <w:rPr>
            <w:sz w:val="28"/>
            <w:szCs w:val="28"/>
          </w:rPr>
          <w:t>1,9000 га</w:t>
        </w:r>
      </w:smartTag>
      <w:r>
        <w:rPr>
          <w:sz w:val="28"/>
          <w:szCs w:val="28"/>
        </w:rPr>
        <w:t xml:space="preserve">, в тому числі по угіддях: пасовища (згідно КВЗУ 002.02)  – </w:t>
      </w:r>
      <w:smartTag w:uri="urn:schemas-microsoft-com:office:smarttags" w:element="metricconverter">
        <w:smartTagPr>
          <w:attr w:name="ProductID" w:val="1,9000 га"/>
        </w:smartTagPr>
        <w:r>
          <w:rPr>
            <w:sz w:val="28"/>
            <w:szCs w:val="28"/>
          </w:rPr>
          <w:t>1,9000 га</w:t>
        </w:r>
      </w:smartTag>
      <w:r>
        <w:rPr>
          <w:sz w:val="28"/>
          <w:szCs w:val="28"/>
        </w:rPr>
        <w:t xml:space="preserve"> в оренду терміном на 15 років для сінокосіння та випасання худоби (код КВЦПЗ 01.08) із земель запасу сільськогосподарського призначення комунальної власності,  за адресою: Кіровоградська область, Голованівський район, за межами с.Троянка.</w:t>
      </w:r>
    </w:p>
    <w:p w:rsidR="00242D58" w:rsidRDefault="00242D58" w:rsidP="00C12A38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2.Зобов’язати гр. Колеснік Ольгу Степанівну   замовити виготовити проєкт землеустрою в організації, що має відповідний дозвіл (ліцензію) на проведення даного виду робіт, а також погодити та подати на затвердження даний проєкт відповідно до норм чинного законодавства. </w:t>
      </w:r>
    </w:p>
    <w:p w:rsidR="00242D58" w:rsidRDefault="00242D58" w:rsidP="00C12A38">
      <w:pPr>
        <w:jc w:val="both"/>
        <w:rPr>
          <w:rFonts w:ascii="Calibri" w:hAnsi="Calibri"/>
          <w:lang w:val="ru-RU"/>
        </w:rPr>
      </w:pPr>
      <w:r>
        <w:rPr>
          <w:sz w:val="28"/>
          <w:szCs w:val="28"/>
        </w:rPr>
        <w:t xml:space="preserve"> 3.Контроль за виконанням даного рішення покласти на постійну комісію з питань аграрної політики та земельних відносин.</w:t>
      </w:r>
    </w:p>
    <w:p w:rsidR="00242D58" w:rsidRDefault="00242D58" w:rsidP="00C12A38">
      <w:pPr>
        <w:jc w:val="center"/>
        <w:rPr>
          <w:sz w:val="28"/>
          <w:szCs w:val="28"/>
        </w:rPr>
      </w:pPr>
    </w:p>
    <w:p w:rsidR="00242D58" w:rsidRDefault="00242D58" w:rsidP="00C12A38">
      <w:r>
        <w:rPr>
          <w:b/>
          <w:sz w:val="28"/>
          <w:szCs w:val="28"/>
        </w:rPr>
        <w:t>Селищний голова                                            Сергій ЦОБЕНКО</w:t>
      </w:r>
    </w:p>
    <w:sectPr w:rsidR="00242D58" w:rsidSect="006365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3FEE"/>
    <w:rsid w:val="00155CBA"/>
    <w:rsid w:val="001872BF"/>
    <w:rsid w:val="001C799B"/>
    <w:rsid w:val="00242D58"/>
    <w:rsid w:val="00266D41"/>
    <w:rsid w:val="004021F5"/>
    <w:rsid w:val="00472213"/>
    <w:rsid w:val="004F40C4"/>
    <w:rsid w:val="00590978"/>
    <w:rsid w:val="00636576"/>
    <w:rsid w:val="008B28D4"/>
    <w:rsid w:val="00933FEE"/>
    <w:rsid w:val="00BD2EFD"/>
    <w:rsid w:val="00C12A38"/>
    <w:rsid w:val="00FA7080"/>
    <w:rsid w:val="00FB05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2A38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99"/>
    <w:qFormat/>
    <w:rsid w:val="00C12A38"/>
    <w:rPr>
      <w:rFonts w:ascii="Times New Roman" w:hAnsi="Times New Roman" w:cs="Times New Roman"/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095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957</Words>
  <Characters>547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</dc:creator>
  <cp:keywords/>
  <dc:description/>
  <cp:lastModifiedBy>Альона і Вадім</cp:lastModifiedBy>
  <cp:revision>3</cp:revision>
  <dcterms:created xsi:type="dcterms:W3CDTF">2022-02-10T14:50:00Z</dcterms:created>
  <dcterms:modified xsi:type="dcterms:W3CDTF">2022-02-10T18:17:00Z</dcterms:modified>
</cp:coreProperties>
</file>