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91E" w:rsidRPr="00BE0402" w:rsidRDefault="00A2791E" w:rsidP="000D47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0402">
        <w:rPr>
          <w:rFonts w:ascii="Times New Roman" w:hAnsi="Times New Roman"/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7pt;height:108pt;visibility:visible">
            <v:imagedata r:id="rId5" o:title=""/>
          </v:shape>
        </w:pict>
      </w:r>
    </w:p>
    <w:p w:rsidR="00A2791E" w:rsidRPr="00BE0402" w:rsidRDefault="00A2791E" w:rsidP="000D47EA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A2791E" w:rsidRPr="00BE0402" w:rsidTr="00801989">
        <w:tc>
          <w:tcPr>
            <w:tcW w:w="9854" w:type="dxa"/>
          </w:tcPr>
          <w:p w:rsidR="00A2791E" w:rsidRPr="00BE0402" w:rsidRDefault="00A2791E" w:rsidP="00801989">
            <w:pPr>
              <w:tabs>
                <w:tab w:val="left" w:pos="598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E0402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ВІСІМНАДЦЯТА СЕСІЯ</w:t>
            </w:r>
          </w:p>
        </w:tc>
      </w:tr>
      <w:tr w:rsidR="00A2791E" w:rsidRPr="00BE0402" w:rsidTr="00801989">
        <w:tc>
          <w:tcPr>
            <w:tcW w:w="9854" w:type="dxa"/>
          </w:tcPr>
          <w:p w:rsidR="00A2791E" w:rsidRPr="00BE0402" w:rsidRDefault="00A2791E" w:rsidP="008019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0402">
              <w:rPr>
                <w:rFonts w:ascii="Times New Roman" w:hAnsi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A2791E" w:rsidRPr="00BE0402" w:rsidRDefault="00A2791E" w:rsidP="000D47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BE0402">
        <w:rPr>
          <w:rFonts w:ascii="Times New Roman" w:hAnsi="Times New Roman"/>
          <w:b/>
          <w:sz w:val="28"/>
          <w:szCs w:val="28"/>
        </w:rPr>
        <w:t>ПРОЄКТ</w:t>
      </w:r>
    </w:p>
    <w:p w:rsidR="00A2791E" w:rsidRPr="00BE0402" w:rsidRDefault="00A2791E" w:rsidP="000D47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791E" w:rsidRPr="00BE0402" w:rsidRDefault="00A2791E" w:rsidP="000D47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0402">
        <w:rPr>
          <w:rFonts w:ascii="Times New Roman" w:hAnsi="Times New Roman"/>
          <w:sz w:val="28"/>
          <w:szCs w:val="28"/>
        </w:rPr>
        <w:t xml:space="preserve">Від «____» ____________ 2022 року   </w:t>
      </w:r>
      <w:r w:rsidRPr="00BE0402">
        <w:rPr>
          <w:rFonts w:ascii="Times New Roman" w:hAnsi="Times New Roman"/>
          <w:sz w:val="28"/>
          <w:szCs w:val="28"/>
        </w:rPr>
        <w:tab/>
      </w:r>
      <w:r w:rsidRPr="00BE0402">
        <w:rPr>
          <w:rFonts w:ascii="Times New Roman" w:hAnsi="Times New Roman"/>
          <w:sz w:val="28"/>
          <w:szCs w:val="28"/>
        </w:rPr>
        <w:tab/>
      </w:r>
      <w:r w:rsidRPr="00BE0402">
        <w:rPr>
          <w:rFonts w:ascii="Times New Roman" w:hAnsi="Times New Roman"/>
          <w:sz w:val="28"/>
          <w:szCs w:val="28"/>
        </w:rPr>
        <w:tab/>
        <w:t xml:space="preserve">       № _______</w:t>
      </w:r>
    </w:p>
    <w:p w:rsidR="00A2791E" w:rsidRPr="00BE0402" w:rsidRDefault="00A2791E" w:rsidP="000D47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791E" w:rsidRPr="00BE0402" w:rsidRDefault="00A2791E" w:rsidP="000D47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E0402">
        <w:rPr>
          <w:rFonts w:ascii="Times New Roman" w:hAnsi="Times New Roman"/>
          <w:sz w:val="28"/>
          <w:szCs w:val="28"/>
        </w:rPr>
        <w:t xml:space="preserve">смт Голованівськ </w:t>
      </w:r>
    </w:p>
    <w:p w:rsidR="00A2791E" w:rsidRPr="00C74D96" w:rsidRDefault="00A2791E" w:rsidP="00FE59F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2791E" w:rsidRPr="00C74D96" w:rsidRDefault="00A2791E" w:rsidP="008A604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C74D96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/>
        </w:rPr>
        <w:t>звіт про виконання</w:t>
      </w:r>
    </w:p>
    <w:p w:rsidR="00A2791E" w:rsidRPr="00C74D96" w:rsidRDefault="00A2791E" w:rsidP="008A604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селищного бюджету</w:t>
      </w:r>
    </w:p>
    <w:p w:rsidR="00A2791E" w:rsidRPr="00C74D96" w:rsidRDefault="00A2791E" w:rsidP="00C77A07">
      <w:pPr>
        <w:pStyle w:val="NormalWeb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</w:t>
      </w:r>
      <w:r w:rsidRPr="00C74D96">
        <w:rPr>
          <w:b/>
          <w:bCs/>
          <w:sz w:val="28"/>
          <w:szCs w:val="28"/>
        </w:rPr>
        <w:t>а</w:t>
      </w:r>
      <w:r w:rsidRPr="00C74D96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 xml:space="preserve">1 </w:t>
      </w:r>
      <w:r w:rsidRPr="00C74D96">
        <w:rPr>
          <w:b/>
          <w:bCs/>
          <w:sz w:val="28"/>
          <w:szCs w:val="28"/>
        </w:rPr>
        <w:t>рік</w:t>
      </w:r>
    </w:p>
    <w:p w:rsidR="00A2791E" w:rsidRPr="00C74D96" w:rsidRDefault="00A2791E" w:rsidP="008A6042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A2791E" w:rsidRDefault="00A2791E" w:rsidP="002650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C74D96">
        <w:rPr>
          <w:rFonts w:ascii="Times New Roman" w:hAnsi="Times New Roman"/>
          <w:bCs/>
          <w:sz w:val="24"/>
          <w:szCs w:val="24"/>
          <w:lang w:val="uk-UA"/>
        </w:rPr>
        <w:t xml:space="preserve">           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Відповідно до </w:t>
      </w:r>
      <w:r w:rsidRPr="00C74D96">
        <w:rPr>
          <w:rFonts w:ascii="Times New Roman" w:hAnsi="Times New Roman"/>
          <w:bCs/>
          <w:sz w:val="24"/>
          <w:szCs w:val="24"/>
          <w:lang w:val="uk-UA"/>
        </w:rPr>
        <w:t>ст.</w:t>
      </w:r>
      <w:r>
        <w:rPr>
          <w:rFonts w:ascii="Times New Roman" w:hAnsi="Times New Roman"/>
          <w:bCs/>
          <w:sz w:val="24"/>
          <w:szCs w:val="24"/>
          <w:lang w:val="uk-UA"/>
        </w:rPr>
        <w:t>28</w:t>
      </w:r>
      <w:r w:rsidRPr="00C74D96">
        <w:rPr>
          <w:rFonts w:ascii="Times New Roman" w:hAnsi="Times New Roman"/>
          <w:bCs/>
          <w:sz w:val="24"/>
          <w:szCs w:val="24"/>
          <w:lang w:val="uk-UA"/>
        </w:rPr>
        <w:t xml:space="preserve"> Закону України «Про місцеве самоврядування в Україні»,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пункту 4 </w:t>
      </w:r>
      <w:r w:rsidRPr="00C74D96">
        <w:rPr>
          <w:rFonts w:ascii="Times New Roman" w:hAnsi="Times New Roman"/>
          <w:bCs/>
          <w:sz w:val="24"/>
          <w:szCs w:val="24"/>
          <w:lang w:val="uk-UA"/>
        </w:rPr>
        <w:t>ст.</w:t>
      </w:r>
      <w:r>
        <w:rPr>
          <w:rFonts w:ascii="Times New Roman" w:hAnsi="Times New Roman"/>
          <w:bCs/>
          <w:sz w:val="24"/>
          <w:szCs w:val="24"/>
          <w:lang w:val="uk-UA"/>
        </w:rPr>
        <w:t>80</w:t>
      </w:r>
      <w:r w:rsidRPr="00C74D96">
        <w:rPr>
          <w:rFonts w:ascii="Times New Roman" w:hAnsi="Times New Roman"/>
          <w:bCs/>
          <w:sz w:val="24"/>
          <w:szCs w:val="24"/>
          <w:lang w:val="uk-UA"/>
        </w:rPr>
        <w:t xml:space="preserve"> Бюджетного кодексу України </w:t>
      </w:r>
      <w:r w:rsidRPr="002650E8">
        <w:rPr>
          <w:rFonts w:ascii="Times New Roman" w:hAnsi="Times New Roman"/>
          <w:bCs/>
          <w:sz w:val="24"/>
          <w:szCs w:val="24"/>
          <w:lang w:val="uk-UA"/>
        </w:rPr>
        <w:t>селищна рада</w:t>
      </w:r>
    </w:p>
    <w:p w:rsidR="00A2791E" w:rsidRPr="002650E8" w:rsidRDefault="00A2791E" w:rsidP="002650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A2791E" w:rsidRPr="00C74D96" w:rsidRDefault="00A2791E" w:rsidP="002650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74D96">
        <w:rPr>
          <w:rFonts w:ascii="Times New Roman" w:hAnsi="Times New Roman"/>
          <w:b/>
          <w:bCs/>
          <w:sz w:val="24"/>
          <w:szCs w:val="24"/>
          <w:lang w:val="uk-UA"/>
        </w:rPr>
        <w:t>В И Р І Ш И Л А:</w:t>
      </w:r>
    </w:p>
    <w:p w:rsidR="00A2791E" w:rsidRPr="00C74D96" w:rsidRDefault="00A2791E" w:rsidP="002650E8">
      <w:pPr>
        <w:autoSpaceDE w:val="0"/>
        <w:autoSpaceDN w:val="0"/>
        <w:adjustRightInd w:val="0"/>
        <w:spacing w:after="0" w:line="240" w:lineRule="auto"/>
        <w:ind w:left="-720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A2791E" w:rsidRDefault="00A2791E" w:rsidP="00F735F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Затвердити звіт про виконання селищного бюджету за 2021 рік :</w:t>
      </w:r>
    </w:p>
    <w:p w:rsidR="00A2791E" w:rsidRDefault="00A2791E" w:rsidP="000A35B1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A2791E" w:rsidRDefault="00A2791E" w:rsidP="000A35B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 доходами у сумі  - 167 006 491,48 гривень (загальний фонд –164 635 356,29 гривень, спеціальний фонд -  2 371 135,19 гривень)</w:t>
      </w:r>
    </w:p>
    <w:p w:rsidR="00A2791E" w:rsidRPr="00D060C1" w:rsidRDefault="00A2791E" w:rsidP="000A35B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 видатками у сумі –159 574 205,65 гривень (загальний фонд –136 942 966,34  гривень, спеціальний фонд –22 631 239,31 гривень)</w:t>
      </w:r>
    </w:p>
    <w:p w:rsidR="00A2791E" w:rsidRDefault="00A2791E" w:rsidP="00F735F6">
      <w:pPr>
        <w:pStyle w:val="ListParagraph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2791E" w:rsidRPr="00F735F6" w:rsidRDefault="00A2791E" w:rsidP="00F735F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Дане рішення опублікувати у місцевих ЗМІ без додатків.</w:t>
      </w:r>
    </w:p>
    <w:p w:rsidR="00A2791E" w:rsidRPr="000D47EA" w:rsidRDefault="00A2791E" w:rsidP="000D47EA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A2791E" w:rsidRPr="000D47EA" w:rsidRDefault="00A2791E" w:rsidP="000D47EA">
      <w:pPr>
        <w:pStyle w:val="20"/>
        <w:shd w:val="clear" w:color="auto" w:fill="auto"/>
        <w:tabs>
          <w:tab w:val="left" w:pos="787"/>
        </w:tabs>
        <w:spacing w:before="0" w:after="0" w:line="322" w:lineRule="exact"/>
        <w:ind w:firstLine="0"/>
        <w:jc w:val="center"/>
        <w:rPr>
          <w:b/>
          <w:lang w:val="uk-UA"/>
        </w:rPr>
      </w:pPr>
      <w:r w:rsidRPr="000D47EA">
        <w:rPr>
          <w:b/>
        </w:rPr>
        <w:t>Селищний голова                                                            Сергій</w:t>
      </w:r>
      <w:r>
        <w:rPr>
          <w:b/>
          <w:lang w:val="uk-UA"/>
        </w:rPr>
        <w:t xml:space="preserve">  </w:t>
      </w:r>
      <w:r w:rsidRPr="000D47EA">
        <w:rPr>
          <w:b/>
        </w:rPr>
        <w:t>ЦОБЕНК</w:t>
      </w:r>
      <w:r w:rsidRPr="000D47EA">
        <w:rPr>
          <w:b/>
          <w:lang w:val="uk-UA"/>
        </w:rPr>
        <w:t>О</w:t>
      </w:r>
    </w:p>
    <w:sectPr w:rsidR="00A2791E" w:rsidRPr="000D47EA" w:rsidSect="00836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D5ECE"/>
    <w:multiLevelType w:val="hybridMultilevel"/>
    <w:tmpl w:val="96C6CC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79F55E6"/>
    <w:multiLevelType w:val="hybridMultilevel"/>
    <w:tmpl w:val="B662545E"/>
    <w:lvl w:ilvl="0" w:tplc="E506D45A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70A521A"/>
    <w:multiLevelType w:val="hybridMultilevel"/>
    <w:tmpl w:val="963AABF4"/>
    <w:lvl w:ilvl="0" w:tplc="9D2408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CYR" w:eastAsia="Times New Roman" w:hAnsi="Times New Roman CYR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273D47"/>
    <w:multiLevelType w:val="hybridMultilevel"/>
    <w:tmpl w:val="520269DC"/>
    <w:lvl w:ilvl="0" w:tplc="194E35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1C1E74"/>
    <w:multiLevelType w:val="hybridMultilevel"/>
    <w:tmpl w:val="500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59F5"/>
    <w:rsid w:val="00020873"/>
    <w:rsid w:val="00054C83"/>
    <w:rsid w:val="000922DA"/>
    <w:rsid w:val="0009759E"/>
    <w:rsid w:val="000A2746"/>
    <w:rsid w:val="000A35B1"/>
    <w:rsid w:val="000D0441"/>
    <w:rsid w:val="000D47EA"/>
    <w:rsid w:val="001241F8"/>
    <w:rsid w:val="001438C1"/>
    <w:rsid w:val="001B39FE"/>
    <w:rsid w:val="001B4C9F"/>
    <w:rsid w:val="00221F41"/>
    <w:rsid w:val="00245314"/>
    <w:rsid w:val="002650E8"/>
    <w:rsid w:val="002B27BD"/>
    <w:rsid w:val="002E39BD"/>
    <w:rsid w:val="002E4087"/>
    <w:rsid w:val="00312EAD"/>
    <w:rsid w:val="00353F57"/>
    <w:rsid w:val="003B1A2B"/>
    <w:rsid w:val="003B351D"/>
    <w:rsid w:val="003B50CA"/>
    <w:rsid w:val="004040DD"/>
    <w:rsid w:val="00406072"/>
    <w:rsid w:val="00484BA1"/>
    <w:rsid w:val="004A6C41"/>
    <w:rsid w:val="004A769D"/>
    <w:rsid w:val="004B633D"/>
    <w:rsid w:val="004F1385"/>
    <w:rsid w:val="00526C96"/>
    <w:rsid w:val="005362D1"/>
    <w:rsid w:val="00547B9A"/>
    <w:rsid w:val="005500F0"/>
    <w:rsid w:val="00581901"/>
    <w:rsid w:val="005C4E89"/>
    <w:rsid w:val="005D53CA"/>
    <w:rsid w:val="005E5F3E"/>
    <w:rsid w:val="00613DDE"/>
    <w:rsid w:val="00673230"/>
    <w:rsid w:val="006857EF"/>
    <w:rsid w:val="006E1E4E"/>
    <w:rsid w:val="006E6E2A"/>
    <w:rsid w:val="00781324"/>
    <w:rsid w:val="007866A8"/>
    <w:rsid w:val="007870A2"/>
    <w:rsid w:val="0079130B"/>
    <w:rsid w:val="007A7E2C"/>
    <w:rsid w:val="007B30B2"/>
    <w:rsid w:val="007C56AF"/>
    <w:rsid w:val="00801989"/>
    <w:rsid w:val="00815407"/>
    <w:rsid w:val="008229C0"/>
    <w:rsid w:val="00836DBE"/>
    <w:rsid w:val="0085268D"/>
    <w:rsid w:val="00881FAF"/>
    <w:rsid w:val="008A6042"/>
    <w:rsid w:val="008C701A"/>
    <w:rsid w:val="008D57EB"/>
    <w:rsid w:val="008E0AA6"/>
    <w:rsid w:val="008F60BE"/>
    <w:rsid w:val="009249E1"/>
    <w:rsid w:val="00943EA6"/>
    <w:rsid w:val="0096058D"/>
    <w:rsid w:val="009757CD"/>
    <w:rsid w:val="009A43F0"/>
    <w:rsid w:val="009C608B"/>
    <w:rsid w:val="009D6CDE"/>
    <w:rsid w:val="00A071C5"/>
    <w:rsid w:val="00A13F00"/>
    <w:rsid w:val="00A2791E"/>
    <w:rsid w:val="00A550BD"/>
    <w:rsid w:val="00A569C9"/>
    <w:rsid w:val="00B10BBF"/>
    <w:rsid w:val="00B1729D"/>
    <w:rsid w:val="00B83504"/>
    <w:rsid w:val="00B83D38"/>
    <w:rsid w:val="00BD1F82"/>
    <w:rsid w:val="00BE0402"/>
    <w:rsid w:val="00BF5989"/>
    <w:rsid w:val="00C230A3"/>
    <w:rsid w:val="00C625F6"/>
    <w:rsid w:val="00C74D96"/>
    <w:rsid w:val="00C77A07"/>
    <w:rsid w:val="00C8136B"/>
    <w:rsid w:val="00CB4BBD"/>
    <w:rsid w:val="00D060C1"/>
    <w:rsid w:val="00D72E62"/>
    <w:rsid w:val="00D74C7B"/>
    <w:rsid w:val="00D8704B"/>
    <w:rsid w:val="00DA601C"/>
    <w:rsid w:val="00DC5B54"/>
    <w:rsid w:val="00DF6CB9"/>
    <w:rsid w:val="00E47C40"/>
    <w:rsid w:val="00E91220"/>
    <w:rsid w:val="00E96037"/>
    <w:rsid w:val="00EC23BB"/>
    <w:rsid w:val="00F05766"/>
    <w:rsid w:val="00F27912"/>
    <w:rsid w:val="00F55150"/>
    <w:rsid w:val="00F735F6"/>
    <w:rsid w:val="00F7689E"/>
    <w:rsid w:val="00FB5F0B"/>
    <w:rsid w:val="00FE59F5"/>
    <w:rsid w:val="00FE6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DBE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E5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E59F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8A60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ListParagraph">
    <w:name w:val="List Paragraph"/>
    <w:basedOn w:val="Normal"/>
    <w:uiPriority w:val="99"/>
    <w:qFormat/>
    <w:rsid w:val="004B633D"/>
    <w:pPr>
      <w:ind w:left="720"/>
      <w:contextualSpacing/>
    </w:pPr>
  </w:style>
  <w:style w:type="character" w:customStyle="1" w:styleId="2">
    <w:name w:val="Основний текст (2)_"/>
    <w:basedOn w:val="DefaultParagraphFont"/>
    <w:link w:val="20"/>
    <w:uiPriority w:val="99"/>
    <w:locked/>
    <w:rsid w:val="004A769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Normal"/>
    <w:link w:val="2"/>
    <w:uiPriority w:val="99"/>
    <w:rsid w:val="004A769D"/>
    <w:pPr>
      <w:widowControl w:val="0"/>
      <w:shd w:val="clear" w:color="auto" w:fill="FFFFFF"/>
      <w:spacing w:before="360" w:after="60" w:line="240" w:lineRule="atLeast"/>
      <w:ind w:hanging="360"/>
      <w:jc w:val="both"/>
    </w:pPr>
    <w:rPr>
      <w:rFonts w:ascii="Times New Roman" w:hAnsi="Times New Roman"/>
      <w:sz w:val="28"/>
      <w:szCs w:val="28"/>
    </w:rPr>
  </w:style>
  <w:style w:type="paragraph" w:styleId="BodyTextIndent2">
    <w:name w:val="Body Text Indent 2"/>
    <w:basedOn w:val="Normal"/>
    <w:link w:val="BodyTextIndent2Char1"/>
    <w:uiPriority w:val="99"/>
    <w:rsid w:val="00781324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6857EF"/>
    <w:rPr>
      <w:rFonts w:cs="Times New Roman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locked/>
    <w:rsid w:val="00781324"/>
    <w:rPr>
      <w:rFonts w:cs="Times New Roman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72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541</Words>
  <Characters>309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Альона і Вадім</cp:lastModifiedBy>
  <cp:revision>2</cp:revision>
  <cp:lastPrinted>2022-01-20T06:43:00Z</cp:lastPrinted>
  <dcterms:created xsi:type="dcterms:W3CDTF">2022-02-14T15:11:00Z</dcterms:created>
  <dcterms:modified xsi:type="dcterms:W3CDTF">2022-02-14T15:11:00Z</dcterms:modified>
</cp:coreProperties>
</file>