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A0" w:rsidRDefault="000069A0" w:rsidP="00171040">
      <w:pPr>
        <w:jc w:val="both"/>
      </w:pPr>
      <w:bookmarkStart w:id="0" w:name="_GoBack"/>
    </w:p>
    <w:p w:rsidR="000069A0" w:rsidRDefault="000069A0" w:rsidP="00171040"/>
    <w:p w:rsidR="000069A0" w:rsidRDefault="000069A0" w:rsidP="00171040">
      <w:pPr>
        <w:jc w:val="both"/>
        <w:rPr>
          <w:sz w:val="28"/>
          <w:szCs w:val="28"/>
        </w:rPr>
      </w:pPr>
      <w:r w:rsidRPr="00B3548D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0069A0" w:rsidRDefault="000069A0" w:rsidP="00171040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0069A0" w:rsidTr="00171040">
        <w:tc>
          <w:tcPr>
            <w:tcW w:w="9854" w:type="dxa"/>
          </w:tcPr>
          <w:p w:rsidR="000069A0" w:rsidRDefault="000069A0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0069A0" w:rsidTr="00171040">
        <w:tc>
          <w:tcPr>
            <w:tcW w:w="9854" w:type="dxa"/>
          </w:tcPr>
          <w:p w:rsidR="000069A0" w:rsidRDefault="000069A0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0069A0" w:rsidRDefault="000069A0" w:rsidP="00171040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0069A0" w:rsidRDefault="000069A0" w:rsidP="00171040">
      <w:pPr>
        <w:jc w:val="both"/>
        <w:rPr>
          <w:sz w:val="28"/>
          <w:szCs w:val="28"/>
        </w:rPr>
      </w:pPr>
    </w:p>
    <w:p w:rsidR="000069A0" w:rsidRDefault="000069A0" w:rsidP="00171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0069A0" w:rsidRDefault="000069A0" w:rsidP="00171040">
      <w:pPr>
        <w:jc w:val="both"/>
        <w:rPr>
          <w:sz w:val="28"/>
          <w:szCs w:val="28"/>
        </w:rPr>
      </w:pPr>
    </w:p>
    <w:p w:rsidR="000069A0" w:rsidRDefault="000069A0" w:rsidP="001710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0069A0" w:rsidRDefault="000069A0" w:rsidP="00171040">
      <w:pPr>
        <w:jc w:val="center"/>
        <w:rPr>
          <w:sz w:val="28"/>
          <w:szCs w:val="28"/>
        </w:rPr>
      </w:pPr>
    </w:p>
    <w:p w:rsidR="000069A0" w:rsidRDefault="000069A0" w:rsidP="00171040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Копієвському</w:t>
      </w:r>
    </w:p>
    <w:p w:rsidR="000069A0" w:rsidRDefault="000069A0" w:rsidP="00171040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Миколі Миколайовичу</w:t>
      </w:r>
    </w:p>
    <w:p w:rsidR="000069A0" w:rsidRDefault="000069A0" w:rsidP="00171040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0069A0" w:rsidRDefault="000069A0" w:rsidP="003D4724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0069A0" w:rsidRDefault="000069A0" w:rsidP="00171040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069A0" w:rsidRDefault="000069A0" w:rsidP="00171040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0069A0" w:rsidRDefault="000069A0" w:rsidP="0017104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069A0" w:rsidRDefault="000069A0" w:rsidP="00171040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Копієвському Миколі Миколайовичу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1,3000 га"/>
        </w:smartTagPr>
        <w:r>
          <w:rPr>
            <w:sz w:val="28"/>
            <w:szCs w:val="28"/>
            <w:lang w:eastAsia="ru-RU"/>
          </w:rPr>
          <w:t>1,3000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1,3000 га"/>
        </w:smartTagPr>
        <w:r>
          <w:rPr>
            <w:sz w:val="28"/>
            <w:szCs w:val="28"/>
            <w:lang w:eastAsia="ru-RU"/>
          </w:rPr>
          <w:t>1,3000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 межах с. Грузьке.</w:t>
      </w:r>
    </w:p>
    <w:p w:rsidR="000069A0" w:rsidRDefault="000069A0" w:rsidP="001710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2.Гр. </w:t>
      </w:r>
      <w:r>
        <w:rPr>
          <w:sz w:val="28"/>
          <w:szCs w:val="28"/>
          <w:lang w:eastAsia="ru-RU"/>
        </w:rPr>
        <w:t xml:space="preserve">Копієвському Миколі Миколайовичу  </w:t>
      </w:r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0069A0" w:rsidRDefault="000069A0" w:rsidP="001710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0069A0" w:rsidRDefault="000069A0" w:rsidP="001710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0069A0" w:rsidRDefault="000069A0" w:rsidP="00171040">
      <w:pPr>
        <w:jc w:val="both"/>
      </w:pPr>
      <w:r>
        <w:rPr>
          <w:b/>
          <w:sz w:val="28"/>
          <w:szCs w:val="28"/>
        </w:rPr>
        <w:t>Селищний голова                                                Сергій ЦОБЕНКО</w:t>
      </w:r>
      <w:bookmarkEnd w:id="0"/>
    </w:p>
    <w:sectPr w:rsidR="000069A0" w:rsidSect="00C65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922"/>
    <w:rsid w:val="000069A0"/>
    <w:rsid w:val="00013FCD"/>
    <w:rsid w:val="00171040"/>
    <w:rsid w:val="00264D51"/>
    <w:rsid w:val="003C3922"/>
    <w:rsid w:val="003D4724"/>
    <w:rsid w:val="0042406D"/>
    <w:rsid w:val="009C441A"/>
    <w:rsid w:val="009D0CD9"/>
    <w:rsid w:val="00B3548D"/>
    <w:rsid w:val="00C6575F"/>
    <w:rsid w:val="00E26DED"/>
    <w:rsid w:val="00EC6320"/>
    <w:rsid w:val="00EC6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40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5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963</Words>
  <Characters>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2022-02-10T14:44:00Z</dcterms:created>
  <dcterms:modified xsi:type="dcterms:W3CDTF">2022-02-10T17:54:00Z</dcterms:modified>
</cp:coreProperties>
</file>