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9EC" w:rsidRDefault="00F249EC" w:rsidP="00F4238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93652">
        <w:rPr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4" o:title=""/>
          </v:shape>
        </w:pict>
      </w:r>
    </w:p>
    <w:p w:rsidR="00F249EC" w:rsidRDefault="00F249EC" w:rsidP="00F42389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F249EC" w:rsidRPr="00AC3A3A" w:rsidTr="00F42389">
        <w:tc>
          <w:tcPr>
            <w:tcW w:w="9854" w:type="dxa"/>
          </w:tcPr>
          <w:p w:rsidR="00F249EC" w:rsidRPr="00AC3A3A" w:rsidRDefault="00F249EC">
            <w:pPr>
              <w:tabs>
                <w:tab w:val="left" w:pos="5985"/>
              </w:tabs>
              <w:rPr>
                <w:rFonts w:ascii="AcademyCTT" w:hAnsi="AcademyCTT"/>
                <w:b/>
                <w:sz w:val="28"/>
                <w:szCs w:val="28"/>
                <w:lang w:eastAsia="en-US"/>
              </w:rPr>
            </w:pPr>
            <w:r w:rsidRPr="00AC3A3A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          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>ВІ</w:t>
            </w:r>
            <w:r w:rsidRPr="00AC3A3A">
              <w:rPr>
                <w:rFonts w:ascii="AcademyCTT" w:hAnsi="AcademyCTT" w:hint="eastAsia"/>
                <w:b/>
                <w:sz w:val="28"/>
                <w:szCs w:val="28"/>
                <w:lang w:val="uk-UA" w:eastAsia="en-US"/>
              </w:rPr>
              <w:t>СІМНАДЦЯТА</w:t>
            </w:r>
            <w:r w:rsidRPr="00AC3A3A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</w:t>
            </w:r>
            <w:r w:rsidRPr="00AC3A3A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  <w:r w:rsidRPr="00AC3A3A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СЕСІЯ</w:t>
            </w:r>
            <w:r w:rsidRPr="00AC3A3A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F249EC" w:rsidRPr="00AC3A3A" w:rsidTr="00F42389">
        <w:tc>
          <w:tcPr>
            <w:tcW w:w="9854" w:type="dxa"/>
          </w:tcPr>
          <w:p w:rsidR="00F249EC" w:rsidRPr="00AC3A3A" w:rsidRDefault="00F249EC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C3A3A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ВОСЬМОГО</w:t>
            </w:r>
            <w:r w:rsidRPr="00AC3A3A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  <w:r w:rsidRPr="00AC3A3A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СКЛИКАННЯ</w:t>
            </w:r>
          </w:p>
        </w:tc>
      </w:tr>
    </w:tbl>
    <w:p w:rsidR="00F249EC" w:rsidRDefault="00F249EC" w:rsidP="00F423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</w:rPr>
        <w:t>ПРОЄКТ</w:t>
      </w:r>
    </w:p>
    <w:p w:rsidR="00F249EC" w:rsidRDefault="00F249EC" w:rsidP="00F423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49EC" w:rsidRDefault="00F249EC" w:rsidP="00F423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«____» ____________ 202</w:t>
      </w:r>
      <w:r>
        <w:rPr>
          <w:rFonts w:ascii="Times New Roman" w:hAnsi="Times New Roman"/>
          <w:sz w:val="28"/>
          <w:szCs w:val="28"/>
          <w:lang w:val="uk-UA"/>
        </w:rPr>
        <w:t>2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року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№ _______</w:t>
      </w:r>
    </w:p>
    <w:p w:rsidR="00F249EC" w:rsidRDefault="00F249EC" w:rsidP="00F423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49EC" w:rsidRDefault="00F249EC" w:rsidP="00F423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</w:rPr>
        <w:t>мтГолованівськ</w:t>
      </w:r>
    </w:p>
    <w:p w:rsidR="00F249EC" w:rsidRDefault="00F249EC" w:rsidP="00F42389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затвердження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проєкту</w:t>
      </w:r>
    </w:p>
    <w:p w:rsidR="00F249EC" w:rsidRDefault="00F249EC" w:rsidP="00F42389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землеустрою та надання у</w:t>
      </w:r>
    </w:p>
    <w:p w:rsidR="00F249EC" w:rsidRDefault="00F249EC" w:rsidP="00F42389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власність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земельної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ділянки</w:t>
      </w:r>
    </w:p>
    <w:p w:rsidR="00F249EC" w:rsidRDefault="00F249EC" w:rsidP="00F42389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гр. Литвиненку Сергію Дмитровичу</w:t>
      </w:r>
    </w:p>
    <w:p w:rsidR="00F249EC" w:rsidRDefault="00F249EC" w:rsidP="00F42389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  <w:lang w:val="uk-UA"/>
        </w:rPr>
      </w:pPr>
    </w:p>
    <w:p w:rsidR="00F249EC" w:rsidRDefault="00F249EC" w:rsidP="00F42389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п. 34 ст. 26 Закону України “Про місцеве самоврядування в Україні”,  ст. ст. 12, 118, 121, 125, 126 Земельного кодексу України, рекомендацій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>
        <w:rPr>
          <w:rFonts w:ascii="Times New Roman" w:hAnsi="Times New Roman"/>
          <w:sz w:val="28"/>
          <w:szCs w:val="28"/>
          <w:lang w:val="uk-UA"/>
        </w:rPr>
        <w:t xml:space="preserve">  селищна рада</w:t>
      </w:r>
    </w:p>
    <w:p w:rsidR="00F249EC" w:rsidRDefault="00F249EC" w:rsidP="00F42389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F249EC" w:rsidRDefault="00F249EC" w:rsidP="00F42389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 Затвердити проєкт землеустрою гр. Литвиненку Сергію Дмитровичу  щодо відведення земельної ділянки загальною площею – </w:t>
      </w:r>
      <w:smartTag w:uri="urn:schemas-microsoft-com:office:smarttags" w:element="metricconverter">
        <w:smartTagPr>
          <w:attr w:name="ProductID" w:val="0,4000 га"/>
        </w:smartTagPr>
        <w:r>
          <w:rPr>
            <w:rFonts w:ascii="Times New Roman" w:hAnsi="Times New Roman"/>
            <w:sz w:val="28"/>
            <w:szCs w:val="28"/>
            <w:lang w:val="uk-UA"/>
          </w:rPr>
          <w:t>0,4000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у власність для ведення особистого селянського господарства (код КВЦПЗ 01.03) за адресою: Кіровоградська область, Голованівський  район, Голованівська селищна рада, в межах с. Журавлинка, вул. Садова. </w:t>
      </w:r>
    </w:p>
    <w:p w:rsidR="00F249EC" w:rsidRDefault="00F249EC" w:rsidP="00F4238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2. Передати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безоплатно у власність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земельну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ділянку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Литвиненку Сергію Дмитровичу      загальною площею </w:t>
      </w:r>
      <w:smartTag w:uri="urn:schemas-microsoft-com:office:smarttags" w:element="metricconverter">
        <w:smartTagPr>
          <w:attr w:name="ProductID" w:val="0,4000 га"/>
        </w:smartTagPr>
        <w:r>
          <w:rPr>
            <w:rFonts w:ascii="Times New Roman" w:hAnsi="Times New Roman"/>
            <w:sz w:val="28"/>
            <w:szCs w:val="28"/>
            <w:lang w:val="uk-UA"/>
          </w:rPr>
          <w:t>0,4000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, в тому числі по угіддях: рілля (згідно КВЗУ 001.01.)  - </w:t>
      </w:r>
      <w:smartTag w:uri="urn:schemas-microsoft-com:office:smarttags" w:element="metricconverter">
        <w:smartTagPr>
          <w:attr w:name="ProductID" w:val="0,4000 га"/>
        </w:smartTagPr>
        <w:r>
          <w:rPr>
            <w:rFonts w:ascii="Times New Roman" w:hAnsi="Times New Roman"/>
            <w:sz w:val="28"/>
            <w:szCs w:val="28"/>
            <w:lang w:val="uk-UA"/>
          </w:rPr>
          <w:t>0,4000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  для ведення особистого селянського господарства (код КВЦПЗ 01.03) із земель запасу сільськогосподарського призначення комунальної власності, за адресою: Кіровоградська область, Голованівський район, Голованівська селищна рада в межах с. Журавлинка, вул. Садова (кадастровий номер земельної ділянки 3521481800:51:000:0230).</w:t>
      </w:r>
    </w:p>
    <w:p w:rsidR="00F249EC" w:rsidRDefault="00F249EC" w:rsidP="00F423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Гр.</w:t>
      </w:r>
      <w:r>
        <w:rPr>
          <w:rFonts w:ascii="Times New Roman" w:hAnsi="Times New Roman"/>
          <w:sz w:val="28"/>
          <w:szCs w:val="28"/>
          <w:lang w:val="uk-UA"/>
        </w:rPr>
        <w:t xml:space="preserve"> Литвиненку Сергію Дмитровичу   </w:t>
      </w:r>
      <w:r>
        <w:rPr>
          <w:rFonts w:ascii="Times New Roman" w:hAnsi="Times New Roman"/>
          <w:sz w:val="28"/>
          <w:szCs w:val="28"/>
        </w:rPr>
        <w:t>зареєструвати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речове право на земельн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sz w:val="28"/>
          <w:szCs w:val="28"/>
        </w:rPr>
        <w:t>ділянк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  <w:lang w:val="uk-UA"/>
        </w:rPr>
        <w:t>ідповідно до вимог чинного законодавства</w:t>
      </w:r>
      <w:r>
        <w:rPr>
          <w:rFonts w:ascii="Times New Roman" w:hAnsi="Times New Roman"/>
          <w:sz w:val="28"/>
          <w:szCs w:val="28"/>
        </w:rPr>
        <w:t>.</w:t>
      </w:r>
    </w:p>
    <w:p w:rsidR="00F249EC" w:rsidRDefault="00F249EC" w:rsidP="00F42389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/>
          <w:sz w:val="28"/>
          <w:szCs w:val="28"/>
        </w:rPr>
        <w:t>. Контроль за виконанням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даного</w:t>
      </w:r>
      <w:r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</w:rPr>
        <w:t>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покласти на постійну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комісію з питань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аграрної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політики та земельних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відносин.</w:t>
      </w:r>
    </w:p>
    <w:p w:rsidR="00F249EC" w:rsidRDefault="00F249EC" w:rsidP="00F423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249EC" w:rsidRDefault="00F249EC" w:rsidP="00F4238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Селищний голова                                                            Сергій ЦОБЕНК</w:t>
      </w:r>
      <w:r>
        <w:rPr>
          <w:rFonts w:ascii="Times New Roman" w:hAnsi="Times New Roman"/>
          <w:b/>
          <w:sz w:val="28"/>
          <w:szCs w:val="28"/>
          <w:lang w:val="uk-UA"/>
        </w:rPr>
        <w:t>О</w:t>
      </w:r>
    </w:p>
    <w:p w:rsidR="00F249EC" w:rsidRDefault="00F249EC" w:rsidP="00F42389"/>
    <w:sectPr w:rsidR="00F249EC" w:rsidSect="004B39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25CF"/>
    <w:rsid w:val="000276E0"/>
    <w:rsid w:val="00031273"/>
    <w:rsid w:val="00056F25"/>
    <w:rsid w:val="00094BC7"/>
    <w:rsid w:val="000B4DB5"/>
    <w:rsid w:val="000B54A6"/>
    <w:rsid w:val="00193652"/>
    <w:rsid w:val="001E2059"/>
    <w:rsid w:val="00271433"/>
    <w:rsid w:val="004A7660"/>
    <w:rsid w:val="004B39BA"/>
    <w:rsid w:val="0051004B"/>
    <w:rsid w:val="00571F5C"/>
    <w:rsid w:val="005725CF"/>
    <w:rsid w:val="0060568C"/>
    <w:rsid w:val="007416D9"/>
    <w:rsid w:val="00746B30"/>
    <w:rsid w:val="007B22E0"/>
    <w:rsid w:val="007F2AC6"/>
    <w:rsid w:val="008C3476"/>
    <w:rsid w:val="009435CD"/>
    <w:rsid w:val="0096240E"/>
    <w:rsid w:val="009752D9"/>
    <w:rsid w:val="009D42CA"/>
    <w:rsid w:val="009E4AE7"/>
    <w:rsid w:val="00AA47F4"/>
    <w:rsid w:val="00AC3A3A"/>
    <w:rsid w:val="00C05EAC"/>
    <w:rsid w:val="00C72050"/>
    <w:rsid w:val="00D74297"/>
    <w:rsid w:val="00D75090"/>
    <w:rsid w:val="00DC00FC"/>
    <w:rsid w:val="00F249EC"/>
    <w:rsid w:val="00F42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389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B22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B22E0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0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1088</Words>
  <Characters>621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Альона і Вадім</cp:lastModifiedBy>
  <cp:revision>7</cp:revision>
  <cp:lastPrinted>2022-02-10T06:38:00Z</cp:lastPrinted>
  <dcterms:created xsi:type="dcterms:W3CDTF">2022-02-10T14:35:00Z</dcterms:created>
  <dcterms:modified xsi:type="dcterms:W3CDTF">2022-02-10T15:32:00Z</dcterms:modified>
</cp:coreProperties>
</file>