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AF" w:rsidRDefault="000A2DAF" w:rsidP="009E69C8">
      <w:pPr>
        <w:jc w:val="center"/>
        <w:rPr>
          <w:sz w:val="28"/>
          <w:szCs w:val="28"/>
        </w:rPr>
      </w:pPr>
      <w:r w:rsidRPr="00544ACE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4" o:title=""/>
          </v:shape>
        </w:pict>
      </w:r>
    </w:p>
    <w:p w:rsidR="000A2DAF" w:rsidRDefault="000A2DAF" w:rsidP="009E69C8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0A2DAF" w:rsidTr="00887672">
        <w:tc>
          <w:tcPr>
            <w:tcW w:w="9854" w:type="dxa"/>
          </w:tcPr>
          <w:p w:rsidR="000A2DAF" w:rsidRDefault="000A2DAF" w:rsidP="00887672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СЬОМА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0A2DAF" w:rsidTr="00887672">
        <w:tc>
          <w:tcPr>
            <w:tcW w:w="9854" w:type="dxa"/>
          </w:tcPr>
          <w:p w:rsidR="000A2DAF" w:rsidRDefault="000A2DAF" w:rsidP="00887672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0A2DAF" w:rsidRPr="002D5CF7" w:rsidRDefault="000A2DAF" w:rsidP="009E69C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 w:hint="eastAsia"/>
          <w:b/>
          <w:sz w:val="28"/>
          <w:szCs w:val="28"/>
        </w:rPr>
        <w:t>Р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І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Ш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Е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Я</w:t>
      </w:r>
    </w:p>
    <w:p w:rsidR="000A2DAF" w:rsidRDefault="000A2DAF" w:rsidP="009E69C8">
      <w:pPr>
        <w:jc w:val="both"/>
        <w:rPr>
          <w:sz w:val="28"/>
          <w:szCs w:val="28"/>
        </w:rPr>
      </w:pPr>
    </w:p>
    <w:p w:rsidR="000A2DAF" w:rsidRPr="009E69C8" w:rsidRDefault="000A2DAF" w:rsidP="009E69C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</w:t>
      </w:r>
      <w:r>
        <w:rPr>
          <w:sz w:val="28"/>
          <w:szCs w:val="28"/>
          <w:lang w:val="ru-RU"/>
        </w:rPr>
        <w:t>18</w:t>
      </w:r>
    </w:p>
    <w:p w:rsidR="000A2DAF" w:rsidRDefault="000A2DAF" w:rsidP="009E69C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0A2DAF" w:rsidRDefault="000A2DAF" w:rsidP="00A808EF">
      <w:pPr>
        <w:keepNext/>
        <w:tabs>
          <w:tab w:val="num" w:pos="576"/>
          <w:tab w:val="left" w:pos="5812"/>
          <w:tab w:val="left" w:pos="9911"/>
        </w:tabs>
        <w:suppressAutoHyphens/>
        <w:snapToGrid w:val="0"/>
        <w:ind w:right="4252"/>
        <w:outlineLvl w:val="1"/>
        <w:rPr>
          <w:b/>
          <w:sz w:val="28"/>
          <w:szCs w:val="28"/>
          <w:lang w:eastAsia="ar-SA"/>
        </w:rPr>
      </w:pPr>
    </w:p>
    <w:p w:rsidR="000A2DAF" w:rsidRDefault="000A2DAF" w:rsidP="00A808EF">
      <w:pPr>
        <w:keepNext/>
        <w:tabs>
          <w:tab w:val="num" w:pos="576"/>
          <w:tab w:val="left" w:pos="5812"/>
          <w:tab w:val="left" w:pos="9911"/>
        </w:tabs>
        <w:suppressAutoHyphens/>
        <w:snapToGrid w:val="0"/>
        <w:ind w:right="4252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 надання дозволу на розроблення  проєкту землеустрою щодо відведення земельної ділянки в постійне користування</w:t>
      </w:r>
    </w:p>
    <w:p w:rsidR="000A2DAF" w:rsidRDefault="000A2DAF" w:rsidP="00A808EF">
      <w:pPr>
        <w:keepNext/>
        <w:tabs>
          <w:tab w:val="num" w:pos="576"/>
          <w:tab w:val="left" w:pos="5812"/>
          <w:tab w:val="left" w:pos="9911"/>
        </w:tabs>
        <w:suppressAutoHyphens/>
        <w:snapToGrid w:val="0"/>
        <w:ind w:right="4252"/>
        <w:outlineLvl w:val="1"/>
        <w:rPr>
          <w:b/>
          <w:sz w:val="28"/>
          <w:szCs w:val="28"/>
          <w:lang w:eastAsia="ar-SA"/>
        </w:rPr>
      </w:pPr>
    </w:p>
    <w:p w:rsidR="000A2DAF" w:rsidRDefault="000A2DAF" w:rsidP="009E69C8">
      <w:pPr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Керуючись ст. 92, 123 Земельного Кодексу України, розглянувши</w:t>
      </w:r>
      <w:r>
        <w:rPr>
          <w:sz w:val="28"/>
          <w:szCs w:val="28"/>
          <w:lang w:eastAsia="ar-SA"/>
        </w:rPr>
        <w:t> клопотання ДП «Голованівське лісове господарство</w:t>
      </w:r>
      <w:r>
        <w:rPr>
          <w:b/>
          <w:sz w:val="28"/>
          <w:szCs w:val="28"/>
          <w:lang w:eastAsia="ar-SA"/>
        </w:rPr>
        <w:t>»</w:t>
      </w:r>
      <w:r>
        <w:rPr>
          <w:i/>
          <w:sz w:val="28"/>
          <w:szCs w:val="28"/>
          <w:lang w:eastAsia="ar-SA"/>
        </w:rPr>
        <w:t xml:space="preserve">, </w:t>
      </w:r>
      <w:r>
        <w:rPr>
          <w:color w:val="000000"/>
          <w:sz w:val="28"/>
          <w:szCs w:val="28"/>
        </w:rPr>
        <w:t>з метою уникнення деградації ґрунтів та збільшення лісистості територій</w:t>
      </w:r>
      <w:r>
        <w:rPr>
          <w:sz w:val="28"/>
          <w:szCs w:val="28"/>
        </w:rPr>
        <w:t xml:space="preserve"> селищна рада</w:t>
      </w:r>
    </w:p>
    <w:p w:rsidR="000A2DAF" w:rsidRDefault="000A2DAF" w:rsidP="00A808E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0A2DAF" w:rsidRDefault="000A2DAF" w:rsidP="00A808E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Надати дозвіл </w:t>
      </w:r>
      <w:r>
        <w:rPr>
          <w:sz w:val="28"/>
          <w:szCs w:val="28"/>
          <w:lang w:eastAsia="ar-SA"/>
        </w:rPr>
        <w:t>ДП «Голованівське лісове господарство</w:t>
      </w:r>
      <w:r>
        <w:rPr>
          <w:b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 xml:space="preserve">на розроблення проєкту землеустрою щодо відведення в постійне користування  земельної ділянки орієнтовною площею 10  га для ведення лісового  господарства і пов’язаних з ним послуг  (згідно з кодом КВЦПЗ - 09.01) із земель комунальної власності сільськогосподарського призначення, </w:t>
      </w:r>
      <w:r>
        <w:rPr>
          <w:sz w:val="28"/>
          <w:szCs w:val="28"/>
        </w:rPr>
        <w:t xml:space="preserve">що перебувають в запасі  за адресою: Кіровоградська область, Голованівський район, Голованівська селищна рада, за межами с. Маринопіль. </w:t>
      </w:r>
    </w:p>
    <w:p w:rsidR="000A2DAF" w:rsidRDefault="000A2DAF" w:rsidP="00A808E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Надати дозвіл </w:t>
      </w:r>
      <w:r>
        <w:rPr>
          <w:sz w:val="28"/>
          <w:szCs w:val="28"/>
          <w:lang w:eastAsia="ar-SA"/>
        </w:rPr>
        <w:t>ДП «Голованівське лісове господарство</w:t>
      </w:r>
      <w:r>
        <w:rPr>
          <w:b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 xml:space="preserve">на розроблення проєкту землеустрою щодо відведення в постійне користування  земельної ділянки орієнтовною площею 15  га для ведення лісового  господарства і пов’язаних з ним послуг  (згідно з кодом КВЦПЗ - 09.01),  із земель комунальної власності сільськогосподарського призначення, </w:t>
      </w:r>
      <w:r>
        <w:rPr>
          <w:sz w:val="28"/>
          <w:szCs w:val="28"/>
        </w:rPr>
        <w:t>що перебувають в запасі  за адресою: Кіровоградська область, Голованівський район, Голованівська селищна рада, за межами с. Крас</w:t>
      </w:r>
      <w:bookmarkStart w:id="0" w:name="_GoBack"/>
      <w:bookmarkEnd w:id="0"/>
      <w:r>
        <w:rPr>
          <w:sz w:val="28"/>
          <w:szCs w:val="28"/>
        </w:rPr>
        <w:t xml:space="preserve">ногірка. </w:t>
      </w:r>
    </w:p>
    <w:p w:rsidR="000A2DAF" w:rsidRDefault="000A2DAF" w:rsidP="00A808EF">
      <w:pPr>
        <w:jc w:val="both"/>
        <w:rPr>
          <w:sz w:val="28"/>
          <w:szCs w:val="28"/>
        </w:rPr>
      </w:pPr>
      <w:r>
        <w:rPr>
          <w:sz w:val="28"/>
          <w:szCs w:val="28"/>
        </w:rPr>
        <w:t>3.Розроблений проєкт землеустрою щодо відведення земельної ділянки подати на затвердження згідно з чинним законодавством.</w:t>
      </w:r>
    </w:p>
    <w:p w:rsidR="000A2DAF" w:rsidRDefault="000A2DAF" w:rsidP="00A808EF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  <w:lang w:eastAsia="ru-RU"/>
        </w:rPr>
        <w:t>Контроль за виконанням даного рішення покласти на постійну комісію з питань аграрної політики та земельних відносин.</w:t>
      </w:r>
    </w:p>
    <w:p w:rsidR="000A2DAF" w:rsidRDefault="000A2DAF" w:rsidP="00A808EF">
      <w:pPr>
        <w:jc w:val="both"/>
        <w:rPr>
          <w:color w:val="000000"/>
          <w:sz w:val="28"/>
          <w:szCs w:val="28"/>
          <w:lang w:eastAsia="ru-RU"/>
        </w:rPr>
      </w:pPr>
    </w:p>
    <w:p w:rsidR="000A2DAF" w:rsidRDefault="000A2DAF" w:rsidP="00A808EF">
      <w:pPr>
        <w:tabs>
          <w:tab w:val="left" w:pos="567"/>
          <w:tab w:val="left" w:pos="3402"/>
        </w:tabs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Селищний голова                                                   Сергій ЦОБЕНКО           </w:t>
      </w:r>
    </w:p>
    <w:p w:rsidR="000A2DAF" w:rsidRPr="00A808EF" w:rsidRDefault="000A2DAF" w:rsidP="009E69C8">
      <w:pPr>
        <w:rPr>
          <w:sz w:val="28"/>
          <w:szCs w:val="28"/>
        </w:rPr>
      </w:pPr>
    </w:p>
    <w:sectPr w:rsidR="000A2DAF" w:rsidRPr="00A808EF" w:rsidSect="0065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33B"/>
    <w:rsid w:val="000315F9"/>
    <w:rsid w:val="000A2DAF"/>
    <w:rsid w:val="002D5CF7"/>
    <w:rsid w:val="00363D9F"/>
    <w:rsid w:val="005353EE"/>
    <w:rsid w:val="00544ACE"/>
    <w:rsid w:val="006563E3"/>
    <w:rsid w:val="0071760C"/>
    <w:rsid w:val="0083433B"/>
    <w:rsid w:val="00887672"/>
    <w:rsid w:val="008D16BF"/>
    <w:rsid w:val="009153E0"/>
    <w:rsid w:val="009839BA"/>
    <w:rsid w:val="009E69C8"/>
    <w:rsid w:val="00A808EF"/>
    <w:rsid w:val="00F67A99"/>
    <w:rsid w:val="00F74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6B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8D16BF"/>
    <w:rPr>
      <w:rFonts w:ascii="Times New Roman" w:hAnsi="Times New Roman"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A808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08E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68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1122</Words>
  <Characters>640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dcterms:created xsi:type="dcterms:W3CDTF">2021-06-20T17:12:00Z</dcterms:created>
  <dcterms:modified xsi:type="dcterms:W3CDTF">2021-06-20T17:12:00Z</dcterms:modified>
</cp:coreProperties>
</file>