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771" w:rsidRDefault="000C1771" w:rsidP="00EE781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A159C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0C1771" w:rsidRDefault="000C1771" w:rsidP="00EE781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0C1771" w:rsidRPr="008470FF" w:rsidTr="00EE7812">
        <w:tc>
          <w:tcPr>
            <w:tcW w:w="9854" w:type="dxa"/>
          </w:tcPr>
          <w:p w:rsidR="000C1771" w:rsidRPr="008470FF" w:rsidRDefault="000C1771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8470FF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ВІ</w:t>
            </w:r>
            <w:r w:rsidRPr="008470FF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8470FF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8470FF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8470FF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8470FF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0C1771" w:rsidRPr="008470FF" w:rsidTr="00EE7812">
        <w:tc>
          <w:tcPr>
            <w:tcW w:w="9854" w:type="dxa"/>
          </w:tcPr>
          <w:p w:rsidR="000C1771" w:rsidRPr="008470FF" w:rsidRDefault="000C1771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470FF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8470FF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8470FF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0C1771" w:rsidRDefault="000C1771" w:rsidP="00EE78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0C1771" w:rsidRDefault="000C1771" w:rsidP="00EE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1771" w:rsidRDefault="000C1771" w:rsidP="00EE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0C1771" w:rsidRDefault="000C1771" w:rsidP="00EE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1771" w:rsidRDefault="000C1771" w:rsidP="00EE7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мтГолованівськ</w:t>
      </w:r>
    </w:p>
    <w:p w:rsidR="000C1771" w:rsidRDefault="000C1771" w:rsidP="00EE7812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0C1771" w:rsidRDefault="000C1771" w:rsidP="00EE7812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0C1771" w:rsidRDefault="000C1771" w:rsidP="00EE7812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0C1771" w:rsidRDefault="000C1771" w:rsidP="00EE7812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Цілевичу Володимиру Івановичу</w:t>
      </w:r>
    </w:p>
    <w:p w:rsidR="000C1771" w:rsidRDefault="000C1771" w:rsidP="00EE7812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0C1771" w:rsidRPr="004E3E35" w:rsidRDefault="000C1771" w:rsidP="004E3E35">
      <w:pPr>
        <w:spacing w:after="0" w:line="240" w:lineRule="auto"/>
        <w:ind w:firstLine="709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 ст. 12, 118, 121, 125, 126 Земельн</w:t>
      </w:r>
      <w:r w:rsidRPr="004E3E35">
        <w:rPr>
          <w:sz w:val="28"/>
          <w:szCs w:val="28"/>
          <w:lang w:val="uk-UA"/>
        </w:rPr>
        <w:t xml:space="preserve">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 рекомендацій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0C1771" w:rsidRDefault="000C1771" w:rsidP="00EE7812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0C1771" w:rsidRDefault="000C1771" w:rsidP="00EE7812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Затвердити проєкт землеустрою гр. Цілевичу Володимиру Івановичу  щодо відведення земельної ділянки загальною площею  </w:t>
      </w:r>
      <w:smartTag w:uri="urn:schemas-microsoft-com:office:smarttags" w:element="metricconverter">
        <w:smartTagPr>
          <w:attr w:name="ProductID" w:val="0,1037 га"/>
        </w:smartTagPr>
        <w:r>
          <w:rPr>
            <w:rFonts w:ascii="Times New Roman" w:hAnsi="Times New Roman"/>
            <w:sz w:val="28"/>
            <w:szCs w:val="28"/>
            <w:lang w:val="uk-UA"/>
          </w:rPr>
          <w:t>0,1037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у власність для індивідуального садівництва (код КВЦПЗ 01.05) за адресою: Кіровоградська область, Голованівський  район, Голованівська селищна рада, в межах смт Голованівськ, вул. Поштова, 73. </w:t>
      </w:r>
    </w:p>
    <w:p w:rsidR="000C1771" w:rsidRDefault="000C1771" w:rsidP="00EE7812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Цілевичу Володимиру Івановичу  загальною площею  </w:t>
      </w:r>
      <w:smartTag w:uri="urn:schemas-microsoft-com:office:smarttags" w:element="metricconverter">
        <w:smartTagPr>
          <w:attr w:name="ProductID" w:val="0,1037 га"/>
        </w:smartTagPr>
        <w:r>
          <w:rPr>
            <w:rFonts w:ascii="Times New Roman" w:hAnsi="Times New Roman"/>
            <w:sz w:val="28"/>
            <w:szCs w:val="28"/>
            <w:lang w:val="uk-UA"/>
          </w:rPr>
          <w:t>0,1037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рілля (згідно КВЗУ 001.01.)  - </w:t>
      </w:r>
      <w:smartTag w:uri="urn:schemas-microsoft-com:office:smarttags" w:element="metricconverter">
        <w:smartTagPr>
          <w:attr w:name="ProductID" w:val="0,1037 га"/>
        </w:smartTagPr>
        <w:r>
          <w:rPr>
            <w:rFonts w:ascii="Times New Roman" w:hAnsi="Times New Roman"/>
            <w:sz w:val="28"/>
            <w:szCs w:val="28"/>
            <w:lang w:val="uk-UA"/>
          </w:rPr>
          <w:t>0,1037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 для індивідуального садівництва (код КВЦПЗ 01.05),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в межах смт Голованівськ, вул. Поштова, 73 (кадастровий номер земельної ділянки 3521455100:02:000:0810).</w:t>
      </w:r>
    </w:p>
    <w:p w:rsidR="000C1771" w:rsidRDefault="000C1771" w:rsidP="00EE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Цілевичу Володимиру Івановичу 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речове право на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0C1771" w:rsidRDefault="000C1771" w:rsidP="00EE7812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0C1771" w:rsidRDefault="000C1771" w:rsidP="00EE78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sectPr w:rsidR="000C1771" w:rsidSect="00411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0F49"/>
    <w:rsid w:val="000C1771"/>
    <w:rsid w:val="002331F0"/>
    <w:rsid w:val="00411D25"/>
    <w:rsid w:val="004B186A"/>
    <w:rsid w:val="004E3E35"/>
    <w:rsid w:val="005272E4"/>
    <w:rsid w:val="006A159C"/>
    <w:rsid w:val="008470FF"/>
    <w:rsid w:val="00BB0032"/>
    <w:rsid w:val="00D37171"/>
    <w:rsid w:val="00E70F49"/>
    <w:rsid w:val="00EA148F"/>
    <w:rsid w:val="00EE7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812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1075</Words>
  <Characters>613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2022-02-10T14:36:00Z</dcterms:created>
  <dcterms:modified xsi:type="dcterms:W3CDTF">2022-02-10T15:22:00Z</dcterms:modified>
</cp:coreProperties>
</file>