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C69" w:rsidRDefault="007D2C69" w:rsidP="005541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429F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7D2C69" w:rsidRDefault="007D2C69" w:rsidP="00554188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7D2C69" w:rsidRPr="00EC7C7A" w:rsidTr="00554188">
        <w:tc>
          <w:tcPr>
            <w:tcW w:w="9854" w:type="dxa"/>
          </w:tcPr>
          <w:p w:rsidR="007D2C69" w:rsidRPr="00EC7C7A" w:rsidRDefault="007D2C69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  <w:lang w:eastAsia="en-US"/>
              </w:rPr>
            </w:pPr>
            <w:r w:rsidRPr="00EC7C7A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ВІ</w:t>
            </w:r>
            <w:r w:rsidRPr="00EC7C7A">
              <w:rPr>
                <w:rFonts w:ascii="AcademyCTT" w:hAnsi="AcademyCTT" w:hint="eastAsia"/>
                <w:b/>
                <w:sz w:val="28"/>
                <w:szCs w:val="28"/>
                <w:lang w:val="uk-UA" w:eastAsia="en-US"/>
              </w:rPr>
              <w:t>СІМНАДЦЯТА</w:t>
            </w:r>
            <w:r w:rsidRPr="00EC7C7A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  <w:r w:rsidRPr="00EC7C7A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EC7C7A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СЕСІЯ</w:t>
            </w:r>
            <w:r w:rsidRPr="00EC7C7A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D2C69" w:rsidRPr="00EC7C7A" w:rsidTr="00554188">
        <w:tc>
          <w:tcPr>
            <w:tcW w:w="9854" w:type="dxa"/>
          </w:tcPr>
          <w:p w:rsidR="007D2C69" w:rsidRPr="00EC7C7A" w:rsidRDefault="007D2C6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C7C7A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ВОСЬМОГО</w:t>
            </w:r>
            <w:r w:rsidRPr="00EC7C7A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EC7C7A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СКЛИКАННЯ</w:t>
            </w:r>
          </w:p>
        </w:tc>
      </w:tr>
    </w:tbl>
    <w:p w:rsidR="007D2C69" w:rsidRDefault="007D2C69" w:rsidP="005541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7D2C69" w:rsidRDefault="007D2C69" w:rsidP="005541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2C69" w:rsidRDefault="007D2C69" w:rsidP="005541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7D2C69" w:rsidRDefault="007D2C69" w:rsidP="005541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2C69" w:rsidRDefault="007D2C69" w:rsidP="005541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Голованівськ</w:t>
      </w:r>
    </w:p>
    <w:p w:rsidR="007D2C69" w:rsidRDefault="007D2C69" w:rsidP="00E94940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7D2C69" w:rsidRDefault="007D2C69" w:rsidP="00E94940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7D2C69" w:rsidRDefault="007D2C69" w:rsidP="00E94940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7D2C69" w:rsidRDefault="007D2C69" w:rsidP="00E94940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Волосенко Людмилі </w:t>
      </w:r>
    </w:p>
    <w:p w:rsidR="007D2C69" w:rsidRDefault="007D2C69" w:rsidP="00E94940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Валентинівні</w:t>
      </w:r>
    </w:p>
    <w:p w:rsidR="007D2C69" w:rsidRDefault="007D2C69" w:rsidP="00E94940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</w:p>
    <w:p w:rsidR="007D2C69" w:rsidRDefault="007D2C69" w:rsidP="00E949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 ст. ст. 12, 118, 121, 125, 126 Земельного кодексу України,  рекомендацій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7D2C69" w:rsidRDefault="007D2C69" w:rsidP="00E94940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7D2C69" w:rsidRDefault="007D2C69" w:rsidP="00E94940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Затвердити проєкт землеустрою гр. Волосенко Людмилі Валентинівні щодо відведення земельної ділянки загальною площею  0,3000 га 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межах с. Свірневе, вул. Крегул М. В. </w:t>
      </w:r>
    </w:p>
    <w:p w:rsidR="007D2C69" w:rsidRDefault="007D2C69" w:rsidP="00E9494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Волосенко Людмилі Валентинівні   загальною площею  </w:t>
      </w:r>
      <w:smartTag w:uri="urn:schemas-microsoft-com:office:smarttags" w:element="metricconverter">
        <w:smartTagPr>
          <w:attr w:name="productid" w:val="0,3000 га"/>
        </w:smartTagPr>
        <w:r>
          <w:rPr>
            <w:rFonts w:ascii="Times New Roman" w:hAnsi="Times New Roman"/>
            <w:sz w:val="28"/>
            <w:szCs w:val="28"/>
            <w:lang w:val="uk-UA"/>
          </w:rPr>
          <w:t>0,3000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рілля (згідно КВЗУ 001.01.)  - </w:t>
      </w:r>
      <w:smartTag w:uri="urn:schemas-microsoft-com:office:smarttags" w:element="metricconverter">
        <w:smartTagPr>
          <w:attr w:name="productid" w:val="0,3000 га"/>
        </w:smartTagPr>
        <w:r>
          <w:rPr>
            <w:rFonts w:ascii="Times New Roman" w:hAnsi="Times New Roman"/>
            <w:sz w:val="28"/>
            <w:szCs w:val="28"/>
            <w:lang w:val="uk-UA"/>
          </w:rPr>
          <w:t>0,3000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  для ведення особистого селянського господарства (код КВЦПЗ 01.05),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рада, в межах с. Свірневе, вул. Крегул М.В.  (кадастровий номер земельної ділянки 3521487000:51:000:0171).</w:t>
      </w:r>
    </w:p>
    <w:p w:rsidR="007D2C69" w:rsidRDefault="007D2C69" w:rsidP="00E949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Волосенко Людмилі Валентинівні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7D2C69" w:rsidRDefault="007D2C69" w:rsidP="00E94940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7D2C69" w:rsidRDefault="007D2C69" w:rsidP="00E9494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sectPr w:rsidR="007D2C69" w:rsidSect="00610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AB4"/>
    <w:rsid w:val="00235FF9"/>
    <w:rsid w:val="00554188"/>
    <w:rsid w:val="005B26DD"/>
    <w:rsid w:val="00610C4D"/>
    <w:rsid w:val="006316D3"/>
    <w:rsid w:val="007D2C69"/>
    <w:rsid w:val="0089429F"/>
    <w:rsid w:val="00BF6AB4"/>
    <w:rsid w:val="00DD6D99"/>
    <w:rsid w:val="00E94940"/>
    <w:rsid w:val="00EC7C7A"/>
    <w:rsid w:val="00F519D7"/>
    <w:rsid w:val="00FA0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188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54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418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93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1096</Words>
  <Characters>626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cp:lastPrinted>2022-02-10T09:11:00Z</cp:lastPrinted>
  <dcterms:created xsi:type="dcterms:W3CDTF">2022-02-10T14:42:00Z</dcterms:created>
  <dcterms:modified xsi:type="dcterms:W3CDTF">2022-02-10T17:39:00Z</dcterms:modified>
</cp:coreProperties>
</file>