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A87" w:rsidRDefault="00DD7A87" w:rsidP="00140553">
      <w:pPr>
        <w:jc w:val="both"/>
      </w:pPr>
    </w:p>
    <w:p w:rsidR="00DD7A87" w:rsidRDefault="00DD7A87" w:rsidP="00140553"/>
    <w:p w:rsidR="00DD7A87" w:rsidRDefault="00DD7A87" w:rsidP="00140553">
      <w:pPr>
        <w:jc w:val="both"/>
        <w:rPr>
          <w:sz w:val="28"/>
          <w:szCs w:val="28"/>
        </w:rPr>
      </w:pPr>
      <w:r w:rsidRPr="00BD777B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7pt;height:108pt;visibility:visible">
            <v:imagedata r:id="rId4" o:title=""/>
          </v:shape>
        </w:pict>
      </w:r>
    </w:p>
    <w:p w:rsidR="00DD7A87" w:rsidRDefault="00DD7A87" w:rsidP="00140553">
      <w:pPr>
        <w:jc w:val="both"/>
        <w:rPr>
          <w:sz w:val="10"/>
          <w:szCs w:val="10"/>
        </w:rPr>
      </w:pPr>
    </w:p>
    <w:tbl>
      <w:tblPr>
        <w:tblW w:w="0" w:type="auto"/>
        <w:tblLook w:val="00A0"/>
      </w:tblPr>
      <w:tblGrid>
        <w:gridCol w:w="9571"/>
      </w:tblGrid>
      <w:tr w:rsidR="00DD7A87" w:rsidTr="00140553">
        <w:tc>
          <w:tcPr>
            <w:tcW w:w="9854" w:type="dxa"/>
          </w:tcPr>
          <w:p w:rsidR="00DD7A87" w:rsidRDefault="00DD7A87">
            <w:pPr>
              <w:tabs>
                <w:tab w:val="left" w:pos="5985"/>
              </w:tabs>
              <w:spacing w:line="252" w:lineRule="auto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                                        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ВІСІМНАДЦЯТА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  <w:lang w:val="ru-RU"/>
              </w:rPr>
              <w:t>СЕСІЯ</w:t>
            </w:r>
          </w:p>
        </w:tc>
      </w:tr>
      <w:tr w:rsidR="00DD7A87" w:rsidTr="00140553">
        <w:tc>
          <w:tcPr>
            <w:tcW w:w="9854" w:type="dxa"/>
          </w:tcPr>
          <w:p w:rsidR="00DD7A87" w:rsidRDefault="00DD7A87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:rsidR="00DD7A87" w:rsidRDefault="00DD7A87" w:rsidP="00140553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ПРОЄКТ</w:t>
      </w:r>
    </w:p>
    <w:p w:rsidR="00DD7A87" w:rsidRDefault="00DD7A87" w:rsidP="00140553">
      <w:pPr>
        <w:jc w:val="both"/>
        <w:rPr>
          <w:sz w:val="28"/>
          <w:szCs w:val="28"/>
        </w:rPr>
      </w:pPr>
    </w:p>
    <w:p w:rsidR="00DD7A87" w:rsidRDefault="00DD7A87" w:rsidP="001405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«____» ____________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_______</w:t>
      </w:r>
    </w:p>
    <w:p w:rsidR="00DD7A87" w:rsidRDefault="00DD7A87" w:rsidP="00140553">
      <w:pPr>
        <w:jc w:val="both"/>
        <w:rPr>
          <w:sz w:val="28"/>
          <w:szCs w:val="28"/>
        </w:rPr>
      </w:pPr>
    </w:p>
    <w:p w:rsidR="00DD7A87" w:rsidRDefault="00DD7A87" w:rsidP="001405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смт Голованівськ </w:t>
      </w:r>
    </w:p>
    <w:p w:rsidR="00DD7A87" w:rsidRDefault="00DD7A87" w:rsidP="00140553">
      <w:pPr>
        <w:jc w:val="center"/>
        <w:rPr>
          <w:sz w:val="28"/>
          <w:szCs w:val="28"/>
        </w:rPr>
      </w:pPr>
    </w:p>
    <w:p w:rsidR="00DD7A87" w:rsidRDefault="00DD7A87" w:rsidP="003622A1">
      <w:pPr>
        <w:widowControl/>
        <w:tabs>
          <w:tab w:val="left" w:pos="0"/>
        </w:tabs>
        <w:autoSpaceDE/>
        <w:adjustRightInd w:val="0"/>
        <w:ind w:right="4678"/>
        <w:rPr>
          <w:b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Про надання дозволу на розроблення проєкту землеустрою щодо відведення у власність земельної ділянки гр</w:t>
      </w:r>
      <w:r>
        <w:rPr>
          <w:b/>
          <w:sz w:val="28"/>
          <w:szCs w:val="28"/>
          <w:lang w:eastAsia="ru-RU"/>
        </w:rPr>
        <w:t>. П’яничук</w:t>
      </w:r>
    </w:p>
    <w:p w:rsidR="00DD7A87" w:rsidRDefault="00DD7A87" w:rsidP="003622A1">
      <w:pPr>
        <w:widowControl/>
        <w:tabs>
          <w:tab w:val="left" w:pos="0"/>
        </w:tabs>
        <w:autoSpaceDE/>
        <w:adjustRightInd w:val="0"/>
        <w:ind w:right="4678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Валентині Сергіївні</w:t>
      </w:r>
    </w:p>
    <w:p w:rsidR="00DD7A87" w:rsidRDefault="00DD7A87" w:rsidP="003622A1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color w:val="000000"/>
          <w:sz w:val="28"/>
          <w:szCs w:val="28"/>
          <w:lang w:eastAsia="ru-RU"/>
        </w:rPr>
      </w:pPr>
    </w:p>
    <w:p w:rsidR="00DD7A87" w:rsidRDefault="00DD7A87" w:rsidP="003622A1">
      <w:pPr>
        <w:widowControl/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Відповідно до п. 34 ст. 26 Закону України “Про місцеве самоврядування в Україні”, ст.ст.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:rsidR="00DD7A87" w:rsidRDefault="00DD7A87" w:rsidP="003622A1">
      <w:pPr>
        <w:widowControl/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DD7A87" w:rsidRDefault="00DD7A87" w:rsidP="003622A1">
      <w:pPr>
        <w:widowControl/>
        <w:tabs>
          <w:tab w:val="left" w:pos="567"/>
        </w:tabs>
        <w:autoSpaceDE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ВИРІШИЛА:</w:t>
      </w:r>
    </w:p>
    <w:p w:rsidR="00DD7A87" w:rsidRDefault="00DD7A87" w:rsidP="003622A1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color w:val="000000"/>
          <w:sz w:val="28"/>
          <w:szCs w:val="28"/>
          <w:lang w:eastAsia="ru-RU"/>
        </w:rPr>
      </w:pPr>
    </w:p>
    <w:p w:rsidR="00DD7A87" w:rsidRDefault="00DD7A87" w:rsidP="003622A1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.Дати дозвіл гр. П’яничук Валентині Сергіївні на розроблення проєкту землеустрою щодо відведення земельної ділянки орієнтовною площею  </w:t>
      </w:r>
      <w:smartTag w:uri="urn:schemas-microsoft-com:office:smarttags" w:element="metricconverter">
        <w:smartTagPr>
          <w:attr w:name="productid" w:val="0,3000 га"/>
        </w:smartTagPr>
        <w:r>
          <w:rPr>
            <w:sz w:val="28"/>
            <w:szCs w:val="28"/>
            <w:lang w:eastAsia="ru-RU"/>
          </w:rPr>
          <w:t>0,3000 га</w:t>
        </w:r>
      </w:smartTag>
      <w:r>
        <w:rPr>
          <w:sz w:val="28"/>
          <w:szCs w:val="28"/>
          <w:lang w:eastAsia="ru-RU"/>
        </w:rPr>
        <w:t xml:space="preserve">, у тому числі по угіддях: рілля (згідно КВЗУ 001.01) – </w:t>
      </w:r>
      <w:smartTag w:uri="urn:schemas-microsoft-com:office:smarttags" w:element="metricconverter">
        <w:smartTagPr>
          <w:attr w:name="productid" w:val="0,3000 га"/>
        </w:smartTagPr>
        <w:r>
          <w:rPr>
            <w:sz w:val="28"/>
            <w:szCs w:val="28"/>
            <w:lang w:eastAsia="ru-RU"/>
          </w:rPr>
          <w:t>0,3000 га</w:t>
        </w:r>
      </w:smartTag>
      <w:r>
        <w:rPr>
          <w:sz w:val="28"/>
          <w:szCs w:val="28"/>
          <w:lang w:eastAsia="ru-RU"/>
        </w:rPr>
        <w:t xml:space="preserve"> для ведення особистого селянського господарства (код КВЦПЗ 01.03) із земель запасу  сільськогосподарського призначення комунальної власності, за адресою: Кіровоградська область, Голованівський район, Голованівська селищна рада, в  межах с. Наливайка, вул. Суворова,11.</w:t>
      </w:r>
    </w:p>
    <w:p w:rsidR="00DD7A87" w:rsidRDefault="00DD7A87" w:rsidP="003622A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2.Гр.</w:t>
      </w:r>
      <w:r>
        <w:rPr>
          <w:sz w:val="28"/>
          <w:szCs w:val="28"/>
          <w:lang w:eastAsia="ru-RU"/>
        </w:rPr>
        <w:t xml:space="preserve"> П’яни</w:t>
      </w:r>
      <w:bookmarkStart w:id="0" w:name="_GoBack"/>
      <w:bookmarkEnd w:id="0"/>
      <w:r>
        <w:rPr>
          <w:sz w:val="28"/>
          <w:szCs w:val="28"/>
          <w:lang w:eastAsia="ru-RU"/>
        </w:rPr>
        <w:t xml:space="preserve">чук Валентині Сергіївні  </w:t>
      </w:r>
      <w:r>
        <w:rPr>
          <w:color w:val="000000"/>
          <w:sz w:val="28"/>
          <w:szCs w:val="28"/>
        </w:rPr>
        <w:t>виготовити  проєкт землеустрою щодо відведення земельної ділянки в проєктній організації, яка має відповідний дозвіл (ліцензію).</w:t>
      </w:r>
    </w:p>
    <w:p w:rsidR="00DD7A87" w:rsidRDefault="00DD7A87" w:rsidP="003622A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Розроблений проєкт землеустрою щодо відведення земельної ділянки подати на затвердження згідно з чинним законодавством. </w:t>
      </w:r>
    </w:p>
    <w:p w:rsidR="00DD7A87" w:rsidRDefault="00DD7A87" w:rsidP="003622A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:rsidR="00DD7A87" w:rsidRDefault="00DD7A87" w:rsidP="00140553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DD7A87" w:rsidSect="00472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2B70"/>
    <w:rsid w:val="00062B70"/>
    <w:rsid w:val="000F1F80"/>
    <w:rsid w:val="00140553"/>
    <w:rsid w:val="00183250"/>
    <w:rsid w:val="001E77B9"/>
    <w:rsid w:val="00283A36"/>
    <w:rsid w:val="00354A2F"/>
    <w:rsid w:val="003560E0"/>
    <w:rsid w:val="003622A1"/>
    <w:rsid w:val="00472AD0"/>
    <w:rsid w:val="004A5B3D"/>
    <w:rsid w:val="00BD777B"/>
    <w:rsid w:val="00DD7A87"/>
    <w:rsid w:val="00FA0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553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43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976</Words>
  <Characters>557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Альона і Вадім</cp:lastModifiedBy>
  <cp:revision>3</cp:revision>
  <dcterms:created xsi:type="dcterms:W3CDTF">2022-02-10T14:44:00Z</dcterms:created>
  <dcterms:modified xsi:type="dcterms:W3CDTF">2022-02-10T17:53:00Z</dcterms:modified>
</cp:coreProperties>
</file>