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2E9" w:rsidRDefault="001072E9" w:rsidP="00164693">
      <w:pPr>
        <w:jc w:val="both"/>
      </w:pPr>
    </w:p>
    <w:p w:rsidR="001072E9" w:rsidRDefault="001072E9" w:rsidP="00164693"/>
    <w:p w:rsidR="001072E9" w:rsidRDefault="001072E9" w:rsidP="00164693">
      <w:pPr>
        <w:jc w:val="both"/>
        <w:rPr>
          <w:sz w:val="28"/>
          <w:szCs w:val="28"/>
        </w:rPr>
      </w:pPr>
      <w:r w:rsidRPr="00815852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1072E9" w:rsidRDefault="001072E9" w:rsidP="00164693">
      <w:pPr>
        <w:jc w:val="both"/>
        <w:rPr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1072E9" w:rsidTr="00164693">
        <w:tc>
          <w:tcPr>
            <w:tcW w:w="9854" w:type="dxa"/>
          </w:tcPr>
          <w:p w:rsidR="001072E9" w:rsidRDefault="001072E9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                   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ВІСІМНАДЦЯТА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СЕСІЯ</w:t>
            </w:r>
          </w:p>
        </w:tc>
      </w:tr>
      <w:tr w:rsidR="001072E9" w:rsidTr="00164693">
        <w:tc>
          <w:tcPr>
            <w:tcW w:w="9854" w:type="dxa"/>
          </w:tcPr>
          <w:p w:rsidR="001072E9" w:rsidRDefault="001072E9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ВОСЬМОГО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СКЛИКАННЯ</w:t>
            </w:r>
          </w:p>
        </w:tc>
      </w:tr>
    </w:tbl>
    <w:p w:rsidR="001072E9" w:rsidRDefault="001072E9" w:rsidP="00164693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:rsidR="001072E9" w:rsidRDefault="001072E9" w:rsidP="00164693">
      <w:pPr>
        <w:jc w:val="both"/>
        <w:rPr>
          <w:sz w:val="28"/>
          <w:szCs w:val="28"/>
        </w:rPr>
      </w:pPr>
    </w:p>
    <w:p w:rsidR="001072E9" w:rsidRDefault="001072E9" w:rsidP="001646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:rsidR="001072E9" w:rsidRDefault="001072E9" w:rsidP="00164693">
      <w:pPr>
        <w:jc w:val="both"/>
        <w:rPr>
          <w:sz w:val="28"/>
          <w:szCs w:val="28"/>
        </w:rPr>
      </w:pPr>
    </w:p>
    <w:p w:rsidR="001072E9" w:rsidRDefault="001072E9" w:rsidP="0016469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смт Голованівськ </w:t>
      </w:r>
    </w:p>
    <w:p w:rsidR="001072E9" w:rsidRDefault="001072E9" w:rsidP="00164693">
      <w:pPr>
        <w:jc w:val="center"/>
        <w:rPr>
          <w:sz w:val="28"/>
          <w:szCs w:val="28"/>
        </w:rPr>
      </w:pPr>
    </w:p>
    <w:p w:rsidR="001072E9" w:rsidRPr="001274C1" w:rsidRDefault="001072E9" w:rsidP="00304C78">
      <w:pPr>
        <w:widowControl/>
        <w:tabs>
          <w:tab w:val="left" w:pos="0"/>
        </w:tabs>
        <w:autoSpaceDE/>
        <w:adjustRightInd w:val="0"/>
        <w:ind w:right="4678"/>
        <w:rPr>
          <w:b/>
          <w:sz w:val="28"/>
          <w:szCs w:val="28"/>
          <w:lang w:eastAsia="ru-RU"/>
        </w:rPr>
      </w:pPr>
      <w:r w:rsidRPr="001274C1">
        <w:rPr>
          <w:b/>
          <w:sz w:val="28"/>
          <w:szCs w:val="28"/>
          <w:lang w:eastAsia="ru-RU"/>
        </w:rPr>
        <w:t>Про надання дозволу на розроблення проєкту землеустрою щодо відведення у власність земельної ділянки гр. Ладиці Федору Максимовичу</w:t>
      </w:r>
    </w:p>
    <w:p w:rsidR="001072E9" w:rsidRPr="001274C1" w:rsidRDefault="001072E9" w:rsidP="00164693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sz w:val="28"/>
          <w:szCs w:val="28"/>
          <w:lang w:eastAsia="ru-RU"/>
        </w:rPr>
      </w:pPr>
    </w:p>
    <w:p w:rsidR="001072E9" w:rsidRPr="001274C1" w:rsidRDefault="001072E9" w:rsidP="00164693">
      <w:pPr>
        <w:widowControl/>
        <w:autoSpaceDE/>
        <w:adjustRightInd w:val="0"/>
        <w:jc w:val="both"/>
        <w:rPr>
          <w:sz w:val="28"/>
          <w:szCs w:val="28"/>
          <w:lang w:eastAsia="ru-RU"/>
        </w:rPr>
      </w:pPr>
      <w:r w:rsidRPr="001274C1">
        <w:rPr>
          <w:sz w:val="28"/>
          <w:szCs w:val="28"/>
          <w:lang w:eastAsia="ru-RU"/>
        </w:rPr>
        <w:t>Відповідно до п. 34 ст. 26 Закону України “Про місцеве самоврядування в Україні”, ст.ст.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:rsidR="001072E9" w:rsidRPr="001274C1" w:rsidRDefault="001072E9" w:rsidP="00164693">
      <w:pPr>
        <w:widowControl/>
        <w:autoSpaceDE/>
        <w:adjustRightInd w:val="0"/>
        <w:jc w:val="both"/>
        <w:rPr>
          <w:sz w:val="28"/>
          <w:szCs w:val="28"/>
          <w:lang w:eastAsia="ru-RU"/>
        </w:rPr>
      </w:pPr>
    </w:p>
    <w:p w:rsidR="001072E9" w:rsidRPr="001274C1" w:rsidRDefault="001072E9" w:rsidP="00164693">
      <w:pPr>
        <w:widowControl/>
        <w:tabs>
          <w:tab w:val="left" w:pos="567"/>
        </w:tabs>
        <w:autoSpaceDE/>
        <w:rPr>
          <w:b/>
          <w:sz w:val="28"/>
          <w:szCs w:val="28"/>
          <w:lang w:eastAsia="ru-RU"/>
        </w:rPr>
      </w:pPr>
      <w:r w:rsidRPr="001274C1">
        <w:rPr>
          <w:b/>
          <w:sz w:val="28"/>
          <w:szCs w:val="28"/>
          <w:lang w:eastAsia="ru-RU"/>
        </w:rPr>
        <w:t>ВИРІШИЛА:</w:t>
      </w:r>
    </w:p>
    <w:p w:rsidR="001072E9" w:rsidRPr="001274C1" w:rsidRDefault="001072E9" w:rsidP="00164693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sz w:val="28"/>
          <w:szCs w:val="28"/>
          <w:lang w:eastAsia="ru-RU"/>
        </w:rPr>
      </w:pPr>
    </w:p>
    <w:p w:rsidR="001072E9" w:rsidRPr="001274C1" w:rsidRDefault="001072E9" w:rsidP="00164693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sz w:val="28"/>
          <w:szCs w:val="28"/>
          <w:lang w:eastAsia="ru-RU"/>
        </w:rPr>
      </w:pPr>
      <w:r w:rsidRPr="001274C1">
        <w:rPr>
          <w:sz w:val="28"/>
          <w:szCs w:val="28"/>
          <w:lang w:eastAsia="ru-RU"/>
        </w:rPr>
        <w:t>1.Дати дозвіл гр. Ладиці Федору Максимовичу на розроблення проєкту землеустрою щодо відведення земель</w:t>
      </w:r>
      <w:bookmarkStart w:id="0" w:name="_GoBack"/>
      <w:r w:rsidRPr="001274C1">
        <w:rPr>
          <w:sz w:val="28"/>
          <w:szCs w:val="28"/>
          <w:lang w:eastAsia="ru-RU"/>
        </w:rPr>
        <w:t xml:space="preserve">ної ділянки орієнтовною площею  </w:t>
      </w:r>
      <w:smartTag w:uri="urn:schemas-microsoft-com:office:smarttags" w:element="metricconverter">
        <w:smartTagPr>
          <w:attr w:name="ProductID" w:val="2,0000 га"/>
        </w:smartTagPr>
        <w:r w:rsidRPr="001274C1">
          <w:rPr>
            <w:sz w:val="28"/>
            <w:szCs w:val="28"/>
            <w:lang w:eastAsia="ru-RU"/>
          </w:rPr>
          <w:t>2,0000 га</w:t>
        </w:r>
      </w:smartTag>
      <w:r w:rsidRPr="001274C1">
        <w:rPr>
          <w:sz w:val="28"/>
          <w:szCs w:val="28"/>
          <w:lang w:eastAsia="ru-RU"/>
        </w:rPr>
        <w:t xml:space="preserve">, у тому числі по угіддях: рілля (згідно КВЗУ 001.01)  – </w:t>
      </w:r>
      <w:smartTag w:uri="urn:schemas-microsoft-com:office:smarttags" w:element="metricconverter">
        <w:smartTagPr>
          <w:attr w:name="ProductID" w:val="2,0000 га"/>
        </w:smartTagPr>
        <w:r w:rsidRPr="001274C1">
          <w:rPr>
            <w:sz w:val="28"/>
            <w:szCs w:val="28"/>
            <w:lang w:eastAsia="ru-RU"/>
          </w:rPr>
          <w:t>2,0000 га</w:t>
        </w:r>
      </w:smartTag>
      <w:r w:rsidRPr="001274C1">
        <w:rPr>
          <w:sz w:val="28"/>
          <w:szCs w:val="28"/>
          <w:lang w:eastAsia="ru-RU"/>
        </w:rPr>
        <w:t xml:space="preserve"> для </w:t>
      </w:r>
      <w:bookmarkEnd w:id="0"/>
      <w:r w:rsidRPr="001274C1">
        <w:rPr>
          <w:sz w:val="28"/>
          <w:szCs w:val="28"/>
          <w:lang w:eastAsia="ru-RU"/>
        </w:rPr>
        <w:t>ведення особистого селянського господарства (код КВЦПЗ 01.03) із земель запасу  сільськогосподарського призначення комунальної власності, за адресою: Кіровоградська область, Голованівський район, Голованівська селищна рада, за межами с.</w:t>
      </w:r>
      <w:r>
        <w:rPr>
          <w:sz w:val="28"/>
          <w:szCs w:val="28"/>
          <w:lang w:eastAsia="ru-RU"/>
        </w:rPr>
        <w:t xml:space="preserve"> </w:t>
      </w:r>
      <w:r w:rsidRPr="001274C1">
        <w:rPr>
          <w:sz w:val="28"/>
          <w:szCs w:val="28"/>
          <w:lang w:eastAsia="ru-RU"/>
        </w:rPr>
        <w:t>Красногірка.</w:t>
      </w:r>
    </w:p>
    <w:p w:rsidR="001072E9" w:rsidRPr="001274C1" w:rsidRDefault="001072E9" w:rsidP="00164693">
      <w:pPr>
        <w:jc w:val="both"/>
        <w:rPr>
          <w:sz w:val="28"/>
          <w:szCs w:val="28"/>
        </w:rPr>
      </w:pPr>
      <w:r w:rsidRPr="001274C1">
        <w:rPr>
          <w:sz w:val="28"/>
          <w:szCs w:val="28"/>
        </w:rPr>
        <w:t xml:space="preserve">2.Гр. </w:t>
      </w:r>
      <w:r w:rsidRPr="001274C1">
        <w:rPr>
          <w:sz w:val="28"/>
          <w:szCs w:val="28"/>
          <w:lang w:eastAsia="ru-RU"/>
        </w:rPr>
        <w:t xml:space="preserve">Ладиці Федору Максимовичу </w:t>
      </w:r>
      <w:r w:rsidRPr="001274C1">
        <w:rPr>
          <w:sz w:val="28"/>
          <w:szCs w:val="28"/>
        </w:rPr>
        <w:t>виготовити  проєкт землеустрою щодо відведення земельної ділянки в проєктній організації, яка має відповідний дозвіл (ліцензію).</w:t>
      </w:r>
    </w:p>
    <w:p w:rsidR="001072E9" w:rsidRPr="001274C1" w:rsidRDefault="001072E9" w:rsidP="00164693">
      <w:pPr>
        <w:jc w:val="both"/>
        <w:rPr>
          <w:sz w:val="28"/>
          <w:szCs w:val="28"/>
        </w:rPr>
      </w:pPr>
      <w:r w:rsidRPr="001274C1">
        <w:rPr>
          <w:sz w:val="28"/>
          <w:szCs w:val="28"/>
        </w:rPr>
        <w:t xml:space="preserve">3. Розроблений проєкт землеустрою щодо відведення земельної ділянки подати на затвердження згідно з чинним законодавством. </w:t>
      </w:r>
    </w:p>
    <w:p w:rsidR="001072E9" w:rsidRPr="001274C1" w:rsidRDefault="001072E9" w:rsidP="00164693">
      <w:pPr>
        <w:jc w:val="both"/>
        <w:rPr>
          <w:sz w:val="28"/>
          <w:szCs w:val="28"/>
        </w:rPr>
      </w:pPr>
      <w:r w:rsidRPr="001274C1">
        <w:rPr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:rsidR="001072E9" w:rsidRPr="001274C1" w:rsidRDefault="001072E9" w:rsidP="00164693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Селищний голова                                                Сергій ЦОБЕНКО           </w:t>
      </w:r>
    </w:p>
    <w:sectPr w:rsidR="001072E9" w:rsidRPr="001274C1" w:rsidSect="007740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18E8"/>
    <w:rsid w:val="00033ABC"/>
    <w:rsid w:val="001072E9"/>
    <w:rsid w:val="001274C1"/>
    <w:rsid w:val="001514AB"/>
    <w:rsid w:val="00164693"/>
    <w:rsid w:val="002368F4"/>
    <w:rsid w:val="00283F9A"/>
    <w:rsid w:val="00304C78"/>
    <w:rsid w:val="003C1081"/>
    <w:rsid w:val="004018E8"/>
    <w:rsid w:val="00480F8E"/>
    <w:rsid w:val="005F2BD5"/>
    <w:rsid w:val="006D4CBA"/>
    <w:rsid w:val="00713F3C"/>
    <w:rsid w:val="007413A1"/>
    <w:rsid w:val="0077407E"/>
    <w:rsid w:val="00815852"/>
    <w:rsid w:val="00840ECF"/>
    <w:rsid w:val="00905B56"/>
    <w:rsid w:val="00A11F99"/>
    <w:rsid w:val="00A87F06"/>
    <w:rsid w:val="00BF7912"/>
    <w:rsid w:val="00E049FF"/>
    <w:rsid w:val="00E177B7"/>
    <w:rsid w:val="00EE08B6"/>
    <w:rsid w:val="00FF3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693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75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960</Words>
  <Characters>548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6</cp:revision>
  <dcterms:created xsi:type="dcterms:W3CDTF">2022-02-10T14:45:00Z</dcterms:created>
  <dcterms:modified xsi:type="dcterms:W3CDTF">2022-02-14T17:12:00Z</dcterms:modified>
</cp:coreProperties>
</file>